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A551A" w14:textId="06B56876" w:rsidR="00DB308D" w:rsidRPr="00B2262F" w:rsidRDefault="00DB308D" w:rsidP="004C2111">
      <w:pPr>
        <w:pStyle w:val="Reference"/>
        <w:rPr>
          <w:rFonts w:cstheme="minorBidi"/>
          <w:cs/>
          <w:lang w:val="en-US" w:bidi="th-TH"/>
        </w:rPr>
      </w:pPr>
    </w:p>
    <w:p w14:paraId="0959FC65" w14:textId="43EE7530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FF4A54F" w14:textId="4776BA6A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30DA51DF" w14:textId="428397ED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4D68369D" w14:textId="4EDD5113" w:rsidR="00981786" w:rsidRDefault="006D173B" w:rsidP="004C2111">
      <w:pPr>
        <w:pStyle w:val="Reference"/>
        <w:rPr>
          <w:rFonts w:cstheme="minorBidi"/>
          <w:lang w:val="en-US" w:bidi="th-TH"/>
        </w:rPr>
      </w:pPr>
      <w:r>
        <w:rPr>
          <w:rFonts w:cstheme="minorBidi"/>
          <w:lang w:val="en-US" w:bidi="th-TH"/>
        </w:rPr>
        <w:t xml:space="preserve"> </w:t>
      </w:r>
    </w:p>
    <w:p w14:paraId="5F3B9EB3" w14:textId="0D442201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09D94633" w14:textId="6F66D11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67052E5" w14:textId="7777777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781EDC64" w14:textId="52F9CD8E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0065B030" w14:textId="33588352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65B2AFD6" w14:textId="77777777" w:rsidR="00EE1186" w:rsidRDefault="00EE1186" w:rsidP="004C2111">
      <w:pPr>
        <w:pStyle w:val="Reference"/>
        <w:rPr>
          <w:rFonts w:cstheme="minorBidi"/>
          <w:lang w:val="en-US" w:bidi="th-TH"/>
        </w:rPr>
      </w:pPr>
    </w:p>
    <w:p w14:paraId="4F3C2BCB" w14:textId="4098D2A5" w:rsidR="00D865BA" w:rsidRDefault="00D865BA" w:rsidP="004C2111">
      <w:pPr>
        <w:pStyle w:val="Reference"/>
        <w:rPr>
          <w:rFonts w:cstheme="minorBidi"/>
          <w:lang w:val="en-US" w:bidi="th-TH"/>
        </w:rPr>
      </w:pPr>
    </w:p>
    <w:p w14:paraId="41D5C8CD" w14:textId="775A74A2" w:rsidR="00EE1186" w:rsidRPr="008541C2" w:rsidRDefault="00876CE2" w:rsidP="004C2111">
      <w:pPr>
        <w:pStyle w:val="Reference"/>
        <w:rPr>
          <w:rFonts w:cstheme="minorBidi"/>
          <w:cs/>
          <w:lang w:val="en-US" w:bidi="th-TH"/>
        </w:rPr>
      </w:pPr>
      <w:r>
        <w:rPr>
          <w:rFonts w:cstheme="minorBidi"/>
          <w:lang w:val="en-US" w:bidi="th-TH"/>
        </w:rPr>
        <w:t xml:space="preserve"> </w:t>
      </w:r>
    </w:p>
    <w:p w14:paraId="72CAFE4E" w14:textId="77777777" w:rsidR="00A416C7" w:rsidRDefault="00A416C7" w:rsidP="00634D49">
      <w:pPr>
        <w:jc w:val="thaiDistribute"/>
        <w:rPr>
          <w:rFonts w:ascii="Browallia New" w:hAnsi="Browallia New" w:cs="Browallia New"/>
          <w:b/>
          <w:bCs/>
          <w:color w:val="4F2D7F" w:themeColor="accent1"/>
          <w:sz w:val="28"/>
          <w:szCs w:val="28"/>
          <w:lang w:bidi="th-TH"/>
        </w:rPr>
      </w:pPr>
    </w:p>
    <w:p w14:paraId="300B4D61" w14:textId="424F4DB5" w:rsidR="00634D49" w:rsidRPr="00A23298" w:rsidRDefault="00570DE3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A2329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เสนอ </w:t>
      </w:r>
      <w:r w:rsidRPr="00A2329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ผู้ถือหุ้นและคณะกรรมการของ</w:t>
      </w:r>
      <w:r w:rsidR="006B02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บริษัท</w:t>
      </w:r>
      <w:r w:rsidRPr="00A2329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 </w:t>
      </w:r>
      <w:r w:rsidR="00F126BB" w:rsidRPr="00A2329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ศูนย์บริการเหล็กสยาม </w:t>
      </w:r>
      <w:r w:rsidR="00634D49" w:rsidRPr="00A2329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จำกัด</w:t>
      </w:r>
      <w:r w:rsidR="00634D49" w:rsidRPr="00A2329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(</w:t>
      </w:r>
      <w:r w:rsidR="00634D49" w:rsidRPr="00A2329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มหาชน</w:t>
      </w:r>
      <w:r w:rsidR="00634D49" w:rsidRPr="00A2329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)</w:t>
      </w:r>
    </w:p>
    <w:p w14:paraId="580879B3" w14:textId="77777777" w:rsidR="00AD3B26" w:rsidRPr="00AD3B26" w:rsidRDefault="00AD3B26" w:rsidP="00AD3B26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107471A1" w14:textId="0445770D" w:rsidR="00107483" w:rsidRPr="00107483" w:rsidRDefault="00956D28" w:rsidP="00107483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bookmarkStart w:id="1" w:name="_Hlk22816599"/>
      <w:r w:rsidRPr="00956D28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ข้าพเจ้าได้สอบทานข้อมูลทางการเงินรวม</w:t>
      </w:r>
      <w:r w:rsidR="00B024C2">
        <w:rPr>
          <w:rFonts w:ascii="Browallia New" w:hAnsi="Browallia New" w:cs="Browallia New" w:hint="cs"/>
          <w:sz w:val="28"/>
          <w:szCs w:val="28"/>
          <w:cs/>
          <w:lang w:bidi="th-TH"/>
        </w:rPr>
        <w:t>และเฉพาะบริษัท</w:t>
      </w:r>
      <w:r w:rsidRPr="00956D28">
        <w:rPr>
          <w:rFonts w:ascii="Browallia New" w:hAnsi="Browallia New" w:cs="Browallia New" w:hint="cs"/>
          <w:sz w:val="28"/>
          <w:szCs w:val="28"/>
          <w:cs/>
          <w:lang w:bidi="th-TH"/>
        </w:rPr>
        <w:t>ระหว่างกาลของบริษัท</w:t>
      </w:r>
      <w:r w:rsidRPr="00956D28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F126BB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ศูนย์บริการเหล็กสยาม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จำกัด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 xml:space="preserve"> (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มหาชน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>)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bookmarkEnd w:id="1"/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และบริษัทย่อย</w:t>
      </w:r>
      <w:r w:rsidR="00F027A8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="00F027A8">
        <w:rPr>
          <w:rFonts w:ascii="Browallia New" w:hAnsi="Browallia New" w:cs="Browallia New"/>
          <w:sz w:val="28"/>
          <w:szCs w:val="28"/>
          <w:lang w:val="en-US" w:bidi="th-TH"/>
        </w:rPr>
        <w:t>(</w:t>
      </w:r>
      <w:r w:rsidR="00F027A8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กลุ่มบริษัท</w:t>
      </w:r>
      <w:r w:rsidR="00F027A8">
        <w:rPr>
          <w:rFonts w:ascii="Browallia New" w:hAnsi="Browallia New" w:cs="Browallia New"/>
          <w:sz w:val="28"/>
          <w:szCs w:val="28"/>
          <w:lang w:val="en-US" w:bidi="th-TH"/>
        </w:rPr>
        <w:t xml:space="preserve">) </w:t>
      </w:r>
      <w:r w:rsidR="00107483" w:rsidRPr="00BD7B86">
        <w:rPr>
          <w:rFonts w:ascii="Browallia New" w:hAnsi="Browallia New" w:cs="Browallia New" w:hint="cs"/>
          <w:sz w:val="28"/>
          <w:szCs w:val="28"/>
          <w:cs/>
          <w:lang w:bidi="th-TH"/>
        </w:rPr>
        <w:t>ซึ่ง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ประกอบด้วย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งบฐานะการเงินรวมและ</w:t>
      </w:r>
      <w:r w:rsidR="00967519">
        <w:rPr>
          <w:rFonts w:ascii="Browallia New" w:hAnsi="Browallia New" w:cs="Browallia New" w:hint="cs"/>
          <w:sz w:val="28"/>
          <w:szCs w:val="28"/>
          <w:cs/>
          <w:lang w:bidi="th-TH"/>
        </w:rPr>
        <w:t>เ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ฉพา</w:t>
      </w:r>
      <w:r w:rsidR="00474B8E">
        <w:rPr>
          <w:rFonts w:ascii="Browallia New" w:hAnsi="Browallia New" w:cs="Browallia New" w:hint="cs"/>
          <w:sz w:val="28"/>
          <w:szCs w:val="28"/>
          <w:cs/>
          <w:lang w:bidi="th-TH"/>
        </w:rPr>
        <w:t>ะ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ณ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วันที่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52367B" w:rsidRPr="0052367B">
        <w:rPr>
          <w:rFonts w:ascii="Browallia New" w:hAnsi="Browallia New" w:cs="Browallia New" w:hint="cs"/>
          <w:sz w:val="28"/>
          <w:szCs w:val="28"/>
          <w:lang w:val="en-US" w:bidi="th-TH"/>
        </w:rPr>
        <w:t xml:space="preserve">30 </w:t>
      </w:r>
      <w:r w:rsidR="0052367B" w:rsidRPr="0052367B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กันยายน </w:t>
      </w:r>
      <w:r w:rsidR="00BD7B86">
        <w:rPr>
          <w:rFonts w:ascii="Browallia New" w:hAnsi="Browallia New" w:cs="Browallia New"/>
          <w:sz w:val="28"/>
          <w:szCs w:val="28"/>
          <w:lang w:val="en-US" w:bidi="th-TH"/>
        </w:rPr>
        <w:t>2567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งบกำไรขาดทุนเบ็ดเสร็จรวมและเฉพาะบริษัท</w:t>
      </w:r>
      <w:r w:rsidR="00E112D5" w:rsidRPr="00E112D5">
        <w:rPr>
          <w:rFonts w:ascii="Browallia New" w:hAnsi="Browallia New" w:cs="Browallia New" w:hint="cs"/>
          <w:sz w:val="28"/>
          <w:szCs w:val="28"/>
          <w:cs/>
          <w:lang w:bidi="th-TH"/>
        </w:rPr>
        <w:t>สำหรับงวดสามเดือนและเก้าเดือนสิ้นสุด</w:t>
      </w:r>
      <w:r w:rsidR="000A0E25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วันที่ </w:t>
      </w:r>
      <w:r w:rsidR="0052367B" w:rsidRPr="0052367B">
        <w:rPr>
          <w:rFonts w:ascii="Browallia New" w:hAnsi="Browallia New" w:cs="Browallia New" w:hint="cs"/>
          <w:sz w:val="28"/>
          <w:szCs w:val="28"/>
          <w:lang w:val="en-US" w:bidi="th-TH"/>
        </w:rPr>
        <w:t xml:space="preserve">30 </w:t>
      </w:r>
      <w:r w:rsidR="0052367B" w:rsidRPr="0052367B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กันยายน </w:t>
      </w:r>
      <w:r w:rsidR="00F70A01">
        <w:rPr>
          <w:rFonts w:ascii="Browallia New" w:hAnsi="Browallia New" w:cs="Browallia New"/>
          <w:sz w:val="28"/>
          <w:szCs w:val="28"/>
          <w:lang w:val="en-US" w:bidi="th-TH"/>
        </w:rPr>
        <w:t>2567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งบการเปลี่ยนแปลงส่วนของ</w:t>
      </w:r>
      <w:r w:rsidR="006178E4">
        <w:rPr>
          <w:rFonts w:ascii="Browallia New" w:hAnsi="Browallia New" w:cs="Browallia New" w:hint="cs"/>
          <w:sz w:val="28"/>
          <w:szCs w:val="28"/>
          <w:cs/>
          <w:lang w:bidi="th-TH"/>
        </w:rPr>
        <w:t>ผู้ถือหุ้น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รวมและเฉพาะบริษัท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รวมถึงงบกระแสเงินสดรวมและเฉพาะบริษัท</w:t>
      </w:r>
      <w:r w:rsidR="00E112D5" w:rsidRPr="00E112D5">
        <w:rPr>
          <w:rFonts w:ascii="Browallia New" w:hAnsi="Browallia New" w:cs="Browallia New" w:hint="cs"/>
          <w:sz w:val="28"/>
          <w:szCs w:val="28"/>
          <w:cs/>
          <w:lang w:bidi="th-TH"/>
        </w:rPr>
        <w:t>สำหรับงวดเก้าเดือนสิ้นสุด</w:t>
      </w:r>
      <w:r w:rsidR="00E51152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วันเดียวกัน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และหมายเหตุประกอบ</w:t>
      </w:r>
      <w:r w:rsidR="007A5C2F">
        <w:rPr>
          <w:rFonts w:ascii="Browallia New" w:hAnsi="Browallia New" w:cs="Browallia New" w:hint="cs"/>
          <w:sz w:val="28"/>
          <w:szCs w:val="28"/>
          <w:cs/>
          <w:lang w:bidi="th-TH"/>
        </w:rPr>
        <w:t>งบ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การเงินระหว่างกาลแบบย่อ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ซึ่งผู้บริหารของบริษัทเป็นผู้รับผิดชอบในการจัดทำและนำเสนอข้อมูลทางการเงินรวมและเฉพา</w:t>
      </w:r>
      <w:r w:rsidR="004318CE">
        <w:rPr>
          <w:rFonts w:ascii="Browallia New" w:hAnsi="Browallia New" w:cs="Browallia New" w:hint="cs"/>
          <w:sz w:val="28"/>
          <w:szCs w:val="28"/>
          <w:cs/>
          <w:lang w:bidi="th-TH"/>
        </w:rPr>
        <w:t>ะ บ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ริษั</w:t>
      </w:r>
      <w:r w:rsidR="004318CE">
        <w:rPr>
          <w:rFonts w:ascii="Browallia New" w:hAnsi="Browallia New" w:cs="Browallia New" w:hint="cs"/>
          <w:sz w:val="28"/>
          <w:szCs w:val="28"/>
          <w:cs/>
          <w:lang w:bidi="th-TH"/>
        </w:rPr>
        <w:t>ท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ระหว่างกาลนี้ตามมาตรฐานการบัญชี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ฉบับที่</w:t>
      </w:r>
      <w:r w:rsidR="00107483" w:rsidRPr="00107483">
        <w:rPr>
          <w:rFonts w:ascii="Browallia New" w:hAnsi="Browallia New" w:cs="Browallia New"/>
          <w:sz w:val="28"/>
          <w:szCs w:val="28"/>
          <w:lang w:val="en-US" w:bidi="th-TH"/>
        </w:rPr>
        <w:t xml:space="preserve"> 34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เรื่อง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ส่วนข้าพเจ้าเป็นผู้รับผิดชอบในการให้ข้อสรุปเกี่ยวกับข้อมูลทางการเงินรวมและเฉพาะบริษัทระหว่างกาลดังกล่าวจากผลการสอบทานของข้าพเจ้า</w:t>
      </w:r>
    </w:p>
    <w:p w14:paraId="5831A875" w14:textId="5E37F4F8" w:rsidR="00CD4D4E" w:rsidRPr="007C2D33" w:rsidRDefault="00CD4D4E" w:rsidP="00AD3B26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3C23F08F" w14:textId="2AA331D7" w:rsidR="00CD4D4E" w:rsidRPr="00A23298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  <w:rtl/>
          <w:lang w:val="en-US"/>
        </w:rPr>
      </w:pPr>
      <w:r w:rsidRPr="00A2329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6E3E66" w:rsidRDefault="00CD4D4E" w:rsidP="0016775F">
      <w:pPr>
        <w:jc w:val="thaiDistribute"/>
        <w:rPr>
          <w:rFonts w:ascii="Browallia New" w:hAnsi="Browallia New" w:cs="Browallia New"/>
          <w:sz w:val="22"/>
          <w:szCs w:val="22"/>
          <w:rtl/>
          <w:cs/>
        </w:rPr>
      </w:pPr>
    </w:p>
    <w:p w14:paraId="4DDF1F7D" w14:textId="77777777" w:rsidR="00E27C06" w:rsidRPr="00E27C06" w:rsidRDefault="00E27C06" w:rsidP="00E27C06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ข้าพเจ้าได้ปฏิบัติงานสอบทานตามมาตรฐานงานสอบทาน รหัส </w:t>
      </w:r>
      <w:r w:rsidRPr="00E27C06">
        <w:rPr>
          <w:rFonts w:ascii="Browallia New" w:hAnsi="Browallia New" w:cs="Browallia New"/>
          <w:sz w:val="28"/>
          <w:szCs w:val="28"/>
          <w:lang w:bidi="th-TH"/>
        </w:rPr>
        <w:t>2410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“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การสอบทานข้อมูลทางการเงิน</w:t>
      </w:r>
      <w:r w:rsidRPr="00E27C06">
        <w:rPr>
          <w:rFonts w:ascii="Browallia New" w:hAnsi="Browallia New" w:cs="Browallia New"/>
          <w:sz w:val="28"/>
          <w:szCs w:val="28"/>
          <w:lang w:bidi="th-TH"/>
        </w:rPr>
        <w:br/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ระหว่างกาลโดยผู้สอบบัญชีรับอนุญาตของบริษัท</w:t>
      </w:r>
      <w:r w:rsidRPr="00E27C06">
        <w:rPr>
          <w:rFonts w:ascii="Browallia New" w:hAnsi="Browallia New" w:cs="Browallia New" w:hint="eastAsia"/>
          <w:sz w:val="28"/>
          <w:szCs w:val="28"/>
          <w:cs/>
          <w:lang w:bidi="th-TH"/>
        </w:rPr>
        <w:t>”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การสอบทานข้อมูลทางการเงินระหว่างกาลประกอบด้วย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7A76CF24" w14:textId="1BA28BE4" w:rsidR="0034149A" w:rsidRPr="00663338" w:rsidRDefault="00663338" w:rsidP="00663338">
      <w:pPr>
        <w:spacing w:after="0" w:line="240" w:lineRule="auto"/>
        <w:rPr>
          <w:rFonts w:cstheme="minorBidi"/>
          <w:noProof/>
          <w:lang w:val="en-US" w:bidi="th-TH"/>
        </w:rPr>
      </w:pPr>
      <w:r>
        <w:rPr>
          <w:rFonts w:cs="Angsana New"/>
          <w:noProof/>
          <w:cs/>
          <w:lang w:val="en-US" w:bidi="th-TH"/>
        </w:rPr>
        <w:br w:type="page"/>
      </w:r>
    </w:p>
    <w:p w14:paraId="4DF1DF40" w14:textId="5D987C65" w:rsidR="00CD4D4E" w:rsidRPr="00A23298" w:rsidRDefault="00CD4D4E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A2329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D65332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7850B72E" w14:textId="2A9385D9" w:rsidR="00D752F4" w:rsidRPr="00D752F4" w:rsidRDefault="00D752F4" w:rsidP="00204678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D752F4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รวมและเฉพาะบริษัทระหว่างกาลดังกล่าวไม่ได้จัดทำขึ้นตามมาตรฐานการบัญชี</w:t>
      </w:r>
      <w:r w:rsidRPr="00D752F4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D752F4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Pr="00D752F4">
        <w:rPr>
          <w:rFonts w:ascii="BrowalliaUPC" w:hAnsi="BrowalliaUPC" w:cs="BrowalliaUPC"/>
          <w:sz w:val="28"/>
          <w:szCs w:val="28"/>
          <w:lang w:bidi="th-TH"/>
        </w:rPr>
        <w:t xml:space="preserve"> 34</w:t>
      </w:r>
      <w:r w:rsidRPr="00D752F4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D752F4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Pr="00D752F4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D752F4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="00204678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D752F4">
        <w:rPr>
          <w:rFonts w:ascii="BrowalliaUPC" w:hAnsi="BrowalliaUPC" w:cs="BrowalliaUPC" w:hint="cs"/>
          <w:sz w:val="28"/>
          <w:szCs w:val="28"/>
          <w:cs/>
          <w:lang w:bidi="th-TH"/>
        </w:rPr>
        <w:t>ในสาระสำคัญจากการสอบทานของข้าพเจ้า</w:t>
      </w:r>
    </w:p>
    <w:p w14:paraId="5B95F694" w14:textId="4090106B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</w:p>
    <w:p w14:paraId="71D2AC7D" w14:textId="77777777" w:rsidR="00C932BD" w:rsidRPr="006E3E66" w:rsidRDefault="00C932BD" w:rsidP="00142624">
      <w:pPr>
        <w:spacing w:after="0" w:line="240" w:lineRule="auto"/>
        <w:rPr>
          <w:rFonts w:ascii="Browallia New" w:hAnsi="Browallia New" w:cs="Browallia New"/>
          <w:sz w:val="16"/>
          <w:szCs w:val="16"/>
        </w:rPr>
      </w:pPr>
    </w:p>
    <w:p w14:paraId="0C4F89CB" w14:textId="77777777" w:rsidR="005458AA" w:rsidRDefault="005458AA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</w:p>
    <w:p w14:paraId="6F7B15A1" w14:textId="77777777" w:rsidR="00204678" w:rsidRPr="00142624" w:rsidRDefault="00204678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</w:p>
    <w:p w14:paraId="53A57895" w14:textId="69DEAE21" w:rsidR="00142624" w:rsidRPr="00C350EF" w:rsidRDefault="00D461CD" w:rsidP="00142624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cs/>
        </w:rPr>
      </w:pPr>
      <w:r w:rsidRPr="00056FDA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เกษณี สระทองพูล</w:t>
      </w:r>
    </w:p>
    <w:p w14:paraId="0E0FD2DC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1018F686" w14:textId="68FDB51D" w:rsidR="00142624" w:rsidRPr="00EC7AB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ทะเบียนเลขที่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D461CD">
        <w:rPr>
          <w:rFonts w:ascii="Browallia New" w:hAnsi="Browallia New" w:cs="Browallia New"/>
          <w:sz w:val="28"/>
          <w:szCs w:val="28"/>
          <w:lang w:bidi="th-TH"/>
        </w:rPr>
        <w:t>9262</w:t>
      </w:r>
    </w:p>
    <w:p w14:paraId="28B639CA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691651F3" w14:textId="69D785D4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บริษัท แกรนท์ </w:t>
      </w:r>
      <w:proofErr w:type="spellStart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71D3BC51" w14:textId="62581B25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76DDC83E" w14:textId="469B782E" w:rsidR="00D15EA5" w:rsidRDefault="001F3C41" w:rsidP="00CA7C0E">
      <w:pPr>
        <w:spacing w:after="0" w:line="240" w:lineRule="auto"/>
      </w:pPr>
      <w:r w:rsidRPr="001F3C41">
        <w:rPr>
          <w:rFonts w:ascii="Browallia New" w:hAnsi="Browallia New" w:cs="Browallia New"/>
          <w:sz w:val="28"/>
          <w:szCs w:val="28"/>
          <w:lang w:val="en-US" w:bidi="th-TH"/>
        </w:rPr>
        <w:t>7</w:t>
      </w:r>
      <w:r w:rsidR="00EE2359" w:rsidRPr="001F3C41">
        <w:rPr>
          <w:rFonts w:ascii="Browallia New" w:hAnsi="Browallia New" w:cs="Browallia New"/>
          <w:sz w:val="28"/>
          <w:szCs w:val="28"/>
          <w:lang w:val="en-US" w:bidi="th-TH"/>
        </w:rPr>
        <w:t xml:space="preserve"> </w:t>
      </w:r>
      <w:r w:rsidR="00EE2359" w:rsidRPr="001F3C41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พฤศจิกายน 2567</w:t>
      </w:r>
    </w:p>
    <w:sectPr w:rsidR="00D15EA5" w:rsidSect="00945ECC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3B33C" w14:textId="77777777" w:rsidR="00B31B03" w:rsidRDefault="00B31B03">
      <w:r>
        <w:separator/>
      </w:r>
    </w:p>
  </w:endnote>
  <w:endnote w:type="continuationSeparator" w:id="0">
    <w:p w14:paraId="65241E17" w14:textId="77777777" w:rsidR="00B31B03" w:rsidRDefault="00B31B03">
      <w:r>
        <w:continuationSeparator/>
      </w:r>
    </w:p>
  </w:endnote>
  <w:endnote w:type="continuationNotice" w:id="1">
    <w:p w14:paraId="5289E5A9" w14:textId="77777777" w:rsidR="00B31B03" w:rsidRDefault="00B31B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7D5C2" w14:textId="77777777" w:rsidR="00B31B03" w:rsidRDefault="00B31B03">
      <w:bookmarkStart w:id="0" w:name="_Hlk482348182"/>
      <w:bookmarkEnd w:id="0"/>
      <w:r>
        <w:separator/>
      </w:r>
    </w:p>
  </w:footnote>
  <w:footnote w:type="continuationSeparator" w:id="0">
    <w:p w14:paraId="0B031389" w14:textId="77777777" w:rsidR="00B31B03" w:rsidRDefault="00B31B03">
      <w:r>
        <w:continuationSeparator/>
      </w:r>
    </w:p>
  </w:footnote>
  <w:footnote w:type="continuationNotice" w:id="1">
    <w:p w14:paraId="7C97F9D7" w14:textId="77777777" w:rsidR="00B31B03" w:rsidRDefault="00B31B0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00713" w14:textId="77777777" w:rsidR="009B1F44" w:rsidRDefault="009B1F4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3F004" w14:textId="0DC5C4EE" w:rsidR="00B63D0E" w:rsidRDefault="00B63D0E" w:rsidP="00D96128">
    <w:pPr>
      <w:pStyle w:val="Header"/>
      <w:jc w:val="right"/>
    </w:pPr>
  </w:p>
  <w:p w14:paraId="4A9BB6FF" w14:textId="77777777" w:rsidR="00D460E7" w:rsidRPr="0079502D" w:rsidRDefault="00D460E7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A6A4D" w14:textId="77777777" w:rsidR="00D15EA5" w:rsidRDefault="00D15EA5" w:rsidP="00D15EA5">
    <w:pPr>
      <w:pStyle w:val="Header"/>
      <w:tabs>
        <w:tab w:val="clear" w:pos="8562"/>
        <w:tab w:val="left" w:pos="5328"/>
      </w:tabs>
      <w:spacing w:after="1418"/>
    </w:pPr>
  </w:p>
  <w:p w14:paraId="43326A2E" w14:textId="133F2087" w:rsidR="00CB1648" w:rsidRPr="006932D7" w:rsidRDefault="00CB1648" w:rsidP="00CB1648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bookmarkStart w:id="2" w:name="Footer3_tbl"/>
    <w:bookmarkEnd w:id="2"/>
    <w:r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  <w:r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โดย</w:t>
    </w:r>
    <w:r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</w:p>
  <w:p w14:paraId="0047683C" w14:textId="00202CA0" w:rsidR="00D460E7" w:rsidRDefault="00D460E7" w:rsidP="00A255FF">
    <w:pPr>
      <w:pStyle w:val="Header"/>
      <w:tabs>
        <w:tab w:val="clear" w:pos="8562"/>
        <w:tab w:val="left" w:pos="5328"/>
      </w:tabs>
      <w:spacing w:line="276" w:lineRule="auto"/>
      <w:rPr>
        <w:lang w:bidi="th-TH"/>
      </w:rPr>
    </w:pPr>
  </w:p>
  <w:p w14:paraId="4E76693D" w14:textId="6E8B6F19" w:rsidR="00D460E7" w:rsidRDefault="00D460E7" w:rsidP="00D9612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pStyle w:val="Table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BA976CF"/>
    <w:multiLevelType w:val="multilevel"/>
    <w:tmpl w:val="98FC98AC"/>
    <w:numStyleLink w:val="GTListNumber"/>
  </w:abstractNum>
  <w:abstractNum w:abstractNumId="13" w15:restartNumberingAfterBreak="0">
    <w:nsid w:val="52BD6E2A"/>
    <w:multiLevelType w:val="multilevel"/>
    <w:tmpl w:val="98FC98AC"/>
    <w:styleLink w:val="GTListNumber"/>
    <w:lvl w:ilvl="0">
      <w:start w:val="1"/>
      <w:numFmt w:val="decimal"/>
      <w:pStyle w:val="List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5DDB5E6E"/>
    <w:multiLevelType w:val="multilevel"/>
    <w:tmpl w:val="FAE6F968"/>
    <w:numStyleLink w:val="GTListBullet"/>
  </w:abstractNum>
  <w:abstractNum w:abstractNumId="15" w15:restartNumberingAfterBreak="0">
    <w:nsid w:val="61BC3D3D"/>
    <w:multiLevelType w:val="multilevel"/>
    <w:tmpl w:val="FAE6F968"/>
    <w:styleLink w:val="GTListBullet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List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7F924C95"/>
    <w:multiLevelType w:val="multilevel"/>
    <w:tmpl w:val="0D561ACA"/>
    <w:numStyleLink w:val="GTNumberedHeadings"/>
  </w:abstractNum>
  <w:num w:numId="1" w16cid:durableId="587159849">
    <w:abstractNumId w:val="3"/>
  </w:num>
  <w:num w:numId="2" w16cid:durableId="960576282">
    <w:abstractNumId w:val="2"/>
  </w:num>
  <w:num w:numId="3" w16cid:durableId="2080397210">
    <w:abstractNumId w:val="1"/>
  </w:num>
  <w:num w:numId="4" w16cid:durableId="1268006974">
    <w:abstractNumId w:val="0"/>
  </w:num>
  <w:num w:numId="5" w16cid:durableId="1820343169">
    <w:abstractNumId w:val="6"/>
  </w:num>
  <w:num w:numId="6" w16cid:durableId="527792611">
    <w:abstractNumId w:val="5"/>
  </w:num>
  <w:num w:numId="7" w16cid:durableId="1267693572">
    <w:abstractNumId w:val="10"/>
  </w:num>
  <w:num w:numId="8" w16cid:durableId="1509834159">
    <w:abstractNumId w:val="16"/>
  </w:num>
  <w:num w:numId="9" w16cid:durableId="1244559526">
    <w:abstractNumId w:val="5"/>
  </w:num>
  <w:num w:numId="10" w16cid:durableId="1539050963">
    <w:abstractNumId w:val="15"/>
  </w:num>
  <w:num w:numId="11" w16cid:durableId="1480076265">
    <w:abstractNumId w:val="13"/>
  </w:num>
  <w:num w:numId="12" w16cid:durableId="854999131">
    <w:abstractNumId w:val="4"/>
  </w:num>
  <w:num w:numId="13" w16cid:durableId="601884978">
    <w:abstractNumId w:val="8"/>
  </w:num>
  <w:num w:numId="14" w16cid:durableId="1537698326">
    <w:abstractNumId w:val="7"/>
  </w:num>
  <w:num w:numId="15" w16cid:durableId="120734656">
    <w:abstractNumId w:val="8"/>
  </w:num>
  <w:num w:numId="16" w16cid:durableId="790900539">
    <w:abstractNumId w:val="9"/>
  </w:num>
  <w:num w:numId="17" w16cid:durableId="1556043057">
    <w:abstractNumId w:val="11"/>
  </w:num>
  <w:num w:numId="18" w16cid:durableId="1313750335">
    <w:abstractNumId w:val="15"/>
  </w:num>
  <w:num w:numId="19" w16cid:durableId="552078831">
    <w:abstractNumId w:val="13"/>
  </w:num>
  <w:num w:numId="20" w16cid:durableId="1416590528">
    <w:abstractNumId w:val="4"/>
  </w:num>
  <w:num w:numId="21" w16cid:durableId="1423065897">
    <w:abstractNumId w:val="8"/>
  </w:num>
  <w:num w:numId="22" w16cid:durableId="2046978030">
    <w:abstractNumId w:val="7"/>
  </w:num>
  <w:num w:numId="23" w16cid:durableId="395317627">
    <w:abstractNumId w:val="7"/>
  </w:num>
  <w:num w:numId="24" w16cid:durableId="1532645887">
    <w:abstractNumId w:val="7"/>
  </w:num>
  <w:num w:numId="25" w16cid:durableId="873347330">
    <w:abstractNumId w:val="8"/>
  </w:num>
  <w:num w:numId="26" w16cid:durableId="80760812">
    <w:abstractNumId w:val="8"/>
  </w:num>
  <w:num w:numId="27" w16cid:durableId="1686134681">
    <w:abstractNumId w:val="8"/>
  </w:num>
  <w:num w:numId="28" w16cid:durableId="1673725373">
    <w:abstractNumId w:val="14"/>
  </w:num>
  <w:num w:numId="29" w16cid:durableId="211576855">
    <w:abstractNumId w:val="14"/>
  </w:num>
  <w:num w:numId="30" w16cid:durableId="651833962">
    <w:abstractNumId w:val="14"/>
  </w:num>
  <w:num w:numId="31" w16cid:durableId="276446661">
    <w:abstractNumId w:val="12"/>
  </w:num>
  <w:num w:numId="32" w16cid:durableId="1579821398">
    <w:abstractNumId w:val="12"/>
  </w:num>
  <w:num w:numId="33" w16cid:durableId="42993154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7C0"/>
    <w:rsid w:val="00002D0C"/>
    <w:rsid w:val="00004B8D"/>
    <w:rsid w:val="000162B0"/>
    <w:rsid w:val="0003023B"/>
    <w:rsid w:val="00031D17"/>
    <w:rsid w:val="00044ACE"/>
    <w:rsid w:val="0004550E"/>
    <w:rsid w:val="0004586C"/>
    <w:rsid w:val="00052614"/>
    <w:rsid w:val="00052D13"/>
    <w:rsid w:val="00055CAD"/>
    <w:rsid w:val="00056D1F"/>
    <w:rsid w:val="00062183"/>
    <w:rsid w:val="00063850"/>
    <w:rsid w:val="00067A2B"/>
    <w:rsid w:val="000723F7"/>
    <w:rsid w:val="00074485"/>
    <w:rsid w:val="00080552"/>
    <w:rsid w:val="000828F1"/>
    <w:rsid w:val="00082F59"/>
    <w:rsid w:val="00084DB3"/>
    <w:rsid w:val="000875D8"/>
    <w:rsid w:val="00091269"/>
    <w:rsid w:val="000942EA"/>
    <w:rsid w:val="00094333"/>
    <w:rsid w:val="00097FAB"/>
    <w:rsid w:val="000A0E25"/>
    <w:rsid w:val="000A6A37"/>
    <w:rsid w:val="000B65E3"/>
    <w:rsid w:val="000B7090"/>
    <w:rsid w:val="000C0200"/>
    <w:rsid w:val="000C2481"/>
    <w:rsid w:val="000E52CE"/>
    <w:rsid w:val="000F20C3"/>
    <w:rsid w:val="000F3AAB"/>
    <w:rsid w:val="000F6E25"/>
    <w:rsid w:val="001011DF"/>
    <w:rsid w:val="0010545B"/>
    <w:rsid w:val="00107483"/>
    <w:rsid w:val="00112B69"/>
    <w:rsid w:val="00115980"/>
    <w:rsid w:val="001316D3"/>
    <w:rsid w:val="00142624"/>
    <w:rsid w:val="00142760"/>
    <w:rsid w:val="00142E5B"/>
    <w:rsid w:val="0014696A"/>
    <w:rsid w:val="0015136A"/>
    <w:rsid w:val="00151C35"/>
    <w:rsid w:val="001554CD"/>
    <w:rsid w:val="00155A91"/>
    <w:rsid w:val="001613E2"/>
    <w:rsid w:val="0016243B"/>
    <w:rsid w:val="0016459D"/>
    <w:rsid w:val="00165C63"/>
    <w:rsid w:val="00167017"/>
    <w:rsid w:val="0016775F"/>
    <w:rsid w:val="00171228"/>
    <w:rsid w:val="00173FE5"/>
    <w:rsid w:val="00180D92"/>
    <w:rsid w:val="00182F9F"/>
    <w:rsid w:val="00183CA9"/>
    <w:rsid w:val="0019210D"/>
    <w:rsid w:val="001950D2"/>
    <w:rsid w:val="00197A9E"/>
    <w:rsid w:val="001A3BFB"/>
    <w:rsid w:val="001A3C20"/>
    <w:rsid w:val="001B198C"/>
    <w:rsid w:val="001B2FB1"/>
    <w:rsid w:val="001B4277"/>
    <w:rsid w:val="001B7388"/>
    <w:rsid w:val="001D2302"/>
    <w:rsid w:val="001D7BB3"/>
    <w:rsid w:val="001E120A"/>
    <w:rsid w:val="001E12A6"/>
    <w:rsid w:val="001E498F"/>
    <w:rsid w:val="001F3C41"/>
    <w:rsid w:val="002013D4"/>
    <w:rsid w:val="00204678"/>
    <w:rsid w:val="00205D1E"/>
    <w:rsid w:val="0022326F"/>
    <w:rsid w:val="0022518C"/>
    <w:rsid w:val="00237A7E"/>
    <w:rsid w:val="002406C6"/>
    <w:rsid w:val="00241F16"/>
    <w:rsid w:val="00241FFC"/>
    <w:rsid w:val="0024288C"/>
    <w:rsid w:val="00247969"/>
    <w:rsid w:val="002509DC"/>
    <w:rsid w:val="00255767"/>
    <w:rsid w:val="0026182A"/>
    <w:rsid w:val="00267FB3"/>
    <w:rsid w:val="002722BD"/>
    <w:rsid w:val="00274DEB"/>
    <w:rsid w:val="00277EBE"/>
    <w:rsid w:val="002838FB"/>
    <w:rsid w:val="00285249"/>
    <w:rsid w:val="002A1DBB"/>
    <w:rsid w:val="002A252E"/>
    <w:rsid w:val="002A6FF5"/>
    <w:rsid w:val="002B0BF8"/>
    <w:rsid w:val="002B0D38"/>
    <w:rsid w:val="002B127F"/>
    <w:rsid w:val="002B2E2D"/>
    <w:rsid w:val="002B5A4A"/>
    <w:rsid w:val="002C623D"/>
    <w:rsid w:val="002D4A93"/>
    <w:rsid w:val="002D5A0F"/>
    <w:rsid w:val="002D6E25"/>
    <w:rsid w:val="002E02F4"/>
    <w:rsid w:val="002E0620"/>
    <w:rsid w:val="002E22A1"/>
    <w:rsid w:val="002E7F1E"/>
    <w:rsid w:val="002F2DEB"/>
    <w:rsid w:val="002F3903"/>
    <w:rsid w:val="002F4A52"/>
    <w:rsid w:val="002F731F"/>
    <w:rsid w:val="002F7D90"/>
    <w:rsid w:val="0030026A"/>
    <w:rsid w:val="0030289F"/>
    <w:rsid w:val="00305173"/>
    <w:rsid w:val="00305674"/>
    <w:rsid w:val="00321A76"/>
    <w:rsid w:val="00327E0F"/>
    <w:rsid w:val="003304A5"/>
    <w:rsid w:val="003324B7"/>
    <w:rsid w:val="00335E5B"/>
    <w:rsid w:val="0034149A"/>
    <w:rsid w:val="0034150A"/>
    <w:rsid w:val="00342105"/>
    <w:rsid w:val="00344FA8"/>
    <w:rsid w:val="00345E2E"/>
    <w:rsid w:val="00354F5D"/>
    <w:rsid w:val="00363BA3"/>
    <w:rsid w:val="00363D79"/>
    <w:rsid w:val="00365ECE"/>
    <w:rsid w:val="00374146"/>
    <w:rsid w:val="003744DA"/>
    <w:rsid w:val="00380D7F"/>
    <w:rsid w:val="00384904"/>
    <w:rsid w:val="003A39F6"/>
    <w:rsid w:val="003A46D5"/>
    <w:rsid w:val="003B4CCD"/>
    <w:rsid w:val="003B4DED"/>
    <w:rsid w:val="003C08B4"/>
    <w:rsid w:val="003C12C5"/>
    <w:rsid w:val="003C27EF"/>
    <w:rsid w:val="003C32E9"/>
    <w:rsid w:val="003C3898"/>
    <w:rsid w:val="003C4FBA"/>
    <w:rsid w:val="003C6E7E"/>
    <w:rsid w:val="003D04B6"/>
    <w:rsid w:val="003D2605"/>
    <w:rsid w:val="003D64D6"/>
    <w:rsid w:val="003E034A"/>
    <w:rsid w:val="003E3E21"/>
    <w:rsid w:val="003E46F9"/>
    <w:rsid w:val="003E47F7"/>
    <w:rsid w:val="003E7B92"/>
    <w:rsid w:val="003F1162"/>
    <w:rsid w:val="003F3036"/>
    <w:rsid w:val="003F5A96"/>
    <w:rsid w:val="003F6E21"/>
    <w:rsid w:val="00401416"/>
    <w:rsid w:val="00403344"/>
    <w:rsid w:val="0041189C"/>
    <w:rsid w:val="0041478C"/>
    <w:rsid w:val="00416281"/>
    <w:rsid w:val="00420A67"/>
    <w:rsid w:val="00422353"/>
    <w:rsid w:val="004234B1"/>
    <w:rsid w:val="00423650"/>
    <w:rsid w:val="00426915"/>
    <w:rsid w:val="004318CE"/>
    <w:rsid w:val="00433F63"/>
    <w:rsid w:val="00435788"/>
    <w:rsid w:val="004359E6"/>
    <w:rsid w:val="00436BAD"/>
    <w:rsid w:val="00443CE3"/>
    <w:rsid w:val="00452E7B"/>
    <w:rsid w:val="004546FA"/>
    <w:rsid w:val="00456EA9"/>
    <w:rsid w:val="00462BCB"/>
    <w:rsid w:val="00463364"/>
    <w:rsid w:val="00467E3A"/>
    <w:rsid w:val="00474B8E"/>
    <w:rsid w:val="00477CE3"/>
    <w:rsid w:val="00481FE7"/>
    <w:rsid w:val="00483360"/>
    <w:rsid w:val="0048532C"/>
    <w:rsid w:val="00487E39"/>
    <w:rsid w:val="0049103F"/>
    <w:rsid w:val="0049697C"/>
    <w:rsid w:val="004A0DFE"/>
    <w:rsid w:val="004A3C62"/>
    <w:rsid w:val="004B0974"/>
    <w:rsid w:val="004C0971"/>
    <w:rsid w:val="004C0C25"/>
    <w:rsid w:val="004C162E"/>
    <w:rsid w:val="004C2111"/>
    <w:rsid w:val="004C60FA"/>
    <w:rsid w:val="004C732E"/>
    <w:rsid w:val="004D0FD8"/>
    <w:rsid w:val="004D20AE"/>
    <w:rsid w:val="004D3578"/>
    <w:rsid w:val="004D6145"/>
    <w:rsid w:val="004F1A16"/>
    <w:rsid w:val="004F207F"/>
    <w:rsid w:val="004F48CE"/>
    <w:rsid w:val="004F5D91"/>
    <w:rsid w:val="005070FA"/>
    <w:rsid w:val="00510DEA"/>
    <w:rsid w:val="005120B6"/>
    <w:rsid w:val="0051281D"/>
    <w:rsid w:val="00515302"/>
    <w:rsid w:val="0052186A"/>
    <w:rsid w:val="00521DBB"/>
    <w:rsid w:val="0052367B"/>
    <w:rsid w:val="00531986"/>
    <w:rsid w:val="005321DA"/>
    <w:rsid w:val="00541F8D"/>
    <w:rsid w:val="005458AA"/>
    <w:rsid w:val="00547541"/>
    <w:rsid w:val="0054756D"/>
    <w:rsid w:val="00551365"/>
    <w:rsid w:val="005627FF"/>
    <w:rsid w:val="00562A93"/>
    <w:rsid w:val="00566D4E"/>
    <w:rsid w:val="00570DE3"/>
    <w:rsid w:val="00577D61"/>
    <w:rsid w:val="005822AC"/>
    <w:rsid w:val="00584376"/>
    <w:rsid w:val="00591F0D"/>
    <w:rsid w:val="00592E3C"/>
    <w:rsid w:val="00594DA2"/>
    <w:rsid w:val="00595912"/>
    <w:rsid w:val="005A29D0"/>
    <w:rsid w:val="005A38B9"/>
    <w:rsid w:val="005B1823"/>
    <w:rsid w:val="005B405A"/>
    <w:rsid w:val="005C19FC"/>
    <w:rsid w:val="005C2CCB"/>
    <w:rsid w:val="005C5652"/>
    <w:rsid w:val="005C6479"/>
    <w:rsid w:val="005C69FD"/>
    <w:rsid w:val="005D200B"/>
    <w:rsid w:val="005D7025"/>
    <w:rsid w:val="005E2D67"/>
    <w:rsid w:val="005E5578"/>
    <w:rsid w:val="005F4D62"/>
    <w:rsid w:val="006014C1"/>
    <w:rsid w:val="00610ED7"/>
    <w:rsid w:val="006178E4"/>
    <w:rsid w:val="00620CE3"/>
    <w:rsid w:val="00621086"/>
    <w:rsid w:val="00621F92"/>
    <w:rsid w:val="00623E7C"/>
    <w:rsid w:val="00634D49"/>
    <w:rsid w:val="006365A1"/>
    <w:rsid w:val="00636AA2"/>
    <w:rsid w:val="00642AC6"/>
    <w:rsid w:val="00653B85"/>
    <w:rsid w:val="00663338"/>
    <w:rsid w:val="00665B13"/>
    <w:rsid w:val="00666764"/>
    <w:rsid w:val="0066694B"/>
    <w:rsid w:val="00667DB6"/>
    <w:rsid w:val="006771E8"/>
    <w:rsid w:val="00677C01"/>
    <w:rsid w:val="00683934"/>
    <w:rsid w:val="00683CC7"/>
    <w:rsid w:val="00683FF3"/>
    <w:rsid w:val="0068647B"/>
    <w:rsid w:val="00692CA5"/>
    <w:rsid w:val="006932D7"/>
    <w:rsid w:val="00696C42"/>
    <w:rsid w:val="006A3B2F"/>
    <w:rsid w:val="006B0232"/>
    <w:rsid w:val="006B06A2"/>
    <w:rsid w:val="006B0D03"/>
    <w:rsid w:val="006B71AD"/>
    <w:rsid w:val="006C030D"/>
    <w:rsid w:val="006C10C0"/>
    <w:rsid w:val="006C3D37"/>
    <w:rsid w:val="006C6376"/>
    <w:rsid w:val="006D173B"/>
    <w:rsid w:val="006D37EE"/>
    <w:rsid w:val="006D6FF5"/>
    <w:rsid w:val="006E3E66"/>
    <w:rsid w:val="006E66CC"/>
    <w:rsid w:val="006F1B19"/>
    <w:rsid w:val="006F29ED"/>
    <w:rsid w:val="006F3D30"/>
    <w:rsid w:val="006F4F77"/>
    <w:rsid w:val="006F53EE"/>
    <w:rsid w:val="0070147C"/>
    <w:rsid w:val="007064E7"/>
    <w:rsid w:val="00714FD6"/>
    <w:rsid w:val="007172B7"/>
    <w:rsid w:val="00724BD1"/>
    <w:rsid w:val="007265F7"/>
    <w:rsid w:val="00731894"/>
    <w:rsid w:val="00734885"/>
    <w:rsid w:val="00736CA4"/>
    <w:rsid w:val="00744C9C"/>
    <w:rsid w:val="00746796"/>
    <w:rsid w:val="00746D91"/>
    <w:rsid w:val="007532AA"/>
    <w:rsid w:val="0075598A"/>
    <w:rsid w:val="007616F9"/>
    <w:rsid w:val="00761813"/>
    <w:rsid w:val="00767313"/>
    <w:rsid w:val="00771B85"/>
    <w:rsid w:val="00772F19"/>
    <w:rsid w:val="0077410D"/>
    <w:rsid w:val="00775DA6"/>
    <w:rsid w:val="0078150B"/>
    <w:rsid w:val="0078170A"/>
    <w:rsid w:val="00781E84"/>
    <w:rsid w:val="00790956"/>
    <w:rsid w:val="007922FD"/>
    <w:rsid w:val="007926CC"/>
    <w:rsid w:val="0079502D"/>
    <w:rsid w:val="007A0755"/>
    <w:rsid w:val="007A31CE"/>
    <w:rsid w:val="007A31D9"/>
    <w:rsid w:val="007A5C2F"/>
    <w:rsid w:val="007A74F9"/>
    <w:rsid w:val="007C6354"/>
    <w:rsid w:val="007C74BA"/>
    <w:rsid w:val="007D41A1"/>
    <w:rsid w:val="007F2896"/>
    <w:rsid w:val="007F5DF3"/>
    <w:rsid w:val="008033D0"/>
    <w:rsid w:val="00803FB6"/>
    <w:rsid w:val="008059EF"/>
    <w:rsid w:val="00806118"/>
    <w:rsid w:val="008128F7"/>
    <w:rsid w:val="00812938"/>
    <w:rsid w:val="0081651C"/>
    <w:rsid w:val="00825DB1"/>
    <w:rsid w:val="00827B71"/>
    <w:rsid w:val="00830DAC"/>
    <w:rsid w:val="0083134C"/>
    <w:rsid w:val="00832F51"/>
    <w:rsid w:val="008367AC"/>
    <w:rsid w:val="00837B54"/>
    <w:rsid w:val="00842B74"/>
    <w:rsid w:val="00843100"/>
    <w:rsid w:val="00847054"/>
    <w:rsid w:val="00850F25"/>
    <w:rsid w:val="00852EAB"/>
    <w:rsid w:val="008534AA"/>
    <w:rsid w:val="008541C2"/>
    <w:rsid w:val="008550C0"/>
    <w:rsid w:val="00860797"/>
    <w:rsid w:val="00864DCC"/>
    <w:rsid w:val="008719C2"/>
    <w:rsid w:val="00874DAB"/>
    <w:rsid w:val="00876CE2"/>
    <w:rsid w:val="008808EB"/>
    <w:rsid w:val="00884701"/>
    <w:rsid w:val="00884FF7"/>
    <w:rsid w:val="00887416"/>
    <w:rsid w:val="008878CD"/>
    <w:rsid w:val="008909CF"/>
    <w:rsid w:val="00894ACE"/>
    <w:rsid w:val="008A1F2A"/>
    <w:rsid w:val="008A3206"/>
    <w:rsid w:val="008A769F"/>
    <w:rsid w:val="008B19D9"/>
    <w:rsid w:val="008B1FD3"/>
    <w:rsid w:val="008B204B"/>
    <w:rsid w:val="008B75CE"/>
    <w:rsid w:val="008C03F2"/>
    <w:rsid w:val="008C49AE"/>
    <w:rsid w:val="008C59F7"/>
    <w:rsid w:val="008E7687"/>
    <w:rsid w:val="008F0E3C"/>
    <w:rsid w:val="008F11FA"/>
    <w:rsid w:val="008F33AE"/>
    <w:rsid w:val="008F4ACA"/>
    <w:rsid w:val="008F4D06"/>
    <w:rsid w:val="008F693F"/>
    <w:rsid w:val="00906ACE"/>
    <w:rsid w:val="00912F98"/>
    <w:rsid w:val="00917FBB"/>
    <w:rsid w:val="009219CA"/>
    <w:rsid w:val="009223D3"/>
    <w:rsid w:val="00931D7A"/>
    <w:rsid w:val="00935D8D"/>
    <w:rsid w:val="00942FE8"/>
    <w:rsid w:val="0094491D"/>
    <w:rsid w:val="00944D9C"/>
    <w:rsid w:val="00945ECC"/>
    <w:rsid w:val="0094756B"/>
    <w:rsid w:val="009529F0"/>
    <w:rsid w:val="00956D28"/>
    <w:rsid w:val="00957E70"/>
    <w:rsid w:val="00967519"/>
    <w:rsid w:val="00970DAB"/>
    <w:rsid w:val="0097321D"/>
    <w:rsid w:val="00973827"/>
    <w:rsid w:val="00974FF6"/>
    <w:rsid w:val="00981786"/>
    <w:rsid w:val="00983476"/>
    <w:rsid w:val="00986DCF"/>
    <w:rsid w:val="009919C7"/>
    <w:rsid w:val="00991AFA"/>
    <w:rsid w:val="00992531"/>
    <w:rsid w:val="00992F4D"/>
    <w:rsid w:val="00995CD5"/>
    <w:rsid w:val="009A1787"/>
    <w:rsid w:val="009A4F5A"/>
    <w:rsid w:val="009A5E33"/>
    <w:rsid w:val="009A73BE"/>
    <w:rsid w:val="009B0EF7"/>
    <w:rsid w:val="009B1BF4"/>
    <w:rsid w:val="009B1F44"/>
    <w:rsid w:val="009B4573"/>
    <w:rsid w:val="009C002A"/>
    <w:rsid w:val="009C13FD"/>
    <w:rsid w:val="009D7D65"/>
    <w:rsid w:val="009E1288"/>
    <w:rsid w:val="009E278C"/>
    <w:rsid w:val="009F1831"/>
    <w:rsid w:val="009F20A3"/>
    <w:rsid w:val="009F6EDC"/>
    <w:rsid w:val="00A035CE"/>
    <w:rsid w:val="00A0537F"/>
    <w:rsid w:val="00A0602E"/>
    <w:rsid w:val="00A06C1F"/>
    <w:rsid w:val="00A07FFA"/>
    <w:rsid w:val="00A11FB4"/>
    <w:rsid w:val="00A1550B"/>
    <w:rsid w:val="00A21134"/>
    <w:rsid w:val="00A23298"/>
    <w:rsid w:val="00A255FF"/>
    <w:rsid w:val="00A30D5D"/>
    <w:rsid w:val="00A35782"/>
    <w:rsid w:val="00A357F5"/>
    <w:rsid w:val="00A362F9"/>
    <w:rsid w:val="00A416C7"/>
    <w:rsid w:val="00A43EE6"/>
    <w:rsid w:val="00A4585A"/>
    <w:rsid w:val="00A5338F"/>
    <w:rsid w:val="00A605AC"/>
    <w:rsid w:val="00A60F49"/>
    <w:rsid w:val="00A61E15"/>
    <w:rsid w:val="00A66F91"/>
    <w:rsid w:val="00A70229"/>
    <w:rsid w:val="00A918D1"/>
    <w:rsid w:val="00A93A9A"/>
    <w:rsid w:val="00A955A3"/>
    <w:rsid w:val="00A97122"/>
    <w:rsid w:val="00AA219C"/>
    <w:rsid w:val="00AA374C"/>
    <w:rsid w:val="00AA59B5"/>
    <w:rsid w:val="00AA5C16"/>
    <w:rsid w:val="00AB1178"/>
    <w:rsid w:val="00AB1F31"/>
    <w:rsid w:val="00AB690D"/>
    <w:rsid w:val="00AC107E"/>
    <w:rsid w:val="00AC31D4"/>
    <w:rsid w:val="00AC5641"/>
    <w:rsid w:val="00AC6098"/>
    <w:rsid w:val="00AC7203"/>
    <w:rsid w:val="00AD3B26"/>
    <w:rsid w:val="00AD3BA9"/>
    <w:rsid w:val="00AE0B3E"/>
    <w:rsid w:val="00AE1107"/>
    <w:rsid w:val="00AE2BF6"/>
    <w:rsid w:val="00AE3370"/>
    <w:rsid w:val="00AE3D5B"/>
    <w:rsid w:val="00AE64CA"/>
    <w:rsid w:val="00AF7092"/>
    <w:rsid w:val="00B024C2"/>
    <w:rsid w:val="00B06DA3"/>
    <w:rsid w:val="00B07427"/>
    <w:rsid w:val="00B11BC1"/>
    <w:rsid w:val="00B1324D"/>
    <w:rsid w:val="00B1491C"/>
    <w:rsid w:val="00B157E2"/>
    <w:rsid w:val="00B2262F"/>
    <w:rsid w:val="00B24A45"/>
    <w:rsid w:val="00B24D1F"/>
    <w:rsid w:val="00B25B92"/>
    <w:rsid w:val="00B26948"/>
    <w:rsid w:val="00B2694B"/>
    <w:rsid w:val="00B31B03"/>
    <w:rsid w:val="00B32AF7"/>
    <w:rsid w:val="00B34D51"/>
    <w:rsid w:val="00B36886"/>
    <w:rsid w:val="00B36A0E"/>
    <w:rsid w:val="00B36BA1"/>
    <w:rsid w:val="00B40D67"/>
    <w:rsid w:val="00B43C45"/>
    <w:rsid w:val="00B554C9"/>
    <w:rsid w:val="00B55EE8"/>
    <w:rsid w:val="00B56E6C"/>
    <w:rsid w:val="00B61053"/>
    <w:rsid w:val="00B63D0E"/>
    <w:rsid w:val="00B726C1"/>
    <w:rsid w:val="00B7300A"/>
    <w:rsid w:val="00B7383B"/>
    <w:rsid w:val="00B73ABA"/>
    <w:rsid w:val="00B76798"/>
    <w:rsid w:val="00B80873"/>
    <w:rsid w:val="00B80F70"/>
    <w:rsid w:val="00B83039"/>
    <w:rsid w:val="00B84213"/>
    <w:rsid w:val="00B85BEF"/>
    <w:rsid w:val="00B950AC"/>
    <w:rsid w:val="00BA45C6"/>
    <w:rsid w:val="00BA5B00"/>
    <w:rsid w:val="00BB0371"/>
    <w:rsid w:val="00BB1897"/>
    <w:rsid w:val="00BB1A07"/>
    <w:rsid w:val="00BB3C27"/>
    <w:rsid w:val="00BB6DAD"/>
    <w:rsid w:val="00BB7346"/>
    <w:rsid w:val="00BB7B51"/>
    <w:rsid w:val="00BC0B6C"/>
    <w:rsid w:val="00BC1555"/>
    <w:rsid w:val="00BC60A9"/>
    <w:rsid w:val="00BC7E1D"/>
    <w:rsid w:val="00BD1B7B"/>
    <w:rsid w:val="00BD2A32"/>
    <w:rsid w:val="00BD7B86"/>
    <w:rsid w:val="00BE054C"/>
    <w:rsid w:val="00BE0C8A"/>
    <w:rsid w:val="00BE0F9C"/>
    <w:rsid w:val="00BE334D"/>
    <w:rsid w:val="00BE4988"/>
    <w:rsid w:val="00BE5F37"/>
    <w:rsid w:val="00BE6C0B"/>
    <w:rsid w:val="00BF1C24"/>
    <w:rsid w:val="00BF5E73"/>
    <w:rsid w:val="00C02B08"/>
    <w:rsid w:val="00C06939"/>
    <w:rsid w:val="00C173BF"/>
    <w:rsid w:val="00C21E3B"/>
    <w:rsid w:val="00C3462C"/>
    <w:rsid w:val="00C350EF"/>
    <w:rsid w:val="00C35B1A"/>
    <w:rsid w:val="00C41C7D"/>
    <w:rsid w:val="00C43E64"/>
    <w:rsid w:val="00C61474"/>
    <w:rsid w:val="00C63023"/>
    <w:rsid w:val="00C63743"/>
    <w:rsid w:val="00C76C6C"/>
    <w:rsid w:val="00C80EC5"/>
    <w:rsid w:val="00C85669"/>
    <w:rsid w:val="00C86BB9"/>
    <w:rsid w:val="00C8707C"/>
    <w:rsid w:val="00C8772C"/>
    <w:rsid w:val="00C932BD"/>
    <w:rsid w:val="00C962F7"/>
    <w:rsid w:val="00CA43FD"/>
    <w:rsid w:val="00CA53F3"/>
    <w:rsid w:val="00CA6B90"/>
    <w:rsid w:val="00CA7C0E"/>
    <w:rsid w:val="00CB04A0"/>
    <w:rsid w:val="00CB1648"/>
    <w:rsid w:val="00CB18EB"/>
    <w:rsid w:val="00CB2617"/>
    <w:rsid w:val="00CB335B"/>
    <w:rsid w:val="00CB441E"/>
    <w:rsid w:val="00CB7C59"/>
    <w:rsid w:val="00CC39D8"/>
    <w:rsid w:val="00CC72E9"/>
    <w:rsid w:val="00CD25C2"/>
    <w:rsid w:val="00CD4D4E"/>
    <w:rsid w:val="00CE24E5"/>
    <w:rsid w:val="00CE41DB"/>
    <w:rsid w:val="00CE4D96"/>
    <w:rsid w:val="00CF1EA0"/>
    <w:rsid w:val="00D078C4"/>
    <w:rsid w:val="00D12C62"/>
    <w:rsid w:val="00D15EA5"/>
    <w:rsid w:val="00D2100B"/>
    <w:rsid w:val="00D21C4A"/>
    <w:rsid w:val="00D22EA1"/>
    <w:rsid w:val="00D24220"/>
    <w:rsid w:val="00D25945"/>
    <w:rsid w:val="00D3089E"/>
    <w:rsid w:val="00D31D7A"/>
    <w:rsid w:val="00D33E60"/>
    <w:rsid w:val="00D36624"/>
    <w:rsid w:val="00D4167D"/>
    <w:rsid w:val="00D460E7"/>
    <w:rsid w:val="00D461CD"/>
    <w:rsid w:val="00D51761"/>
    <w:rsid w:val="00D56772"/>
    <w:rsid w:val="00D6214B"/>
    <w:rsid w:val="00D63ABC"/>
    <w:rsid w:val="00D643B7"/>
    <w:rsid w:val="00D65332"/>
    <w:rsid w:val="00D675F1"/>
    <w:rsid w:val="00D73B96"/>
    <w:rsid w:val="00D752F4"/>
    <w:rsid w:val="00D76674"/>
    <w:rsid w:val="00D77942"/>
    <w:rsid w:val="00D80807"/>
    <w:rsid w:val="00D8318A"/>
    <w:rsid w:val="00D8552A"/>
    <w:rsid w:val="00D865BA"/>
    <w:rsid w:val="00D86917"/>
    <w:rsid w:val="00D92F9A"/>
    <w:rsid w:val="00D935D4"/>
    <w:rsid w:val="00D9427D"/>
    <w:rsid w:val="00D96128"/>
    <w:rsid w:val="00DA36EE"/>
    <w:rsid w:val="00DA452E"/>
    <w:rsid w:val="00DA5128"/>
    <w:rsid w:val="00DB308D"/>
    <w:rsid w:val="00DB5F40"/>
    <w:rsid w:val="00DD1913"/>
    <w:rsid w:val="00DD19E8"/>
    <w:rsid w:val="00DD1E47"/>
    <w:rsid w:val="00DD2DAA"/>
    <w:rsid w:val="00DD58DD"/>
    <w:rsid w:val="00DD61A9"/>
    <w:rsid w:val="00DD6D28"/>
    <w:rsid w:val="00DD6EF1"/>
    <w:rsid w:val="00DE21F6"/>
    <w:rsid w:val="00DE4958"/>
    <w:rsid w:val="00E04361"/>
    <w:rsid w:val="00E064FD"/>
    <w:rsid w:val="00E0779C"/>
    <w:rsid w:val="00E1053A"/>
    <w:rsid w:val="00E112D5"/>
    <w:rsid w:val="00E13654"/>
    <w:rsid w:val="00E15DB7"/>
    <w:rsid w:val="00E16418"/>
    <w:rsid w:val="00E213DE"/>
    <w:rsid w:val="00E26803"/>
    <w:rsid w:val="00E26AF3"/>
    <w:rsid w:val="00E276E0"/>
    <w:rsid w:val="00E27C06"/>
    <w:rsid w:val="00E314EA"/>
    <w:rsid w:val="00E33FDA"/>
    <w:rsid w:val="00E406D5"/>
    <w:rsid w:val="00E41CEF"/>
    <w:rsid w:val="00E431DE"/>
    <w:rsid w:val="00E4627C"/>
    <w:rsid w:val="00E51152"/>
    <w:rsid w:val="00E51F41"/>
    <w:rsid w:val="00E56701"/>
    <w:rsid w:val="00E62754"/>
    <w:rsid w:val="00E64D2D"/>
    <w:rsid w:val="00E65B63"/>
    <w:rsid w:val="00E66DBA"/>
    <w:rsid w:val="00E86B53"/>
    <w:rsid w:val="00E9110B"/>
    <w:rsid w:val="00EA1946"/>
    <w:rsid w:val="00EA2B6F"/>
    <w:rsid w:val="00EA7AE9"/>
    <w:rsid w:val="00EB0FF0"/>
    <w:rsid w:val="00EB3478"/>
    <w:rsid w:val="00EB4B39"/>
    <w:rsid w:val="00EB5266"/>
    <w:rsid w:val="00EB6FE3"/>
    <w:rsid w:val="00EC21F6"/>
    <w:rsid w:val="00EC3F90"/>
    <w:rsid w:val="00EC4368"/>
    <w:rsid w:val="00EC7AB4"/>
    <w:rsid w:val="00ED1DAF"/>
    <w:rsid w:val="00ED2359"/>
    <w:rsid w:val="00EE0F65"/>
    <w:rsid w:val="00EE1186"/>
    <w:rsid w:val="00EE2359"/>
    <w:rsid w:val="00EE311F"/>
    <w:rsid w:val="00EE44DA"/>
    <w:rsid w:val="00EE59BD"/>
    <w:rsid w:val="00EF190C"/>
    <w:rsid w:val="00EF4D43"/>
    <w:rsid w:val="00F01358"/>
    <w:rsid w:val="00F027A8"/>
    <w:rsid w:val="00F06D18"/>
    <w:rsid w:val="00F07510"/>
    <w:rsid w:val="00F126BB"/>
    <w:rsid w:val="00F144E0"/>
    <w:rsid w:val="00F14BC2"/>
    <w:rsid w:val="00F14C5E"/>
    <w:rsid w:val="00F246A1"/>
    <w:rsid w:val="00F27115"/>
    <w:rsid w:val="00F351A5"/>
    <w:rsid w:val="00F37917"/>
    <w:rsid w:val="00F43D66"/>
    <w:rsid w:val="00F506D1"/>
    <w:rsid w:val="00F5513E"/>
    <w:rsid w:val="00F57904"/>
    <w:rsid w:val="00F63F3F"/>
    <w:rsid w:val="00F66FA5"/>
    <w:rsid w:val="00F701FA"/>
    <w:rsid w:val="00F70A01"/>
    <w:rsid w:val="00F71678"/>
    <w:rsid w:val="00F730E3"/>
    <w:rsid w:val="00F755E9"/>
    <w:rsid w:val="00F76B8B"/>
    <w:rsid w:val="00F80ED2"/>
    <w:rsid w:val="00F86F5F"/>
    <w:rsid w:val="00F909CD"/>
    <w:rsid w:val="00F974D1"/>
    <w:rsid w:val="00F97986"/>
    <w:rsid w:val="00FA121E"/>
    <w:rsid w:val="00FA16E0"/>
    <w:rsid w:val="00FB3500"/>
    <w:rsid w:val="00FC0A8E"/>
    <w:rsid w:val="00FC1D75"/>
    <w:rsid w:val="00FC4397"/>
    <w:rsid w:val="00FC499D"/>
    <w:rsid w:val="00FC57F5"/>
    <w:rsid w:val="00FD05AD"/>
    <w:rsid w:val="00FD0666"/>
    <w:rsid w:val="00FD44D7"/>
    <w:rsid w:val="00FD7295"/>
    <w:rsid w:val="00FE1BF5"/>
    <w:rsid w:val="00FE2187"/>
    <w:rsid w:val="00FE320C"/>
    <w:rsid w:val="00FE7DDA"/>
    <w:rsid w:val="00FF1EFE"/>
    <w:rsid w:val="00FF5E37"/>
    <w:rsid w:val="4F9D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53C54334-C07B-4C64-9867-4E8FEA82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numPr>
        <w:numId w:val="30"/>
      </w:numPr>
    </w:pPr>
  </w:style>
  <w:style w:type="paragraph" w:styleId="ListNumber">
    <w:name w:val="List Number"/>
    <w:basedOn w:val="Normal"/>
    <w:uiPriority w:val="1"/>
    <w:qFormat/>
    <w:rsid w:val="00894ACE"/>
    <w:pPr>
      <w:numPr>
        <w:numId w:val="33"/>
      </w:numPr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numPr>
        <w:ilvl w:val="1"/>
        <w:numId w:val="30"/>
      </w:numPr>
    </w:pPr>
  </w:style>
  <w:style w:type="paragraph" w:styleId="ListNumber2">
    <w:name w:val="List Number 2"/>
    <w:basedOn w:val="Normal"/>
    <w:uiPriority w:val="1"/>
    <w:qFormat/>
    <w:rsid w:val="00894ACE"/>
    <w:pPr>
      <w:numPr>
        <w:ilvl w:val="1"/>
        <w:numId w:val="33"/>
      </w:numPr>
    </w:pPr>
  </w:style>
  <w:style w:type="paragraph" w:styleId="ListNumber3">
    <w:name w:val="List Number 3"/>
    <w:basedOn w:val="Normal"/>
    <w:uiPriority w:val="1"/>
    <w:qFormat/>
    <w:rsid w:val="00894ACE"/>
    <w:pPr>
      <w:numPr>
        <w:ilvl w:val="2"/>
        <w:numId w:val="33"/>
      </w:numPr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numPr>
        <w:ilvl w:val="2"/>
        <w:numId w:val="30"/>
      </w:numPr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3">
    <w:name w:val="Table Bullet 3"/>
    <w:basedOn w:val="ListBullet3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3">
    <w:name w:val="Table Number 3"/>
    <w:basedOn w:val="ListNumber3"/>
    <w:uiPriority w:val="9"/>
    <w:qFormat/>
    <w:rsid w:val="00894ACE"/>
    <w:pPr>
      <w:numPr>
        <w:numId w:val="27"/>
      </w:numPr>
      <w:spacing w:before="60" w:after="60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numbering" w:customStyle="1" w:styleId="GTParagraphBullet1">
    <w:name w:val="GT Paragraph Bullet1"/>
    <w:uiPriority w:val="99"/>
    <w:rsid w:val="00B11BC1"/>
  </w:style>
  <w:style w:type="paragraph" w:styleId="Revision">
    <w:name w:val="Revision"/>
    <w:hidden/>
    <w:uiPriority w:val="99"/>
    <w:semiHidden/>
    <w:rsid w:val="00595912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46a28d-acc8-4027-86ce-a8901ee39950" xsi:nil="true"/>
    <lcf76f155ced4ddcb4097134ff3c332f xmlns="020f492e-a77f-4278-87f4-9272f37a7ee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2039314A7CD24A9A315FD8E924ACCD" ma:contentTypeVersion="16" ma:contentTypeDescription="Create a new document." ma:contentTypeScope="" ma:versionID="618e551d21fc4f1280e5392488ef4799">
  <xsd:schema xmlns:xsd="http://www.w3.org/2001/XMLSchema" xmlns:xs="http://www.w3.org/2001/XMLSchema" xmlns:p="http://schemas.microsoft.com/office/2006/metadata/properties" xmlns:ns2="020f492e-a77f-4278-87f4-9272f37a7eea" xmlns:ns3="68977692-7f51-4061-9340-5ca34e58b187" xmlns:ns4="9c46a28d-acc8-4027-86ce-a8901ee39950" targetNamespace="http://schemas.microsoft.com/office/2006/metadata/properties" ma:root="true" ma:fieldsID="2a95e2746aec4bf5b28a69b26e4dad46" ns2:_="" ns3:_="" ns4:_="">
    <xsd:import namespace="020f492e-a77f-4278-87f4-9272f37a7eea"/>
    <xsd:import namespace="68977692-7f51-4061-9340-5ca34e58b187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f492e-a77f-4278-87f4-9272f37a7e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77692-7f51-4061-9340-5ca34e58b18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3A33DD-3E20-400C-984F-F00B3B176C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22F49-3FF1-4BC8-A191-7291BF491AB3}">
  <ds:schemaRefs>
    <ds:schemaRef ds:uri="http://purl.org/dc/terms/"/>
    <ds:schemaRef ds:uri="http://schemas.microsoft.com/office/2006/documentManagement/types"/>
    <ds:schemaRef ds:uri="9c46a28d-acc8-4027-86ce-a8901ee39950"/>
    <ds:schemaRef ds:uri="http://schemas.microsoft.com/office/infopath/2007/PartnerControls"/>
    <ds:schemaRef ds:uri="020f492e-a77f-4278-87f4-9272f37a7eea"/>
    <ds:schemaRef ds:uri="http://purl.org/dc/elements/1.1/"/>
    <ds:schemaRef ds:uri="http://schemas.openxmlformats.org/package/2006/metadata/core-properties"/>
    <ds:schemaRef ds:uri="68977692-7f51-4061-9340-5ca34e58b187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CBEB95E-43F0-4D9E-AB6B-C858A3871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0f492e-a77f-4278-87f4-9272f37a7eea"/>
    <ds:schemaRef ds:uri="68977692-7f51-4061-9340-5ca34e58b187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289</TotalTime>
  <Pages>2</Pages>
  <Words>355</Words>
  <Characters>1391</Characters>
  <Application>Microsoft Office Word</Application>
  <DocSecurity>0</DocSecurity>
  <Lines>11</Lines>
  <Paragraphs>3</Paragraphs>
  <ScaleCrop>false</ScaleCrop>
  <Company>Grant Thornton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Chaveewan Srikun</cp:lastModifiedBy>
  <cp:revision>126</cp:revision>
  <cp:lastPrinted>2023-08-08T04:42:00Z</cp:lastPrinted>
  <dcterms:created xsi:type="dcterms:W3CDTF">2022-10-27T06:24:00Z</dcterms:created>
  <dcterms:modified xsi:type="dcterms:W3CDTF">2024-11-06T06:59:00Z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0x010100562039314A7CD24A9A315FD8E924ACCD</vt:lpwstr>
  </property>
  <property fmtid="{D5CDD505-2E9C-101B-9397-08002B2CF9AE}" pid="4" name="MediaServiceImageTags">
    <vt:lpwstr/>
  </property>
</Properties>
</file>