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6246D" w14:textId="4E8EB0EB" w:rsidR="003E4706" w:rsidRPr="003F014A" w:rsidRDefault="003E4706" w:rsidP="003E0B20">
      <w:pPr>
        <w:rPr>
          <w:rFonts w:ascii="Browallia New" w:hAnsi="Browallia New" w:cs="Browallia New"/>
          <w:b/>
          <w:bCs/>
        </w:rPr>
      </w:pPr>
      <w:bookmarkStart w:id="0" w:name="_GoBack"/>
      <w:bookmarkEnd w:id="0"/>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2AD5915C" w:rsidR="002776AD" w:rsidRPr="005C2BD1" w:rsidRDefault="002776AD" w:rsidP="003E0B20">
      <w:pPr>
        <w:rPr>
          <w:rFonts w:ascii="Browallia New" w:hAnsi="Browallia New" w:cs="Browallia New"/>
          <w:b/>
          <w:bCs/>
          <w:cs/>
          <w:lang w:val="en-GB"/>
        </w:rPr>
      </w:pPr>
      <w:r w:rsidRPr="005C2BD1">
        <w:rPr>
          <w:rFonts w:ascii="Browallia New" w:hAnsi="Browallia New" w:cs="Browallia New"/>
          <w:b/>
          <w:bCs/>
          <w:cs/>
        </w:rPr>
        <w:t>หมายเหตุ</w:t>
      </w:r>
      <w:r w:rsidRPr="00680E85">
        <w:rPr>
          <w:rFonts w:ascii="Browallia New" w:hAnsi="Browallia New" w:cs="Browallia New"/>
          <w:b/>
          <w:bCs/>
          <w:cs/>
        </w:rPr>
        <w:t>ประกอบ</w:t>
      </w:r>
      <w:r w:rsidRPr="00623927">
        <w:rPr>
          <w:rFonts w:ascii="Browallia New" w:hAnsi="Browallia New" w:cs="Browallia New"/>
          <w:b/>
          <w:bCs/>
          <w:cs/>
        </w:rPr>
        <w:t>งบการเงินระหว่างกาลแบบย่อ</w:t>
      </w:r>
    </w:p>
    <w:p w14:paraId="0CD8D281" w14:textId="4DB8DD07" w:rsidR="00B078D4" w:rsidRDefault="00097923" w:rsidP="00B078D4">
      <w:pPr>
        <w:rPr>
          <w:rFonts w:ascii="Browallia New" w:hAnsi="Browallia New" w:cs="Browallia New"/>
          <w:b/>
          <w:bCs/>
        </w:rPr>
      </w:pPr>
      <w:r w:rsidRPr="00097923">
        <w:rPr>
          <w:rFonts w:ascii="Browallia New" w:hAnsi="Browallia New" w:cs="Browallia New"/>
          <w:b/>
          <w:bCs/>
          <w:cs/>
        </w:rPr>
        <w:t>สำหรับงวดสามเดือน</w:t>
      </w:r>
      <w:r w:rsidRPr="00097923">
        <w:rPr>
          <w:rFonts w:ascii="Browallia New" w:hAnsi="Browallia New" w:cs="Browallia New" w:hint="cs"/>
          <w:b/>
          <w:bCs/>
          <w:cs/>
        </w:rPr>
        <w:t>และเก้าเดือน</w:t>
      </w:r>
      <w:r w:rsidRPr="00097923">
        <w:rPr>
          <w:rFonts w:ascii="Browallia New" w:hAnsi="Browallia New" w:cs="Browallia New"/>
          <w:b/>
          <w:bCs/>
          <w:cs/>
        </w:rPr>
        <w:t>สิ้นสุดวันที่</w:t>
      </w:r>
      <w:r w:rsidRPr="00097923">
        <w:rPr>
          <w:rFonts w:ascii="Browallia New" w:hAnsi="Browallia New" w:cs="Browallia New"/>
          <w:b/>
          <w:bCs/>
        </w:rPr>
        <w:t xml:space="preserve"> 30 </w:t>
      </w:r>
      <w:r w:rsidRPr="00097923">
        <w:rPr>
          <w:rFonts w:ascii="Browallia New" w:hAnsi="Browallia New" w:cs="Browallia New" w:hint="cs"/>
          <w:b/>
          <w:bCs/>
          <w:cs/>
        </w:rPr>
        <w:t>กันยายน</w:t>
      </w:r>
      <w:r w:rsidR="00B078D4">
        <w:rPr>
          <w:rFonts w:ascii="Browallia New" w:eastAsia="Cordia New" w:hAnsi="Browallia New" w:cs="Browallia New"/>
          <w:b/>
          <w:bCs/>
        </w:rPr>
        <w:t xml:space="preserve"> 2566</w:t>
      </w:r>
      <w:r w:rsidR="00B078D4" w:rsidRPr="005C2BD1">
        <w:rPr>
          <w:rFonts w:ascii="Browallia New" w:hAnsi="Browallia New" w:cs="Browallia New"/>
          <w:b/>
          <w:bCs/>
        </w:rPr>
        <w:t xml:space="preserve"> (</w:t>
      </w:r>
      <w:r w:rsidR="00B078D4" w:rsidRPr="005C2BD1">
        <w:rPr>
          <w:rFonts w:ascii="Browallia New" w:hAnsi="Browallia New" w:cs="Browallia New"/>
          <w:b/>
          <w:bCs/>
          <w:cs/>
        </w:rPr>
        <w:t>ยังไม่ได้ตรวจสอบ</w:t>
      </w:r>
      <w:r w:rsidR="00B078D4" w:rsidRPr="005C2BD1">
        <w:rPr>
          <w:rFonts w:ascii="Browallia New" w:hAnsi="Browallia New" w:cs="Browallia New"/>
          <w:b/>
          <w:bCs/>
        </w:rPr>
        <w:t xml:space="preserve"> </w:t>
      </w:r>
      <w:r w:rsidR="00B078D4" w:rsidRPr="005C2BD1">
        <w:rPr>
          <w:rFonts w:ascii="Browallia New" w:hAnsi="Browallia New" w:cs="Browallia New"/>
          <w:b/>
          <w:bCs/>
          <w:cs/>
        </w:rPr>
        <w:t>แต่สอบทานแล้ว</w:t>
      </w:r>
      <w:r w:rsidR="00B078D4" w:rsidRPr="005C2BD1">
        <w:rPr>
          <w:rFonts w:ascii="Browallia New" w:hAnsi="Browallia New" w:cs="Browallia New"/>
          <w:b/>
          <w:bCs/>
        </w:rPr>
        <w:t>)</w:t>
      </w:r>
    </w:p>
    <w:p w14:paraId="70B9D6DD" w14:textId="77777777" w:rsidR="00B078D4" w:rsidRPr="005C2BD1" w:rsidRDefault="00B078D4" w:rsidP="00B078D4">
      <w:pPr>
        <w:rPr>
          <w:rFonts w:ascii="Browallia New" w:hAnsi="Browallia New" w:cs="Browallia New"/>
          <w:b/>
          <w:bCs/>
          <w:cs/>
        </w:rPr>
      </w:pPr>
    </w:p>
    <w:p w14:paraId="48562471" w14:textId="6C8F40F0"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r w:rsidR="00762D2F">
        <w:rPr>
          <w:rFonts w:ascii="Browallia New" w:hAnsi="Browallia New" w:cs="Browallia New" w:hint="cs"/>
          <w:b/>
          <w:bCs/>
          <w:cs/>
        </w:rPr>
        <w:t>และข้อมูลทั่วไป</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46CB8C2C"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w:t>
      </w:r>
      <w:r w:rsidR="00835247">
        <w:rPr>
          <w:rStyle w:val="normaltextrun"/>
          <w:rFonts w:ascii="Browallia New" w:hAnsi="Browallia New" w:cs="Browallia New" w:hint="cs"/>
          <w:sz w:val="28"/>
          <w:szCs w:val="28"/>
          <w:cs/>
        </w:rPr>
        <w:t>กี่</w:t>
      </w:r>
      <w:r w:rsidRPr="005C2BD1">
        <w:rPr>
          <w:rStyle w:val="normaltextrun"/>
          <w:rFonts w:ascii="Browallia New" w:hAnsi="Browallia New" w:cs="Browallia New"/>
          <w:sz w:val="28"/>
          <w:szCs w:val="28"/>
          <w:cs/>
        </w:rPr>
        <w:t>ยวกับการผลิตชิ้นส่วนที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ทำจากเหล็ก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5C2BD1"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Pr>
          <w:rStyle w:val="normaltextrun"/>
          <w:rFonts w:ascii="Browallia New" w:hAnsi="Browallia New" w:cs="Browallia New" w:hint="cs"/>
          <w:sz w:val="28"/>
          <w:szCs w:val="28"/>
          <w:cs/>
        </w:rPr>
        <w:t>สำนักงานใหญ่และ</w:t>
      </w:r>
      <w:r w:rsidR="00633BA9" w:rsidRPr="005C2BD1">
        <w:rPr>
          <w:rStyle w:val="normaltextrun"/>
          <w:rFonts w:ascii="Browallia New" w:hAnsi="Browallia New" w:cs="Browallia New"/>
          <w:sz w:val="28"/>
          <w:szCs w:val="28"/>
          <w:cs/>
        </w:rPr>
        <w:t>โรงงาน</w:t>
      </w:r>
      <w:r w:rsidR="00633BA9" w:rsidRPr="005C2BD1">
        <w:rPr>
          <w:rStyle w:val="normaltextrun"/>
          <w:rFonts w:ascii="Browallia New" w:hAnsi="Browallia New" w:cs="Browallia New"/>
          <w:sz w:val="28"/>
          <w:szCs w:val="28"/>
        </w:rPr>
        <w:t> 1 </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 51</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3 </w:t>
      </w:r>
      <w:r w:rsidR="00633BA9" w:rsidRPr="005C2BD1">
        <w:rPr>
          <w:rStyle w:val="normaltextrun"/>
          <w:rFonts w:ascii="Browallia New" w:hAnsi="Browallia New" w:cs="Browallia New"/>
          <w:sz w:val="28"/>
          <w:szCs w:val="28"/>
          <w:cs/>
        </w:rPr>
        <w:t>ถนนปู</w:t>
      </w:r>
      <w:r w:rsidR="008E5F5E">
        <w:rPr>
          <w:rStyle w:val="normaltextrun"/>
          <w:rFonts w:ascii="Browallia New" w:hAnsi="Browallia New" w:cs="Browallia New" w:hint="cs"/>
          <w:sz w:val="28"/>
          <w:szCs w:val="28"/>
          <w:cs/>
        </w:rPr>
        <w:t>่</w:t>
      </w:r>
      <w:r w:rsidR="00633BA9" w:rsidRPr="005C2BD1">
        <w:rPr>
          <w:rStyle w:val="normaltextrun"/>
          <w:rFonts w:ascii="Browallia New" w:hAnsi="Browallia New" w:cs="Browallia New"/>
          <w:sz w:val="28"/>
          <w:szCs w:val="28"/>
          <w:cs/>
        </w:rPr>
        <w:t>เจ้าสมิงพราย</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จังหวัดสมุทรปราการ</w:t>
      </w:r>
      <w:r w:rsidR="00633BA9" w:rsidRPr="005C2BD1">
        <w:rPr>
          <w:rStyle w:val="normaltextrun"/>
          <w:rFonts w:ascii="Browallia New" w:hAnsi="Browallia New" w:cs="Browallia New"/>
          <w:sz w:val="28"/>
          <w:szCs w:val="28"/>
        </w:rPr>
        <w:t> </w:t>
      </w:r>
      <w:r w:rsidR="00633BA9"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Okaya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สยามสตีลอินเตอร์เนชั่นแนล</w:t>
      </w:r>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5DF5EB12"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r w:rsidR="00FB2384">
        <w:rPr>
          <w:rFonts w:ascii="Browallia New" w:hAnsi="Browallia New" w:cs="Browallia New" w:hint="cs"/>
          <w:b/>
          <w:bCs/>
          <w:cs/>
        </w:rPr>
        <w:t>ระหว่างกาลและงบ</w:t>
      </w:r>
      <w:r w:rsidR="00EC0F11">
        <w:rPr>
          <w:rFonts w:ascii="Browallia New" w:hAnsi="Browallia New" w:cs="Browallia New" w:hint="cs"/>
          <w:b/>
          <w:bCs/>
          <w:cs/>
        </w:rPr>
        <w:t>การเงินรวม</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afd"/>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cs/>
          <w:lang w:val="th-TH"/>
        </w:rPr>
      </w:pPr>
    </w:p>
    <w:p w14:paraId="096F6104" w14:textId="68B79127" w:rsidR="00352D23" w:rsidRDefault="00E10A1B" w:rsidP="0052643A">
      <w:pPr>
        <w:ind w:left="828"/>
        <w:jc w:val="thaiDistribute"/>
        <w:rPr>
          <w:rFonts w:ascii="Browallia New" w:hAnsi="Browallia New" w:cs="Browallia New"/>
          <w:lang w:eastAsia="th-TH"/>
        </w:rPr>
      </w:pPr>
      <w:r w:rsidRPr="00E10A1B">
        <w:rPr>
          <w:rFonts w:ascii="Browallia New" w:hAnsi="Browallia New" w:cs="Browallia New"/>
          <w:cs/>
          <w:lang w:eastAsia="th-TH"/>
        </w:rPr>
        <w:t xml:space="preserve">งบการเงินระหว่างกาลสำหรับงวดสามเดือนและเก้าเดือนสิ้นสุดวันที่ </w:t>
      </w:r>
      <w:r w:rsidR="004A22ED" w:rsidRPr="004A22ED">
        <w:rPr>
          <w:rFonts w:ascii="Browallia New" w:hAnsi="Browallia New" w:cs="Browallia New"/>
          <w:lang w:eastAsia="th-TH"/>
        </w:rPr>
        <w:t>30</w:t>
      </w:r>
      <w:r w:rsidRPr="00E10A1B">
        <w:rPr>
          <w:rFonts w:ascii="Browallia New" w:hAnsi="Browallia New" w:cs="Browallia New"/>
          <w:cs/>
          <w:lang w:eastAsia="th-TH"/>
        </w:rPr>
        <w:t xml:space="preserve"> กันยายน </w:t>
      </w:r>
      <w:r w:rsidR="004A22ED" w:rsidRPr="004A22ED">
        <w:rPr>
          <w:rFonts w:ascii="Browallia New" w:hAnsi="Browallia New" w:cs="Browallia New"/>
          <w:lang w:eastAsia="th-TH"/>
        </w:rPr>
        <w:t>2566</w:t>
      </w:r>
      <w:r w:rsidRPr="00E10A1B">
        <w:rPr>
          <w:rFonts w:ascii="Browallia New" w:hAnsi="Browallia New" w:cs="Browallia New"/>
          <w:cs/>
          <w:lang w:eastAsia="th-TH"/>
        </w:rPr>
        <w:t xml:space="preserve"> จัดทำขึ้นตามมาตรฐานการบัญชี ฉบับที่ </w:t>
      </w:r>
      <w:r w:rsidR="004A22ED" w:rsidRPr="004A22ED">
        <w:rPr>
          <w:rFonts w:ascii="Browallia New" w:hAnsi="Browallia New" w:cs="Browallia New"/>
          <w:lang w:eastAsia="th-TH"/>
        </w:rPr>
        <w:t>34</w:t>
      </w:r>
      <w:r w:rsidRPr="00E10A1B">
        <w:rPr>
          <w:rFonts w:ascii="Browallia New" w:hAnsi="Browallia New" w:cs="Browallia New"/>
          <w:cs/>
          <w:lang w:eastAsia="th-TH"/>
        </w:rPr>
        <w:t xml:space="preserve"> เรื่อง การรายงานทางการเงินระหว่างกาล 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กฎระเบียบและประกาศคณะกรรมการกำกับหลักทรัพย์และตลาดหลักทรัพย์ที่เกี่ยวข้อง และได้นำเสนอในสกุลเงินบาทไทยโดยไม่ได้รวมข้อมูลทั้งหมดในงบการเงินประจำปีที่ได้จัดทำตามมาตรฐาน</w:t>
      </w:r>
      <w:r w:rsidR="004A22ED">
        <w:rPr>
          <w:rFonts w:ascii="Browallia New" w:hAnsi="Browallia New" w:cs="Browallia New"/>
          <w:lang w:eastAsia="th-TH"/>
        </w:rPr>
        <w:br/>
      </w:r>
      <w:r w:rsidRPr="00E10A1B">
        <w:rPr>
          <w:rFonts w:ascii="Browallia New" w:hAnsi="Browallia New" w:cs="Browallia New"/>
          <w:cs/>
          <w:lang w:eastAsia="th-TH"/>
        </w:rPr>
        <w:t xml:space="preserve">การรายงานทางการเงินของไทย ผู้ใช้งบการเงินควรใช้งบการเงินระหว่างกาลนี้ควบคู่กับงบการเงินสำหรับปีสิ้นสุดวันที่ </w:t>
      </w:r>
      <w:r w:rsidR="004A22ED" w:rsidRPr="004A22ED">
        <w:rPr>
          <w:rFonts w:ascii="Browallia New" w:hAnsi="Browallia New" w:cs="Browallia New"/>
          <w:lang w:eastAsia="th-TH"/>
        </w:rPr>
        <w:t>31</w:t>
      </w:r>
      <w:r w:rsidRPr="00E10A1B">
        <w:rPr>
          <w:rFonts w:ascii="Browallia New" w:hAnsi="Browallia New" w:cs="Browallia New"/>
          <w:cs/>
          <w:lang w:eastAsia="th-TH"/>
        </w:rPr>
        <w:t xml:space="preserve"> ธันวาคม </w:t>
      </w:r>
      <w:r w:rsidR="004A22ED" w:rsidRPr="004A22ED">
        <w:rPr>
          <w:rFonts w:ascii="Browallia New" w:hAnsi="Browallia New" w:cs="Browallia New"/>
          <w:lang w:eastAsia="th-TH"/>
        </w:rPr>
        <w:t>2565</w:t>
      </w:r>
    </w:p>
    <w:p w14:paraId="35AE113A" w14:textId="77777777" w:rsidR="00E10A1B" w:rsidRPr="005C2BD1" w:rsidRDefault="00E10A1B" w:rsidP="0052643A">
      <w:pPr>
        <w:ind w:left="828"/>
        <w:jc w:val="thaiDistribute"/>
        <w:rPr>
          <w:rFonts w:ascii="Browallia New" w:hAnsi="Browallia New" w:cs="Browallia New"/>
          <w:cs/>
          <w:lang w:val="th-TH"/>
        </w:rPr>
      </w:pPr>
    </w:p>
    <w:p w14:paraId="5FD44223" w14:textId="19B6FBE9" w:rsidR="00472909" w:rsidRDefault="00655B69" w:rsidP="00655B69">
      <w:pPr>
        <w:ind w:left="828"/>
        <w:jc w:val="thaiDistribute"/>
        <w:rPr>
          <w:rFonts w:ascii="Browallia New" w:hAnsi="Browallia New" w:cs="Browallia New"/>
          <w:cs/>
          <w:lang w:val="th-TH"/>
        </w:rPr>
      </w:pPr>
      <w:r w:rsidRPr="00655B69">
        <w:rPr>
          <w:rFonts w:ascii="Browallia New" w:hAnsi="Browallia New" w:cs="Browallia New"/>
          <w:cs/>
          <w:lang w:val="th-TH"/>
        </w:rPr>
        <w:t xml:space="preserve">งบการเงินระหว่างกาลฉบับนี้จัดทำขึ้นเป็นทางการเป็นภาษาไทย การแปลงบการเงินฉบับนี้เป็นภาษาอื่น </w:t>
      </w:r>
      <w:r w:rsidR="004A22ED">
        <w:rPr>
          <w:rFonts w:ascii="Browallia New" w:hAnsi="Browallia New" w:cs="Browallia New"/>
          <w:cs/>
          <w:lang w:val="th-TH"/>
        </w:rPr>
        <w:br/>
      </w:r>
      <w:r w:rsidRPr="00655B69">
        <w:rPr>
          <w:rFonts w:ascii="Browallia New" w:hAnsi="Browallia New" w:cs="Browallia New"/>
          <w:cs/>
          <w:lang w:val="th-TH"/>
        </w:rPr>
        <w:t>ให้ยึดถืองบการเงินที่จัดทำขึ้นเป็นภาษาไทยเป็นเกณฑ์</w:t>
      </w:r>
    </w:p>
    <w:p w14:paraId="132503D7" w14:textId="77777777" w:rsidR="00655B69" w:rsidRPr="005C2BD1" w:rsidRDefault="00655B69" w:rsidP="00655B69">
      <w:pPr>
        <w:ind w:left="828"/>
        <w:jc w:val="thaiDistribute"/>
        <w:rPr>
          <w:rFonts w:ascii="Browallia New" w:hAnsi="Browallia New" w:cs="Browallia New"/>
          <w:cs/>
          <w:lang w:val="th-TH"/>
        </w:rPr>
      </w:pPr>
    </w:p>
    <w:p w14:paraId="36BED8D5" w14:textId="4D106B1C" w:rsidR="00C45C74" w:rsidRPr="00C45C74" w:rsidRDefault="00C45C74" w:rsidP="00C45C74">
      <w:pPr>
        <w:ind w:left="108" w:firstLine="720"/>
        <w:rPr>
          <w:rFonts w:ascii="Browallia New" w:hAnsi="Browallia New" w:cs="Browallia New"/>
          <w:cs/>
          <w:lang w:val="th-TH"/>
        </w:rPr>
      </w:pPr>
      <w:r w:rsidRPr="00C45C74">
        <w:rPr>
          <w:rFonts w:ascii="Browallia New" w:hAnsi="Browallia New" w:cs="Browallia New"/>
          <w:cs/>
          <w:lang w:val="th-TH"/>
        </w:rPr>
        <w:t xml:space="preserve">งบการเงินระหว่างกาลนี้ได้รับอนุมัติจากคณะกรรมการบริษัท เมื่อวันที่ </w:t>
      </w:r>
      <w:r w:rsidR="004A22ED" w:rsidRPr="004A22ED">
        <w:rPr>
          <w:rFonts w:ascii="Browallia New" w:hAnsi="Browallia New" w:cs="Browallia New" w:hint="cs"/>
        </w:rPr>
        <w:t>10</w:t>
      </w:r>
      <w:r w:rsidR="002C3131">
        <w:rPr>
          <w:rFonts w:ascii="Browallia New" w:hAnsi="Browallia New" w:cs="Browallia New" w:hint="cs"/>
          <w:cs/>
          <w:lang w:val="th-TH"/>
        </w:rPr>
        <w:t xml:space="preserve"> พฤศจิกายน </w:t>
      </w:r>
      <w:r w:rsidR="002C3131">
        <w:rPr>
          <w:rFonts w:ascii="Browallia New" w:hAnsi="Browallia New" w:cs="Browallia New"/>
        </w:rPr>
        <w:t>2566</w:t>
      </w:r>
      <w:r w:rsidRPr="00C45C74">
        <w:rPr>
          <w:rFonts w:ascii="Browallia New" w:hAnsi="Browallia New" w:cs="Browallia New"/>
          <w:cs/>
          <w:lang w:val="th-TH"/>
        </w:rPr>
        <w:t xml:space="preserve"> </w:t>
      </w:r>
    </w:p>
    <w:p w14:paraId="48562482" w14:textId="3F98B29A" w:rsidR="00324E60" w:rsidRPr="005C2BD1" w:rsidRDefault="00324E60" w:rsidP="0052643A">
      <w:pPr>
        <w:ind w:left="828"/>
        <w:jc w:val="thaiDistribute"/>
        <w:rPr>
          <w:rFonts w:ascii="Browallia New" w:hAnsi="Browallia New" w:cs="Browallia New"/>
          <w:cs/>
          <w:lang w:val="th-TH"/>
        </w:rPr>
      </w:pPr>
    </w:p>
    <w:p w14:paraId="48562483" w14:textId="1198685C" w:rsidR="00096495" w:rsidRPr="005C2BD1" w:rsidRDefault="00096495" w:rsidP="003E0B20">
      <w:pPr>
        <w:pStyle w:val="afd"/>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cs/>
          <w:lang w:val="th-TH"/>
        </w:rPr>
      </w:pPr>
    </w:p>
    <w:p w14:paraId="798F7A69" w14:textId="1A622854" w:rsidR="003B66FD" w:rsidRDefault="00B038E3" w:rsidP="003C5B94">
      <w:pPr>
        <w:ind w:left="828"/>
        <w:jc w:val="thaiDistribute"/>
        <w:rPr>
          <w:rFonts w:ascii="Browallia New" w:hAnsi="Browallia New" w:cs="Browallia New"/>
          <w:cs/>
          <w:lang w:val="th-TH"/>
        </w:rPr>
      </w:pPr>
      <w:r w:rsidRPr="00B038E3">
        <w:rPr>
          <w:rFonts w:ascii="Browallia New" w:hAnsi="Browallia New" w:cs="Browallia New"/>
          <w:cs/>
          <w:lang w:val="th-TH"/>
        </w:rPr>
        <w:t>งบการเงินรวมระหว่างกาลได้จัดทำขึ้นโดยรวมงบการเงินของ</w:t>
      </w:r>
      <w:r w:rsidR="00454285" w:rsidRPr="00F536A0">
        <w:rPr>
          <w:rFonts w:ascii="Browallia New" w:hAnsi="Browallia New" w:cs="Browallia New"/>
          <w:cs/>
          <w:lang w:val="th-TH"/>
        </w:rPr>
        <w:t>บริษัท</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cs/>
          <w:lang w:val="th-TH"/>
        </w:rPr>
        <w:t xml:space="preserve"> </w:t>
      </w:r>
      <w:r w:rsidR="003C5B94" w:rsidRPr="003C5B94">
        <w:rPr>
          <w:rFonts w:ascii="Browallia New" w:hAnsi="Browallia New" w:cs="Browallia New"/>
          <w:cs/>
          <w:lang w:val="th-TH"/>
        </w:rPr>
        <w:t>และ</w:t>
      </w:r>
      <w:r w:rsidR="000A54CB">
        <w:rPr>
          <w:rFonts w:ascii="Browallia New" w:hAnsi="Browallia New" w:cs="Browallia New" w:hint="cs"/>
          <w:cs/>
          <w:lang w:val="th-TH"/>
        </w:rPr>
        <w:t>บริษัทย่อย</w:t>
      </w:r>
      <w:r w:rsidR="00A56223">
        <w:rPr>
          <w:rFonts w:ascii="Browallia New" w:hAnsi="Browallia New" w:cs="Browallia New" w:hint="cs"/>
          <w:cs/>
          <w:lang w:val="th-TH"/>
        </w:rPr>
        <w:t>ใน</w:t>
      </w:r>
      <w:r w:rsidR="00180508">
        <w:rPr>
          <w:rFonts w:ascii="Browallia New" w:hAnsi="Browallia New" w:cs="Browallia New" w:hint="cs"/>
          <w:cs/>
          <w:lang w:val="th-TH"/>
        </w:rPr>
        <w:t>ต่างประเทศ</w:t>
      </w:r>
      <w:r w:rsidR="000A54CB">
        <w:rPr>
          <w:rFonts w:ascii="Browallia New" w:hAnsi="Browallia New" w:cs="Browallia New" w:hint="cs"/>
          <w:cs/>
          <w:lang w:val="th-TH"/>
        </w:rPr>
        <w:t xml:space="preserve"> และ</w:t>
      </w:r>
      <w:r w:rsidR="003C5B94" w:rsidRPr="003C5B94">
        <w:rPr>
          <w:rFonts w:ascii="Browallia New" w:hAnsi="Browallia New" w:cs="Browallia New"/>
          <w:cs/>
          <w:lang w:val="th-TH"/>
        </w:rPr>
        <w:t xml:space="preserve">ได้จัดทำขึ้นโดยใช้หลักเกณฑ์เดียวกับงบการเงินรวมสำหรับสำหรับปีสิ้นสุดวันที่ </w:t>
      </w:r>
      <w:r w:rsidR="004A22ED" w:rsidRPr="004A22ED">
        <w:rPr>
          <w:rFonts w:ascii="Browallia New" w:hAnsi="Browallia New" w:cs="Browallia New"/>
        </w:rPr>
        <w:t>31</w:t>
      </w:r>
      <w:r w:rsidR="003C5B94" w:rsidRPr="003C5B94">
        <w:rPr>
          <w:rFonts w:ascii="Browallia New" w:hAnsi="Browallia New" w:cs="Browallia New"/>
          <w:cs/>
          <w:lang w:val="th-TH"/>
        </w:rPr>
        <w:t xml:space="preserve"> ธันวาคม </w:t>
      </w:r>
      <w:r w:rsidR="004A22ED" w:rsidRPr="004A22ED">
        <w:rPr>
          <w:rFonts w:ascii="Browallia New" w:hAnsi="Browallia New" w:cs="Browallia New"/>
        </w:rPr>
        <w:t>2565</w:t>
      </w:r>
      <w:r w:rsidR="003C5B94" w:rsidRPr="003C5B94">
        <w:rPr>
          <w:rFonts w:ascii="Browallia New" w:hAnsi="Browallia New" w:cs="Browallia New"/>
          <w:cs/>
          <w:lang w:val="th-TH"/>
        </w:rPr>
        <w:t xml:space="preserve"> โดยไม่มีการเปลี่ยนแปลงในบริษัทย่อยในระหว่างงวด </w:t>
      </w:r>
      <w:r w:rsidR="003B66FD">
        <w:rPr>
          <w:rFonts w:ascii="Browallia New" w:hAnsi="Browallia New" w:cs="Browallia New"/>
          <w:cs/>
          <w:lang w:val="th-TH"/>
        </w:rPr>
        <w:br w:type="page"/>
      </w:r>
    </w:p>
    <w:p w14:paraId="5ED20A6F" w14:textId="0D2F34BF"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 xml:space="preserve">งบการเงินรวมและงบการเงินเฉพาะของบริษัท ณ </w:t>
      </w:r>
      <w:r w:rsidR="0048199C" w:rsidRPr="0048199C">
        <w:rPr>
          <w:rFonts w:ascii="Browallia New" w:hAnsi="Browallia New" w:cs="Browallia New"/>
          <w:color w:val="000000" w:themeColor="text1"/>
          <w:cs/>
        </w:rPr>
        <w:t>วันท</w:t>
      </w:r>
      <w:r w:rsidR="0048199C" w:rsidRPr="0048199C">
        <w:rPr>
          <w:rFonts w:ascii="Browallia New" w:hAnsi="Browallia New" w:cs="Browallia New" w:hint="cs"/>
          <w:color w:val="000000" w:themeColor="text1"/>
          <w:cs/>
        </w:rPr>
        <w:t>ี่</w:t>
      </w:r>
      <w:r w:rsidR="0048199C" w:rsidRPr="0048199C">
        <w:rPr>
          <w:rFonts w:ascii="Browallia New" w:hAnsi="Browallia New" w:cs="Browallia New"/>
          <w:color w:val="000000" w:themeColor="text1"/>
          <w:cs/>
        </w:rPr>
        <w:t xml:space="preserve"> </w:t>
      </w:r>
      <w:r w:rsidR="00153EB4" w:rsidRPr="00153EB4">
        <w:rPr>
          <w:rFonts w:ascii="Browallia New" w:hAnsi="Browallia New" w:cs="Browallia New"/>
          <w:color w:val="000000" w:themeColor="text1"/>
        </w:rPr>
        <w:t>30</w:t>
      </w:r>
      <w:r w:rsidR="00153EB4" w:rsidRPr="00153EB4">
        <w:rPr>
          <w:rFonts w:ascii="Browallia New" w:hAnsi="Browallia New" w:cs="Browallia New" w:hint="cs"/>
          <w:color w:val="000000" w:themeColor="text1"/>
          <w:cs/>
        </w:rPr>
        <w:t xml:space="preserve"> </w:t>
      </w:r>
      <w:r w:rsidR="00153EB4" w:rsidRPr="00153EB4">
        <w:rPr>
          <w:rFonts w:ascii="Browallia New" w:hAnsi="Browallia New" w:cs="Browallia New"/>
          <w:color w:val="000000" w:themeColor="text1"/>
          <w:cs/>
        </w:rPr>
        <w:t>กันยายน</w:t>
      </w:r>
      <w:r w:rsidR="00153EB4" w:rsidRPr="00153EB4">
        <w:rPr>
          <w:rFonts w:ascii="Browallia New" w:hAnsi="Browallia New" w:cs="Browallia New" w:hint="cs"/>
          <w:color w:val="000000" w:themeColor="text1"/>
          <w:cs/>
        </w:rPr>
        <w:t xml:space="preserve"> </w:t>
      </w:r>
      <w:r w:rsidR="002A26E7" w:rsidRPr="005C4084">
        <w:rPr>
          <w:rFonts w:ascii="Browallia New" w:eastAsia="Cordia New" w:hAnsi="Browallia New" w:cs="Browallia New"/>
        </w:rPr>
        <w:t>2566</w:t>
      </w:r>
      <w:r w:rsidRPr="00940001">
        <w:rPr>
          <w:rFonts w:ascii="Browallia New" w:hAnsi="Browallia New" w:cs="Browallia New"/>
          <w:color w:val="000000" w:themeColor="text1"/>
          <w:cs/>
        </w:rPr>
        <w:t xml:space="preserve"> และวันที</w:t>
      </w:r>
      <w:r w:rsidR="00097C96">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004D0F22" w:rsidRPr="004D0F22">
        <w:rPr>
          <w:rFonts w:ascii="Browallia New" w:hAnsi="Browallia New" w:cs="Browallia New"/>
          <w:color w:val="000000" w:themeColor="text1"/>
          <w:cs/>
        </w:rPr>
        <w:t>สำหรับงวดสามเดือน</w:t>
      </w:r>
      <w:r w:rsidR="004D0F22" w:rsidRPr="004D0F22">
        <w:rPr>
          <w:rFonts w:ascii="Browallia New" w:hAnsi="Browallia New" w:cs="Browallia New" w:hint="cs"/>
          <w:color w:val="000000" w:themeColor="text1"/>
          <w:cs/>
        </w:rPr>
        <w:t>และเก้าเดือน</w:t>
      </w:r>
      <w:r w:rsidR="004D0F22" w:rsidRPr="004D0F22">
        <w:rPr>
          <w:rFonts w:ascii="Browallia New" w:hAnsi="Browallia New" w:cs="Browallia New"/>
          <w:color w:val="000000" w:themeColor="text1"/>
          <w:cs/>
        </w:rPr>
        <w:t xml:space="preserve">สิ้นสุดวันที่ </w:t>
      </w:r>
      <w:r w:rsidR="004D0F22" w:rsidRPr="004D0F22">
        <w:rPr>
          <w:rFonts w:ascii="Browallia New" w:hAnsi="Browallia New" w:cs="Browallia New"/>
          <w:color w:val="000000" w:themeColor="text1"/>
        </w:rPr>
        <w:t>30</w:t>
      </w:r>
      <w:r w:rsidR="004D0F22" w:rsidRPr="004D0F22">
        <w:rPr>
          <w:rFonts w:ascii="Browallia New" w:hAnsi="Browallia New" w:cs="Browallia New" w:hint="cs"/>
          <w:color w:val="000000" w:themeColor="text1"/>
          <w:cs/>
        </w:rPr>
        <w:t xml:space="preserve"> </w:t>
      </w:r>
      <w:r w:rsidR="004D0F22" w:rsidRPr="004D0F22">
        <w:rPr>
          <w:rFonts w:ascii="Browallia New" w:hAnsi="Browallia New" w:cs="Browallia New"/>
          <w:color w:val="000000" w:themeColor="text1"/>
          <w:cs/>
        </w:rPr>
        <w:t>กันยายน</w:t>
      </w:r>
      <w:r w:rsidR="004D0F22" w:rsidRPr="004D0F22">
        <w:rPr>
          <w:rFonts w:ascii="Browallia New" w:hAnsi="Browallia New" w:cs="Browallia New" w:hint="cs"/>
          <w:color w:val="000000" w:themeColor="text1"/>
          <w:cs/>
        </w:rPr>
        <w:t xml:space="preserve"> </w:t>
      </w:r>
      <w:r w:rsidR="002A26E7" w:rsidRPr="005C4084">
        <w:rPr>
          <w:rFonts w:ascii="Browallia New" w:eastAsia="Cordia New" w:hAnsi="Browallia New" w:cs="Browallia New"/>
        </w:rPr>
        <w:t>2566</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2519C4">
        <w:rPr>
          <w:rFonts w:ascii="Browallia New" w:hAnsi="Browallia New" w:cs="Browallia New" w:hint="cs"/>
          <w:color w:val="000000" w:themeColor="text1"/>
          <w:cs/>
        </w:rPr>
        <w:t>ต่างประเทศแห่งหนึ่ง</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w:t>
      </w:r>
      <w:r w:rsidR="00212D66">
        <w:rPr>
          <w:rFonts w:ascii="Browallia New" w:hAnsi="Browallia New" w:cs="Browallia New"/>
          <w:color w:val="000000" w:themeColor="text1"/>
        </w:rPr>
        <w:t xml:space="preserve"> </w:t>
      </w:r>
      <w:r w:rsidR="00212D66">
        <w:rPr>
          <w:rFonts w:ascii="Browallia New" w:hAnsi="Browallia New" w:cs="Browallia New" w:hint="cs"/>
          <w:color w:val="000000" w:themeColor="text1"/>
          <w:cs/>
        </w:rPr>
        <w:t xml:space="preserve">ซึ่งไม่มีสาระสำคัญต่องบการเงินรวม </w:t>
      </w:r>
      <w:r w:rsidRPr="00870DFB">
        <w:rPr>
          <w:rFonts w:ascii="Browallia New" w:hAnsi="Browallia New" w:cs="Browallia New"/>
          <w:color w:val="000000" w:themeColor="text1"/>
          <w:cs/>
        </w:rPr>
        <w:t>ดังนี้</w:t>
      </w:r>
    </w:p>
    <w:p w14:paraId="3AE73FF5" w14:textId="77777777" w:rsidR="00940001" w:rsidRPr="00AE3DD7" w:rsidRDefault="00940001" w:rsidP="00940001">
      <w:pPr>
        <w:ind w:left="851"/>
        <w:jc w:val="thaiDistribute"/>
        <w:rPr>
          <w:rFonts w:ascii="Browallia New" w:hAnsi="Browallia New" w:cs="Browallia New"/>
          <w:color w:val="000000" w:themeColor="text1"/>
          <w:sz w:val="20"/>
          <w:szCs w:val="20"/>
          <w:highlight w:val="green"/>
        </w:rPr>
      </w:pPr>
    </w:p>
    <w:tbl>
      <w:tblPr>
        <w:tblW w:w="8557" w:type="dxa"/>
        <w:tblInd w:w="864" w:type="dxa"/>
        <w:tblLayout w:type="fixed"/>
        <w:tblLook w:val="0000" w:firstRow="0" w:lastRow="0" w:firstColumn="0" w:lastColumn="0" w:noHBand="0" w:noVBand="0"/>
      </w:tblPr>
      <w:tblGrid>
        <w:gridCol w:w="2286"/>
        <w:gridCol w:w="1568"/>
        <w:gridCol w:w="1567"/>
        <w:gridCol w:w="1554"/>
        <w:gridCol w:w="1582"/>
      </w:tblGrid>
      <w:tr w:rsidR="00940001" w:rsidRPr="00464C4A" w14:paraId="0DE835EB" w14:textId="77777777" w:rsidTr="00CC2D3E">
        <w:tc>
          <w:tcPr>
            <w:tcW w:w="5421"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55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582" w:type="dxa"/>
          </w:tcPr>
          <w:p w14:paraId="613373A4" w14:textId="77777777" w:rsidR="00940001" w:rsidRPr="00116EFD" w:rsidRDefault="00940001" w:rsidP="00CC2D3E">
            <w:pP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rPr>
              <w:t>(</w:t>
            </w:r>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CC2D3E">
        <w:tc>
          <w:tcPr>
            <w:tcW w:w="5421"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554" w:type="dxa"/>
          </w:tcPr>
          <w:p w14:paraId="002DF9B4" w14:textId="180A66C7" w:rsidR="00940001" w:rsidRPr="001E0A53" w:rsidRDefault="00530CF6" w:rsidP="001E0A53">
            <w:pPr>
              <w:pBdr>
                <w:bottom w:val="single" w:sz="6" w:space="1" w:color="auto"/>
              </w:pBdr>
              <w:tabs>
                <w:tab w:val="left" w:pos="900"/>
              </w:tabs>
              <w:ind w:left="-18" w:right="-40" w:hanging="40"/>
              <w:jc w:val="center"/>
              <w:rPr>
                <w:rFonts w:ascii="Browallia New" w:hAnsi="Browallia New" w:cs="Browallia New"/>
              </w:rPr>
            </w:pPr>
            <w:r w:rsidRPr="00530CF6">
              <w:rPr>
                <w:rFonts w:ascii="Browallia New" w:eastAsia="Cordia New" w:hAnsi="Browallia New" w:cs="Browallia New"/>
              </w:rPr>
              <w:t xml:space="preserve">30 </w:t>
            </w:r>
            <w:r w:rsidRPr="00530CF6">
              <w:rPr>
                <w:rFonts w:ascii="Browallia New" w:eastAsia="Cordia New" w:hAnsi="Browallia New" w:cs="Browallia New"/>
                <w:cs/>
              </w:rPr>
              <w:t>กันยายน</w:t>
            </w:r>
            <w:r w:rsidRPr="00530CF6">
              <w:rPr>
                <w:rFonts w:ascii="Browallia New" w:eastAsia="Cordia New" w:hAnsi="Browallia New" w:cs="Browallia New"/>
              </w:rPr>
              <w:t xml:space="preserve"> </w:t>
            </w:r>
            <w:r w:rsidR="002A26E7" w:rsidRPr="005C4084">
              <w:rPr>
                <w:rFonts w:ascii="Browallia New" w:eastAsia="Cordia New" w:hAnsi="Browallia New" w:cs="Browallia New"/>
              </w:rPr>
              <w:t>2566</w:t>
            </w:r>
          </w:p>
        </w:tc>
        <w:tc>
          <w:tcPr>
            <w:tcW w:w="1582" w:type="dxa"/>
          </w:tcPr>
          <w:p w14:paraId="7ED11DBE" w14:textId="6ADC7D03" w:rsidR="00940001" w:rsidRPr="00116EFD" w:rsidRDefault="00940001" w:rsidP="00CC2D3E">
            <w:pPr>
              <w:pBdr>
                <w:bottom w:val="single" w:sz="6" w:space="1" w:color="auto"/>
              </w:pBd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2A26E7">
              <w:rPr>
                <w:rFonts w:ascii="Browallia New" w:hAnsi="Browallia New" w:cs="Browallia New"/>
                <w:color w:val="000000" w:themeColor="text1"/>
                <w:lang w:val="en-GB"/>
              </w:rPr>
              <w:t>5</w:t>
            </w:r>
          </w:p>
        </w:tc>
      </w:tr>
      <w:tr w:rsidR="00940001" w:rsidRPr="00CC1974" w14:paraId="2B4B6ECF" w14:textId="77777777" w:rsidTr="00CC2D3E">
        <w:tc>
          <w:tcPr>
            <w:tcW w:w="5421"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55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582" w:type="dxa"/>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2861BF" w:rsidRPr="00464C4A" w14:paraId="71FA1E15" w14:textId="77777777" w:rsidTr="00CC2D3E">
        <w:tc>
          <w:tcPr>
            <w:tcW w:w="5421" w:type="dxa"/>
            <w:gridSpan w:val="3"/>
          </w:tcPr>
          <w:p w14:paraId="07E6CCA6" w14:textId="4B666F0B" w:rsidR="002861BF" w:rsidRPr="00116EFD" w:rsidRDefault="002861BF" w:rsidP="002861BF">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554" w:type="dxa"/>
          </w:tcPr>
          <w:p w14:paraId="3C45C0CA" w14:textId="3D22BB36" w:rsidR="002861BF" w:rsidRPr="007B7471" w:rsidRDefault="002861BF" w:rsidP="002861BF">
            <w:pPr>
              <w:jc w:val="right"/>
              <w:rPr>
                <w:rFonts w:ascii="Browallia New" w:hAnsi="Browallia New" w:cs="Browallia New"/>
                <w:color w:val="000000" w:themeColor="text1"/>
                <w:lang w:val="en-GB"/>
              </w:rPr>
            </w:pPr>
            <w:r w:rsidRPr="00D5778B">
              <w:rPr>
                <w:rFonts w:ascii="Browallia New" w:hAnsi="Browallia New" w:cs="Browallia New"/>
                <w:color w:val="000000" w:themeColor="text1"/>
                <w:lang w:val="en-GB"/>
              </w:rPr>
              <w:t>54,411</w:t>
            </w:r>
          </w:p>
        </w:tc>
        <w:tc>
          <w:tcPr>
            <w:tcW w:w="1582" w:type="dxa"/>
          </w:tcPr>
          <w:p w14:paraId="5B01DFF8" w14:textId="214E3A08" w:rsidR="002861BF" w:rsidRPr="008959AB" w:rsidRDefault="002861BF" w:rsidP="002861BF">
            <w:pPr>
              <w:jc w:val="right"/>
              <w:rPr>
                <w:rFonts w:ascii="Browallia New" w:hAnsi="Browallia New" w:cs="Browallia New"/>
                <w:color w:val="000000" w:themeColor="text1"/>
                <w:lang w:val="en-GB"/>
              </w:rPr>
            </w:pPr>
            <w:r w:rsidRPr="00623927">
              <w:rPr>
                <w:rFonts w:ascii="Browallia New" w:hAnsi="Browallia New" w:cs="Browallia New"/>
                <w:color w:val="000000" w:themeColor="text1"/>
                <w:lang w:val="en-GB"/>
              </w:rPr>
              <w:t>95,057</w:t>
            </w:r>
          </w:p>
        </w:tc>
      </w:tr>
      <w:tr w:rsidR="002861BF" w:rsidRPr="00464C4A" w14:paraId="0C29B763" w14:textId="77777777" w:rsidTr="00CC2D3E">
        <w:tc>
          <w:tcPr>
            <w:tcW w:w="5421" w:type="dxa"/>
            <w:gridSpan w:val="3"/>
          </w:tcPr>
          <w:p w14:paraId="13341B47" w14:textId="3A7DFD62" w:rsidR="002861BF" w:rsidRPr="00116EFD" w:rsidRDefault="002861BF" w:rsidP="002861BF">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554" w:type="dxa"/>
          </w:tcPr>
          <w:p w14:paraId="5107346E" w14:textId="7874EBC4" w:rsidR="002861BF" w:rsidRPr="00AC1F32" w:rsidRDefault="002861BF" w:rsidP="002861BF">
            <w:pPr>
              <w:jc w:val="right"/>
              <w:rPr>
                <w:rFonts w:ascii="Browallia New" w:hAnsi="Browallia New" w:cs="Browallia New"/>
                <w:color w:val="000000" w:themeColor="text1"/>
                <w:lang w:val="en-GB"/>
              </w:rPr>
            </w:pPr>
            <w:r w:rsidRPr="00D5778B">
              <w:rPr>
                <w:rFonts w:ascii="Browallia New" w:hAnsi="Browallia New" w:cs="Browallia New"/>
                <w:color w:val="000000" w:themeColor="text1"/>
                <w:lang w:val="en-GB"/>
              </w:rPr>
              <w:t>53,082</w:t>
            </w:r>
          </w:p>
        </w:tc>
        <w:tc>
          <w:tcPr>
            <w:tcW w:w="1582" w:type="dxa"/>
          </w:tcPr>
          <w:p w14:paraId="1C733E4C" w14:textId="49898319" w:rsidR="002861BF" w:rsidRPr="008959AB" w:rsidRDefault="002861BF" w:rsidP="002861BF">
            <w:pPr>
              <w:jc w:val="right"/>
              <w:rPr>
                <w:rFonts w:ascii="Browallia New" w:hAnsi="Browallia New" w:cs="Browallia New"/>
                <w:color w:val="000000" w:themeColor="text1"/>
                <w:lang w:val="en-GB"/>
              </w:rPr>
            </w:pPr>
            <w:r w:rsidRPr="00623927">
              <w:rPr>
                <w:rFonts w:ascii="Browallia New" w:hAnsi="Browallia New" w:cs="Browallia New"/>
                <w:color w:val="000000" w:themeColor="text1"/>
                <w:lang w:val="en-GB"/>
              </w:rPr>
              <w:t>86,467</w:t>
            </w:r>
          </w:p>
        </w:tc>
      </w:tr>
      <w:tr w:rsidR="00C20583" w:rsidRPr="00464C4A" w14:paraId="20C8B241" w14:textId="77777777" w:rsidTr="00CC2D3E">
        <w:tc>
          <w:tcPr>
            <w:tcW w:w="5421"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5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582" w:type="dxa"/>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CC2D3E">
        <w:tc>
          <w:tcPr>
            <w:tcW w:w="2286"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1567"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136" w:type="dxa"/>
            <w:gridSpan w:val="2"/>
          </w:tcPr>
          <w:p w14:paraId="656709AA" w14:textId="77777777" w:rsidR="00C20583" w:rsidRPr="0059582D" w:rsidRDefault="00C20583" w:rsidP="00CC2D3E">
            <w:pPr>
              <w:tabs>
                <w:tab w:val="left" w:pos="900"/>
              </w:tabs>
              <w:ind w:left="-18" w:right="-40"/>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1A51A1" w:rsidRPr="00464C4A" w14:paraId="310CC15D" w14:textId="77777777" w:rsidTr="00CC2D3E">
        <w:tc>
          <w:tcPr>
            <w:tcW w:w="2286" w:type="dxa"/>
          </w:tcPr>
          <w:p w14:paraId="135C642C" w14:textId="77777777" w:rsidR="001A51A1" w:rsidRPr="00464C4A" w:rsidRDefault="001A51A1" w:rsidP="001A51A1">
            <w:pPr>
              <w:tabs>
                <w:tab w:val="left" w:pos="900"/>
              </w:tabs>
              <w:ind w:right="-36"/>
              <w:rPr>
                <w:rFonts w:ascii="Browallia New" w:hAnsi="Browallia New" w:cs="Browallia New"/>
                <w:color w:val="000000" w:themeColor="text1"/>
                <w:highlight w:val="green"/>
                <w:cs/>
              </w:rPr>
            </w:pPr>
          </w:p>
        </w:tc>
        <w:tc>
          <w:tcPr>
            <w:tcW w:w="3135" w:type="dxa"/>
            <w:gridSpan w:val="2"/>
          </w:tcPr>
          <w:p w14:paraId="0AEC0CD7" w14:textId="77777777" w:rsidR="00470818" w:rsidRPr="00470818" w:rsidRDefault="00470818" w:rsidP="00470818">
            <w:pPr>
              <w:tabs>
                <w:tab w:val="left" w:pos="900"/>
              </w:tabs>
              <w:ind w:left="-18"/>
              <w:jc w:val="center"/>
              <w:rPr>
                <w:rFonts w:ascii="Browallia New" w:eastAsia="Cordia New" w:hAnsi="Browallia New" w:cs="Browallia New"/>
              </w:rPr>
            </w:pPr>
            <w:r w:rsidRPr="00470818">
              <w:rPr>
                <w:rFonts w:ascii="Browallia New" w:eastAsia="Cordia New" w:hAnsi="Browallia New" w:cs="Browallia New" w:hint="cs"/>
                <w:cs/>
              </w:rPr>
              <w:t>สำหรับงวดสามเดือนสิ้นสุดวันที่</w:t>
            </w:r>
          </w:p>
          <w:p w14:paraId="5A7BB4D0" w14:textId="1CB54EA0" w:rsidR="001A51A1" w:rsidRPr="00623927" w:rsidRDefault="00470818" w:rsidP="00470818">
            <w:pPr>
              <w:pBdr>
                <w:bottom w:val="single" w:sz="4" w:space="1" w:color="auto"/>
              </w:pBdr>
              <w:tabs>
                <w:tab w:val="left" w:pos="900"/>
              </w:tabs>
              <w:ind w:left="-18"/>
              <w:jc w:val="center"/>
              <w:rPr>
                <w:rFonts w:ascii="Browallia New" w:eastAsia="Cordia New" w:hAnsi="Browallia New" w:cs="Browallia New"/>
                <w:cs/>
              </w:rPr>
            </w:pPr>
            <w:r w:rsidRPr="00470818">
              <w:rPr>
                <w:rFonts w:ascii="Browallia New" w:eastAsia="Cordia New" w:hAnsi="Browallia New" w:cs="Browallia New"/>
              </w:rPr>
              <w:t xml:space="preserve">30 </w:t>
            </w:r>
            <w:r w:rsidRPr="00470818">
              <w:rPr>
                <w:rFonts w:ascii="Browallia New" w:eastAsia="Cordia New" w:hAnsi="Browallia New" w:cs="Browallia New"/>
                <w:cs/>
              </w:rPr>
              <w:t>กันยายน</w:t>
            </w:r>
          </w:p>
        </w:tc>
        <w:tc>
          <w:tcPr>
            <w:tcW w:w="3136" w:type="dxa"/>
            <w:gridSpan w:val="2"/>
          </w:tcPr>
          <w:p w14:paraId="56D47EAE" w14:textId="1DBB18A4" w:rsidR="001A51A1" w:rsidRPr="00603C92" w:rsidRDefault="00456D8E" w:rsidP="001A51A1">
            <w:pPr>
              <w:pBdr>
                <w:bottom w:val="single" w:sz="6" w:space="1" w:color="auto"/>
              </w:pBdr>
              <w:tabs>
                <w:tab w:val="left" w:pos="900"/>
              </w:tabs>
              <w:ind w:left="-18"/>
              <w:jc w:val="center"/>
              <w:rPr>
                <w:rFonts w:ascii="Browallia New" w:hAnsi="Browallia New" w:cs="Browallia New"/>
                <w:color w:val="000000" w:themeColor="text1"/>
                <w:cs/>
                <w:lang w:val="en-GB"/>
              </w:rPr>
            </w:pPr>
            <w:r w:rsidRPr="00456D8E">
              <w:rPr>
                <w:rFonts w:ascii="Browallia New" w:hAnsi="Browallia New" w:cs="Browallia New"/>
                <w:color w:val="000000" w:themeColor="text1"/>
                <w:cs/>
              </w:rPr>
              <w:t>สำหรับงวด</w:t>
            </w:r>
            <w:r w:rsidRPr="00456D8E">
              <w:rPr>
                <w:rFonts w:ascii="Browallia New" w:hAnsi="Browallia New" w:cs="Browallia New" w:hint="cs"/>
                <w:color w:val="000000" w:themeColor="text1"/>
                <w:cs/>
              </w:rPr>
              <w:t>เก้า</w:t>
            </w:r>
            <w:r w:rsidRPr="00456D8E">
              <w:rPr>
                <w:rFonts w:ascii="Browallia New" w:hAnsi="Browallia New" w:cs="Browallia New"/>
                <w:color w:val="000000" w:themeColor="text1"/>
                <w:cs/>
              </w:rPr>
              <w:t xml:space="preserve">เดือนสิ้นสุดวันที่ </w:t>
            </w:r>
            <w:r w:rsidRPr="00456D8E">
              <w:rPr>
                <w:rFonts w:ascii="Browallia New" w:hAnsi="Browallia New" w:cs="Browallia New" w:hint="cs"/>
                <w:color w:val="000000" w:themeColor="text1"/>
                <w:cs/>
              </w:rPr>
              <w:t xml:space="preserve">          </w:t>
            </w:r>
            <w:r w:rsidRPr="00456D8E">
              <w:rPr>
                <w:rFonts w:ascii="Browallia New" w:hAnsi="Browallia New" w:cs="Browallia New"/>
                <w:color w:val="000000" w:themeColor="text1"/>
              </w:rPr>
              <w:t xml:space="preserve"> </w:t>
            </w:r>
            <w:r w:rsidRPr="00456D8E">
              <w:rPr>
                <w:rFonts w:ascii="Browallia New" w:hAnsi="Browallia New" w:cs="Browallia New" w:hint="cs"/>
                <w:color w:val="000000" w:themeColor="text1"/>
                <w:cs/>
              </w:rPr>
              <w:t xml:space="preserve">  </w:t>
            </w:r>
            <w:r w:rsidRPr="00456D8E">
              <w:rPr>
                <w:rFonts w:ascii="Browallia New" w:hAnsi="Browallia New" w:cs="Browallia New"/>
                <w:color w:val="000000" w:themeColor="text1"/>
              </w:rPr>
              <w:t>30</w:t>
            </w:r>
            <w:r w:rsidRPr="00456D8E">
              <w:rPr>
                <w:rFonts w:ascii="Browallia New" w:hAnsi="Browallia New" w:cs="Browallia New" w:hint="cs"/>
                <w:color w:val="000000" w:themeColor="text1"/>
                <w:cs/>
              </w:rPr>
              <w:t xml:space="preserve"> </w:t>
            </w:r>
            <w:r w:rsidRPr="00456D8E">
              <w:rPr>
                <w:rFonts w:ascii="Browallia New" w:hAnsi="Browallia New" w:cs="Browallia New"/>
                <w:color w:val="000000" w:themeColor="text1"/>
                <w:cs/>
              </w:rPr>
              <w:t>กันยายน</w:t>
            </w:r>
          </w:p>
        </w:tc>
      </w:tr>
      <w:tr w:rsidR="00BF6987" w:rsidRPr="00464C4A" w14:paraId="7DC77203" w14:textId="77777777" w:rsidTr="00CC2D3E">
        <w:tc>
          <w:tcPr>
            <w:tcW w:w="2286" w:type="dxa"/>
          </w:tcPr>
          <w:p w14:paraId="5162D2B1" w14:textId="77777777" w:rsidR="00BF6987" w:rsidRPr="00464C4A" w:rsidRDefault="00BF6987" w:rsidP="00BF6987">
            <w:pPr>
              <w:tabs>
                <w:tab w:val="left" w:pos="900"/>
              </w:tabs>
              <w:ind w:right="-36"/>
              <w:rPr>
                <w:rFonts w:ascii="Browallia New" w:hAnsi="Browallia New" w:cs="Browallia New"/>
                <w:color w:val="000000" w:themeColor="text1"/>
                <w:highlight w:val="green"/>
                <w:cs/>
              </w:rPr>
            </w:pPr>
          </w:p>
        </w:tc>
        <w:tc>
          <w:tcPr>
            <w:tcW w:w="1568" w:type="dxa"/>
          </w:tcPr>
          <w:p w14:paraId="5739BC32" w14:textId="07226405" w:rsidR="00BF6987" w:rsidRPr="00603C92" w:rsidRDefault="001A51A1" w:rsidP="001A51A1">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2566</w:t>
            </w:r>
          </w:p>
        </w:tc>
        <w:tc>
          <w:tcPr>
            <w:tcW w:w="1567" w:type="dxa"/>
          </w:tcPr>
          <w:p w14:paraId="5CF5B995" w14:textId="4D63BF80" w:rsidR="00BF6987" w:rsidRPr="00603C92" w:rsidRDefault="001A51A1" w:rsidP="001A51A1">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2665</w:t>
            </w:r>
          </w:p>
        </w:tc>
        <w:tc>
          <w:tcPr>
            <w:tcW w:w="1554" w:type="dxa"/>
          </w:tcPr>
          <w:p w14:paraId="59DD66CA" w14:textId="06B6675F" w:rsidR="00BF6987" w:rsidRPr="00603C92" w:rsidRDefault="00BF6987" w:rsidP="00623927">
            <w:pPr>
              <w:pBdr>
                <w:bottom w:val="single" w:sz="6" w:space="1" w:color="auto"/>
              </w:pBdr>
              <w:tabs>
                <w:tab w:val="left" w:pos="900"/>
              </w:tabs>
              <w:ind w:left="-18" w:right="-40" w:hanging="40"/>
              <w:jc w:val="center"/>
              <w:rPr>
                <w:rFonts w:ascii="Browallia New" w:hAnsi="Browallia New" w:cs="Browallia New"/>
                <w:color w:val="000000" w:themeColor="text1"/>
              </w:rPr>
            </w:pPr>
            <w:r w:rsidRPr="00603C92">
              <w:rPr>
                <w:rFonts w:ascii="Browallia New" w:hAnsi="Browallia New" w:cs="Browallia New"/>
                <w:color w:val="000000" w:themeColor="text1"/>
              </w:rPr>
              <w:t>256</w:t>
            </w:r>
            <w:r>
              <w:rPr>
                <w:rFonts w:ascii="Browallia New" w:hAnsi="Browallia New" w:cs="Browallia New"/>
                <w:color w:val="000000" w:themeColor="text1"/>
              </w:rPr>
              <w:t>6</w:t>
            </w:r>
          </w:p>
        </w:tc>
        <w:tc>
          <w:tcPr>
            <w:tcW w:w="1582" w:type="dxa"/>
          </w:tcPr>
          <w:p w14:paraId="1DBD2F2C" w14:textId="5F855B2B" w:rsidR="00BF6987" w:rsidRPr="00603C92" w:rsidRDefault="00BF6987" w:rsidP="00BF6987">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Pr>
                <w:rFonts w:ascii="Browallia New" w:hAnsi="Browallia New" w:cs="Browallia New"/>
                <w:color w:val="000000" w:themeColor="text1"/>
                <w:lang w:val="en-GB"/>
              </w:rPr>
              <w:t>65</w:t>
            </w:r>
          </w:p>
        </w:tc>
      </w:tr>
      <w:tr w:rsidR="00BF6987" w:rsidRPr="000A7860" w14:paraId="6BAEB53B" w14:textId="77777777" w:rsidTr="00623927">
        <w:trPr>
          <w:trHeight w:val="288"/>
        </w:trPr>
        <w:tc>
          <w:tcPr>
            <w:tcW w:w="2286" w:type="dxa"/>
          </w:tcPr>
          <w:p w14:paraId="676DE4C8" w14:textId="77777777" w:rsidR="00BF6987" w:rsidRPr="000A7860" w:rsidRDefault="00BF6987" w:rsidP="00BF6987">
            <w:pPr>
              <w:tabs>
                <w:tab w:val="left" w:pos="900"/>
              </w:tabs>
              <w:ind w:right="-36"/>
              <w:rPr>
                <w:rFonts w:ascii="Browallia New" w:hAnsi="Browallia New" w:cs="Browallia New"/>
                <w:color w:val="000000" w:themeColor="text1"/>
                <w:sz w:val="18"/>
                <w:szCs w:val="18"/>
                <w:highlight w:val="green"/>
                <w:cs/>
              </w:rPr>
            </w:pPr>
          </w:p>
        </w:tc>
        <w:tc>
          <w:tcPr>
            <w:tcW w:w="1568" w:type="dxa"/>
          </w:tcPr>
          <w:p w14:paraId="7DEECB0F"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67" w:type="dxa"/>
          </w:tcPr>
          <w:p w14:paraId="4CF0E8B2"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54" w:type="dxa"/>
          </w:tcPr>
          <w:p w14:paraId="511BE462"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82" w:type="dxa"/>
          </w:tcPr>
          <w:p w14:paraId="361556C6"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lang w:val="en-GB"/>
              </w:rPr>
            </w:pPr>
          </w:p>
        </w:tc>
      </w:tr>
      <w:tr w:rsidR="00C46D18" w:rsidRPr="00464C4A" w14:paraId="1A939886" w14:textId="77777777" w:rsidTr="00CC2D3E">
        <w:tc>
          <w:tcPr>
            <w:tcW w:w="2286" w:type="dxa"/>
          </w:tcPr>
          <w:p w14:paraId="286B8754" w14:textId="77777777" w:rsidR="00C46D18" w:rsidRPr="00116EFD" w:rsidRDefault="00C46D18" w:rsidP="00C46D18">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568" w:type="dxa"/>
          </w:tcPr>
          <w:p w14:paraId="403374C3" w14:textId="3BFDCB69" w:rsidR="00C46D18" w:rsidRPr="001D3656" w:rsidRDefault="00C46D18" w:rsidP="00C46D18">
            <w:pPr>
              <w:ind w:left="-18"/>
              <w:jc w:val="right"/>
              <w:rPr>
                <w:rFonts w:ascii="Browallia New" w:hAnsi="Browallia New" w:cs="Browallia New"/>
                <w:color w:val="000000" w:themeColor="text1"/>
              </w:rPr>
            </w:pPr>
            <w:r w:rsidRPr="00C46D18">
              <w:rPr>
                <w:rFonts w:ascii="Browallia New" w:hAnsi="Browallia New" w:cs="Browallia New"/>
                <w:color w:val="000000" w:themeColor="text1"/>
              </w:rPr>
              <w:t>12,654</w:t>
            </w:r>
          </w:p>
        </w:tc>
        <w:tc>
          <w:tcPr>
            <w:tcW w:w="1567" w:type="dxa"/>
          </w:tcPr>
          <w:p w14:paraId="11132F1D" w14:textId="767A6712" w:rsidR="00C46D18" w:rsidRPr="001D3656" w:rsidRDefault="00C46D18" w:rsidP="00C46D18">
            <w:pPr>
              <w:ind w:left="-18"/>
              <w:jc w:val="right"/>
              <w:rPr>
                <w:rFonts w:ascii="Browallia New" w:hAnsi="Browallia New" w:cs="Browallia New"/>
                <w:color w:val="000000" w:themeColor="text1"/>
              </w:rPr>
            </w:pPr>
            <w:r w:rsidRPr="00E009E5">
              <w:rPr>
                <w:rFonts w:ascii="Browallia New" w:hAnsi="Browallia New" w:cs="Browallia New"/>
                <w:color w:val="000000" w:themeColor="text1"/>
              </w:rPr>
              <w:t>35,732</w:t>
            </w:r>
          </w:p>
        </w:tc>
        <w:tc>
          <w:tcPr>
            <w:tcW w:w="1554" w:type="dxa"/>
          </w:tcPr>
          <w:p w14:paraId="28032FF2" w14:textId="48D512E0" w:rsidR="00C46D18" w:rsidRPr="00A35514" w:rsidRDefault="00C46D18" w:rsidP="00C46D18">
            <w:pPr>
              <w:tabs>
                <w:tab w:val="left" w:pos="900"/>
              </w:tabs>
              <w:ind w:left="-18" w:right="-40"/>
              <w:jc w:val="right"/>
              <w:rPr>
                <w:rFonts w:ascii="Browallia New" w:hAnsi="Browallia New" w:cs="Browallia New"/>
                <w:color w:val="000000" w:themeColor="text1"/>
              </w:rPr>
            </w:pPr>
            <w:r w:rsidRPr="00C46D18">
              <w:rPr>
                <w:rFonts w:ascii="Browallia New" w:hAnsi="Browallia New" w:cs="Browallia New"/>
                <w:color w:val="000000" w:themeColor="text1"/>
              </w:rPr>
              <w:t>54,844</w:t>
            </w:r>
          </w:p>
        </w:tc>
        <w:tc>
          <w:tcPr>
            <w:tcW w:w="1582" w:type="dxa"/>
          </w:tcPr>
          <w:p w14:paraId="1D532A89" w14:textId="3E9296B5" w:rsidR="00C46D18" w:rsidRPr="00A35514" w:rsidRDefault="00C46D18" w:rsidP="00C46D18">
            <w:pPr>
              <w:tabs>
                <w:tab w:val="left" w:pos="900"/>
              </w:tabs>
              <w:ind w:left="-18" w:right="-40"/>
              <w:jc w:val="right"/>
              <w:rPr>
                <w:rFonts w:ascii="Browallia New" w:hAnsi="Browallia New" w:cs="Browallia New"/>
                <w:color w:val="000000" w:themeColor="text1"/>
              </w:rPr>
            </w:pPr>
            <w:r w:rsidRPr="00213D39">
              <w:rPr>
                <w:rFonts w:ascii="Browallia New" w:hAnsi="Browallia New" w:cs="Browallia New"/>
                <w:color w:val="000000" w:themeColor="text1"/>
              </w:rPr>
              <w:t>66,976</w:t>
            </w:r>
          </w:p>
        </w:tc>
      </w:tr>
      <w:tr w:rsidR="00C46D18" w:rsidRPr="006A5C4B" w14:paraId="613C8B7D" w14:textId="77777777" w:rsidTr="00CC2D3E">
        <w:tc>
          <w:tcPr>
            <w:tcW w:w="2286" w:type="dxa"/>
          </w:tcPr>
          <w:p w14:paraId="2B4EFC7C" w14:textId="77777777" w:rsidR="00C46D18" w:rsidRPr="00116EFD" w:rsidRDefault="00C46D18" w:rsidP="00C46D18">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568" w:type="dxa"/>
          </w:tcPr>
          <w:p w14:paraId="1038F68B" w14:textId="127157D5" w:rsidR="00C46D18" w:rsidRPr="00A35514" w:rsidRDefault="00C46D18" w:rsidP="00C46D18">
            <w:pPr>
              <w:ind w:left="-18"/>
              <w:jc w:val="right"/>
              <w:rPr>
                <w:rFonts w:ascii="Browallia New" w:hAnsi="Browallia New" w:cs="Browallia New"/>
                <w:color w:val="000000" w:themeColor="text1"/>
              </w:rPr>
            </w:pPr>
            <w:r w:rsidRPr="00C46D18">
              <w:rPr>
                <w:rFonts w:ascii="Browallia New" w:hAnsi="Browallia New" w:cs="Browallia New"/>
                <w:color w:val="000000" w:themeColor="text1"/>
              </w:rPr>
              <w:t>2,822</w:t>
            </w:r>
          </w:p>
        </w:tc>
        <w:tc>
          <w:tcPr>
            <w:tcW w:w="1567" w:type="dxa"/>
          </w:tcPr>
          <w:p w14:paraId="7456EFA2" w14:textId="50D10730" w:rsidR="00C46D18" w:rsidRPr="00A35514" w:rsidRDefault="00C46D18" w:rsidP="00C46D18">
            <w:pPr>
              <w:ind w:left="-18"/>
              <w:jc w:val="right"/>
              <w:rPr>
                <w:rFonts w:ascii="Browallia New" w:hAnsi="Browallia New" w:cs="Browallia New"/>
                <w:color w:val="000000" w:themeColor="text1"/>
              </w:rPr>
            </w:pPr>
            <w:r w:rsidRPr="00E009E5">
              <w:rPr>
                <w:rFonts w:ascii="Browallia New" w:hAnsi="Browallia New" w:cs="Browallia New"/>
                <w:color w:val="000000" w:themeColor="text1"/>
              </w:rPr>
              <w:t>3,604</w:t>
            </w:r>
          </w:p>
        </w:tc>
        <w:tc>
          <w:tcPr>
            <w:tcW w:w="1554" w:type="dxa"/>
          </w:tcPr>
          <w:p w14:paraId="46342272" w14:textId="3141F9F0" w:rsidR="00C46D18" w:rsidRPr="00A35514" w:rsidRDefault="00C46D18" w:rsidP="00C46D18">
            <w:pPr>
              <w:tabs>
                <w:tab w:val="left" w:pos="900"/>
              </w:tabs>
              <w:ind w:left="-18" w:right="-40"/>
              <w:jc w:val="right"/>
              <w:rPr>
                <w:rFonts w:ascii="Browallia New" w:hAnsi="Browallia New" w:cs="Browallia New"/>
                <w:color w:val="000000" w:themeColor="text1"/>
              </w:rPr>
            </w:pPr>
            <w:r w:rsidRPr="00C46D18">
              <w:rPr>
                <w:rFonts w:ascii="Browallia New" w:hAnsi="Browallia New" w:cs="Browallia New"/>
                <w:color w:val="000000" w:themeColor="text1"/>
              </w:rPr>
              <w:t>8,792</w:t>
            </w:r>
          </w:p>
        </w:tc>
        <w:tc>
          <w:tcPr>
            <w:tcW w:w="1582" w:type="dxa"/>
          </w:tcPr>
          <w:p w14:paraId="591A4E59" w14:textId="18AC799E" w:rsidR="00C46D18" w:rsidRPr="00A35514" w:rsidRDefault="00C46D18" w:rsidP="00C46D18">
            <w:pPr>
              <w:tabs>
                <w:tab w:val="left" w:pos="900"/>
              </w:tabs>
              <w:ind w:left="-18" w:right="-40"/>
              <w:jc w:val="right"/>
              <w:rPr>
                <w:rFonts w:ascii="Browallia New" w:hAnsi="Browallia New" w:cs="Browallia New"/>
                <w:color w:val="000000" w:themeColor="text1"/>
              </w:rPr>
            </w:pPr>
            <w:r w:rsidRPr="00213D39">
              <w:rPr>
                <w:rFonts w:ascii="Browallia New" w:hAnsi="Browallia New" w:cs="Browallia New"/>
                <w:color w:val="000000" w:themeColor="text1"/>
              </w:rPr>
              <w:t>9,167</w:t>
            </w:r>
          </w:p>
        </w:tc>
      </w:tr>
    </w:tbl>
    <w:p w14:paraId="70DFC26A" w14:textId="61F77D9A" w:rsidR="00B815BB" w:rsidRDefault="00B815BB">
      <w:pPr>
        <w:rPr>
          <w:rFonts w:ascii="Browallia New" w:hAnsi="Browallia New" w:cs="Browallia New"/>
          <w:cs/>
          <w:lang w:val="th-TH"/>
        </w:rPr>
      </w:pPr>
    </w:p>
    <w:p w14:paraId="35B32BC8" w14:textId="77777777" w:rsidR="005B4C6B" w:rsidRPr="00DF0C9F" w:rsidRDefault="005B4C6B" w:rsidP="00623927">
      <w:pPr>
        <w:numPr>
          <w:ilvl w:val="0"/>
          <w:numId w:val="1"/>
        </w:numPr>
        <w:tabs>
          <w:tab w:val="clear" w:pos="360"/>
          <w:tab w:val="left" w:pos="374"/>
          <w:tab w:val="left" w:pos="426"/>
        </w:tabs>
        <w:jc w:val="thaiDistribute"/>
        <w:rPr>
          <w:rFonts w:ascii="Browallia New" w:hAnsi="Browallia New" w:cs="Browallia New"/>
          <w:b/>
          <w:bCs/>
        </w:rPr>
      </w:pPr>
      <w:r w:rsidRPr="00DF0C9F">
        <w:rPr>
          <w:rFonts w:ascii="Browallia New" w:hAnsi="Browallia New" w:cs="Browallia New"/>
          <w:b/>
          <w:bCs/>
          <w:cs/>
        </w:rPr>
        <w:t>นโยบายการบัญชีที่สำคัญ</w:t>
      </w:r>
      <w:r>
        <w:rPr>
          <w:rFonts w:ascii="Browallia New" w:hAnsi="Browallia New" w:cs="Browallia New" w:hint="cs"/>
          <w:b/>
          <w:bCs/>
          <w:cs/>
        </w:rPr>
        <w:t>และมาตรฐานการรายงานทางการเงินที่มีการเปลี่ยนแปลง</w:t>
      </w:r>
    </w:p>
    <w:p w14:paraId="35A358C5" w14:textId="77777777" w:rsidR="005B4C6B" w:rsidRDefault="005B4C6B" w:rsidP="005B4C6B">
      <w:pPr>
        <w:pStyle w:val="CordiaNew"/>
        <w:tabs>
          <w:tab w:val="clear" w:pos="4153"/>
          <w:tab w:val="left" w:pos="426"/>
        </w:tabs>
        <w:rPr>
          <w:rFonts w:ascii="Browallia New" w:hAnsi="Browallia New" w:cs="Browallia New"/>
          <w:sz w:val="28"/>
          <w:szCs w:val="28"/>
        </w:rPr>
      </w:pPr>
    </w:p>
    <w:p w14:paraId="5691517C" w14:textId="77777777" w:rsidR="005B4C6B" w:rsidRPr="00DD6871" w:rsidRDefault="005B4C6B" w:rsidP="00AE3DD7">
      <w:pPr>
        <w:pStyle w:val="afd"/>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hanging="477"/>
        <w:jc w:val="thaiDistribute"/>
        <w:rPr>
          <w:rFonts w:ascii="Browallia New" w:hAnsi="Browallia New" w:cs="Browallia New"/>
          <w:sz w:val="28"/>
        </w:rPr>
      </w:pPr>
      <w:r>
        <w:rPr>
          <w:rFonts w:ascii="Browallia New" w:eastAsia="Arial Unicode MS" w:hAnsi="Browallia New" w:cs="Browallia New" w:hint="cs"/>
          <w:color w:val="000000"/>
          <w:sz w:val="28"/>
          <w:cs/>
          <w:lang w:eastAsia="th-TH"/>
        </w:rPr>
        <w:t>นโยบายการบัญชีที่สำคัญ</w:t>
      </w:r>
    </w:p>
    <w:p w14:paraId="1FEFECAC" w14:textId="77777777" w:rsidR="005B4C6B" w:rsidRPr="004B509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p>
    <w:p w14:paraId="7978709C" w14:textId="4084240C" w:rsidR="005B4C6B" w:rsidRDefault="00664388"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r w:rsidRPr="00664388">
        <w:rPr>
          <w:rFonts w:ascii="Browallia New" w:hAnsi="Browallia New" w:cs="Browallia New"/>
          <w:sz w:val="28"/>
          <w:cs/>
        </w:rPr>
        <w:t>งบการเงินระหว่างกาลนี้จัดทำขึ้นโดยใช้นโยบายการบัญชีเช่นเดียวกับที่ใช้สำหรับการจัดทำงบการเงินของ</w:t>
      </w:r>
      <w:r w:rsidR="004A22ED">
        <w:rPr>
          <w:rFonts w:ascii="Browallia New" w:hAnsi="Browallia New" w:cs="Browallia New"/>
          <w:sz w:val="28"/>
        </w:rPr>
        <w:br/>
      </w:r>
      <w:r w:rsidRPr="00664388">
        <w:rPr>
          <w:rFonts w:ascii="Browallia New" w:hAnsi="Browallia New" w:cs="Browallia New"/>
          <w:sz w:val="28"/>
          <w:cs/>
        </w:rPr>
        <w:t xml:space="preserve">กลุ่มบริษัทสำหรับปีสิ้นสุดวันที่ </w:t>
      </w:r>
      <w:r w:rsidR="004A22ED" w:rsidRPr="004A22ED">
        <w:rPr>
          <w:rFonts w:ascii="Browallia New" w:hAnsi="Browallia New" w:cs="Browallia New"/>
          <w:sz w:val="28"/>
        </w:rPr>
        <w:t>31</w:t>
      </w:r>
      <w:r w:rsidRPr="00664388">
        <w:rPr>
          <w:rFonts w:ascii="Browallia New" w:hAnsi="Browallia New" w:cs="Browallia New"/>
          <w:sz w:val="28"/>
          <w:cs/>
        </w:rPr>
        <w:t xml:space="preserve"> ธันวาคม </w:t>
      </w:r>
      <w:r w:rsidR="004A22ED" w:rsidRPr="004A22ED">
        <w:rPr>
          <w:rFonts w:ascii="Browallia New" w:hAnsi="Browallia New" w:cs="Browallia New"/>
          <w:sz w:val="28"/>
        </w:rPr>
        <w:t>2565</w:t>
      </w:r>
      <w:r w:rsidRPr="00664388">
        <w:rPr>
          <w:rFonts w:ascii="Browallia New" w:hAnsi="Browallia New" w:cs="Browallia New"/>
          <w:sz w:val="28"/>
          <w:cs/>
        </w:rPr>
        <w:t xml:space="preserve"> ยกเว้น การปฏิบัติตามมาตรฐานการรายงานทางการเงิน</w:t>
      </w:r>
      <w:r w:rsidR="004A22ED">
        <w:rPr>
          <w:rFonts w:ascii="Browallia New" w:hAnsi="Browallia New" w:cs="Browallia New"/>
          <w:sz w:val="28"/>
        </w:rPr>
        <w:br/>
      </w:r>
      <w:r w:rsidRPr="00664388">
        <w:rPr>
          <w:rFonts w:ascii="Browallia New" w:hAnsi="Browallia New" w:cs="Browallia New"/>
          <w:sz w:val="28"/>
          <w:cs/>
        </w:rPr>
        <w:t xml:space="preserve">ที่ออกและปรับปรุงใหม่ ซึ่งมีผลบังคับใช้สำหรับรอบระยะเวลาบัญชีที่เริ่มในหรือหลังวันที่ </w:t>
      </w:r>
      <w:r w:rsidR="004A22ED" w:rsidRPr="004A22ED">
        <w:rPr>
          <w:rFonts w:ascii="Browallia New" w:hAnsi="Browallia New" w:cs="Browallia New"/>
          <w:sz w:val="28"/>
        </w:rPr>
        <w:t>1</w:t>
      </w:r>
      <w:r w:rsidRPr="00664388">
        <w:rPr>
          <w:rFonts w:ascii="Browallia New" w:hAnsi="Browallia New" w:cs="Browallia New"/>
          <w:sz w:val="28"/>
          <w:cs/>
        </w:rPr>
        <w:t xml:space="preserve"> มกราคม </w:t>
      </w:r>
      <w:r w:rsidR="004A22ED" w:rsidRPr="004A22ED">
        <w:rPr>
          <w:rFonts w:ascii="Browallia New" w:hAnsi="Browallia New" w:cs="Browallia New"/>
          <w:sz w:val="28"/>
        </w:rPr>
        <w:t>2566</w:t>
      </w:r>
    </w:p>
    <w:p w14:paraId="7A953B3F" w14:textId="77777777" w:rsidR="00664388" w:rsidRDefault="00664388"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p>
    <w:p w14:paraId="373B9AAE" w14:textId="08C8A3CC" w:rsidR="005B4C6B" w:rsidRDefault="002A1111" w:rsidP="002A1111">
      <w:pPr>
        <w:pStyle w:val="CordiaNew"/>
        <w:tabs>
          <w:tab w:val="clear" w:pos="4153"/>
          <w:tab w:val="left" w:pos="900"/>
        </w:tabs>
        <w:ind w:left="900"/>
        <w:rPr>
          <w:rFonts w:ascii="Browallia New" w:hAnsi="Browallia New" w:cs="Browallia New"/>
          <w:color w:val="auto"/>
          <w:sz w:val="28"/>
          <w:szCs w:val="28"/>
          <w:cs/>
          <w:lang w:val="th-TH"/>
        </w:rPr>
      </w:pPr>
      <w:r w:rsidRPr="002A1111">
        <w:rPr>
          <w:rFonts w:ascii="Browallia New" w:hAnsi="Browallia New" w:cs="Browallia New"/>
          <w:color w:val="auto"/>
          <w:sz w:val="28"/>
          <w:szCs w:val="28"/>
          <w:cs/>
          <w:lang w:val="th-TH"/>
        </w:rPr>
        <w:t>อย่างไรก็ตาม ฝ่ายบริหารของกลุ่มบริษัท/บริษัทพิจารณาว่าการถือปฏิบัติดังกล่าวไม่มีผลกระทบอย่างมีสาระสำคัญต่องบการเงิน</w:t>
      </w:r>
    </w:p>
    <w:p w14:paraId="099F339B" w14:textId="77777777" w:rsidR="00BF4842" w:rsidRDefault="00BF4842" w:rsidP="002A1111">
      <w:pPr>
        <w:pStyle w:val="CordiaNew"/>
        <w:tabs>
          <w:tab w:val="clear" w:pos="4153"/>
          <w:tab w:val="left" w:pos="900"/>
        </w:tabs>
        <w:ind w:left="900"/>
        <w:rPr>
          <w:rFonts w:ascii="Browallia New" w:hAnsi="Browallia New" w:cs="Browallia New"/>
          <w:sz w:val="28"/>
          <w:szCs w:val="28"/>
          <w:cs/>
          <w:lang w:val="th-TH"/>
        </w:rPr>
      </w:pPr>
    </w:p>
    <w:p w14:paraId="04A9C534" w14:textId="77777777" w:rsidR="005B4C6B" w:rsidRPr="0046726C" w:rsidRDefault="005B4C6B" w:rsidP="00AE3DD7">
      <w:pPr>
        <w:pStyle w:val="afd"/>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hanging="477"/>
        <w:jc w:val="thaiDistribute"/>
        <w:rPr>
          <w:rFonts w:ascii="Browallia New" w:hAnsi="Browallia New" w:cs="Browallia New"/>
          <w:sz w:val="28"/>
        </w:rPr>
      </w:pPr>
      <w:r>
        <w:rPr>
          <w:rFonts w:ascii="Browallia New" w:hAnsi="Browallia New" w:cs="Browallia New" w:hint="cs"/>
          <w:sz w:val="28"/>
          <w:cs/>
        </w:rPr>
        <w:t>มาตรฐานการรายงานทางการเงินที่มีการเปลี่ยนแปลง</w:t>
      </w:r>
    </w:p>
    <w:p w14:paraId="7FFF1402" w14:textId="77777777" w:rsidR="005B4C6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eastAsia="Arial Unicode MS" w:hAnsi="Browallia New" w:cs="Browallia New"/>
          <w:color w:val="000000"/>
          <w:sz w:val="28"/>
          <w:lang w:eastAsia="th-TH"/>
        </w:rPr>
      </w:pPr>
    </w:p>
    <w:p w14:paraId="77AF92CD" w14:textId="77777777" w:rsidR="005B4C6B" w:rsidRPr="003F1398"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r w:rsidRPr="003F1398">
        <w:rPr>
          <w:rFonts w:ascii="Browallia New" w:eastAsia="Arial Unicode MS" w:hAnsi="Browallia New" w:cs="Browallia New"/>
          <w:color w:val="000000"/>
          <w:sz w:val="28"/>
          <w:cs/>
          <w:lang w:eastAsia="th-TH"/>
        </w:rPr>
        <w:t>มาตรฐานการรายงานทางการเงิน</w:t>
      </w:r>
      <w:r w:rsidRPr="003F1398">
        <w:rPr>
          <w:rFonts w:ascii="Browallia New" w:eastAsia="Arial Unicode MS" w:hAnsi="Browallia New" w:cs="Browallia New" w:hint="cs"/>
          <w:color w:val="000000"/>
          <w:sz w:val="28"/>
          <w:cs/>
          <w:lang w:eastAsia="th-TH"/>
        </w:rPr>
        <w:t>ฉบับที่</w:t>
      </w:r>
      <w:r w:rsidRPr="003F1398">
        <w:rPr>
          <w:rFonts w:ascii="Browallia New" w:eastAsia="Arial Unicode MS" w:hAnsi="Browallia New" w:cs="Browallia New"/>
          <w:color w:val="000000"/>
          <w:sz w:val="28"/>
          <w:cs/>
          <w:lang w:eastAsia="th-TH"/>
        </w:rPr>
        <w:t>มีการเปลี่ยนแปลง</w:t>
      </w:r>
      <w:r w:rsidRPr="003F1398">
        <w:rPr>
          <w:rFonts w:ascii="Browallia New" w:eastAsia="Arial Unicode MS" w:hAnsi="Browallia New" w:cs="Browallia New" w:hint="cs"/>
          <w:color w:val="000000"/>
          <w:sz w:val="28"/>
          <w:cs/>
          <w:lang w:eastAsia="th-TH"/>
        </w:rPr>
        <w:t>และมีผลบังคับใช้สำหรับรอบระยะเวลาบัญชี</w:t>
      </w:r>
      <w:r w:rsidRPr="003F1398">
        <w:rPr>
          <w:rFonts w:ascii="Browallia New" w:eastAsia="Arial Unicode MS" w:hAnsi="Browallia New" w:cs="Browallia New"/>
          <w:sz w:val="28"/>
          <w:cs/>
          <w:lang w:val="en-GB"/>
        </w:rPr>
        <w:t xml:space="preserve">ที่เริ่มในหรือหลังวันที่ </w:t>
      </w:r>
      <w:r w:rsidRPr="003F1398">
        <w:rPr>
          <w:rFonts w:ascii="Browallia New" w:eastAsia="Arial Unicode MS" w:hAnsi="Browallia New" w:cs="Browallia New"/>
          <w:sz w:val="28"/>
          <w:lang w:val="en-GB"/>
        </w:rPr>
        <w:t xml:space="preserve">1 </w:t>
      </w:r>
      <w:r w:rsidRPr="003F1398">
        <w:rPr>
          <w:rFonts w:ascii="Browallia New" w:eastAsia="Arial Unicode MS" w:hAnsi="Browallia New" w:cs="Browallia New"/>
          <w:sz w:val="28"/>
          <w:cs/>
          <w:lang w:val="en-GB"/>
        </w:rPr>
        <w:t xml:space="preserve">มกราคม </w:t>
      </w:r>
      <w:r w:rsidRPr="003F1398">
        <w:rPr>
          <w:rFonts w:ascii="Browallia New" w:eastAsia="Arial Unicode MS" w:hAnsi="Browallia New" w:cs="Browallia New"/>
          <w:sz w:val="28"/>
          <w:lang w:val="en-GB"/>
        </w:rPr>
        <w:t xml:space="preserve">2566 </w:t>
      </w:r>
      <w:r w:rsidRPr="003F1398">
        <w:rPr>
          <w:rFonts w:ascii="Browallia New" w:hAnsi="Browallia New" w:cs="Browallia New" w:hint="cs"/>
          <w:sz w:val="28"/>
          <w:cs/>
          <w:lang w:val="th-TH"/>
        </w:rPr>
        <w:t>มีดังนี้</w:t>
      </w:r>
    </w:p>
    <w:p w14:paraId="259FA8E7" w14:textId="77777777" w:rsidR="005B4C6B" w:rsidRDefault="005B4C6B" w:rsidP="005B4C6B">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eastAsia="Arial Unicode MS" w:hAnsi="Browallia New" w:cs="Browallia New"/>
          <w:color w:val="000000"/>
          <w:sz w:val="28"/>
          <w:lang w:eastAsia="th-TH"/>
        </w:rPr>
      </w:pPr>
    </w:p>
    <w:p w14:paraId="791F6514" w14:textId="77777777" w:rsidR="005B4C6B" w:rsidRPr="00433015"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hAnsi="Browallia New" w:cs="Browallia New"/>
          <w:sz w:val="28"/>
        </w:rPr>
      </w:pPr>
      <w:r w:rsidRPr="00707181">
        <w:rPr>
          <w:rFonts w:ascii="Browallia New" w:eastAsia="Arial Unicode MS" w:hAnsi="Browallia New" w:cs="Browallia New"/>
          <w:sz w:val="28"/>
          <w:u w:val="single"/>
          <w:cs/>
        </w:rPr>
        <w:t xml:space="preserve">มาตรฐานการบัญชีฉบับที่ </w:t>
      </w:r>
      <w:r w:rsidRPr="00707181">
        <w:rPr>
          <w:rFonts w:ascii="Browallia New" w:eastAsia="Arial Unicode MS" w:hAnsi="Browallia New" w:cs="Browallia New"/>
          <w:sz w:val="28"/>
          <w:u w:val="single"/>
        </w:rPr>
        <w:t>16</w:t>
      </w:r>
      <w:r w:rsidRPr="00707181">
        <w:rPr>
          <w:rFonts w:ascii="Browallia New" w:eastAsia="Arial Unicode MS" w:hAnsi="Browallia New" w:cs="Browallia New"/>
          <w:sz w:val="28"/>
          <w:u w:val="single"/>
          <w:cs/>
        </w:rPr>
        <w:t xml:space="preserve"> เรื่อง ที่ดิน อาคารและอุปกรณ์</w:t>
      </w:r>
    </w:p>
    <w:p w14:paraId="4475B530"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72B4D544"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707181">
        <w:rPr>
          <w:rFonts w:ascii="Browallia New" w:eastAsia="Arial Unicode MS" w:hAnsi="Browallia New" w:cs="Browallia New" w:hint="cs"/>
          <w:sz w:val="28"/>
          <w:cs/>
        </w:rPr>
        <w:t>การปรับปรุง</w:t>
      </w:r>
      <w:r w:rsidRPr="00707181">
        <w:rPr>
          <w:rFonts w:ascii="Browallia New" w:eastAsia="Arial Unicode MS" w:hAnsi="Browallia New" w:cs="Browallia New"/>
          <w:sz w:val="28"/>
          <w:cs/>
        </w:rPr>
        <w:t>กำหนดให้รับรู้มูลค่าของสิ่งตอบแทนที่ได้รับจากการขายรายการต่างๆ ที่ผลิตได้ในช่วง</w:t>
      </w:r>
      <w:r>
        <w:rPr>
          <w:rFonts w:ascii="Browallia New" w:eastAsia="Arial Unicode MS" w:hAnsi="Browallia New" w:cs="Browallia New"/>
          <w:sz w:val="28"/>
          <w:cs/>
        </w:rPr>
        <w:br/>
      </w:r>
      <w:r w:rsidRPr="00707181">
        <w:rPr>
          <w:rFonts w:ascii="Browallia New" w:eastAsia="Arial Unicode MS" w:hAnsi="Browallia New" w:cs="Browallia New"/>
          <w:sz w:val="28"/>
          <w:cs/>
        </w:rPr>
        <w:t>การเตรียมความพร้อมของสินทรัพย์</w:t>
      </w:r>
      <w:r w:rsidRPr="00707181">
        <w:rPr>
          <w:rFonts w:ascii="Browallia New" w:eastAsia="Arial Unicode MS" w:hAnsi="Browallia New" w:cs="Browallia New" w:hint="cs"/>
          <w:sz w:val="28"/>
          <w:cs/>
        </w:rPr>
        <w:t>ให้</w:t>
      </w:r>
      <w:r w:rsidRPr="00707181">
        <w:rPr>
          <w:rFonts w:ascii="Browallia New" w:eastAsia="Arial Unicode MS" w:hAnsi="Browallia New" w:cs="Browallia New"/>
          <w:sz w:val="28"/>
          <w:cs/>
        </w:rPr>
        <w:t>อยู่ในสภาพพร้อมใช้งานตาม</w:t>
      </w:r>
      <w:r w:rsidRPr="00707181">
        <w:rPr>
          <w:rFonts w:ascii="Browallia New" w:eastAsia="Arial Unicode MS" w:hAnsi="Browallia New" w:cs="Browallia New" w:hint="cs"/>
          <w:sz w:val="28"/>
          <w:cs/>
        </w:rPr>
        <w:t>ความ</w:t>
      </w:r>
      <w:r w:rsidRPr="00707181">
        <w:rPr>
          <w:rFonts w:ascii="Browallia New" w:eastAsia="Arial Unicode MS" w:hAnsi="Browallia New" w:cs="Browallia New"/>
          <w:sz w:val="28"/>
          <w:cs/>
        </w:rPr>
        <w:t xml:space="preserve">ประสงค์ของฝ่ายบริหาร </w:t>
      </w:r>
      <w:r>
        <w:rPr>
          <w:rFonts w:ascii="Browallia New" w:eastAsia="Arial Unicode MS" w:hAnsi="Browallia New" w:cs="Browallia New"/>
          <w:sz w:val="28"/>
          <w:cs/>
        </w:rPr>
        <w:br/>
      </w:r>
      <w:r w:rsidRPr="00707181">
        <w:rPr>
          <w:rFonts w:ascii="Browallia New" w:eastAsia="Arial Unicode MS" w:hAnsi="Browallia New" w:cs="Browallia New"/>
          <w:sz w:val="28"/>
          <w:cs/>
        </w:rPr>
        <w:t>เป็นรายได้แทนการนำไปห</w:t>
      </w:r>
      <w:r w:rsidRPr="00707181">
        <w:rPr>
          <w:rFonts w:ascii="Browallia New" w:eastAsia="Arial Unicode MS" w:hAnsi="Browallia New" w:cs="Browallia New" w:hint="cs"/>
          <w:sz w:val="28"/>
          <w:cs/>
        </w:rPr>
        <w:t>ั</w:t>
      </w:r>
      <w:r w:rsidRPr="00707181">
        <w:rPr>
          <w:rFonts w:ascii="Browallia New" w:eastAsia="Arial Unicode MS" w:hAnsi="Browallia New" w:cs="Browallia New"/>
          <w:sz w:val="28"/>
          <w:cs/>
        </w:rPr>
        <w:t>กออกจากต้นทุนของที่ดิน อาคารและอุปกรณ์นั้น</w:t>
      </w:r>
    </w:p>
    <w:p w14:paraId="1E6681F3"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p>
    <w:p w14:paraId="5D93FEA6"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lastRenderedPageBreak/>
        <w:t xml:space="preserve">มาตรฐานการบัญชีฉบับที่ </w:t>
      </w:r>
      <w:r w:rsidRPr="00AE3DD7">
        <w:rPr>
          <w:rFonts w:ascii="Browallia New" w:eastAsia="Arial Unicode MS" w:hAnsi="Browallia New" w:cs="Browallia New"/>
          <w:sz w:val="28"/>
          <w:u w:val="single"/>
        </w:rPr>
        <w:t>37</w:t>
      </w:r>
      <w:r w:rsidRPr="00AE3DD7">
        <w:rPr>
          <w:rFonts w:ascii="Browallia New" w:eastAsia="Arial Unicode MS" w:hAnsi="Browallia New" w:cs="Browallia New"/>
          <w:sz w:val="28"/>
          <w:u w:val="single"/>
          <w:cs/>
        </w:rPr>
        <w:t xml:space="preserve"> เรื่อง ประมาณการหนี้สิน หนี้สินที่อาจเกิดขึ้น</w:t>
      </w:r>
      <w:r w:rsidRPr="00AE3DD7">
        <w:rPr>
          <w:rFonts w:ascii="Browallia New" w:eastAsia="Arial Unicode MS" w:hAnsi="Browallia New" w:cs="Browallia New" w:hint="cs"/>
          <w:sz w:val="28"/>
          <w:u w:val="single"/>
          <w:cs/>
        </w:rPr>
        <w:t xml:space="preserve"> </w:t>
      </w:r>
      <w:r w:rsidRPr="00AE3DD7">
        <w:rPr>
          <w:rFonts w:ascii="Browallia New" w:eastAsia="Arial Unicode MS" w:hAnsi="Browallia New" w:cs="Browallia New"/>
          <w:sz w:val="28"/>
          <w:u w:val="single"/>
          <w:cs/>
        </w:rPr>
        <w:t>และสินทรัพย์ที่อาจเกิดขึ้น</w:t>
      </w:r>
    </w:p>
    <w:p w14:paraId="119D0910"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50716DB9"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hint="cs"/>
          <w:sz w:val="28"/>
          <w:cs/>
        </w:rPr>
        <w:t>การปรับปรุง</w:t>
      </w:r>
      <w:r w:rsidRPr="00AE3DD7">
        <w:rPr>
          <w:rFonts w:ascii="Browallia New" w:eastAsia="Arial Unicode MS" w:hAnsi="Browallia New" w:cs="Browallia New"/>
          <w:sz w:val="28"/>
          <w:cs/>
        </w:rPr>
        <w:t>อธิบายเพิ่มเติมในส่วนของต้นทุน</w:t>
      </w:r>
      <w:r w:rsidRPr="00AE3DD7">
        <w:rPr>
          <w:rFonts w:ascii="Browallia New" w:eastAsia="Arial Unicode MS" w:hAnsi="Browallia New" w:cs="Browallia New" w:hint="cs"/>
          <w:sz w:val="28"/>
          <w:cs/>
        </w:rPr>
        <w:t xml:space="preserve">ส่วนเพิ่มที่ต้องจ่ายเพื่อปฏิบัติตามสัญญาและการปันส่วนต้นทุนอื่นที่เกี่ยวข้องโดยตรง </w:t>
      </w:r>
      <w:r w:rsidRPr="00AE3DD7">
        <w:rPr>
          <w:rFonts w:ascii="Browallia New" w:eastAsia="Arial Unicode MS" w:hAnsi="Browallia New" w:cs="Browallia New"/>
          <w:sz w:val="28"/>
          <w:cs/>
        </w:rPr>
        <w:t>ที่ต้องนำมาพิจารณาว่าสัญญานั้นเป็นสัญญาที่สร้างภาระหรือไม่</w:t>
      </w:r>
    </w:p>
    <w:p w14:paraId="2A8B33EA" w14:textId="77777777" w:rsidR="005B4C6B" w:rsidRPr="00AE3DD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rPr>
      </w:pPr>
    </w:p>
    <w:p w14:paraId="39536C74"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t xml:space="preserve">มาตรฐานการบัญชีฉบับที่ </w:t>
      </w:r>
      <w:r w:rsidRPr="00AE3DD7">
        <w:rPr>
          <w:rFonts w:ascii="Browallia New" w:eastAsia="Arial Unicode MS" w:hAnsi="Browallia New" w:cs="Browallia New"/>
          <w:sz w:val="28"/>
          <w:u w:val="single"/>
        </w:rPr>
        <w:t>41</w:t>
      </w:r>
      <w:r w:rsidRPr="00AE3DD7">
        <w:rPr>
          <w:rFonts w:ascii="Browallia New" w:eastAsia="Arial Unicode MS" w:hAnsi="Browallia New" w:cs="Browallia New"/>
          <w:sz w:val="28"/>
          <w:u w:val="single"/>
          <w:cs/>
        </w:rPr>
        <w:t xml:space="preserve"> เรื่อง เกษตรกรรม</w:t>
      </w:r>
    </w:p>
    <w:p w14:paraId="50746CD1"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1D7F5D21"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sz w:val="28"/>
          <w:cs/>
        </w:rPr>
        <w:t>การปรับปรุงได้ยกเลิกข้อกำหนดเรื่องการห้ามนำกระแสเงินสดจากการจ่ายชำระภาษีเงินได้ มาใช้ในการวัดมูลค่ายุติธรรมของสินทรัพย์ชีวภาพ</w:t>
      </w:r>
    </w:p>
    <w:p w14:paraId="3A246E3D" w14:textId="77777777" w:rsidR="005B4C6B" w:rsidRPr="00AE3DD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rPr>
      </w:pPr>
    </w:p>
    <w:p w14:paraId="22A5FD4B"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t xml:space="preserve">มาตรฐานการรายงานทางการเงินฉบับที่ </w:t>
      </w:r>
      <w:r w:rsidRPr="00AE3DD7">
        <w:rPr>
          <w:rFonts w:ascii="Browallia New" w:eastAsia="Arial Unicode MS" w:hAnsi="Browallia New" w:cs="Browallia New"/>
          <w:sz w:val="28"/>
          <w:u w:val="single"/>
        </w:rPr>
        <w:t>1</w:t>
      </w:r>
      <w:r w:rsidRPr="00AE3DD7">
        <w:rPr>
          <w:rFonts w:ascii="Browallia New" w:eastAsia="Arial Unicode MS" w:hAnsi="Browallia New" w:cs="Browallia New"/>
          <w:sz w:val="28"/>
          <w:u w:val="single"/>
          <w:cs/>
        </w:rPr>
        <w:t xml:space="preserve"> เรื่อง การนำมาตรฐานการรายงานทางการเงินมาใช้เป็น</w:t>
      </w:r>
      <w:r w:rsidRPr="00AE3DD7">
        <w:rPr>
          <w:rFonts w:ascii="Browallia New" w:eastAsia="Arial Unicode MS" w:hAnsi="Browallia New" w:cs="Browallia New"/>
          <w:sz w:val="28"/>
          <w:u w:val="single"/>
          <w:cs/>
        </w:rPr>
        <w:br/>
        <w:t>ครั้งแรก</w:t>
      </w:r>
    </w:p>
    <w:p w14:paraId="54F2E5A2"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05606B52"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hint="cs"/>
          <w:sz w:val="28"/>
          <w:cs/>
        </w:rPr>
        <w:t>การ</w:t>
      </w:r>
      <w:r w:rsidRPr="00AE3DD7">
        <w:rPr>
          <w:rFonts w:ascii="Browallia New" w:eastAsia="Arial Unicode MS" w:hAnsi="Browallia New" w:cs="Browallia New"/>
          <w:sz w:val="28"/>
          <w:cs/>
        </w:rPr>
        <w:t>ปรับปรุงให้ทางเลือกแก่บริษัทย่อยที่นำมาตรฐานกา</w:t>
      </w:r>
      <w:r w:rsidRPr="00AE3DD7">
        <w:rPr>
          <w:rFonts w:ascii="Browallia New" w:eastAsia="Arial Unicode MS" w:hAnsi="Browallia New" w:cs="Browallia New" w:hint="cs"/>
          <w:sz w:val="28"/>
          <w:cs/>
        </w:rPr>
        <w:t>ร</w:t>
      </w:r>
      <w:r w:rsidRPr="00AE3DD7">
        <w:rPr>
          <w:rFonts w:ascii="Browallia New" w:eastAsia="Arial Unicode MS" w:hAnsi="Browallia New" w:cs="Browallia New"/>
          <w:sz w:val="28"/>
          <w:cs/>
        </w:rPr>
        <w:t>รายงานทางการเงินมาใช้เป็นครั้งแรก ในการวัดมูลค่าส่วนต่างจากการแปลงค่างบการเงินของหน่วยงานต่างประเทศด้วยมูลค่าเดียวกับที่นำไปรวมอยู่ในงบการเงินรวมของบริษัทใหญ่ ณ วันที่บริษัทใหญ่เริ่มนำมาตรฐานการรายงานทางการเงินมาใช้เป็นครั้งแรก</w:t>
      </w:r>
    </w:p>
    <w:p w14:paraId="5F01D8BE"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hAnsi="Browallia New" w:cs="Browallia New"/>
          <w:sz w:val="28"/>
        </w:rPr>
      </w:pPr>
    </w:p>
    <w:p w14:paraId="64E4D474" w14:textId="77777777" w:rsidR="005B4C6B" w:rsidRPr="00C83613"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AE3DD7">
        <w:rPr>
          <w:rFonts w:ascii="Browallia New" w:eastAsia="Arial Unicode MS" w:hAnsi="Browallia New" w:cs="Browallia New" w:hint="cs"/>
          <w:sz w:val="28"/>
          <w:u w:val="single"/>
          <w:cs/>
        </w:rPr>
        <w:t>มาตรฐาน</w:t>
      </w:r>
      <w:r w:rsidRPr="00385952">
        <w:rPr>
          <w:rFonts w:ascii="Browallia New" w:eastAsia="Arial Unicode MS" w:hAnsi="Browallia New" w:cs="Browallia New" w:hint="cs"/>
          <w:sz w:val="28"/>
          <w:u w:val="single"/>
          <w:cs/>
        </w:rPr>
        <w:t xml:space="preserve">การรายงานทางการเงินฉบับที่ </w:t>
      </w:r>
      <w:r w:rsidRPr="00385952">
        <w:rPr>
          <w:rFonts w:ascii="Browallia New" w:eastAsia="Arial Unicode MS" w:hAnsi="Browallia New" w:cs="Browallia New"/>
          <w:sz w:val="28"/>
          <w:u w:val="single"/>
        </w:rPr>
        <w:t xml:space="preserve">3 </w:t>
      </w:r>
      <w:r w:rsidRPr="00385952">
        <w:rPr>
          <w:rFonts w:ascii="Browallia New" w:eastAsia="Arial Unicode MS" w:hAnsi="Browallia New" w:cs="Browallia New" w:hint="cs"/>
          <w:sz w:val="28"/>
          <w:u w:val="single"/>
          <w:cs/>
        </w:rPr>
        <w:t>เรื่อง การรวมธุรกิจ</w:t>
      </w:r>
    </w:p>
    <w:p w14:paraId="39B74167"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4654EF66"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ปรับปรุงการอ้างอิงกรอบแนวคิด</w:t>
      </w:r>
      <w:r w:rsidRPr="00385952">
        <w:rPr>
          <w:rFonts w:ascii="Browallia New" w:eastAsia="Arial Unicode MS" w:hAnsi="Browallia New" w:cs="Browallia New" w:hint="cs"/>
          <w:sz w:val="28"/>
          <w:cs/>
        </w:rPr>
        <w:t>สำหรับการ</w:t>
      </w:r>
      <w:r w:rsidRPr="00385952">
        <w:rPr>
          <w:rFonts w:ascii="Browallia New" w:eastAsia="Arial Unicode MS" w:hAnsi="Browallia New" w:cs="Browallia New"/>
          <w:sz w:val="28"/>
          <w:cs/>
        </w:rPr>
        <w:t>รายงานทางการเงินให้เป็นปัจจุบัน เพิ่มเนื้อหาการรับรู้รายการหนี้สินและหนี้สินที่อาจเกิดขึ้นที่รับมาจากการรวมธุรกิจ และสินทรัพย์ที่อาจเกิดขึ้น</w:t>
      </w:r>
      <w:r w:rsidRPr="00385952">
        <w:rPr>
          <w:rFonts w:ascii="Browallia New" w:eastAsia="Arial Unicode MS" w:hAnsi="Browallia New" w:cs="Browallia New" w:hint="cs"/>
          <w:sz w:val="28"/>
          <w:cs/>
        </w:rPr>
        <w:t>ที่</w:t>
      </w:r>
      <w:r w:rsidRPr="00385952">
        <w:rPr>
          <w:rFonts w:ascii="Browallia New" w:eastAsia="Arial Unicode MS" w:hAnsi="Browallia New" w:cs="Browallia New"/>
          <w:sz w:val="28"/>
          <w:cs/>
        </w:rPr>
        <w:t>ไม่สามารถรับรู้รายการได้</w:t>
      </w:r>
    </w:p>
    <w:p w14:paraId="4370F3DF" w14:textId="77777777" w:rsidR="005B4C6B" w:rsidRPr="0062392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sz w:val="24"/>
          <w:szCs w:val="24"/>
        </w:rPr>
      </w:pPr>
    </w:p>
    <w:p w14:paraId="5F48875A" w14:textId="77777777" w:rsidR="005B4C6B" w:rsidRPr="00BE4425"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385952">
        <w:rPr>
          <w:rFonts w:ascii="Browallia New" w:eastAsia="Arial Unicode MS" w:hAnsi="Browallia New" w:cs="Browallia New"/>
          <w:sz w:val="28"/>
          <w:u w:val="single"/>
          <w:cs/>
        </w:rPr>
        <w:t xml:space="preserve">มาตรฐานการรายงานทางการเงินฉบับที่ </w:t>
      </w:r>
      <w:r w:rsidRPr="00385952">
        <w:rPr>
          <w:rFonts w:ascii="Browallia New" w:eastAsia="Arial Unicode MS" w:hAnsi="Browallia New" w:cs="Browallia New"/>
          <w:sz w:val="28"/>
          <w:u w:val="single"/>
        </w:rPr>
        <w:t>9</w:t>
      </w:r>
      <w:r w:rsidRPr="00385952">
        <w:rPr>
          <w:rFonts w:ascii="Browallia New" w:eastAsia="Arial Unicode MS" w:hAnsi="Browallia New" w:cs="Browallia New"/>
          <w:sz w:val="28"/>
          <w:u w:val="single"/>
          <w:cs/>
        </w:rPr>
        <w:t xml:space="preserve"> เรื่อง เครื่องมือทางการเงิน</w:t>
      </w:r>
    </w:p>
    <w:p w14:paraId="7C7D83A0"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762F7B98"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 xml:space="preserve">การปรับปรุงอธิบายเพิ่มเติมเกี่ยวกับค่าธรรมเนียมในการพิจารณาตัดรายการหนี้สินทางการเงินด้วยวิธีร้อยละ </w:t>
      </w:r>
      <w:r w:rsidRPr="00385952">
        <w:rPr>
          <w:rFonts w:ascii="Browallia New" w:eastAsia="Arial Unicode MS" w:hAnsi="Browallia New" w:cs="Browallia New"/>
          <w:sz w:val="28"/>
        </w:rPr>
        <w:t>10</w:t>
      </w:r>
      <w:r w:rsidRPr="00385952">
        <w:rPr>
          <w:rFonts w:ascii="Browallia New" w:eastAsia="Arial Unicode MS" w:hAnsi="Browallia New" w:cs="Browallia New"/>
          <w:sz w:val="28"/>
          <w:cs/>
        </w:rPr>
        <w:t xml:space="preserve"> </w:t>
      </w:r>
      <w:r w:rsidRPr="00385952">
        <w:rPr>
          <w:rFonts w:ascii="Browallia New" w:eastAsia="Arial Unicode MS" w:hAnsi="Browallia New" w:cs="Browallia New" w:hint="cs"/>
          <w:sz w:val="28"/>
          <w:cs/>
        </w:rPr>
        <w:t>โดย</w:t>
      </w:r>
      <w:r w:rsidRPr="00385952">
        <w:rPr>
          <w:rFonts w:ascii="Browallia New" w:eastAsia="Arial Unicode MS" w:hAnsi="Browallia New" w:cs="Browallia New"/>
          <w:sz w:val="28"/>
          <w:cs/>
        </w:rPr>
        <w:t>ต้องมีการนำค่าธรรมเนียมจ่ายสุทธิ</w:t>
      </w:r>
      <w:r w:rsidRPr="00385952">
        <w:rPr>
          <w:rFonts w:ascii="Browallia New" w:eastAsia="Arial Unicode MS" w:hAnsi="Browallia New" w:cs="Browallia New" w:hint="cs"/>
          <w:sz w:val="28"/>
          <w:cs/>
        </w:rPr>
        <w:t>ด้วย</w:t>
      </w:r>
      <w:r w:rsidRPr="00385952">
        <w:rPr>
          <w:rFonts w:ascii="Browallia New" w:eastAsia="Arial Unicode MS" w:hAnsi="Browallia New" w:cs="Browallia New"/>
          <w:sz w:val="28"/>
          <w:cs/>
        </w:rPr>
        <w:t>ค่าธรรมเนียมรับมาคำนวณ (รวมเฉพาะค่าธรรมเนียมที่เกิดระหว่างผู้กู้ยืมและผู้ให้กู้ยืม รวมถึงค่าธรรมเนียมจ่ายหรือรับที่ออกให้ในนามของอีกฝ่ายหนึ่งเท่านั้</w:t>
      </w:r>
      <w:r w:rsidRPr="00385952">
        <w:rPr>
          <w:rFonts w:ascii="Browallia New" w:eastAsia="Arial Unicode MS" w:hAnsi="Browallia New" w:cs="Browallia New" w:hint="cs"/>
          <w:sz w:val="28"/>
          <w:cs/>
        </w:rPr>
        <w:t>น</w:t>
      </w:r>
      <w:r w:rsidRPr="00385952">
        <w:rPr>
          <w:rFonts w:ascii="Browallia New" w:eastAsia="Arial Unicode MS" w:hAnsi="Browallia New" w:cs="Browallia New"/>
          <w:sz w:val="28"/>
          <w:cs/>
        </w:rPr>
        <w:t>)</w:t>
      </w:r>
    </w:p>
    <w:p w14:paraId="16A57AC5"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rPr>
      </w:pPr>
    </w:p>
    <w:p w14:paraId="485624AF" w14:textId="7D712E4C" w:rsidR="00285E46" w:rsidRPr="00B32FF4" w:rsidRDefault="00285E46" w:rsidP="003E0B20">
      <w:pPr>
        <w:numPr>
          <w:ilvl w:val="0"/>
          <w:numId w:val="1"/>
        </w:numPr>
        <w:tabs>
          <w:tab w:val="left" w:pos="426"/>
        </w:tabs>
        <w:jc w:val="thaiDistribute"/>
        <w:rPr>
          <w:rFonts w:ascii="Browallia New" w:hAnsi="Browallia New" w:cs="Browallia New"/>
          <w:b/>
          <w:bCs/>
          <w:lang w:val="en-GB"/>
        </w:rPr>
      </w:pPr>
      <w:r w:rsidRPr="00B32FF4">
        <w:rPr>
          <w:rFonts w:ascii="Browallia New" w:hAnsi="Browallia New" w:cs="Browallia New"/>
          <w:b/>
          <w:bCs/>
          <w:cs/>
          <w:lang w:val="en-GB"/>
        </w:rPr>
        <w:t>การประมาณการและการใช้ดุลยพินิจ</w:t>
      </w:r>
    </w:p>
    <w:p w14:paraId="485624B0" w14:textId="77777777" w:rsidR="002F47D9" w:rsidRPr="00B32FF4"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633BC61D" w:rsidR="00B3531C" w:rsidRPr="00B32FF4"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B32FF4">
        <w:rPr>
          <w:rFonts w:ascii="Browallia New" w:hAnsi="Browallia New" w:cs="Browallia New"/>
          <w:color w:val="auto"/>
          <w:sz w:val="28"/>
          <w:szCs w:val="28"/>
          <w:cs/>
          <w:lang w:val="th-TH"/>
        </w:rPr>
        <w:t>ในการจัดทำงบการเงินระหว่างกาล</w:t>
      </w:r>
      <w:r w:rsidR="00F60E66" w:rsidRPr="00B32FF4">
        <w:rPr>
          <w:rFonts w:ascii="Browallia New" w:hAnsi="Browallia New" w:cs="Browallia New"/>
          <w:color w:val="auto"/>
          <w:sz w:val="28"/>
          <w:szCs w:val="28"/>
          <w:cs/>
          <w:lang w:val="th-TH"/>
        </w:rPr>
        <w:t xml:space="preserve"> </w:t>
      </w:r>
      <w:r w:rsidR="00D45ABF">
        <w:rPr>
          <w:rFonts w:ascii="Browallia New" w:eastAsia="Arial Unicode MS" w:hAnsi="Browallia New" w:cs="Browallia New" w:hint="cs"/>
          <w:color w:val="auto"/>
          <w:sz w:val="28"/>
          <w:szCs w:val="28"/>
          <w:cs/>
        </w:rPr>
        <w:t>ฝ่</w:t>
      </w:r>
      <w:r w:rsidRPr="00D45ABF">
        <w:rPr>
          <w:rFonts w:ascii="Browallia New" w:eastAsia="Arial Unicode MS" w:hAnsi="Browallia New" w:cs="Browallia New"/>
          <w:color w:val="auto"/>
          <w:sz w:val="28"/>
          <w:szCs w:val="28"/>
          <w:cs/>
        </w:rPr>
        <w:t>า</w:t>
      </w:r>
      <w:r w:rsidRPr="00B32FF4">
        <w:rPr>
          <w:rFonts w:ascii="Browallia New" w:hAnsi="Browallia New" w:cs="Browallia New"/>
          <w:color w:val="auto"/>
          <w:sz w:val="28"/>
          <w:szCs w:val="28"/>
          <w:cs/>
          <w:lang w:val="th-TH"/>
        </w:rPr>
        <w:t>ยบริหารใช้ดุลยพินิจ</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และข้อสมมติฐานเกี่ยวกับการรับรู้</w:t>
      </w:r>
      <w:r w:rsidR="00F60E66" w:rsidRPr="00B32FF4">
        <w:rPr>
          <w:rFonts w:ascii="Browallia New" w:hAnsi="Browallia New" w:cs="Browallia New"/>
          <w:color w:val="auto"/>
          <w:sz w:val="28"/>
          <w:szCs w:val="28"/>
          <w:cs/>
          <w:lang w:val="th-TH"/>
        </w:rPr>
        <w:t xml:space="preserve"> </w:t>
      </w:r>
      <w:r w:rsidR="00AE3DD7">
        <w:rPr>
          <w:rFonts w:ascii="Browallia New" w:hAnsi="Browallia New" w:cs="Browallia New"/>
          <w:color w:val="auto"/>
          <w:sz w:val="28"/>
          <w:szCs w:val="28"/>
          <w:cs/>
          <w:lang w:val="th-TH"/>
        </w:rPr>
        <w:br/>
      </w:r>
      <w:r w:rsidRPr="00B32FF4">
        <w:rPr>
          <w:rFonts w:ascii="Browallia New" w:hAnsi="Browallia New" w:cs="Browallia New"/>
          <w:color w:val="auto"/>
          <w:sz w:val="28"/>
          <w:szCs w:val="28"/>
          <w:cs/>
          <w:lang w:val="th-TH"/>
        </w:rPr>
        <w:t>และการวัดมูลค่าของสินทรัพย์</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หนี้สิน</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รายได้</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และค่าใช้จ่าย</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ผลท</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เกิดขึ้นจริงอาจจะแตกต่างจากการใช้ดุลยพินิจ</w:t>
      </w:r>
      <w:r w:rsidR="00F60E66" w:rsidRPr="00B32FF4">
        <w:rPr>
          <w:rFonts w:ascii="Browallia New" w:hAnsi="Browallia New" w:cs="Browallia New"/>
          <w:color w:val="auto"/>
          <w:sz w:val="28"/>
          <w:szCs w:val="28"/>
          <w:cs/>
          <w:lang w:val="th-TH"/>
        </w:rPr>
        <w:t xml:space="preserve"> </w:t>
      </w:r>
      <w:r w:rsidR="00AE3DD7">
        <w:rPr>
          <w:rFonts w:ascii="Browallia New" w:hAnsi="Browallia New" w:cs="Browallia New"/>
          <w:color w:val="auto"/>
          <w:sz w:val="28"/>
          <w:szCs w:val="28"/>
          <w:cs/>
          <w:lang w:val="th-TH"/>
        </w:rPr>
        <w:br/>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B32FF4" w:rsidRDefault="00F60E66" w:rsidP="006160D0">
      <w:pPr>
        <w:pStyle w:val="CordiaNew"/>
        <w:tabs>
          <w:tab w:val="clear" w:pos="4153"/>
          <w:tab w:val="left" w:pos="426"/>
        </w:tabs>
        <w:ind w:left="360"/>
        <w:rPr>
          <w:rFonts w:ascii="Browallia New" w:hAnsi="Browallia New" w:cs="Browallia New"/>
          <w:color w:val="auto"/>
          <w:sz w:val="28"/>
          <w:szCs w:val="28"/>
          <w:cs/>
          <w:lang w:val="th-TH"/>
        </w:rPr>
      </w:pPr>
      <w:r w:rsidRPr="00B32FF4">
        <w:rPr>
          <w:rFonts w:ascii="Browallia New" w:hAnsi="Browallia New" w:cs="Browallia New"/>
          <w:color w:val="auto"/>
          <w:sz w:val="28"/>
          <w:szCs w:val="28"/>
          <w:cs/>
          <w:lang w:val="th-TH"/>
        </w:rPr>
        <w:t xml:space="preserve"> </w:t>
      </w:r>
    </w:p>
    <w:p w14:paraId="56557632" w14:textId="0462C4A4" w:rsidR="007E03C4" w:rsidRDefault="00805A6E" w:rsidP="00B86E25">
      <w:pPr>
        <w:pStyle w:val="CordiaNew"/>
        <w:tabs>
          <w:tab w:val="clear" w:pos="4153"/>
          <w:tab w:val="left" w:pos="426"/>
        </w:tabs>
        <w:ind w:left="360"/>
        <w:rPr>
          <w:rFonts w:ascii="Browallia New" w:hAnsi="Browallia New" w:cs="Browallia New"/>
          <w:color w:val="auto"/>
          <w:sz w:val="28"/>
          <w:szCs w:val="28"/>
        </w:rPr>
      </w:pPr>
      <w:r w:rsidRPr="00B32FF4">
        <w:rPr>
          <w:rFonts w:ascii="Browallia New" w:hAnsi="Browallia New" w:cs="Browallia New"/>
          <w:color w:val="auto"/>
          <w:sz w:val="28"/>
          <w:szCs w:val="28"/>
          <w:cs/>
          <w:lang w:val="th-TH"/>
        </w:rPr>
        <w:t>การใช้ดุลยพินิจ</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รวมถึงแหล่งข้อมูลสำคัญท</w:t>
      </w:r>
      <w:r w:rsidR="00D97D18">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นำมาใช้ในการจั</w:t>
      </w:r>
      <w:r w:rsidR="00BB199C" w:rsidRPr="00B32FF4">
        <w:rPr>
          <w:rFonts w:ascii="Browallia New" w:hAnsi="Browallia New" w:cs="Browallia New"/>
          <w:color w:val="auto"/>
          <w:sz w:val="28"/>
          <w:szCs w:val="28"/>
          <w:cs/>
          <w:lang w:val="th-TH"/>
        </w:rPr>
        <w:t>ดทำงบการเงิน</w:t>
      </w:r>
      <w:r w:rsidR="00FF3471" w:rsidRPr="00B32FF4">
        <w:rPr>
          <w:rFonts w:ascii="Browallia New" w:hAnsi="Browallia New" w:cs="Browallia New"/>
          <w:color w:val="auto"/>
          <w:sz w:val="28"/>
          <w:szCs w:val="28"/>
          <w:cs/>
          <w:lang w:val="th-TH"/>
        </w:rPr>
        <w:t xml:space="preserve">             </w:t>
      </w:r>
      <w:r w:rsidR="00BB199C" w:rsidRPr="00B32FF4">
        <w:rPr>
          <w:rFonts w:ascii="Browallia New" w:hAnsi="Browallia New" w:cs="Browallia New"/>
          <w:color w:val="auto"/>
          <w:sz w:val="28"/>
          <w:szCs w:val="28"/>
          <w:cs/>
          <w:lang w:val="th-TH"/>
        </w:rPr>
        <w:t>ระหว่างกาล</w:t>
      </w:r>
      <w:r w:rsidR="00F60E66" w:rsidRPr="00B32FF4">
        <w:rPr>
          <w:rFonts w:ascii="Browallia New" w:hAnsi="Browallia New" w:cs="Browallia New"/>
          <w:color w:val="auto"/>
          <w:sz w:val="28"/>
          <w:szCs w:val="28"/>
          <w:cs/>
          <w:lang w:val="th-TH"/>
        </w:rPr>
        <w:t xml:space="preserve"> </w:t>
      </w:r>
      <w:r w:rsidR="00BB199C" w:rsidRPr="00B32FF4">
        <w:rPr>
          <w:rFonts w:ascii="Browallia New" w:hAnsi="Browallia New" w:cs="Browallia New"/>
          <w:color w:val="auto"/>
          <w:sz w:val="28"/>
          <w:szCs w:val="28"/>
          <w:cs/>
          <w:lang w:val="th-TH"/>
        </w:rPr>
        <w:t>ถือตามเกณฑ์</w:t>
      </w:r>
      <w:r w:rsidRPr="00B32FF4">
        <w:rPr>
          <w:rFonts w:ascii="Browallia New" w:hAnsi="Browallia New" w:cs="Browallia New"/>
          <w:color w:val="auto"/>
          <w:sz w:val="28"/>
          <w:szCs w:val="28"/>
          <w:cs/>
          <w:lang w:val="th-TH"/>
        </w:rPr>
        <w:t>ที่ใช้ในการจัดทำงบการเงินประจำป</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สิ้นสุดวันที่</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31 ธันวาคม</w:t>
      </w:r>
      <w:r w:rsidR="00F60E66" w:rsidRPr="00B32FF4">
        <w:rPr>
          <w:rFonts w:ascii="Browallia New" w:hAnsi="Browallia New" w:cs="Browallia New"/>
          <w:color w:val="auto"/>
          <w:sz w:val="28"/>
          <w:szCs w:val="28"/>
          <w:cs/>
          <w:lang w:val="th-TH"/>
        </w:rPr>
        <w:t xml:space="preserve"> </w:t>
      </w:r>
      <w:r w:rsidR="00675EAA" w:rsidRPr="00B32FF4">
        <w:rPr>
          <w:rFonts w:ascii="Browallia New" w:hAnsi="Browallia New" w:cs="Browallia New"/>
          <w:color w:val="auto"/>
          <w:sz w:val="28"/>
          <w:szCs w:val="28"/>
          <w:cs/>
          <w:lang w:val="th-TH"/>
        </w:rPr>
        <w:t>256</w:t>
      </w:r>
      <w:r w:rsidR="00192EDE">
        <w:rPr>
          <w:rFonts w:ascii="Browallia New" w:hAnsi="Browallia New" w:cs="Browallia New"/>
          <w:color w:val="auto"/>
          <w:sz w:val="28"/>
          <w:szCs w:val="28"/>
        </w:rPr>
        <w:t>5</w:t>
      </w:r>
    </w:p>
    <w:p w14:paraId="76626B36" w14:textId="77777777" w:rsidR="00192EDE" w:rsidRPr="00B32FF4" w:rsidRDefault="00192EDE" w:rsidP="00623927">
      <w:pPr>
        <w:pStyle w:val="CordiaNew"/>
        <w:tabs>
          <w:tab w:val="clear" w:pos="4153"/>
          <w:tab w:val="left" w:pos="426"/>
        </w:tabs>
        <w:rPr>
          <w:rFonts w:ascii="Browallia New" w:hAnsi="Browallia New" w:cs="Browallia New"/>
          <w:color w:val="auto"/>
          <w:sz w:val="28"/>
          <w:szCs w:val="28"/>
        </w:rPr>
      </w:pPr>
    </w:p>
    <w:p w14:paraId="159F61F7" w14:textId="493FF231" w:rsidR="001A7182" w:rsidRDefault="001A7182">
      <w:pPr>
        <w:rPr>
          <w:rFonts w:ascii="Browallia New" w:hAnsi="Browallia New" w:cs="Browallia New"/>
          <w:cs/>
        </w:rPr>
      </w:pPr>
      <w:r>
        <w:rPr>
          <w:rFonts w:ascii="Browallia New" w:hAnsi="Browallia New" w:cs="Browallia New"/>
          <w:cs/>
        </w:rPr>
        <w:br w:type="page"/>
      </w: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623927" w:rsidRDefault="001F5364" w:rsidP="006160D0">
      <w:pPr>
        <w:pStyle w:val="CordiaNew"/>
        <w:tabs>
          <w:tab w:val="clear" w:pos="4153"/>
          <w:tab w:val="left" w:pos="426"/>
        </w:tabs>
        <w:ind w:left="360"/>
        <w:rPr>
          <w:rFonts w:ascii="Browallia New" w:hAnsi="Browallia New" w:cs="Browallia New"/>
          <w:color w:val="auto"/>
          <w:sz w:val="16"/>
          <w:szCs w:val="16"/>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4CC" w14:textId="77777777" w:rsidTr="00486345">
        <w:trPr>
          <w:cantSplit/>
        </w:trPr>
        <w:tc>
          <w:tcPr>
            <w:tcW w:w="3322" w:type="dxa"/>
          </w:tcPr>
          <w:p w14:paraId="485624C0" w14:textId="77777777" w:rsidR="00192EDE" w:rsidRPr="005C2BD1"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5DDB1589" w:rsidR="00192EDE" w:rsidRPr="00192EDE" w:rsidRDefault="006F5F75" w:rsidP="00192EDE">
            <w:pPr>
              <w:ind w:left="-105" w:right="-108"/>
              <w:jc w:val="center"/>
              <w:rPr>
                <w:rFonts w:ascii="Browallia New" w:hAnsi="Browallia New" w:cs="Browallia New"/>
              </w:rPr>
            </w:pPr>
            <w:r w:rsidRPr="006F5F75">
              <w:rPr>
                <w:rFonts w:ascii="Browallia New" w:hAnsi="Browallia New" w:cs="Browallia New"/>
              </w:rPr>
              <w:t>30</w:t>
            </w:r>
            <w:r w:rsidRPr="006F5F75">
              <w:rPr>
                <w:rFonts w:ascii="Browallia New" w:hAnsi="Browallia New" w:cs="Browallia New" w:hint="cs"/>
                <w:cs/>
              </w:rPr>
              <w:t xml:space="preserve"> </w:t>
            </w:r>
            <w:r w:rsidRPr="006F5F75">
              <w:rPr>
                <w:rFonts w:ascii="Browallia New" w:hAnsi="Browallia New" w:cs="Browallia New"/>
                <w:cs/>
              </w:rPr>
              <w:t>กันยายน</w:t>
            </w:r>
            <w:r w:rsidR="00192EDE" w:rsidRPr="00192EDE">
              <w:rPr>
                <w:rStyle w:val="normaltextrun"/>
                <w:rFonts w:ascii="Browallia New" w:hAnsi="Browallia New" w:cs="Browallia New"/>
                <w:cs/>
              </w:rPr>
              <w:br/>
            </w:r>
            <w:r w:rsidR="00192EDE" w:rsidRPr="00623927">
              <w:rPr>
                <w:rStyle w:val="normaltextrun"/>
                <w:rFonts w:ascii="Browallia New" w:hAnsi="Browallia New" w:cs="Browallia New"/>
              </w:rPr>
              <w:t>2566</w:t>
            </w:r>
          </w:p>
        </w:tc>
        <w:tc>
          <w:tcPr>
            <w:tcW w:w="225" w:type="dxa"/>
            <w:tcBorders>
              <w:top w:val="single" w:sz="4" w:space="0" w:color="auto"/>
            </w:tcBorders>
            <w:vAlign w:val="bottom"/>
          </w:tcPr>
          <w:p w14:paraId="485624C3" w14:textId="77777777" w:rsidR="00192EDE" w:rsidRPr="00192EDE"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5AD0FE9F"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25" w:type="dxa"/>
          </w:tcPr>
          <w:p w14:paraId="485624C6" w14:textId="77777777" w:rsidR="00192EDE" w:rsidRPr="005C2BD1"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3DB90180" w:rsidR="00192EDE" w:rsidRPr="005C2BD1" w:rsidRDefault="006F5F75" w:rsidP="00192EDE">
            <w:pPr>
              <w:ind w:left="-105" w:right="-108"/>
              <w:jc w:val="center"/>
              <w:rPr>
                <w:rFonts w:ascii="Browallia New" w:hAnsi="Browallia New" w:cs="Browallia New"/>
                <w:cs/>
              </w:rPr>
            </w:pPr>
            <w:r w:rsidRPr="006F5F75">
              <w:rPr>
                <w:rFonts w:ascii="Browallia New" w:hAnsi="Browallia New" w:cs="Browallia New"/>
              </w:rPr>
              <w:t>30</w:t>
            </w:r>
            <w:r w:rsidRPr="006F5F75">
              <w:rPr>
                <w:rFonts w:ascii="Browallia New" w:hAnsi="Browallia New" w:cs="Browallia New" w:hint="cs"/>
                <w:cs/>
              </w:rPr>
              <w:t xml:space="preserve"> </w:t>
            </w:r>
            <w:r w:rsidRPr="006F5F75">
              <w:rPr>
                <w:rFonts w:ascii="Browallia New" w:hAnsi="Browallia New" w:cs="Browallia New"/>
                <w:cs/>
              </w:rPr>
              <w:t>กันยายน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34" w:type="dxa"/>
            <w:tcBorders>
              <w:top w:val="single" w:sz="4" w:space="0" w:color="auto"/>
            </w:tcBorders>
            <w:vAlign w:val="bottom"/>
          </w:tcPr>
          <w:p w14:paraId="485624C9" w14:textId="77777777" w:rsidR="00192EDE" w:rsidRPr="005C2BD1"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1E805147"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96176"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96176"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96176"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96176" w:rsidRDefault="003E4706" w:rsidP="003E0B20">
            <w:pPr>
              <w:tabs>
                <w:tab w:val="decimal" w:pos="885"/>
              </w:tabs>
              <w:jc w:val="thaiDistribute"/>
              <w:rPr>
                <w:rFonts w:ascii="Browallia New" w:hAnsi="Browallia New" w:cs="Browallia New"/>
                <w:sz w:val="20"/>
                <w:szCs w:val="20"/>
              </w:rPr>
            </w:pPr>
          </w:p>
        </w:tc>
      </w:tr>
      <w:tr w:rsidR="00617C39"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617C39" w:rsidRPr="005C2BD1" w:rsidRDefault="00617C39" w:rsidP="00617C39">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175769B2" w:rsidR="00617C39" w:rsidRPr="005C2BD1" w:rsidRDefault="00617C39" w:rsidP="00617C39">
            <w:pPr>
              <w:ind w:right="96"/>
              <w:jc w:val="right"/>
              <w:rPr>
                <w:rFonts w:ascii="Browallia New" w:hAnsi="Browallia New" w:cs="Browallia New"/>
              </w:rPr>
            </w:pPr>
            <w:r w:rsidRPr="00617C39">
              <w:rPr>
                <w:rFonts w:ascii="Browallia New" w:hAnsi="Browallia New" w:cs="Browallia New"/>
              </w:rPr>
              <w:t>1,002</w:t>
            </w:r>
          </w:p>
        </w:tc>
        <w:tc>
          <w:tcPr>
            <w:tcW w:w="225" w:type="dxa"/>
            <w:tcBorders>
              <w:top w:val="nil"/>
              <w:left w:val="nil"/>
              <w:bottom w:val="nil"/>
              <w:right w:val="nil"/>
            </w:tcBorders>
          </w:tcPr>
          <w:p w14:paraId="485624D8" w14:textId="77777777" w:rsidR="00617C39" w:rsidRPr="005C2BD1" w:rsidRDefault="00617C39" w:rsidP="00617C3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3BBAE10B" w:rsidR="00617C39" w:rsidRPr="005C2BD1" w:rsidRDefault="00617C39" w:rsidP="00617C39">
            <w:pPr>
              <w:ind w:right="96"/>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,298</w:t>
            </w:r>
          </w:p>
        </w:tc>
        <w:tc>
          <w:tcPr>
            <w:tcW w:w="225" w:type="dxa"/>
            <w:tcBorders>
              <w:top w:val="nil"/>
              <w:left w:val="nil"/>
              <w:bottom w:val="nil"/>
              <w:right w:val="nil"/>
            </w:tcBorders>
          </w:tcPr>
          <w:p w14:paraId="485624DA" w14:textId="77777777" w:rsidR="00617C39" w:rsidRPr="005C2BD1" w:rsidRDefault="00617C39" w:rsidP="00617C39">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0154EE34" w:rsidR="00617C39" w:rsidRPr="005C2BD1" w:rsidRDefault="00617C39" w:rsidP="00617C39">
            <w:pPr>
              <w:ind w:right="80"/>
              <w:jc w:val="right"/>
              <w:rPr>
                <w:rFonts w:ascii="Browallia New" w:hAnsi="Browallia New" w:cs="Browallia New"/>
              </w:rPr>
            </w:pPr>
            <w:r w:rsidRPr="00617C39">
              <w:rPr>
                <w:rFonts w:ascii="Browallia New" w:hAnsi="Browallia New" w:cs="Browallia New"/>
              </w:rPr>
              <w:t>1,000</w:t>
            </w:r>
          </w:p>
        </w:tc>
        <w:tc>
          <w:tcPr>
            <w:tcW w:w="234" w:type="dxa"/>
            <w:tcBorders>
              <w:top w:val="nil"/>
              <w:left w:val="nil"/>
              <w:bottom w:val="nil"/>
              <w:right w:val="nil"/>
            </w:tcBorders>
          </w:tcPr>
          <w:p w14:paraId="485624DC" w14:textId="77777777" w:rsidR="00617C39" w:rsidRPr="005C2BD1" w:rsidRDefault="00617C39" w:rsidP="00617C39">
            <w:pPr>
              <w:ind w:right="96"/>
              <w:rPr>
                <w:rFonts w:ascii="Browallia New" w:hAnsi="Browallia New" w:cs="Browallia New"/>
              </w:rPr>
            </w:pPr>
          </w:p>
        </w:tc>
        <w:tc>
          <w:tcPr>
            <w:tcW w:w="1296" w:type="dxa"/>
            <w:tcBorders>
              <w:top w:val="nil"/>
              <w:left w:val="nil"/>
              <w:bottom w:val="nil"/>
              <w:right w:val="nil"/>
            </w:tcBorders>
          </w:tcPr>
          <w:p w14:paraId="485624DD" w14:textId="0B582B15" w:rsidR="00617C39" w:rsidRPr="005C2BD1" w:rsidRDefault="00617C39" w:rsidP="00617C39">
            <w:pPr>
              <w:ind w:right="80"/>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,000</w:t>
            </w:r>
          </w:p>
        </w:tc>
      </w:tr>
      <w:tr w:rsidR="00617C39"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617C39" w:rsidRPr="005C2BD1" w:rsidRDefault="00617C39" w:rsidP="00617C39">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0F7E80F2" w:rsidR="00617C39" w:rsidRPr="005C2BD1" w:rsidRDefault="00617C39" w:rsidP="00617C39">
            <w:pPr>
              <w:ind w:right="96"/>
              <w:jc w:val="right"/>
              <w:rPr>
                <w:rFonts w:ascii="Browallia New" w:hAnsi="Browallia New" w:cs="Browallia New"/>
              </w:rPr>
            </w:pPr>
            <w:r w:rsidRPr="00617C39">
              <w:rPr>
                <w:rFonts w:ascii="Browallia New" w:hAnsi="Browallia New" w:cs="Browallia New"/>
              </w:rPr>
              <w:t>45,418</w:t>
            </w:r>
          </w:p>
        </w:tc>
        <w:tc>
          <w:tcPr>
            <w:tcW w:w="225" w:type="dxa"/>
            <w:tcBorders>
              <w:top w:val="nil"/>
              <w:left w:val="nil"/>
              <w:bottom w:val="nil"/>
              <w:right w:val="nil"/>
            </w:tcBorders>
          </w:tcPr>
          <w:p w14:paraId="485624E1" w14:textId="77777777" w:rsidR="00617C39" w:rsidRPr="005C2BD1" w:rsidRDefault="00617C39" w:rsidP="00617C3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50796E10" w:rsidR="00617C39" w:rsidRPr="005C2BD1" w:rsidRDefault="00617C39" w:rsidP="00617C39">
            <w:pPr>
              <w:ind w:right="96"/>
              <w:jc w:val="right"/>
              <w:rPr>
                <w:rFonts w:ascii="Browallia New" w:hAnsi="Browallia New" w:cs="Browallia New"/>
              </w:rPr>
            </w:pPr>
            <w:r w:rsidRPr="00C61EC9">
              <w:rPr>
                <w:rFonts w:ascii="Browallia New" w:hAnsi="Browallia New" w:cs="Browallia New"/>
              </w:rPr>
              <w:t>43,163</w:t>
            </w:r>
          </w:p>
        </w:tc>
        <w:tc>
          <w:tcPr>
            <w:tcW w:w="225" w:type="dxa"/>
            <w:tcBorders>
              <w:top w:val="nil"/>
              <w:left w:val="nil"/>
              <w:bottom w:val="nil"/>
              <w:right w:val="nil"/>
            </w:tcBorders>
          </w:tcPr>
          <w:p w14:paraId="485624E3" w14:textId="77777777" w:rsidR="00617C39" w:rsidRPr="005C2BD1" w:rsidRDefault="00617C39" w:rsidP="00617C39">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3242F531" w:rsidR="00617C39" w:rsidRPr="005C2BD1" w:rsidRDefault="00617C39" w:rsidP="00617C39">
            <w:pPr>
              <w:ind w:right="80"/>
              <w:jc w:val="right"/>
              <w:rPr>
                <w:rFonts w:ascii="Browallia New" w:hAnsi="Browallia New" w:cs="Browallia New"/>
              </w:rPr>
            </w:pPr>
            <w:r w:rsidRPr="00617C39">
              <w:rPr>
                <w:rFonts w:ascii="Browallia New" w:hAnsi="Browallia New" w:cs="Browallia New"/>
              </w:rPr>
              <w:t>42,042</w:t>
            </w:r>
          </w:p>
        </w:tc>
        <w:tc>
          <w:tcPr>
            <w:tcW w:w="234" w:type="dxa"/>
            <w:tcBorders>
              <w:top w:val="nil"/>
              <w:left w:val="nil"/>
              <w:bottom w:val="nil"/>
              <w:right w:val="nil"/>
            </w:tcBorders>
          </w:tcPr>
          <w:p w14:paraId="485624E5" w14:textId="77777777" w:rsidR="00617C39" w:rsidRPr="005C2BD1" w:rsidRDefault="00617C39" w:rsidP="00617C39">
            <w:pPr>
              <w:ind w:right="96"/>
              <w:jc w:val="center"/>
              <w:rPr>
                <w:rFonts w:ascii="Browallia New" w:hAnsi="Browallia New" w:cs="Browallia New"/>
              </w:rPr>
            </w:pPr>
          </w:p>
        </w:tc>
        <w:tc>
          <w:tcPr>
            <w:tcW w:w="1296" w:type="dxa"/>
            <w:tcBorders>
              <w:top w:val="nil"/>
              <w:left w:val="nil"/>
              <w:bottom w:val="nil"/>
              <w:right w:val="nil"/>
            </w:tcBorders>
          </w:tcPr>
          <w:p w14:paraId="485624E6" w14:textId="5D8046CF" w:rsidR="00617C39" w:rsidRPr="005C2BD1" w:rsidRDefault="00617C39" w:rsidP="00617C39">
            <w:pPr>
              <w:ind w:right="80"/>
              <w:jc w:val="right"/>
              <w:rPr>
                <w:rFonts w:ascii="Browallia New" w:hAnsi="Browallia New" w:cs="Browallia New"/>
              </w:rPr>
            </w:pPr>
            <w:r w:rsidRPr="00C61EC9">
              <w:rPr>
                <w:rFonts w:ascii="Browallia New" w:hAnsi="Browallia New" w:cs="Browallia New"/>
              </w:rPr>
              <w:t>30,553</w:t>
            </w:r>
          </w:p>
        </w:tc>
      </w:tr>
      <w:tr w:rsidR="00617C39"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617C39" w:rsidRPr="005C2BD1" w:rsidRDefault="00617C39" w:rsidP="00617C39">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03258EFF" w:rsidR="00617C39" w:rsidRPr="005C2BD1" w:rsidRDefault="00617C39" w:rsidP="00617C39">
            <w:pPr>
              <w:ind w:right="96"/>
              <w:jc w:val="right"/>
              <w:rPr>
                <w:rFonts w:ascii="Browallia New" w:hAnsi="Browallia New" w:cs="Browallia New"/>
              </w:rPr>
            </w:pPr>
            <w:r w:rsidRPr="00617C39">
              <w:rPr>
                <w:rFonts w:ascii="Browallia New" w:hAnsi="Browallia New" w:cs="Browallia New"/>
              </w:rPr>
              <w:t>68,763</w:t>
            </w:r>
          </w:p>
        </w:tc>
        <w:tc>
          <w:tcPr>
            <w:tcW w:w="225" w:type="dxa"/>
            <w:tcBorders>
              <w:top w:val="nil"/>
              <w:left w:val="nil"/>
              <w:bottom w:val="nil"/>
              <w:right w:val="nil"/>
            </w:tcBorders>
          </w:tcPr>
          <w:p w14:paraId="485624EA" w14:textId="77777777" w:rsidR="00617C39" w:rsidRPr="005C2BD1" w:rsidRDefault="00617C39" w:rsidP="00617C39">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1D295BBA" w:rsidR="00617C39" w:rsidRPr="005C2BD1" w:rsidRDefault="00617C39" w:rsidP="00617C39">
            <w:pPr>
              <w:ind w:right="96"/>
              <w:jc w:val="right"/>
              <w:rPr>
                <w:rFonts w:ascii="Browallia New" w:hAnsi="Browallia New" w:cs="Browallia New"/>
              </w:rPr>
            </w:pPr>
            <w:r w:rsidRPr="00C61EC9">
              <w:rPr>
                <w:rFonts w:ascii="Browallia New" w:hAnsi="Browallia New" w:cs="Browallia New"/>
              </w:rPr>
              <w:t>100,049</w:t>
            </w:r>
          </w:p>
        </w:tc>
        <w:tc>
          <w:tcPr>
            <w:tcW w:w="225" w:type="dxa"/>
            <w:tcBorders>
              <w:top w:val="nil"/>
              <w:left w:val="nil"/>
              <w:bottom w:val="nil"/>
              <w:right w:val="nil"/>
            </w:tcBorders>
          </w:tcPr>
          <w:p w14:paraId="485624EC" w14:textId="77777777" w:rsidR="00617C39" w:rsidRPr="005C2BD1" w:rsidRDefault="00617C39" w:rsidP="00617C39">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4DC52A66" w:rsidR="00617C39" w:rsidRPr="005C2BD1" w:rsidRDefault="00617C39" w:rsidP="00617C39">
            <w:pPr>
              <w:ind w:right="80"/>
              <w:jc w:val="right"/>
              <w:rPr>
                <w:rFonts w:ascii="Browallia New" w:hAnsi="Browallia New" w:cs="Browallia New"/>
              </w:rPr>
            </w:pPr>
            <w:r w:rsidRPr="00617C39">
              <w:rPr>
                <w:rFonts w:ascii="Browallia New" w:hAnsi="Browallia New" w:cs="Browallia New"/>
              </w:rPr>
              <w:t>68,763</w:t>
            </w:r>
          </w:p>
        </w:tc>
        <w:tc>
          <w:tcPr>
            <w:tcW w:w="234" w:type="dxa"/>
            <w:tcBorders>
              <w:top w:val="nil"/>
              <w:left w:val="nil"/>
              <w:bottom w:val="nil"/>
              <w:right w:val="nil"/>
            </w:tcBorders>
          </w:tcPr>
          <w:p w14:paraId="485624EE" w14:textId="77777777" w:rsidR="00617C39" w:rsidRPr="005C2BD1" w:rsidRDefault="00617C39" w:rsidP="00617C39">
            <w:pPr>
              <w:ind w:right="96"/>
              <w:jc w:val="center"/>
              <w:rPr>
                <w:rFonts w:ascii="Browallia New" w:hAnsi="Browallia New" w:cs="Browallia New"/>
              </w:rPr>
            </w:pPr>
          </w:p>
        </w:tc>
        <w:tc>
          <w:tcPr>
            <w:tcW w:w="1296" w:type="dxa"/>
            <w:tcBorders>
              <w:top w:val="nil"/>
              <w:left w:val="nil"/>
              <w:bottom w:val="nil"/>
              <w:right w:val="nil"/>
            </w:tcBorders>
          </w:tcPr>
          <w:p w14:paraId="485624EF" w14:textId="56B0B0F5" w:rsidR="00617C39" w:rsidRPr="005C2BD1" w:rsidRDefault="00617C39" w:rsidP="00617C39">
            <w:pPr>
              <w:ind w:right="80"/>
              <w:jc w:val="right"/>
              <w:rPr>
                <w:rFonts w:ascii="Browallia New" w:hAnsi="Browallia New" w:cs="Browallia New"/>
              </w:rPr>
            </w:pPr>
            <w:r w:rsidRPr="00C61EC9">
              <w:rPr>
                <w:rFonts w:ascii="Browallia New" w:hAnsi="Browallia New" w:cs="Browallia New"/>
              </w:rPr>
              <w:t>94,404</w:t>
            </w:r>
          </w:p>
        </w:tc>
      </w:tr>
      <w:tr w:rsidR="00617C39"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617C39" w:rsidRPr="005C2BD1" w:rsidRDefault="00617C39" w:rsidP="00617C39">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52EB8043" w:rsidR="00617C39" w:rsidRPr="005C2BD1" w:rsidRDefault="00617C39" w:rsidP="00617C39">
            <w:pPr>
              <w:ind w:right="96"/>
              <w:jc w:val="right"/>
              <w:rPr>
                <w:rFonts w:ascii="Browallia New" w:hAnsi="Browallia New" w:cs="Browallia New"/>
              </w:rPr>
            </w:pPr>
            <w:r w:rsidRPr="00617C39">
              <w:rPr>
                <w:rFonts w:ascii="Browallia New" w:hAnsi="Browallia New" w:cs="Browallia New"/>
              </w:rPr>
              <w:t>40,245</w:t>
            </w:r>
          </w:p>
        </w:tc>
        <w:tc>
          <w:tcPr>
            <w:tcW w:w="225" w:type="dxa"/>
            <w:tcBorders>
              <w:top w:val="nil"/>
              <w:left w:val="nil"/>
              <w:bottom w:val="nil"/>
              <w:right w:val="nil"/>
            </w:tcBorders>
          </w:tcPr>
          <w:p w14:paraId="485624F3" w14:textId="77777777" w:rsidR="00617C39" w:rsidRPr="005C2BD1" w:rsidRDefault="00617C39" w:rsidP="00617C39">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53817E4B" w:rsidR="00617C39" w:rsidRPr="005C2BD1" w:rsidRDefault="00617C39" w:rsidP="00617C39">
            <w:pPr>
              <w:ind w:right="96"/>
              <w:jc w:val="right"/>
              <w:rPr>
                <w:rFonts w:ascii="Browallia New" w:hAnsi="Browallia New" w:cs="Browallia New"/>
              </w:rPr>
            </w:pPr>
            <w:r w:rsidRPr="00C61EC9">
              <w:rPr>
                <w:rFonts w:ascii="Browallia New" w:hAnsi="Browallia New" w:cs="Browallia New"/>
              </w:rPr>
              <w:t>5,891</w:t>
            </w:r>
          </w:p>
        </w:tc>
        <w:tc>
          <w:tcPr>
            <w:tcW w:w="225" w:type="dxa"/>
            <w:tcBorders>
              <w:top w:val="nil"/>
              <w:left w:val="nil"/>
              <w:bottom w:val="nil"/>
              <w:right w:val="nil"/>
            </w:tcBorders>
          </w:tcPr>
          <w:p w14:paraId="485624F5" w14:textId="77777777" w:rsidR="00617C39" w:rsidRPr="005C2BD1" w:rsidRDefault="00617C39" w:rsidP="00617C39">
            <w:pPr>
              <w:ind w:right="96" w:firstLine="360"/>
              <w:jc w:val="right"/>
              <w:rPr>
                <w:rFonts w:ascii="Browallia New" w:hAnsi="Browallia New" w:cs="Browallia New"/>
              </w:rPr>
            </w:pPr>
          </w:p>
        </w:tc>
        <w:tc>
          <w:tcPr>
            <w:tcW w:w="1269" w:type="dxa"/>
            <w:tcBorders>
              <w:top w:val="nil"/>
              <w:left w:val="nil"/>
              <w:right w:val="nil"/>
            </w:tcBorders>
          </w:tcPr>
          <w:p w14:paraId="485624F6" w14:textId="1FF868FB" w:rsidR="00617C39" w:rsidRPr="005C2BD1" w:rsidRDefault="00617C39" w:rsidP="00617C39">
            <w:pPr>
              <w:ind w:right="80"/>
              <w:jc w:val="right"/>
              <w:rPr>
                <w:rFonts w:ascii="Browallia New" w:hAnsi="Browallia New" w:cs="Browallia New"/>
              </w:rPr>
            </w:pPr>
            <w:r w:rsidRPr="00617C39">
              <w:rPr>
                <w:rFonts w:ascii="Browallia New" w:hAnsi="Browallia New" w:cs="Browallia New"/>
              </w:rPr>
              <w:t>40,245</w:t>
            </w:r>
          </w:p>
        </w:tc>
        <w:tc>
          <w:tcPr>
            <w:tcW w:w="234" w:type="dxa"/>
            <w:tcBorders>
              <w:top w:val="nil"/>
              <w:left w:val="nil"/>
              <w:bottom w:val="nil"/>
              <w:right w:val="nil"/>
            </w:tcBorders>
          </w:tcPr>
          <w:p w14:paraId="485624F7" w14:textId="77777777" w:rsidR="00617C39" w:rsidRPr="005C2BD1" w:rsidRDefault="00617C39" w:rsidP="00617C39">
            <w:pPr>
              <w:ind w:right="96"/>
              <w:jc w:val="center"/>
              <w:rPr>
                <w:rFonts w:ascii="Browallia New" w:hAnsi="Browallia New" w:cs="Browallia New"/>
              </w:rPr>
            </w:pPr>
          </w:p>
        </w:tc>
        <w:tc>
          <w:tcPr>
            <w:tcW w:w="1296" w:type="dxa"/>
            <w:tcBorders>
              <w:top w:val="nil"/>
              <w:left w:val="nil"/>
              <w:right w:val="nil"/>
            </w:tcBorders>
          </w:tcPr>
          <w:p w14:paraId="485624F8" w14:textId="29D6F48A" w:rsidR="00617C39" w:rsidRPr="005C2BD1" w:rsidRDefault="00617C39" w:rsidP="00617C39">
            <w:pPr>
              <w:ind w:right="80"/>
              <w:jc w:val="right"/>
              <w:rPr>
                <w:rFonts w:ascii="Browallia New" w:hAnsi="Browallia New" w:cs="Browallia New"/>
              </w:rPr>
            </w:pPr>
            <w:r w:rsidRPr="00C61EC9">
              <w:rPr>
                <w:rFonts w:ascii="Browallia New" w:hAnsi="Browallia New" w:cs="Browallia New"/>
              </w:rPr>
              <w:t>5,891</w:t>
            </w:r>
          </w:p>
        </w:tc>
      </w:tr>
      <w:tr w:rsidR="00617C39"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617C39" w:rsidRPr="005C2BD1" w:rsidRDefault="00617C39" w:rsidP="00617C39">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2FA469F4" w:rsidR="00617C39" w:rsidRPr="00B7225C" w:rsidRDefault="00617C39" w:rsidP="00617C39">
            <w:pPr>
              <w:ind w:right="96"/>
              <w:jc w:val="right"/>
              <w:rPr>
                <w:rFonts w:ascii="Browallia New" w:hAnsi="Browallia New" w:cs="Browallia New"/>
              </w:rPr>
            </w:pPr>
            <w:r w:rsidRPr="00617C39">
              <w:rPr>
                <w:rFonts w:ascii="Browallia New" w:hAnsi="Browallia New" w:cs="Browallia New"/>
              </w:rPr>
              <w:t>155,428</w:t>
            </w:r>
          </w:p>
        </w:tc>
        <w:tc>
          <w:tcPr>
            <w:tcW w:w="225" w:type="dxa"/>
            <w:tcBorders>
              <w:top w:val="nil"/>
              <w:left w:val="nil"/>
              <w:bottom w:val="nil"/>
              <w:right w:val="nil"/>
            </w:tcBorders>
          </w:tcPr>
          <w:p w14:paraId="485624FC" w14:textId="77777777" w:rsidR="00617C39" w:rsidRPr="005C2BD1" w:rsidRDefault="00617C39" w:rsidP="00617C39">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36701E30" w:rsidR="00617C39" w:rsidRPr="005C2BD1" w:rsidRDefault="00617C39" w:rsidP="00617C39">
            <w:pPr>
              <w:ind w:right="96"/>
              <w:jc w:val="right"/>
              <w:rPr>
                <w:rFonts w:ascii="Browallia New" w:hAnsi="Browallia New" w:cs="Browallia New"/>
              </w:rPr>
            </w:pPr>
            <w:r w:rsidRPr="00C61EC9">
              <w:rPr>
                <w:rFonts w:ascii="Browallia New" w:hAnsi="Browallia New" w:cs="Browallia New"/>
              </w:rPr>
              <w:t>150,401</w:t>
            </w:r>
          </w:p>
        </w:tc>
        <w:tc>
          <w:tcPr>
            <w:tcW w:w="225" w:type="dxa"/>
            <w:tcBorders>
              <w:top w:val="nil"/>
              <w:left w:val="nil"/>
              <w:bottom w:val="nil"/>
              <w:right w:val="nil"/>
            </w:tcBorders>
          </w:tcPr>
          <w:p w14:paraId="485624FE" w14:textId="77777777" w:rsidR="00617C39" w:rsidRPr="005C2BD1" w:rsidRDefault="00617C39" w:rsidP="00617C39">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17E01FC8" w:rsidR="00617C39" w:rsidRPr="00B8538D" w:rsidRDefault="00617C39" w:rsidP="00617C39">
            <w:pPr>
              <w:ind w:right="80"/>
              <w:jc w:val="right"/>
              <w:rPr>
                <w:rFonts w:ascii="Browallia New" w:hAnsi="Browallia New" w:cs="Browallia New"/>
              </w:rPr>
            </w:pPr>
            <w:r w:rsidRPr="00617C39">
              <w:rPr>
                <w:rFonts w:ascii="Browallia New" w:hAnsi="Browallia New" w:cs="Browallia New"/>
              </w:rPr>
              <w:t>152,050</w:t>
            </w:r>
          </w:p>
        </w:tc>
        <w:tc>
          <w:tcPr>
            <w:tcW w:w="234" w:type="dxa"/>
            <w:tcBorders>
              <w:top w:val="nil"/>
              <w:left w:val="nil"/>
              <w:bottom w:val="nil"/>
              <w:right w:val="nil"/>
            </w:tcBorders>
          </w:tcPr>
          <w:p w14:paraId="48562500" w14:textId="77777777" w:rsidR="00617C39" w:rsidRPr="005C2BD1" w:rsidRDefault="00617C39" w:rsidP="00617C39">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0642D8EE" w:rsidR="00617C39" w:rsidRPr="005C2BD1" w:rsidRDefault="00617C39" w:rsidP="00617C39">
            <w:pPr>
              <w:ind w:right="80"/>
              <w:jc w:val="right"/>
              <w:rPr>
                <w:rFonts w:ascii="Browallia New" w:hAnsi="Browallia New" w:cs="Browallia New"/>
              </w:rPr>
            </w:pPr>
            <w:r w:rsidRPr="00C61EC9">
              <w:rPr>
                <w:rFonts w:ascii="Browallia New" w:hAnsi="Browallia New" w:cs="Browallia New"/>
              </w:rPr>
              <w:t>131,848</w:t>
            </w:r>
          </w:p>
        </w:tc>
      </w:tr>
    </w:tbl>
    <w:p w14:paraId="44B09500" w14:textId="6B58583C" w:rsidR="0085050E" w:rsidRPr="00897C78" w:rsidRDefault="0085050E" w:rsidP="008B6478">
      <w:pPr>
        <w:pStyle w:val="CordiaNew"/>
        <w:tabs>
          <w:tab w:val="clear" w:pos="4153"/>
          <w:tab w:val="left" w:pos="426"/>
        </w:tabs>
        <w:rPr>
          <w:rFonts w:ascii="Browallia New" w:hAnsi="Browallia New" w:cs="Browallia New"/>
          <w:color w:val="auto"/>
          <w:cs/>
          <w:lang w:val="th-TH"/>
        </w:rPr>
      </w:pPr>
    </w:p>
    <w:p w14:paraId="373DDE8C" w14:textId="0B9F43CE" w:rsidR="009359E1" w:rsidRPr="00617C39" w:rsidRDefault="009359E1" w:rsidP="00B32FF4">
      <w:pPr>
        <w:pStyle w:val="CordiaNew"/>
        <w:tabs>
          <w:tab w:val="clear" w:pos="4153"/>
          <w:tab w:val="left" w:pos="990"/>
        </w:tabs>
        <w:ind w:left="360" w:hanging="426"/>
        <w:rPr>
          <w:rFonts w:ascii="Browallia New" w:hAnsi="Browallia New" w:cs="Browallia New"/>
          <w:color w:val="auto"/>
          <w:spacing w:val="-4"/>
          <w:sz w:val="28"/>
          <w:szCs w:val="28"/>
          <w:cs/>
          <w:lang w:val="th-TH"/>
        </w:rPr>
      </w:pPr>
      <w:r>
        <w:rPr>
          <w:rFonts w:ascii="Browallia New" w:hAnsi="Browallia New" w:cs="Browallia New"/>
          <w:color w:val="auto"/>
          <w:sz w:val="28"/>
          <w:szCs w:val="28"/>
          <w:cs/>
          <w:lang w:val="th-TH"/>
        </w:rPr>
        <w:tab/>
      </w:r>
      <w:r w:rsidR="00DE73DC" w:rsidRPr="00617C39">
        <w:rPr>
          <w:rFonts w:ascii="Browallia New" w:hAnsi="Browallia New" w:cs="Browallia New"/>
          <w:color w:val="auto"/>
          <w:spacing w:val="-4"/>
          <w:sz w:val="28"/>
          <w:szCs w:val="28"/>
          <w:cs/>
        </w:rPr>
        <w:t>ณ วัน</w:t>
      </w:r>
      <w:r w:rsidR="00BA153D" w:rsidRPr="00617C39">
        <w:rPr>
          <w:rFonts w:ascii="Browallia New" w:hAnsi="Browallia New" w:cs="Browallia New"/>
          <w:color w:val="auto"/>
          <w:spacing w:val="-4"/>
          <w:sz w:val="28"/>
          <w:szCs w:val="28"/>
          <w:cs/>
        </w:rPr>
        <w:t>ที่</w:t>
      </w:r>
      <w:r w:rsidR="00DE73DC" w:rsidRPr="00617C39">
        <w:rPr>
          <w:rFonts w:ascii="Browallia New" w:hAnsi="Browallia New" w:cs="Browallia New"/>
          <w:color w:val="auto"/>
          <w:spacing w:val="-4"/>
          <w:sz w:val="28"/>
          <w:szCs w:val="28"/>
          <w:cs/>
        </w:rPr>
        <w:t xml:space="preserve"> </w:t>
      </w:r>
      <w:r w:rsidR="00777EC4" w:rsidRPr="00617C39">
        <w:rPr>
          <w:rFonts w:ascii="Browallia New" w:hAnsi="Browallia New" w:cs="Browallia New"/>
          <w:color w:val="auto"/>
          <w:spacing w:val="-4"/>
          <w:sz w:val="28"/>
          <w:szCs w:val="28"/>
        </w:rPr>
        <w:t xml:space="preserve">30 </w:t>
      </w:r>
      <w:r w:rsidR="00777EC4" w:rsidRPr="00617C39">
        <w:rPr>
          <w:rFonts w:ascii="Browallia New" w:hAnsi="Browallia New" w:cs="Browallia New"/>
          <w:color w:val="auto"/>
          <w:spacing w:val="-4"/>
          <w:sz w:val="28"/>
          <w:szCs w:val="28"/>
          <w:cs/>
        </w:rPr>
        <w:t>กันยายน</w:t>
      </w:r>
      <w:r w:rsidR="00777EC4" w:rsidRPr="00617C39">
        <w:rPr>
          <w:rFonts w:ascii="Browallia New" w:hAnsi="Browallia New" w:cs="Browallia New" w:hint="cs"/>
          <w:color w:val="auto"/>
          <w:spacing w:val="-4"/>
          <w:sz w:val="28"/>
          <w:szCs w:val="28"/>
          <w:cs/>
        </w:rPr>
        <w:t xml:space="preserve"> </w:t>
      </w:r>
      <w:r w:rsidR="00DE73DC" w:rsidRPr="00617C39">
        <w:rPr>
          <w:rFonts w:ascii="Browallia New" w:hAnsi="Browallia New" w:cs="Browallia New"/>
          <w:color w:val="auto"/>
          <w:spacing w:val="-4"/>
          <w:sz w:val="28"/>
          <w:szCs w:val="28"/>
        </w:rPr>
        <w:t>256</w:t>
      </w:r>
      <w:r w:rsidR="00FF0110" w:rsidRPr="00617C39">
        <w:rPr>
          <w:rFonts w:ascii="Browallia New" w:hAnsi="Browallia New" w:cs="Browallia New"/>
          <w:color w:val="auto"/>
          <w:spacing w:val="-4"/>
          <w:sz w:val="28"/>
          <w:szCs w:val="28"/>
        </w:rPr>
        <w:t>6</w:t>
      </w:r>
      <w:r w:rsidR="00DE73DC" w:rsidRPr="00617C39">
        <w:rPr>
          <w:rFonts w:ascii="Browallia New" w:hAnsi="Browallia New" w:cs="Browallia New"/>
          <w:color w:val="auto"/>
          <w:spacing w:val="-4"/>
          <w:sz w:val="28"/>
          <w:szCs w:val="28"/>
          <w:cs/>
        </w:rPr>
        <w:t xml:space="preserve"> </w:t>
      </w:r>
      <w:r w:rsidR="00092A99" w:rsidRPr="00617C39">
        <w:rPr>
          <w:rFonts w:ascii="Browallia New" w:hAnsi="Browallia New" w:cs="Browallia New"/>
          <w:color w:val="auto"/>
          <w:spacing w:val="-4"/>
          <w:sz w:val="28"/>
          <w:szCs w:val="28"/>
          <w:cs/>
        </w:rPr>
        <w:t>และวัน</w:t>
      </w:r>
      <w:r w:rsidR="00BA153D" w:rsidRPr="00617C39">
        <w:rPr>
          <w:rFonts w:ascii="Browallia New" w:hAnsi="Browallia New" w:cs="Browallia New"/>
          <w:color w:val="auto"/>
          <w:spacing w:val="-4"/>
          <w:sz w:val="28"/>
          <w:szCs w:val="28"/>
          <w:cs/>
        </w:rPr>
        <w:t>ที่</w:t>
      </w:r>
      <w:r w:rsidR="00092A99" w:rsidRPr="00617C39">
        <w:rPr>
          <w:rFonts w:ascii="Browallia New" w:hAnsi="Browallia New" w:cs="Browallia New"/>
          <w:color w:val="auto"/>
          <w:spacing w:val="-4"/>
          <w:sz w:val="28"/>
          <w:szCs w:val="28"/>
          <w:cs/>
        </w:rPr>
        <w:t xml:space="preserve"> </w:t>
      </w:r>
      <w:r w:rsidR="00092A99" w:rsidRPr="00617C39">
        <w:rPr>
          <w:rFonts w:ascii="Browallia New" w:hAnsi="Browallia New" w:cs="Browallia New"/>
          <w:color w:val="auto"/>
          <w:spacing w:val="-4"/>
          <w:sz w:val="28"/>
          <w:szCs w:val="28"/>
        </w:rPr>
        <w:t xml:space="preserve">31 </w:t>
      </w:r>
      <w:r w:rsidR="00092A99" w:rsidRPr="00617C39">
        <w:rPr>
          <w:rFonts w:ascii="Browallia New" w:hAnsi="Browallia New" w:cs="Browallia New"/>
          <w:color w:val="auto"/>
          <w:spacing w:val="-4"/>
          <w:sz w:val="28"/>
          <w:szCs w:val="28"/>
          <w:cs/>
        </w:rPr>
        <w:t xml:space="preserve">ธันวาคม </w:t>
      </w:r>
      <w:r w:rsidR="00092A99" w:rsidRPr="00617C39">
        <w:rPr>
          <w:rFonts w:ascii="Browallia New" w:hAnsi="Browallia New" w:cs="Browallia New"/>
          <w:color w:val="auto"/>
          <w:spacing w:val="-4"/>
          <w:sz w:val="28"/>
          <w:szCs w:val="28"/>
        </w:rPr>
        <w:t>256</w:t>
      </w:r>
      <w:r w:rsidR="00FF0110" w:rsidRPr="00617C39">
        <w:rPr>
          <w:rFonts w:ascii="Browallia New" w:hAnsi="Browallia New" w:cs="Browallia New"/>
          <w:color w:val="auto"/>
          <w:spacing w:val="-4"/>
          <w:sz w:val="28"/>
          <w:szCs w:val="28"/>
        </w:rPr>
        <w:t>5</w:t>
      </w:r>
      <w:r w:rsidR="00092A99" w:rsidRPr="00617C39">
        <w:rPr>
          <w:rFonts w:ascii="Browallia New" w:hAnsi="Browallia New" w:cs="Browallia New"/>
          <w:color w:val="auto"/>
          <w:spacing w:val="-4"/>
          <w:sz w:val="28"/>
          <w:szCs w:val="28"/>
        </w:rPr>
        <w:t xml:space="preserve"> </w:t>
      </w:r>
      <w:r w:rsidR="00092A99" w:rsidRPr="00617C39">
        <w:rPr>
          <w:rFonts w:ascii="Browallia New" w:hAnsi="Browallia New" w:cs="Browallia New"/>
          <w:color w:val="auto"/>
          <w:spacing w:val="-4"/>
          <w:sz w:val="28"/>
          <w:szCs w:val="28"/>
          <w:cs/>
        </w:rPr>
        <w:t>เงินฝาก</w:t>
      </w:r>
      <w:r w:rsidR="007F4E2B" w:rsidRPr="00617C39">
        <w:rPr>
          <w:rFonts w:ascii="Browallia New" w:hAnsi="Browallia New" w:cs="Browallia New" w:hint="cs"/>
          <w:color w:val="auto"/>
          <w:spacing w:val="-4"/>
          <w:sz w:val="28"/>
          <w:szCs w:val="28"/>
          <w:cs/>
        </w:rPr>
        <w:t>ธนาคารประเภท</w:t>
      </w:r>
      <w:r w:rsidR="00092A99" w:rsidRPr="00617C39">
        <w:rPr>
          <w:rFonts w:ascii="Browallia New" w:hAnsi="Browallia New" w:cs="Browallia New"/>
          <w:color w:val="auto"/>
          <w:spacing w:val="-4"/>
          <w:sz w:val="28"/>
          <w:szCs w:val="28"/>
          <w:cs/>
        </w:rPr>
        <w:t>ออมทรัพย์</w:t>
      </w:r>
      <w:r w:rsidR="00AB7E3B" w:rsidRPr="00617C39">
        <w:rPr>
          <w:rFonts w:ascii="Browallia New" w:hAnsi="Browallia New" w:cs="Browallia New" w:hint="cs"/>
          <w:color w:val="auto"/>
          <w:spacing w:val="-4"/>
          <w:sz w:val="28"/>
          <w:szCs w:val="28"/>
          <w:cs/>
        </w:rPr>
        <w:t>มี</w:t>
      </w:r>
      <w:r w:rsidR="00092A99" w:rsidRPr="00617C39">
        <w:rPr>
          <w:rFonts w:ascii="Browallia New" w:hAnsi="Browallia New" w:cs="Browallia New"/>
          <w:color w:val="auto"/>
          <w:spacing w:val="-4"/>
          <w:sz w:val="28"/>
          <w:szCs w:val="28"/>
          <w:cs/>
        </w:rPr>
        <w:t>ดอกเบี้ย</w:t>
      </w:r>
      <w:r w:rsidR="00092A99" w:rsidRPr="005B0540">
        <w:rPr>
          <w:rFonts w:ascii="Browallia New" w:hAnsi="Browallia New" w:cs="Browallia New"/>
          <w:color w:val="auto"/>
          <w:spacing w:val="-4"/>
          <w:sz w:val="28"/>
          <w:szCs w:val="28"/>
          <w:cs/>
        </w:rPr>
        <w:t>ร้อยละ</w:t>
      </w:r>
      <w:r w:rsidR="000F0C1C" w:rsidRPr="005B0540">
        <w:rPr>
          <w:rFonts w:ascii="Browallia New" w:hAnsi="Browallia New" w:cs="Browallia New"/>
          <w:color w:val="auto"/>
          <w:spacing w:val="-4"/>
          <w:sz w:val="28"/>
          <w:szCs w:val="28"/>
          <w:cs/>
        </w:rPr>
        <w:t xml:space="preserve"> </w:t>
      </w:r>
      <w:r w:rsidR="00362C3C" w:rsidRPr="005B0540">
        <w:rPr>
          <w:rFonts w:ascii="Browallia New" w:hAnsi="Browallia New" w:cs="Browallia New"/>
          <w:color w:val="auto"/>
          <w:spacing w:val="-4"/>
          <w:sz w:val="28"/>
          <w:szCs w:val="28"/>
        </w:rPr>
        <w:t>0.10</w:t>
      </w:r>
      <w:r w:rsidR="00920DDC" w:rsidRPr="005B0540">
        <w:rPr>
          <w:rFonts w:ascii="Browallia New" w:hAnsi="Browallia New" w:cs="Browallia New"/>
          <w:color w:val="auto"/>
          <w:spacing w:val="-4"/>
          <w:sz w:val="28"/>
          <w:szCs w:val="28"/>
        </w:rPr>
        <w:t xml:space="preserve"> </w:t>
      </w:r>
      <w:r w:rsidR="00362C3C" w:rsidRPr="005B0540">
        <w:rPr>
          <w:rFonts w:ascii="Browallia New" w:hAnsi="Browallia New" w:cs="Browallia New"/>
          <w:color w:val="auto"/>
          <w:spacing w:val="-4"/>
          <w:sz w:val="28"/>
          <w:szCs w:val="28"/>
        </w:rPr>
        <w:t>-</w:t>
      </w:r>
      <w:r w:rsidR="00920DDC" w:rsidRPr="005B0540">
        <w:rPr>
          <w:rFonts w:ascii="Browallia New" w:hAnsi="Browallia New" w:cs="Browallia New"/>
          <w:color w:val="auto"/>
          <w:spacing w:val="-4"/>
          <w:sz w:val="28"/>
          <w:szCs w:val="28"/>
        </w:rPr>
        <w:t xml:space="preserve"> </w:t>
      </w:r>
      <w:r w:rsidR="00362C3C" w:rsidRPr="005B0540">
        <w:rPr>
          <w:rFonts w:ascii="Browallia New" w:hAnsi="Browallia New" w:cs="Browallia New"/>
          <w:color w:val="auto"/>
          <w:spacing w:val="-4"/>
          <w:sz w:val="28"/>
          <w:szCs w:val="28"/>
        </w:rPr>
        <w:t>0.</w:t>
      </w:r>
      <w:r w:rsidR="00617C39" w:rsidRPr="005B0540">
        <w:rPr>
          <w:rFonts w:ascii="Browallia New" w:hAnsi="Browallia New" w:cs="Browallia New"/>
          <w:color w:val="auto"/>
          <w:spacing w:val="-4"/>
          <w:sz w:val="28"/>
          <w:szCs w:val="28"/>
        </w:rPr>
        <w:t>6</w:t>
      </w:r>
      <w:r w:rsidR="00990309" w:rsidRPr="005B0540">
        <w:rPr>
          <w:rFonts w:ascii="Browallia New" w:hAnsi="Browallia New" w:cs="Browallia New"/>
          <w:color w:val="auto"/>
          <w:spacing w:val="-4"/>
          <w:sz w:val="28"/>
          <w:szCs w:val="28"/>
        </w:rPr>
        <w:t>0</w:t>
      </w:r>
      <w:r w:rsidR="00215065" w:rsidRPr="00617C39">
        <w:rPr>
          <w:rFonts w:ascii="Browallia New" w:hAnsi="Browallia New" w:cs="Browallia New"/>
          <w:color w:val="auto"/>
          <w:spacing w:val="-4"/>
          <w:sz w:val="28"/>
          <w:szCs w:val="28"/>
        </w:rPr>
        <w:t xml:space="preserve"> </w:t>
      </w:r>
      <w:r w:rsidR="000F0C1C" w:rsidRPr="00617C39">
        <w:rPr>
          <w:rFonts w:ascii="Browallia New" w:hAnsi="Browallia New" w:cs="Browallia New"/>
          <w:color w:val="auto"/>
          <w:spacing w:val="-4"/>
          <w:sz w:val="28"/>
          <w:szCs w:val="28"/>
          <w:cs/>
        </w:rPr>
        <w:t>ต่อปี</w:t>
      </w:r>
      <w:r w:rsidR="000833C8" w:rsidRPr="00617C39">
        <w:rPr>
          <w:rFonts w:ascii="Browallia New" w:hAnsi="Browallia New" w:cs="Browallia New" w:hint="cs"/>
          <w:color w:val="auto"/>
          <w:spacing w:val="-4"/>
          <w:sz w:val="28"/>
          <w:szCs w:val="28"/>
          <w:cs/>
        </w:rPr>
        <w:t xml:space="preserve"> </w:t>
      </w:r>
      <w:r w:rsidR="000833C8" w:rsidRPr="00617C39">
        <w:rPr>
          <w:rFonts w:ascii="Browallia New" w:hAnsi="Browallia New" w:cs="Browallia New"/>
          <w:color w:val="auto"/>
          <w:spacing w:val="-4"/>
          <w:sz w:val="28"/>
          <w:szCs w:val="28"/>
        </w:rPr>
        <w:t>(256</w:t>
      </w:r>
      <w:r w:rsidR="00FB0DA2" w:rsidRPr="00617C39">
        <w:rPr>
          <w:rFonts w:ascii="Browallia New" w:hAnsi="Browallia New" w:cs="Browallia New"/>
          <w:color w:val="auto"/>
          <w:spacing w:val="-4"/>
          <w:sz w:val="28"/>
          <w:szCs w:val="28"/>
        </w:rPr>
        <w:t>5</w:t>
      </w:r>
      <w:r w:rsidR="000833C8" w:rsidRPr="00617C39">
        <w:rPr>
          <w:rFonts w:ascii="Browallia New" w:hAnsi="Browallia New" w:cs="Browallia New"/>
          <w:color w:val="auto"/>
          <w:spacing w:val="-4"/>
          <w:sz w:val="28"/>
          <w:szCs w:val="28"/>
        </w:rPr>
        <w:t xml:space="preserve"> : </w:t>
      </w:r>
      <w:r w:rsidR="000833C8" w:rsidRPr="00617C39">
        <w:rPr>
          <w:rFonts w:ascii="Browallia New" w:hAnsi="Browallia New" w:cs="Browallia New" w:hint="cs"/>
          <w:color w:val="auto"/>
          <w:spacing w:val="-4"/>
          <w:sz w:val="28"/>
          <w:szCs w:val="28"/>
          <w:cs/>
        </w:rPr>
        <w:t xml:space="preserve">ร้อยละ </w:t>
      </w:r>
      <w:r w:rsidR="000833C8" w:rsidRPr="00617C39">
        <w:rPr>
          <w:rFonts w:ascii="Browallia New" w:hAnsi="Browallia New" w:cs="Browallia New"/>
          <w:color w:val="auto"/>
          <w:spacing w:val="-4"/>
          <w:sz w:val="28"/>
          <w:szCs w:val="28"/>
        </w:rPr>
        <w:t xml:space="preserve">0.05 </w:t>
      </w:r>
      <w:r w:rsidR="009F6A88" w:rsidRPr="00617C39">
        <w:rPr>
          <w:rFonts w:ascii="Browallia New" w:hAnsi="Browallia New" w:cs="Browallia New"/>
          <w:color w:val="auto"/>
          <w:spacing w:val="-4"/>
          <w:sz w:val="28"/>
          <w:szCs w:val="28"/>
        </w:rPr>
        <w:t>-</w:t>
      </w:r>
      <w:r w:rsidR="000833C8" w:rsidRPr="00617C39">
        <w:rPr>
          <w:rFonts w:ascii="Browallia New" w:hAnsi="Browallia New" w:cs="Browallia New"/>
          <w:color w:val="auto"/>
          <w:spacing w:val="-4"/>
          <w:sz w:val="28"/>
          <w:szCs w:val="28"/>
        </w:rPr>
        <w:t xml:space="preserve"> </w:t>
      </w:r>
      <w:r w:rsidR="000F25AF" w:rsidRPr="00617C39">
        <w:rPr>
          <w:rFonts w:ascii="Browallia New" w:hAnsi="Browallia New" w:cs="Browallia New"/>
          <w:color w:val="auto"/>
          <w:spacing w:val="-4"/>
          <w:sz w:val="28"/>
          <w:szCs w:val="28"/>
        </w:rPr>
        <w:t>0.3</w:t>
      </w:r>
      <w:r w:rsidR="00253AC7" w:rsidRPr="00617C39">
        <w:rPr>
          <w:rFonts w:ascii="Browallia New" w:hAnsi="Browallia New" w:cs="Browallia New"/>
          <w:color w:val="auto"/>
          <w:spacing w:val="-4"/>
          <w:sz w:val="28"/>
          <w:szCs w:val="28"/>
        </w:rPr>
        <w:t>5</w:t>
      </w:r>
      <w:r w:rsidR="000F25AF" w:rsidRPr="00617C39">
        <w:rPr>
          <w:rFonts w:ascii="Browallia New" w:hAnsi="Browallia New" w:cs="Browallia New"/>
          <w:color w:val="auto"/>
          <w:spacing w:val="-4"/>
          <w:sz w:val="28"/>
          <w:szCs w:val="28"/>
        </w:rPr>
        <w:t xml:space="preserve"> </w:t>
      </w:r>
      <w:r w:rsidR="000833C8" w:rsidRPr="00617C39">
        <w:rPr>
          <w:rFonts w:ascii="Browallia New" w:hAnsi="Browallia New" w:cs="Browallia New" w:hint="cs"/>
          <w:color w:val="auto"/>
          <w:spacing w:val="-4"/>
          <w:sz w:val="28"/>
          <w:szCs w:val="28"/>
          <w:cs/>
        </w:rPr>
        <w:t>ต่อปี</w:t>
      </w:r>
      <w:r w:rsidR="000833C8" w:rsidRPr="00617C39">
        <w:rPr>
          <w:rFonts w:ascii="Browallia New" w:hAnsi="Browallia New" w:cs="Browallia New"/>
          <w:color w:val="auto"/>
          <w:spacing w:val="-4"/>
          <w:sz w:val="28"/>
          <w:szCs w:val="28"/>
        </w:rPr>
        <w:t>)</w:t>
      </w:r>
      <w:r w:rsidRPr="00617C39">
        <w:rPr>
          <w:rFonts w:ascii="Browallia New" w:hAnsi="Browallia New" w:cs="Browallia New"/>
          <w:color w:val="auto"/>
          <w:spacing w:val="-4"/>
          <w:sz w:val="28"/>
          <w:szCs w:val="28"/>
          <w:cs/>
          <w:lang w:val="th-TH"/>
        </w:rPr>
        <w:tab/>
      </w:r>
    </w:p>
    <w:p w14:paraId="68D1CDEA" w14:textId="77777777" w:rsidR="009359E1" w:rsidRPr="00617C39" w:rsidRDefault="009359E1" w:rsidP="008B6478">
      <w:pPr>
        <w:pStyle w:val="CordiaNew"/>
        <w:tabs>
          <w:tab w:val="clear" w:pos="4153"/>
          <w:tab w:val="left" w:pos="426"/>
        </w:tabs>
        <w:rPr>
          <w:rFonts w:ascii="Browallia New" w:hAnsi="Browallia New" w:cs="Browallia New"/>
          <w:color w:val="auto"/>
          <w:sz w:val="22"/>
          <w:szCs w:val="22"/>
          <w:cs/>
          <w:lang w:val="th-TH"/>
        </w:rPr>
      </w:pPr>
    </w:p>
    <w:p w14:paraId="4856250C" w14:textId="7100BF1C" w:rsidR="003E4706" w:rsidRPr="00617C39" w:rsidRDefault="003E4706" w:rsidP="003E0B20">
      <w:pPr>
        <w:numPr>
          <w:ilvl w:val="0"/>
          <w:numId w:val="1"/>
        </w:numPr>
        <w:tabs>
          <w:tab w:val="clear" w:pos="360"/>
        </w:tabs>
        <w:ind w:left="374" w:hanging="374"/>
        <w:rPr>
          <w:rFonts w:ascii="Browallia New" w:hAnsi="Browallia New" w:cs="Browallia New"/>
          <w:b/>
          <w:bCs/>
          <w:cs/>
        </w:rPr>
      </w:pPr>
      <w:r w:rsidRPr="00617C39">
        <w:rPr>
          <w:rFonts w:ascii="Browallia New" w:hAnsi="Browallia New" w:cs="Browallia New"/>
          <w:b/>
          <w:bCs/>
          <w:cs/>
        </w:rPr>
        <w:t>ลูกหนี้การค้า</w:t>
      </w:r>
    </w:p>
    <w:p w14:paraId="4856250D" w14:textId="77777777" w:rsidR="003E4706" w:rsidRPr="00617C39" w:rsidRDefault="003E4706" w:rsidP="000C0B90">
      <w:pPr>
        <w:ind w:left="374"/>
        <w:jc w:val="thaiDistribute"/>
        <w:rPr>
          <w:rFonts w:ascii="Browallia New" w:hAnsi="Browallia New" w:cs="Browallia New"/>
          <w:sz w:val="20"/>
          <w:szCs w:val="20"/>
        </w:rPr>
      </w:pPr>
    </w:p>
    <w:p w14:paraId="4856250E" w14:textId="5AE8A497"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586928" w:rsidRPr="00586928">
        <w:rPr>
          <w:rFonts w:ascii="Browallia New" w:hAnsi="Browallia New" w:cs="Browallia New"/>
        </w:rPr>
        <w:t xml:space="preserve">30 </w:t>
      </w:r>
      <w:r w:rsidR="00586928" w:rsidRPr="00586928">
        <w:rPr>
          <w:rFonts w:ascii="Browallia New" w:hAnsi="Browallia New" w:cs="Browallia New"/>
          <w:cs/>
        </w:rPr>
        <w:t>กันยายน</w:t>
      </w:r>
      <w:r w:rsidR="00586928" w:rsidRPr="00586928">
        <w:rPr>
          <w:rFonts w:ascii="Browallia New" w:hAnsi="Browallia New" w:cs="Browallia New" w:hint="cs"/>
          <w:cs/>
        </w:rPr>
        <w:t xml:space="preserve"> </w:t>
      </w:r>
      <w:r w:rsidR="00FF0110" w:rsidRPr="005C4084">
        <w:rPr>
          <w:rFonts w:ascii="Browallia New" w:hAnsi="Browallia New" w:cs="Browallia New"/>
          <w:spacing w:val="-4"/>
        </w:rPr>
        <w:t>2566</w:t>
      </w:r>
      <w:r w:rsidR="00FF0110" w:rsidRPr="005C4084">
        <w:rPr>
          <w:rFonts w:ascii="Browallia New" w:hAnsi="Browallia New" w:cs="Browallia New" w:hint="cs"/>
          <w:spacing w:val="-4"/>
          <w:cs/>
        </w:rPr>
        <w:t xml:space="preserve"> และวันที่ </w:t>
      </w:r>
      <w:r w:rsidR="00FF0110" w:rsidRPr="005C4084">
        <w:rPr>
          <w:rFonts w:ascii="Browallia New" w:hAnsi="Browallia New" w:cs="Browallia New"/>
          <w:spacing w:val="-4"/>
        </w:rPr>
        <w:t xml:space="preserve">31 </w:t>
      </w:r>
      <w:r w:rsidR="00FF0110" w:rsidRPr="005C4084">
        <w:rPr>
          <w:rFonts w:ascii="Browallia New" w:hAnsi="Browallia New" w:cs="Browallia New" w:hint="cs"/>
          <w:spacing w:val="-4"/>
          <w:cs/>
        </w:rPr>
        <w:t xml:space="preserve">ธันวาคม </w:t>
      </w:r>
      <w:r w:rsidR="00FF0110" w:rsidRPr="005C4084">
        <w:rPr>
          <w:rFonts w:ascii="Browallia New" w:hAnsi="Browallia New" w:cs="Browallia New"/>
          <w:spacing w:val="-4"/>
        </w:rPr>
        <w:t>2565</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4A22ED" w:rsidRDefault="00E0003E" w:rsidP="003E0B20">
      <w:pPr>
        <w:ind w:left="374"/>
        <w:jc w:val="thaiDistribute"/>
        <w:rPr>
          <w:rFonts w:ascii="Browallia New" w:hAnsi="Browallia New" w:cs="Browallia New"/>
          <w:sz w:val="16"/>
          <w:szCs w:val="16"/>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623927">
        <w:trPr>
          <w:cantSplit/>
          <w:tblHeader/>
        </w:trPr>
        <w:tc>
          <w:tcPr>
            <w:tcW w:w="3336" w:type="dxa"/>
          </w:tcPr>
          <w:p w14:paraId="48562510"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623927">
        <w:trPr>
          <w:cantSplit/>
          <w:tblHeader/>
        </w:trPr>
        <w:tc>
          <w:tcPr>
            <w:tcW w:w="3336" w:type="dxa"/>
          </w:tcPr>
          <w:p w14:paraId="48562515" w14:textId="77777777" w:rsidR="00E0003E" w:rsidRPr="005C2BD1" w:rsidRDefault="00E0003E" w:rsidP="003E0B20">
            <w:pPr>
              <w:pStyle w:val="3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524" w14:textId="77777777" w:rsidTr="00623927">
        <w:trPr>
          <w:gridAfter w:val="1"/>
          <w:wAfter w:w="11" w:type="dxa"/>
          <w:cantSplit/>
          <w:trHeight w:val="676"/>
          <w:tblHeader/>
        </w:trPr>
        <w:tc>
          <w:tcPr>
            <w:tcW w:w="3336" w:type="dxa"/>
          </w:tcPr>
          <w:p w14:paraId="4856251A" w14:textId="77777777" w:rsidR="00192EDE" w:rsidRPr="005C2BD1" w:rsidRDefault="00192EDE" w:rsidP="00192EDE">
            <w:pPr>
              <w:pStyle w:val="3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16F48C66" w:rsidR="00192EDE" w:rsidRPr="005C2BD1" w:rsidRDefault="00586928" w:rsidP="00192EDE">
            <w:pPr>
              <w:ind w:left="-105" w:right="-108"/>
              <w:jc w:val="center"/>
              <w:rPr>
                <w:rFonts w:ascii="Browallia New" w:hAnsi="Browallia New" w:cs="Browallia New"/>
              </w:rPr>
            </w:pPr>
            <w:r w:rsidRPr="00586928">
              <w:rPr>
                <w:rFonts w:ascii="Browallia New" w:hAnsi="Browallia New" w:cs="Browallia New"/>
              </w:rPr>
              <w:t xml:space="preserve">30 </w:t>
            </w:r>
            <w:r w:rsidRPr="00586928">
              <w:rPr>
                <w:rFonts w:ascii="Browallia New" w:hAnsi="Browallia New" w:cs="Browallia New"/>
                <w:cs/>
              </w:rPr>
              <w:t>กันยายน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51C" w14:textId="77777777" w:rsidR="00192EDE" w:rsidRPr="005C2BD1"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61AFF039"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tcPr>
          <w:p w14:paraId="4856251F" w14:textId="77777777" w:rsidR="00192EDE" w:rsidRPr="005C2BD1"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42305E09" w:rsidR="00192EDE" w:rsidRPr="005C2BD1" w:rsidRDefault="00586928" w:rsidP="00192EDE">
            <w:pPr>
              <w:ind w:left="-105" w:right="-108"/>
              <w:jc w:val="center"/>
              <w:rPr>
                <w:rFonts w:ascii="Browallia New" w:hAnsi="Browallia New" w:cs="Browallia New"/>
              </w:rPr>
            </w:pPr>
            <w:r w:rsidRPr="00586928">
              <w:rPr>
                <w:rFonts w:ascii="Browallia New" w:hAnsi="Browallia New" w:cs="Browallia New"/>
              </w:rPr>
              <w:t xml:space="preserve">30 </w:t>
            </w:r>
            <w:r w:rsidRPr="00586928">
              <w:rPr>
                <w:rFonts w:ascii="Browallia New" w:hAnsi="Browallia New" w:cs="Browallia New"/>
                <w:cs/>
              </w:rPr>
              <w:t>กันยายน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66" w:type="dxa"/>
            <w:tcBorders>
              <w:top w:val="single" w:sz="4" w:space="0" w:color="auto"/>
            </w:tcBorders>
            <w:vAlign w:val="bottom"/>
          </w:tcPr>
          <w:p w14:paraId="48562521" w14:textId="77777777" w:rsidR="00192EDE" w:rsidRPr="005C2BD1"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3BC9518F"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bookmarkEnd w:id="1"/>
      <w:tr w:rsidR="00E0003E" w:rsidRPr="003D1660" w14:paraId="4856252D" w14:textId="77777777" w:rsidTr="00623927">
        <w:trPr>
          <w:gridAfter w:val="1"/>
          <w:wAfter w:w="11" w:type="dxa"/>
          <w:cantSplit/>
          <w:trHeight w:val="199"/>
        </w:trPr>
        <w:tc>
          <w:tcPr>
            <w:tcW w:w="3336" w:type="dxa"/>
            <w:vAlign w:val="bottom"/>
          </w:tcPr>
          <w:p w14:paraId="48562525" w14:textId="5CFD588E" w:rsidR="00E0003E" w:rsidRPr="003D1660" w:rsidRDefault="00E0003E" w:rsidP="003E0B20">
            <w:pPr>
              <w:pStyle w:val="33"/>
              <w:tabs>
                <w:tab w:val="clear" w:pos="360"/>
                <w:tab w:val="clear" w:pos="720"/>
              </w:tabs>
              <w:rPr>
                <w:rFonts w:ascii="Browallia New" w:hAnsi="Browallia New" w:cs="Browallia New"/>
                <w:u w:val="single"/>
                <w:cs/>
                <w:lang w:val="en-GB"/>
              </w:rPr>
            </w:pPr>
          </w:p>
        </w:tc>
        <w:tc>
          <w:tcPr>
            <w:tcW w:w="1272" w:type="dxa"/>
            <w:tcBorders>
              <w:left w:val="nil"/>
            </w:tcBorders>
          </w:tcPr>
          <w:p w14:paraId="48562526" w14:textId="77777777" w:rsidR="00E0003E" w:rsidRPr="003D1660" w:rsidRDefault="00E0003E" w:rsidP="003E0B20">
            <w:pPr>
              <w:pStyle w:val="33"/>
              <w:tabs>
                <w:tab w:val="clear" w:pos="360"/>
                <w:tab w:val="clear" w:pos="720"/>
              </w:tabs>
              <w:rPr>
                <w:rFonts w:ascii="Browallia New" w:hAnsi="Browallia New" w:cs="Browallia New"/>
              </w:rPr>
            </w:pPr>
          </w:p>
        </w:tc>
        <w:tc>
          <w:tcPr>
            <w:tcW w:w="236" w:type="dxa"/>
            <w:tcBorders>
              <w:left w:val="nil"/>
            </w:tcBorders>
          </w:tcPr>
          <w:p w14:paraId="48562527" w14:textId="77777777" w:rsidR="00E0003E" w:rsidRPr="003D1660" w:rsidRDefault="00E0003E" w:rsidP="003E0B20">
            <w:pPr>
              <w:pStyle w:val="33"/>
              <w:tabs>
                <w:tab w:val="clear" w:pos="360"/>
                <w:tab w:val="clear" w:pos="720"/>
              </w:tabs>
              <w:rPr>
                <w:rFonts w:ascii="Browallia New" w:hAnsi="Browallia New" w:cs="Browallia New"/>
              </w:rPr>
            </w:pPr>
          </w:p>
        </w:tc>
        <w:tc>
          <w:tcPr>
            <w:tcW w:w="1240" w:type="dxa"/>
          </w:tcPr>
          <w:p w14:paraId="48562528" w14:textId="77777777" w:rsidR="00E0003E" w:rsidRPr="003D1660" w:rsidRDefault="00E0003E" w:rsidP="003E0B20">
            <w:pPr>
              <w:pStyle w:val="33"/>
              <w:tabs>
                <w:tab w:val="clear" w:pos="360"/>
                <w:tab w:val="clear" w:pos="720"/>
              </w:tabs>
              <w:rPr>
                <w:rFonts w:ascii="Browallia New" w:hAnsi="Browallia New" w:cs="Browallia New"/>
              </w:rPr>
            </w:pPr>
          </w:p>
        </w:tc>
        <w:tc>
          <w:tcPr>
            <w:tcW w:w="236" w:type="dxa"/>
            <w:tcBorders>
              <w:left w:val="nil"/>
            </w:tcBorders>
          </w:tcPr>
          <w:p w14:paraId="48562529" w14:textId="77777777" w:rsidR="00E0003E" w:rsidRPr="003D1660" w:rsidRDefault="00E0003E" w:rsidP="003E0B20">
            <w:pPr>
              <w:pStyle w:val="33"/>
              <w:tabs>
                <w:tab w:val="clear" w:pos="360"/>
                <w:tab w:val="clear" w:pos="720"/>
              </w:tabs>
              <w:rPr>
                <w:rFonts w:ascii="Browallia New" w:hAnsi="Browallia New" w:cs="Browallia New"/>
              </w:rPr>
            </w:pPr>
          </w:p>
        </w:tc>
        <w:tc>
          <w:tcPr>
            <w:tcW w:w="1239" w:type="dxa"/>
          </w:tcPr>
          <w:p w14:paraId="4856252A" w14:textId="77777777" w:rsidR="00E0003E" w:rsidRPr="003D1660" w:rsidRDefault="00E0003E" w:rsidP="003E0B20">
            <w:pPr>
              <w:pStyle w:val="33"/>
              <w:tabs>
                <w:tab w:val="clear" w:pos="360"/>
                <w:tab w:val="clear" w:pos="720"/>
              </w:tabs>
              <w:jc w:val="center"/>
              <w:rPr>
                <w:rFonts w:ascii="Browallia New" w:hAnsi="Browallia New" w:cs="Browallia New"/>
                <w:lang w:val="en-GB"/>
              </w:rPr>
            </w:pPr>
          </w:p>
        </w:tc>
        <w:tc>
          <w:tcPr>
            <w:tcW w:w="266" w:type="dxa"/>
          </w:tcPr>
          <w:p w14:paraId="4856252B" w14:textId="77777777" w:rsidR="00E0003E" w:rsidRPr="003D1660" w:rsidRDefault="00E0003E" w:rsidP="003E0B20">
            <w:pPr>
              <w:pStyle w:val="a5"/>
              <w:jc w:val="center"/>
              <w:rPr>
                <w:rFonts w:ascii="Browallia New" w:hAnsi="Browallia New" w:cs="Browallia New"/>
              </w:rPr>
            </w:pPr>
          </w:p>
        </w:tc>
        <w:tc>
          <w:tcPr>
            <w:tcW w:w="1282" w:type="dxa"/>
          </w:tcPr>
          <w:p w14:paraId="4856252C" w14:textId="77777777" w:rsidR="00E0003E" w:rsidRPr="003D1660" w:rsidRDefault="00E0003E" w:rsidP="003E0B20">
            <w:pPr>
              <w:pStyle w:val="33"/>
              <w:tabs>
                <w:tab w:val="clear" w:pos="360"/>
                <w:tab w:val="clear" w:pos="720"/>
              </w:tabs>
              <w:jc w:val="center"/>
              <w:rPr>
                <w:rFonts w:ascii="Browallia New" w:hAnsi="Browallia New" w:cs="Browallia New"/>
                <w:lang w:val="en-GB"/>
              </w:rPr>
            </w:pPr>
          </w:p>
        </w:tc>
      </w:tr>
      <w:tr w:rsidR="005943DB" w:rsidRPr="005C2BD1" w14:paraId="69C33A81" w14:textId="77777777" w:rsidTr="005A12F8">
        <w:trPr>
          <w:gridAfter w:val="1"/>
          <w:wAfter w:w="11" w:type="dxa"/>
          <w:cantSplit/>
          <w:trHeight w:val="382"/>
        </w:trPr>
        <w:tc>
          <w:tcPr>
            <w:tcW w:w="3336" w:type="dxa"/>
            <w:vAlign w:val="bottom"/>
          </w:tcPr>
          <w:p w14:paraId="0E3FD127" w14:textId="7E3B3080" w:rsidR="005943DB" w:rsidRPr="002A06B0" w:rsidRDefault="005943DB" w:rsidP="003E0B20">
            <w:pPr>
              <w:pStyle w:val="3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Pr="002A06B0">
              <w:rPr>
                <w:rFonts w:ascii="Browallia New" w:hAnsi="Browallia New" w:cs="Browallia New"/>
                <w:sz w:val="28"/>
                <w:szCs w:val="28"/>
                <w:u w:val="single"/>
              </w:rPr>
              <w:t xml:space="preserve"> </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Pr="002A06B0">
              <w:rPr>
                <w:rFonts w:ascii="Browallia New" w:hAnsi="Browallia New" w:cs="Browallia New"/>
                <w:sz w:val="28"/>
                <w:szCs w:val="28"/>
                <w:u w:val="single"/>
                <w:lang w:val="en-GB"/>
              </w:rPr>
              <w:t xml:space="preserve"> -</w:t>
            </w:r>
            <w:r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1240" w:type="dxa"/>
          </w:tcPr>
          <w:p w14:paraId="6C105AF3"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1239" w:type="dxa"/>
          </w:tcPr>
          <w:p w14:paraId="5F2399F4" w14:textId="77777777" w:rsidR="005943DB" w:rsidRPr="005C2BD1" w:rsidRDefault="005943DB" w:rsidP="003E0B20">
            <w:pPr>
              <w:pStyle w:val="3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5C2BD1" w:rsidRDefault="005943DB" w:rsidP="003E0B20">
            <w:pPr>
              <w:pStyle w:val="a5"/>
              <w:jc w:val="center"/>
              <w:rPr>
                <w:rFonts w:ascii="Browallia New" w:hAnsi="Browallia New" w:cs="Browallia New"/>
                <w:sz w:val="28"/>
                <w:szCs w:val="28"/>
              </w:rPr>
            </w:pPr>
          </w:p>
        </w:tc>
        <w:tc>
          <w:tcPr>
            <w:tcW w:w="1282" w:type="dxa"/>
          </w:tcPr>
          <w:p w14:paraId="739D0484" w14:textId="77777777" w:rsidR="005943DB" w:rsidRPr="005C2BD1" w:rsidRDefault="005943DB" w:rsidP="003E0B20">
            <w:pPr>
              <w:pStyle w:val="33"/>
              <w:tabs>
                <w:tab w:val="clear" w:pos="360"/>
                <w:tab w:val="clear" w:pos="720"/>
              </w:tabs>
              <w:jc w:val="center"/>
              <w:rPr>
                <w:rFonts w:ascii="Browallia New" w:hAnsi="Browallia New" w:cs="Browallia New"/>
                <w:sz w:val="28"/>
                <w:szCs w:val="28"/>
                <w:lang w:val="en-GB"/>
              </w:rPr>
            </w:pPr>
          </w:p>
        </w:tc>
      </w:tr>
      <w:tr w:rsidR="00617C39" w:rsidRPr="005C2BD1" w14:paraId="48562536" w14:textId="77777777" w:rsidTr="00623927">
        <w:trPr>
          <w:gridAfter w:val="1"/>
          <w:wAfter w:w="11" w:type="dxa"/>
          <w:cantSplit/>
        </w:trPr>
        <w:tc>
          <w:tcPr>
            <w:tcW w:w="3336" w:type="dxa"/>
          </w:tcPr>
          <w:p w14:paraId="4856252E" w14:textId="77777777" w:rsidR="00617C39" w:rsidRPr="005C2BD1" w:rsidRDefault="00617C39" w:rsidP="00617C39">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2626883F" w:rsidR="00617C39" w:rsidRPr="005C2BD1" w:rsidRDefault="00617C39" w:rsidP="00617C39">
            <w:pPr>
              <w:jc w:val="right"/>
              <w:rPr>
                <w:rFonts w:ascii="Browallia New" w:hAnsi="Browallia New" w:cs="Browallia New"/>
              </w:rPr>
            </w:pPr>
            <w:r w:rsidRPr="00617C39">
              <w:rPr>
                <w:rFonts w:ascii="Browallia New" w:hAnsi="Browallia New" w:cs="Browallia New"/>
              </w:rPr>
              <w:t>1,082,516</w:t>
            </w:r>
          </w:p>
        </w:tc>
        <w:tc>
          <w:tcPr>
            <w:tcW w:w="236" w:type="dxa"/>
            <w:tcBorders>
              <w:left w:val="nil"/>
            </w:tcBorders>
          </w:tcPr>
          <w:p w14:paraId="48562530" w14:textId="77777777" w:rsidR="00617C39" w:rsidRPr="005C2BD1" w:rsidRDefault="00617C39" w:rsidP="00617C39">
            <w:pPr>
              <w:jc w:val="right"/>
              <w:rPr>
                <w:rFonts w:ascii="Browallia New" w:hAnsi="Browallia New" w:cs="Browallia New"/>
              </w:rPr>
            </w:pPr>
          </w:p>
        </w:tc>
        <w:tc>
          <w:tcPr>
            <w:tcW w:w="1240" w:type="dxa"/>
          </w:tcPr>
          <w:p w14:paraId="48562531" w14:textId="5082B6F8" w:rsidR="00617C39" w:rsidRPr="005C2BD1" w:rsidRDefault="00617C39" w:rsidP="00617C39">
            <w:pPr>
              <w:jc w:val="right"/>
              <w:rPr>
                <w:rFonts w:ascii="Browallia New" w:hAnsi="Browallia New" w:cs="Browallia New"/>
              </w:rPr>
            </w:pPr>
            <w:r w:rsidRPr="00F544F0">
              <w:rPr>
                <w:rFonts w:ascii="Browallia New" w:hAnsi="Browallia New" w:cs="Browallia New"/>
              </w:rPr>
              <w:t>1,147,46</w:t>
            </w:r>
            <w:r>
              <w:rPr>
                <w:rFonts w:ascii="Browallia New" w:hAnsi="Browallia New" w:cs="Browallia New"/>
              </w:rPr>
              <w:t>4</w:t>
            </w:r>
          </w:p>
        </w:tc>
        <w:tc>
          <w:tcPr>
            <w:tcW w:w="236" w:type="dxa"/>
            <w:tcBorders>
              <w:left w:val="nil"/>
            </w:tcBorders>
          </w:tcPr>
          <w:p w14:paraId="48562532" w14:textId="77777777" w:rsidR="00617C39" w:rsidRPr="005C2BD1" w:rsidRDefault="00617C39" w:rsidP="00617C39">
            <w:pPr>
              <w:jc w:val="right"/>
              <w:rPr>
                <w:rFonts w:ascii="Browallia New" w:hAnsi="Browallia New" w:cs="Browallia New"/>
              </w:rPr>
            </w:pPr>
          </w:p>
        </w:tc>
        <w:tc>
          <w:tcPr>
            <w:tcW w:w="1239" w:type="dxa"/>
          </w:tcPr>
          <w:p w14:paraId="48562533" w14:textId="5EB9A1BA" w:rsidR="00617C39" w:rsidRPr="005C2BD1" w:rsidRDefault="00617C39" w:rsidP="00617C39">
            <w:pPr>
              <w:jc w:val="right"/>
              <w:rPr>
                <w:rFonts w:ascii="Browallia New" w:hAnsi="Browallia New" w:cs="Browallia New"/>
              </w:rPr>
            </w:pPr>
            <w:r w:rsidRPr="00617C39">
              <w:rPr>
                <w:rFonts w:ascii="Browallia New" w:hAnsi="Browallia New" w:cs="Browallia New"/>
              </w:rPr>
              <w:t>1,082,516</w:t>
            </w:r>
          </w:p>
        </w:tc>
        <w:tc>
          <w:tcPr>
            <w:tcW w:w="266" w:type="dxa"/>
          </w:tcPr>
          <w:p w14:paraId="48562534" w14:textId="77777777" w:rsidR="00617C39" w:rsidRPr="005C2BD1" w:rsidRDefault="00617C39" w:rsidP="00617C39">
            <w:pPr>
              <w:jc w:val="right"/>
              <w:rPr>
                <w:rFonts w:ascii="Browallia New" w:hAnsi="Browallia New" w:cs="Browallia New"/>
              </w:rPr>
            </w:pPr>
          </w:p>
        </w:tc>
        <w:tc>
          <w:tcPr>
            <w:tcW w:w="1282" w:type="dxa"/>
          </w:tcPr>
          <w:p w14:paraId="48562535" w14:textId="6856F04E" w:rsidR="00617C39" w:rsidRPr="005C2BD1" w:rsidRDefault="00617C39" w:rsidP="00617C39">
            <w:pPr>
              <w:jc w:val="right"/>
              <w:rPr>
                <w:rFonts w:ascii="Browallia New" w:hAnsi="Browallia New" w:cs="Browallia New"/>
              </w:rPr>
            </w:pPr>
            <w:r w:rsidRPr="00544B5B">
              <w:rPr>
                <w:rFonts w:ascii="Browallia New" w:hAnsi="Browallia New" w:cs="Browallia New"/>
              </w:rPr>
              <w:t>1</w:t>
            </w:r>
            <w:r w:rsidRPr="00571DEF">
              <w:rPr>
                <w:rFonts w:ascii="Browallia New" w:hAnsi="Browallia New" w:cs="Browallia New"/>
              </w:rPr>
              <w:t>,147,46</w:t>
            </w:r>
            <w:r>
              <w:rPr>
                <w:rFonts w:ascii="Browallia New" w:hAnsi="Browallia New" w:cs="Browallia New"/>
              </w:rPr>
              <w:t>4</w:t>
            </w:r>
          </w:p>
        </w:tc>
      </w:tr>
      <w:tr w:rsidR="00617C39" w:rsidRPr="005C2BD1" w14:paraId="4856253F" w14:textId="77777777" w:rsidTr="00623927">
        <w:trPr>
          <w:gridAfter w:val="1"/>
          <w:wAfter w:w="11" w:type="dxa"/>
          <w:cantSplit/>
        </w:trPr>
        <w:tc>
          <w:tcPr>
            <w:tcW w:w="3336" w:type="dxa"/>
          </w:tcPr>
          <w:p w14:paraId="48562537" w14:textId="5460738B" w:rsidR="00617C39" w:rsidRPr="005C2BD1" w:rsidRDefault="00617C39" w:rsidP="00617C39">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617C39" w:rsidRPr="005C2BD1" w:rsidRDefault="00617C39" w:rsidP="00617C39">
            <w:pPr>
              <w:jc w:val="right"/>
              <w:rPr>
                <w:rFonts w:ascii="Browallia New" w:hAnsi="Browallia New" w:cs="Browallia New"/>
              </w:rPr>
            </w:pPr>
          </w:p>
        </w:tc>
        <w:tc>
          <w:tcPr>
            <w:tcW w:w="236" w:type="dxa"/>
            <w:tcBorders>
              <w:left w:val="nil"/>
            </w:tcBorders>
          </w:tcPr>
          <w:p w14:paraId="48562539" w14:textId="77777777" w:rsidR="00617C39" w:rsidRPr="005C2BD1" w:rsidRDefault="00617C39" w:rsidP="00617C39">
            <w:pPr>
              <w:jc w:val="right"/>
              <w:rPr>
                <w:rFonts w:ascii="Browallia New" w:hAnsi="Browallia New" w:cs="Browallia New"/>
              </w:rPr>
            </w:pPr>
          </w:p>
        </w:tc>
        <w:tc>
          <w:tcPr>
            <w:tcW w:w="1240" w:type="dxa"/>
          </w:tcPr>
          <w:p w14:paraId="4856253A" w14:textId="77777777" w:rsidR="00617C39" w:rsidRPr="005C2BD1" w:rsidRDefault="00617C39" w:rsidP="00617C39">
            <w:pPr>
              <w:jc w:val="right"/>
              <w:rPr>
                <w:rFonts w:ascii="Browallia New" w:hAnsi="Browallia New" w:cs="Browallia New"/>
              </w:rPr>
            </w:pPr>
          </w:p>
        </w:tc>
        <w:tc>
          <w:tcPr>
            <w:tcW w:w="236" w:type="dxa"/>
            <w:tcBorders>
              <w:left w:val="nil"/>
            </w:tcBorders>
          </w:tcPr>
          <w:p w14:paraId="4856253B" w14:textId="77777777" w:rsidR="00617C39" w:rsidRPr="005C2BD1" w:rsidRDefault="00617C39" w:rsidP="00617C39">
            <w:pPr>
              <w:jc w:val="right"/>
              <w:rPr>
                <w:rFonts w:ascii="Browallia New" w:hAnsi="Browallia New" w:cs="Browallia New"/>
              </w:rPr>
            </w:pPr>
          </w:p>
        </w:tc>
        <w:tc>
          <w:tcPr>
            <w:tcW w:w="1239" w:type="dxa"/>
          </w:tcPr>
          <w:p w14:paraId="4856253C" w14:textId="77777777" w:rsidR="00617C39" w:rsidRPr="005C2BD1" w:rsidRDefault="00617C39" w:rsidP="00617C39">
            <w:pPr>
              <w:jc w:val="right"/>
              <w:rPr>
                <w:rFonts w:ascii="Browallia New" w:hAnsi="Browallia New" w:cs="Browallia New"/>
              </w:rPr>
            </w:pPr>
          </w:p>
        </w:tc>
        <w:tc>
          <w:tcPr>
            <w:tcW w:w="266" w:type="dxa"/>
          </w:tcPr>
          <w:p w14:paraId="4856253D" w14:textId="77777777" w:rsidR="00617C39" w:rsidRPr="005C2BD1" w:rsidRDefault="00617C39" w:rsidP="00617C39">
            <w:pPr>
              <w:jc w:val="right"/>
              <w:rPr>
                <w:rFonts w:ascii="Browallia New" w:hAnsi="Browallia New" w:cs="Browallia New"/>
              </w:rPr>
            </w:pPr>
          </w:p>
        </w:tc>
        <w:tc>
          <w:tcPr>
            <w:tcW w:w="1282" w:type="dxa"/>
          </w:tcPr>
          <w:p w14:paraId="4856253E" w14:textId="77777777" w:rsidR="00617C39" w:rsidRPr="005C2BD1" w:rsidRDefault="00617C39" w:rsidP="00617C39">
            <w:pPr>
              <w:jc w:val="right"/>
              <w:rPr>
                <w:rFonts w:ascii="Browallia New" w:hAnsi="Browallia New" w:cs="Browallia New"/>
              </w:rPr>
            </w:pPr>
          </w:p>
        </w:tc>
      </w:tr>
      <w:tr w:rsidR="00617C39" w:rsidRPr="005C2BD1" w14:paraId="48562548" w14:textId="77777777" w:rsidTr="00623927">
        <w:trPr>
          <w:gridAfter w:val="1"/>
          <w:wAfter w:w="11" w:type="dxa"/>
          <w:cantSplit/>
        </w:trPr>
        <w:tc>
          <w:tcPr>
            <w:tcW w:w="3336" w:type="dxa"/>
          </w:tcPr>
          <w:p w14:paraId="48562540" w14:textId="77777777" w:rsidR="00617C39" w:rsidRPr="005C2BD1" w:rsidRDefault="00617C39" w:rsidP="00617C39">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2F45A3E4" w:rsidR="00617C39" w:rsidRPr="005C2BD1" w:rsidRDefault="00617C39" w:rsidP="00617C39">
            <w:pPr>
              <w:jc w:val="right"/>
              <w:rPr>
                <w:rFonts w:ascii="Browallia New" w:hAnsi="Browallia New" w:cs="Browallia New"/>
              </w:rPr>
            </w:pPr>
            <w:r w:rsidRPr="00617C39">
              <w:rPr>
                <w:rFonts w:ascii="Browallia New" w:hAnsi="Browallia New" w:cs="Browallia New"/>
              </w:rPr>
              <w:t>28,899</w:t>
            </w:r>
          </w:p>
        </w:tc>
        <w:tc>
          <w:tcPr>
            <w:tcW w:w="236" w:type="dxa"/>
            <w:tcBorders>
              <w:left w:val="nil"/>
            </w:tcBorders>
          </w:tcPr>
          <w:p w14:paraId="48562542" w14:textId="77777777" w:rsidR="00617C39" w:rsidRPr="005C2BD1" w:rsidRDefault="00617C39" w:rsidP="00617C39">
            <w:pPr>
              <w:jc w:val="right"/>
              <w:rPr>
                <w:rFonts w:ascii="Browallia New" w:hAnsi="Browallia New" w:cs="Browallia New"/>
              </w:rPr>
            </w:pPr>
          </w:p>
        </w:tc>
        <w:tc>
          <w:tcPr>
            <w:tcW w:w="1240" w:type="dxa"/>
          </w:tcPr>
          <w:p w14:paraId="48562543" w14:textId="2E1BCDDA" w:rsidR="00617C39" w:rsidRPr="005C2BD1" w:rsidRDefault="00617C39" w:rsidP="00617C39">
            <w:pPr>
              <w:jc w:val="right"/>
              <w:rPr>
                <w:rFonts w:ascii="Browallia New" w:hAnsi="Browallia New" w:cs="Browallia New"/>
              </w:rPr>
            </w:pPr>
            <w:r w:rsidRPr="00F544F0">
              <w:rPr>
                <w:rFonts w:ascii="Browallia New" w:hAnsi="Browallia New" w:cs="Browallia New"/>
              </w:rPr>
              <w:t>34,33</w:t>
            </w:r>
            <w:r>
              <w:rPr>
                <w:rFonts w:ascii="Browallia New" w:hAnsi="Browallia New" w:cs="Browallia New"/>
              </w:rPr>
              <w:t>1</w:t>
            </w:r>
          </w:p>
        </w:tc>
        <w:tc>
          <w:tcPr>
            <w:tcW w:w="236" w:type="dxa"/>
            <w:tcBorders>
              <w:left w:val="nil"/>
            </w:tcBorders>
          </w:tcPr>
          <w:p w14:paraId="48562544" w14:textId="77777777" w:rsidR="00617C39" w:rsidRPr="005C2BD1" w:rsidRDefault="00617C39" w:rsidP="00617C39">
            <w:pPr>
              <w:jc w:val="right"/>
              <w:rPr>
                <w:rFonts w:ascii="Browallia New" w:hAnsi="Browallia New" w:cs="Browallia New"/>
              </w:rPr>
            </w:pPr>
          </w:p>
        </w:tc>
        <w:tc>
          <w:tcPr>
            <w:tcW w:w="1239" w:type="dxa"/>
          </w:tcPr>
          <w:p w14:paraId="48562545" w14:textId="127E4027" w:rsidR="00617C39" w:rsidRPr="005C2BD1" w:rsidRDefault="00617C39" w:rsidP="00617C39">
            <w:pPr>
              <w:jc w:val="right"/>
              <w:rPr>
                <w:rFonts w:ascii="Browallia New" w:hAnsi="Browallia New" w:cs="Browallia New"/>
              </w:rPr>
            </w:pPr>
            <w:r w:rsidRPr="00617C39">
              <w:rPr>
                <w:rFonts w:ascii="Browallia New" w:hAnsi="Browallia New" w:cs="Browallia New"/>
              </w:rPr>
              <w:t>20,227</w:t>
            </w:r>
          </w:p>
        </w:tc>
        <w:tc>
          <w:tcPr>
            <w:tcW w:w="266" w:type="dxa"/>
          </w:tcPr>
          <w:p w14:paraId="48562546" w14:textId="77777777" w:rsidR="00617C39" w:rsidRPr="005C2BD1" w:rsidRDefault="00617C39" w:rsidP="00617C39">
            <w:pPr>
              <w:jc w:val="right"/>
              <w:rPr>
                <w:rFonts w:ascii="Browallia New" w:hAnsi="Browallia New" w:cs="Browallia New"/>
              </w:rPr>
            </w:pPr>
          </w:p>
        </w:tc>
        <w:tc>
          <w:tcPr>
            <w:tcW w:w="1282" w:type="dxa"/>
          </w:tcPr>
          <w:p w14:paraId="48562547" w14:textId="666BF481" w:rsidR="00617C39" w:rsidRPr="005C2BD1" w:rsidRDefault="00617C39" w:rsidP="00617C39">
            <w:pPr>
              <w:jc w:val="right"/>
              <w:rPr>
                <w:rFonts w:ascii="Browallia New" w:hAnsi="Browallia New" w:cs="Browallia New"/>
              </w:rPr>
            </w:pPr>
            <w:r w:rsidRPr="00571DEF">
              <w:rPr>
                <w:rFonts w:ascii="Browallia New" w:hAnsi="Browallia New" w:cs="Browallia New"/>
              </w:rPr>
              <w:t>17,493</w:t>
            </w:r>
          </w:p>
        </w:tc>
      </w:tr>
      <w:tr w:rsidR="00617C39" w:rsidRPr="005C2BD1" w14:paraId="48562551" w14:textId="77777777" w:rsidTr="00780895">
        <w:trPr>
          <w:gridAfter w:val="1"/>
          <w:wAfter w:w="11" w:type="dxa"/>
          <w:cantSplit/>
        </w:trPr>
        <w:tc>
          <w:tcPr>
            <w:tcW w:w="3336" w:type="dxa"/>
          </w:tcPr>
          <w:p w14:paraId="48562549" w14:textId="3547E297" w:rsidR="00617C39" w:rsidRPr="005C2BD1" w:rsidRDefault="00617C39" w:rsidP="00617C39">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1DAD34DA" w:rsidR="00617C39" w:rsidRPr="005C2BD1" w:rsidRDefault="00617C39" w:rsidP="00617C39">
            <w:pPr>
              <w:jc w:val="right"/>
              <w:rPr>
                <w:rFonts w:ascii="Browallia New" w:hAnsi="Browallia New" w:cs="Browallia New"/>
              </w:rPr>
            </w:pPr>
            <w:r w:rsidRPr="00617C39">
              <w:rPr>
                <w:rFonts w:ascii="Browallia New" w:hAnsi="Browallia New" w:cs="Browallia New"/>
              </w:rPr>
              <w:t xml:space="preserve">         5,201</w:t>
            </w:r>
          </w:p>
        </w:tc>
        <w:tc>
          <w:tcPr>
            <w:tcW w:w="236" w:type="dxa"/>
            <w:tcBorders>
              <w:left w:val="nil"/>
            </w:tcBorders>
          </w:tcPr>
          <w:p w14:paraId="4856254B" w14:textId="77777777" w:rsidR="00617C39" w:rsidRPr="005C2BD1" w:rsidRDefault="00617C39" w:rsidP="00617C39">
            <w:pPr>
              <w:jc w:val="right"/>
              <w:rPr>
                <w:rFonts w:ascii="Browallia New" w:hAnsi="Browallia New" w:cs="Browallia New"/>
              </w:rPr>
            </w:pPr>
          </w:p>
        </w:tc>
        <w:tc>
          <w:tcPr>
            <w:tcW w:w="1240" w:type="dxa"/>
            <w:vAlign w:val="center"/>
          </w:tcPr>
          <w:p w14:paraId="4856254C" w14:textId="7F0A3044" w:rsidR="00617C39" w:rsidRPr="005C2BD1" w:rsidRDefault="00617C39" w:rsidP="00617C39">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4856254D" w14:textId="77777777" w:rsidR="00617C39" w:rsidRPr="005C2BD1" w:rsidRDefault="00617C39" w:rsidP="00617C39">
            <w:pPr>
              <w:jc w:val="right"/>
              <w:rPr>
                <w:rFonts w:ascii="Browallia New" w:hAnsi="Browallia New" w:cs="Browallia New"/>
              </w:rPr>
            </w:pPr>
          </w:p>
        </w:tc>
        <w:tc>
          <w:tcPr>
            <w:tcW w:w="1239" w:type="dxa"/>
          </w:tcPr>
          <w:p w14:paraId="4856254E" w14:textId="106FDB02" w:rsidR="00617C39" w:rsidRPr="005C2BD1" w:rsidRDefault="00617C39" w:rsidP="00617C39">
            <w:pPr>
              <w:jc w:val="right"/>
              <w:rPr>
                <w:rFonts w:ascii="Browallia New" w:hAnsi="Browallia New" w:cs="Browallia New"/>
              </w:rPr>
            </w:pPr>
            <w:r w:rsidRPr="00617C39">
              <w:rPr>
                <w:rFonts w:ascii="Browallia New" w:hAnsi="Browallia New" w:cs="Browallia New"/>
              </w:rPr>
              <w:t xml:space="preserve">           623</w:t>
            </w:r>
          </w:p>
        </w:tc>
        <w:tc>
          <w:tcPr>
            <w:tcW w:w="266" w:type="dxa"/>
          </w:tcPr>
          <w:p w14:paraId="4856254F" w14:textId="77777777" w:rsidR="00617C39" w:rsidRPr="005C2BD1" w:rsidRDefault="00617C39" w:rsidP="00617C39">
            <w:pPr>
              <w:jc w:val="right"/>
              <w:rPr>
                <w:rFonts w:ascii="Browallia New" w:hAnsi="Browallia New" w:cs="Browallia New"/>
              </w:rPr>
            </w:pPr>
          </w:p>
        </w:tc>
        <w:tc>
          <w:tcPr>
            <w:tcW w:w="1282" w:type="dxa"/>
            <w:vAlign w:val="center"/>
          </w:tcPr>
          <w:p w14:paraId="48562550" w14:textId="2AE06095" w:rsidR="00617C39" w:rsidRPr="005C2BD1" w:rsidRDefault="00617C39" w:rsidP="00617C39">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617C39" w:rsidRPr="005C2BD1" w14:paraId="4856255A" w14:textId="77777777" w:rsidTr="00780895">
        <w:trPr>
          <w:gridAfter w:val="1"/>
          <w:wAfter w:w="11" w:type="dxa"/>
          <w:cantSplit/>
          <w:trHeight w:val="255"/>
        </w:trPr>
        <w:tc>
          <w:tcPr>
            <w:tcW w:w="3336" w:type="dxa"/>
          </w:tcPr>
          <w:p w14:paraId="48562552" w14:textId="44508718" w:rsidR="00617C39" w:rsidRPr="005C2BD1" w:rsidRDefault="00617C39" w:rsidP="00617C39">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5D84BEE3" w:rsidR="00617C39" w:rsidRPr="005C2BD1" w:rsidRDefault="005A2881" w:rsidP="005A2881">
            <w:pPr>
              <w:jc w:val="center"/>
              <w:rPr>
                <w:rFonts w:ascii="Browallia New" w:hAnsi="Browallia New" w:cs="Browallia New"/>
              </w:rPr>
            </w:pPr>
            <w:r>
              <w:rPr>
                <w:rFonts w:ascii="Browallia New" w:hAnsi="Browallia New" w:cs="Browallia New"/>
              </w:rPr>
              <w:t xml:space="preserve">       </w:t>
            </w:r>
            <w:r w:rsidR="00617C39" w:rsidRPr="00617C39">
              <w:rPr>
                <w:rFonts w:ascii="Browallia New" w:hAnsi="Browallia New" w:cs="Browallia New"/>
              </w:rPr>
              <w:t>-</w:t>
            </w:r>
          </w:p>
        </w:tc>
        <w:tc>
          <w:tcPr>
            <w:tcW w:w="236" w:type="dxa"/>
            <w:tcBorders>
              <w:left w:val="nil"/>
            </w:tcBorders>
          </w:tcPr>
          <w:p w14:paraId="48562554" w14:textId="77777777" w:rsidR="00617C39" w:rsidRPr="005C2BD1" w:rsidRDefault="00617C39" w:rsidP="00617C39">
            <w:pPr>
              <w:jc w:val="right"/>
              <w:rPr>
                <w:rFonts w:ascii="Browallia New" w:hAnsi="Browallia New" w:cs="Browallia New"/>
              </w:rPr>
            </w:pPr>
          </w:p>
        </w:tc>
        <w:tc>
          <w:tcPr>
            <w:tcW w:w="1240" w:type="dxa"/>
          </w:tcPr>
          <w:p w14:paraId="48562555" w14:textId="1EA5388F" w:rsidR="00617C39" w:rsidRPr="005C2BD1" w:rsidRDefault="00617C39" w:rsidP="00617C39">
            <w:pPr>
              <w:jc w:val="right"/>
              <w:rPr>
                <w:rFonts w:ascii="Browallia New" w:hAnsi="Browallia New" w:cs="Browallia New"/>
              </w:rPr>
            </w:pPr>
            <w:r w:rsidRPr="00F544F0">
              <w:rPr>
                <w:rFonts w:ascii="Browallia New" w:hAnsi="Browallia New" w:cs="Browallia New"/>
              </w:rPr>
              <w:t>1,736</w:t>
            </w:r>
          </w:p>
        </w:tc>
        <w:tc>
          <w:tcPr>
            <w:tcW w:w="236" w:type="dxa"/>
            <w:tcBorders>
              <w:left w:val="nil"/>
            </w:tcBorders>
          </w:tcPr>
          <w:p w14:paraId="48562556" w14:textId="77777777" w:rsidR="00617C39" w:rsidRPr="005C2BD1" w:rsidRDefault="00617C39" w:rsidP="00617C39">
            <w:pPr>
              <w:jc w:val="right"/>
              <w:rPr>
                <w:rFonts w:ascii="Browallia New" w:hAnsi="Browallia New" w:cs="Browallia New"/>
              </w:rPr>
            </w:pPr>
          </w:p>
        </w:tc>
        <w:tc>
          <w:tcPr>
            <w:tcW w:w="1239" w:type="dxa"/>
          </w:tcPr>
          <w:p w14:paraId="48562557" w14:textId="489C0233" w:rsidR="00617C39" w:rsidRPr="005C2BD1" w:rsidRDefault="005A2881" w:rsidP="005A2881">
            <w:pPr>
              <w:jc w:val="center"/>
              <w:rPr>
                <w:rFonts w:ascii="Browallia New" w:hAnsi="Browallia New" w:cs="Browallia New"/>
              </w:rPr>
            </w:pPr>
            <w:r>
              <w:rPr>
                <w:rFonts w:ascii="Browallia New" w:hAnsi="Browallia New" w:cs="Browallia New"/>
              </w:rPr>
              <w:t xml:space="preserve">       </w:t>
            </w:r>
            <w:r w:rsidR="00617C39" w:rsidRPr="00617C39">
              <w:rPr>
                <w:rFonts w:ascii="Browallia New" w:hAnsi="Browallia New" w:cs="Browallia New"/>
              </w:rPr>
              <w:t>-</w:t>
            </w:r>
          </w:p>
        </w:tc>
        <w:tc>
          <w:tcPr>
            <w:tcW w:w="266" w:type="dxa"/>
          </w:tcPr>
          <w:p w14:paraId="48562558" w14:textId="77777777" w:rsidR="00617C39" w:rsidRPr="005C2BD1" w:rsidRDefault="00617C39" w:rsidP="00617C39">
            <w:pPr>
              <w:jc w:val="right"/>
              <w:rPr>
                <w:rFonts w:ascii="Browallia New" w:hAnsi="Browallia New" w:cs="Browallia New"/>
              </w:rPr>
            </w:pPr>
          </w:p>
        </w:tc>
        <w:tc>
          <w:tcPr>
            <w:tcW w:w="1282" w:type="dxa"/>
            <w:vAlign w:val="center"/>
          </w:tcPr>
          <w:p w14:paraId="48562559" w14:textId="7C2E3BF9" w:rsidR="00617C39" w:rsidRPr="005C2BD1" w:rsidRDefault="00617C39" w:rsidP="00617C39">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617C39" w:rsidRPr="005C2BD1" w14:paraId="48562563" w14:textId="77777777" w:rsidTr="00623927">
        <w:trPr>
          <w:gridAfter w:val="1"/>
          <w:wAfter w:w="11" w:type="dxa"/>
          <w:cantSplit/>
        </w:trPr>
        <w:tc>
          <w:tcPr>
            <w:tcW w:w="3336" w:type="dxa"/>
          </w:tcPr>
          <w:p w14:paraId="4856255B" w14:textId="5061F5FE" w:rsidR="00617C39" w:rsidRPr="005C2BD1" w:rsidRDefault="00617C39" w:rsidP="00617C39">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30730116" w:rsidR="00617C39" w:rsidRPr="005C2BD1" w:rsidRDefault="00617C39" w:rsidP="00617C39">
            <w:pPr>
              <w:jc w:val="right"/>
              <w:rPr>
                <w:rFonts w:ascii="Browallia New" w:hAnsi="Browallia New" w:cs="Browallia New"/>
              </w:rPr>
            </w:pPr>
            <w:r w:rsidRPr="00617C39">
              <w:rPr>
                <w:rFonts w:ascii="Browallia New" w:hAnsi="Browallia New" w:cs="Browallia New"/>
              </w:rPr>
              <w:t>20,971</w:t>
            </w:r>
          </w:p>
        </w:tc>
        <w:tc>
          <w:tcPr>
            <w:tcW w:w="236" w:type="dxa"/>
            <w:tcBorders>
              <w:left w:val="nil"/>
            </w:tcBorders>
          </w:tcPr>
          <w:p w14:paraId="4856255D" w14:textId="77777777" w:rsidR="00617C39" w:rsidRPr="005C2BD1" w:rsidRDefault="00617C39" w:rsidP="00617C39">
            <w:pPr>
              <w:jc w:val="right"/>
              <w:rPr>
                <w:rFonts w:ascii="Browallia New" w:hAnsi="Browallia New" w:cs="Browallia New"/>
              </w:rPr>
            </w:pPr>
          </w:p>
        </w:tc>
        <w:tc>
          <w:tcPr>
            <w:tcW w:w="1240" w:type="dxa"/>
            <w:tcBorders>
              <w:bottom w:val="single" w:sz="4" w:space="0" w:color="auto"/>
            </w:tcBorders>
          </w:tcPr>
          <w:p w14:paraId="4856255E" w14:textId="0AC85E50" w:rsidR="00617C39" w:rsidRPr="005C2BD1" w:rsidRDefault="00617C39" w:rsidP="00617C39">
            <w:pPr>
              <w:jc w:val="right"/>
              <w:rPr>
                <w:rFonts w:ascii="Browallia New" w:hAnsi="Browallia New" w:cs="Browallia New"/>
              </w:rPr>
            </w:pPr>
            <w:r w:rsidRPr="00F544F0">
              <w:rPr>
                <w:rFonts w:ascii="Browallia New" w:hAnsi="Browallia New" w:cs="Browallia New"/>
              </w:rPr>
              <w:t>25,000</w:t>
            </w:r>
          </w:p>
        </w:tc>
        <w:tc>
          <w:tcPr>
            <w:tcW w:w="236" w:type="dxa"/>
            <w:tcBorders>
              <w:left w:val="nil"/>
            </w:tcBorders>
          </w:tcPr>
          <w:p w14:paraId="4856255F" w14:textId="77777777" w:rsidR="00617C39" w:rsidRPr="005C2BD1" w:rsidRDefault="00617C39" w:rsidP="00617C39">
            <w:pPr>
              <w:jc w:val="right"/>
              <w:rPr>
                <w:rFonts w:ascii="Browallia New" w:hAnsi="Browallia New" w:cs="Browallia New"/>
              </w:rPr>
            </w:pPr>
          </w:p>
        </w:tc>
        <w:tc>
          <w:tcPr>
            <w:tcW w:w="1239" w:type="dxa"/>
            <w:tcBorders>
              <w:bottom w:val="single" w:sz="4" w:space="0" w:color="auto"/>
            </w:tcBorders>
          </w:tcPr>
          <w:p w14:paraId="48562560" w14:textId="3E720E03" w:rsidR="00617C39" w:rsidRPr="005C2BD1" w:rsidRDefault="00617C39" w:rsidP="00617C39">
            <w:pPr>
              <w:jc w:val="right"/>
              <w:rPr>
                <w:rFonts w:ascii="Browallia New" w:hAnsi="Browallia New" w:cs="Browallia New"/>
              </w:rPr>
            </w:pPr>
            <w:r w:rsidRPr="00617C39">
              <w:rPr>
                <w:rFonts w:ascii="Browallia New" w:hAnsi="Browallia New" w:cs="Browallia New"/>
              </w:rPr>
              <w:t>17,786</w:t>
            </w:r>
          </w:p>
        </w:tc>
        <w:tc>
          <w:tcPr>
            <w:tcW w:w="266" w:type="dxa"/>
          </w:tcPr>
          <w:p w14:paraId="48562561" w14:textId="77777777" w:rsidR="00617C39" w:rsidRPr="005C2BD1" w:rsidRDefault="00617C39" w:rsidP="00617C39">
            <w:pPr>
              <w:jc w:val="right"/>
              <w:rPr>
                <w:rFonts w:ascii="Browallia New" w:hAnsi="Browallia New" w:cs="Browallia New"/>
              </w:rPr>
            </w:pPr>
          </w:p>
        </w:tc>
        <w:tc>
          <w:tcPr>
            <w:tcW w:w="1282" w:type="dxa"/>
            <w:tcBorders>
              <w:bottom w:val="single" w:sz="4" w:space="0" w:color="auto"/>
            </w:tcBorders>
          </w:tcPr>
          <w:p w14:paraId="48562562" w14:textId="26E25BEC" w:rsidR="00617C39" w:rsidRPr="005C2BD1" w:rsidRDefault="00617C39" w:rsidP="00617C39">
            <w:pPr>
              <w:jc w:val="right"/>
              <w:rPr>
                <w:rFonts w:ascii="Browallia New" w:hAnsi="Browallia New" w:cs="Browallia New"/>
              </w:rPr>
            </w:pPr>
            <w:r w:rsidRPr="00571DEF">
              <w:rPr>
                <w:rFonts w:ascii="Browallia New" w:hAnsi="Browallia New" w:cs="Browallia New"/>
              </w:rPr>
              <w:t>23,286</w:t>
            </w:r>
          </w:p>
        </w:tc>
      </w:tr>
      <w:tr w:rsidR="00617C39" w:rsidRPr="005C2BD1" w14:paraId="4856256C" w14:textId="77777777" w:rsidTr="00623927">
        <w:trPr>
          <w:gridAfter w:val="1"/>
          <w:wAfter w:w="11" w:type="dxa"/>
          <w:cantSplit/>
        </w:trPr>
        <w:tc>
          <w:tcPr>
            <w:tcW w:w="3336" w:type="dxa"/>
          </w:tcPr>
          <w:p w14:paraId="48562564" w14:textId="77777777" w:rsidR="00617C39" w:rsidRPr="005C2BD1" w:rsidRDefault="00617C39" w:rsidP="00617C39">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tcPr>
          <w:p w14:paraId="48562565" w14:textId="46FD7B7D" w:rsidR="00617C39" w:rsidRPr="005C2BD1" w:rsidRDefault="00617C39" w:rsidP="00617C39">
            <w:pPr>
              <w:jc w:val="right"/>
              <w:rPr>
                <w:rFonts w:ascii="Browallia New" w:hAnsi="Browallia New" w:cs="Browallia New"/>
              </w:rPr>
            </w:pPr>
            <w:r w:rsidRPr="00617C39">
              <w:rPr>
                <w:rFonts w:ascii="Browallia New" w:hAnsi="Browallia New" w:cs="Browallia New"/>
              </w:rPr>
              <w:t>1,137,587</w:t>
            </w:r>
          </w:p>
        </w:tc>
        <w:tc>
          <w:tcPr>
            <w:tcW w:w="236" w:type="dxa"/>
            <w:tcBorders>
              <w:left w:val="nil"/>
            </w:tcBorders>
          </w:tcPr>
          <w:p w14:paraId="48562566" w14:textId="77777777" w:rsidR="00617C39" w:rsidRPr="005C2BD1" w:rsidRDefault="00617C39" w:rsidP="00617C39">
            <w:pPr>
              <w:jc w:val="right"/>
              <w:rPr>
                <w:rFonts w:ascii="Browallia New" w:hAnsi="Browallia New" w:cs="Browallia New"/>
              </w:rPr>
            </w:pPr>
          </w:p>
        </w:tc>
        <w:tc>
          <w:tcPr>
            <w:tcW w:w="1240" w:type="dxa"/>
            <w:tcBorders>
              <w:top w:val="single" w:sz="4" w:space="0" w:color="auto"/>
              <w:bottom w:val="single" w:sz="12" w:space="0" w:color="auto"/>
            </w:tcBorders>
          </w:tcPr>
          <w:p w14:paraId="48562567" w14:textId="41E7660A" w:rsidR="00617C39" w:rsidRPr="005C2BD1" w:rsidRDefault="00617C39" w:rsidP="00617C39">
            <w:pPr>
              <w:jc w:val="right"/>
              <w:rPr>
                <w:rFonts w:ascii="Browallia New" w:hAnsi="Browallia New" w:cs="Browallia New"/>
              </w:rPr>
            </w:pPr>
            <w:r w:rsidRPr="00F544F0">
              <w:rPr>
                <w:rFonts w:ascii="Browallia New" w:hAnsi="Browallia New" w:cs="Browallia New"/>
              </w:rPr>
              <w:t>1,208,531</w:t>
            </w:r>
          </w:p>
        </w:tc>
        <w:tc>
          <w:tcPr>
            <w:tcW w:w="236" w:type="dxa"/>
            <w:tcBorders>
              <w:left w:val="nil"/>
            </w:tcBorders>
          </w:tcPr>
          <w:p w14:paraId="48562568" w14:textId="77777777" w:rsidR="00617C39" w:rsidRPr="005C2BD1" w:rsidRDefault="00617C39" w:rsidP="00617C39">
            <w:pPr>
              <w:jc w:val="right"/>
              <w:rPr>
                <w:rFonts w:ascii="Browallia New" w:hAnsi="Browallia New" w:cs="Browallia New"/>
              </w:rPr>
            </w:pPr>
          </w:p>
        </w:tc>
        <w:tc>
          <w:tcPr>
            <w:tcW w:w="1239" w:type="dxa"/>
            <w:tcBorders>
              <w:top w:val="single" w:sz="4" w:space="0" w:color="auto"/>
              <w:bottom w:val="single" w:sz="12" w:space="0" w:color="auto"/>
            </w:tcBorders>
          </w:tcPr>
          <w:p w14:paraId="48562569" w14:textId="38905764" w:rsidR="00617C39" w:rsidRPr="005C2BD1" w:rsidRDefault="00617C39" w:rsidP="00617C39">
            <w:pPr>
              <w:jc w:val="right"/>
              <w:rPr>
                <w:rFonts w:ascii="Browallia New" w:hAnsi="Browallia New" w:cs="Browallia New"/>
              </w:rPr>
            </w:pPr>
            <w:r w:rsidRPr="00617C39">
              <w:rPr>
                <w:rFonts w:ascii="Browallia New" w:hAnsi="Browallia New" w:cs="Browallia New"/>
              </w:rPr>
              <w:t>1,121,152</w:t>
            </w:r>
          </w:p>
        </w:tc>
        <w:tc>
          <w:tcPr>
            <w:tcW w:w="266" w:type="dxa"/>
          </w:tcPr>
          <w:p w14:paraId="4856256A"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6B" w14:textId="3F0CC431" w:rsidR="00617C39" w:rsidRPr="005C2BD1" w:rsidRDefault="00617C39" w:rsidP="00617C39">
            <w:pPr>
              <w:jc w:val="right"/>
              <w:rPr>
                <w:rFonts w:ascii="Browallia New" w:hAnsi="Browallia New" w:cs="Browallia New"/>
              </w:rPr>
            </w:pPr>
            <w:r w:rsidRPr="00571DEF">
              <w:rPr>
                <w:rFonts w:ascii="Browallia New" w:hAnsi="Browallia New" w:cs="Browallia New"/>
              </w:rPr>
              <w:t>1,188,24</w:t>
            </w:r>
            <w:r>
              <w:rPr>
                <w:rFonts w:ascii="Browallia New" w:hAnsi="Browallia New" w:cs="Browallia New"/>
              </w:rPr>
              <w:t>3</w:t>
            </w:r>
          </w:p>
        </w:tc>
      </w:tr>
      <w:tr w:rsidR="00617C39" w:rsidRPr="005C2BD1" w14:paraId="48562575" w14:textId="77777777" w:rsidTr="00617C39">
        <w:trPr>
          <w:gridAfter w:val="1"/>
          <w:wAfter w:w="11" w:type="dxa"/>
          <w:cantSplit/>
        </w:trPr>
        <w:tc>
          <w:tcPr>
            <w:tcW w:w="3336" w:type="dxa"/>
          </w:tcPr>
          <w:p w14:paraId="6ED94B54" w14:textId="77777777" w:rsidR="00617C39" w:rsidRDefault="00617C39" w:rsidP="00617C39">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617C39" w:rsidRPr="00813CEC" w:rsidRDefault="00617C39" w:rsidP="00617C39">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top w:val="single" w:sz="12" w:space="0" w:color="auto"/>
              <w:left w:val="nil"/>
              <w:bottom w:val="single" w:sz="4" w:space="0" w:color="auto"/>
            </w:tcBorders>
            <w:vAlign w:val="bottom"/>
          </w:tcPr>
          <w:p w14:paraId="4856256E" w14:textId="057743BB" w:rsidR="00617C39" w:rsidRPr="005C2BD1" w:rsidRDefault="00617C39" w:rsidP="00617C39">
            <w:pPr>
              <w:jc w:val="right"/>
              <w:rPr>
                <w:rFonts w:ascii="Browallia New" w:hAnsi="Browallia New" w:cs="Browallia New"/>
              </w:rPr>
            </w:pPr>
            <w:r w:rsidRPr="00617C39">
              <w:rPr>
                <w:rFonts w:ascii="Browallia New" w:hAnsi="Browallia New" w:cs="Browallia New"/>
              </w:rPr>
              <w:t>(19,919)</w:t>
            </w:r>
          </w:p>
        </w:tc>
        <w:tc>
          <w:tcPr>
            <w:tcW w:w="236" w:type="dxa"/>
            <w:tcBorders>
              <w:left w:val="nil"/>
            </w:tcBorders>
          </w:tcPr>
          <w:p w14:paraId="4856256F" w14:textId="77777777" w:rsidR="00617C39" w:rsidRPr="005C2BD1" w:rsidRDefault="00617C39" w:rsidP="00617C39">
            <w:pPr>
              <w:jc w:val="right"/>
              <w:rPr>
                <w:rFonts w:ascii="Browallia New" w:hAnsi="Browallia New" w:cs="Browallia New"/>
              </w:rPr>
            </w:pPr>
          </w:p>
        </w:tc>
        <w:tc>
          <w:tcPr>
            <w:tcW w:w="1240" w:type="dxa"/>
            <w:tcBorders>
              <w:top w:val="single" w:sz="12" w:space="0" w:color="auto"/>
              <w:bottom w:val="single" w:sz="4" w:space="0" w:color="auto"/>
            </w:tcBorders>
          </w:tcPr>
          <w:p w14:paraId="6661FBC3" w14:textId="77777777" w:rsidR="00617C39" w:rsidRPr="00F544F0" w:rsidRDefault="00617C39" w:rsidP="00617C39">
            <w:pPr>
              <w:jc w:val="right"/>
              <w:rPr>
                <w:rFonts w:ascii="Browallia New" w:hAnsi="Browallia New" w:cs="Browallia New"/>
              </w:rPr>
            </w:pPr>
          </w:p>
          <w:p w14:paraId="48562570" w14:textId="06B3C95E" w:rsidR="00617C39" w:rsidRPr="005C2BD1" w:rsidRDefault="00617C39" w:rsidP="00617C39">
            <w:pPr>
              <w:jc w:val="right"/>
              <w:rPr>
                <w:rFonts w:ascii="Browallia New" w:hAnsi="Browallia New" w:cs="Browallia New"/>
              </w:rPr>
            </w:pPr>
            <w:r w:rsidRPr="00F544F0">
              <w:rPr>
                <w:rFonts w:ascii="Browallia New" w:hAnsi="Browallia New" w:cs="Browallia New"/>
                <w:cs/>
              </w:rPr>
              <w:t>(</w:t>
            </w:r>
            <w:r w:rsidRPr="00F544F0">
              <w:rPr>
                <w:rFonts w:ascii="Browallia New" w:hAnsi="Browallia New" w:cs="Browallia New"/>
              </w:rPr>
              <w:t>23,579</w:t>
            </w:r>
            <w:r w:rsidRPr="00F544F0">
              <w:rPr>
                <w:rFonts w:ascii="Browallia New" w:hAnsi="Browallia New" w:cs="Browallia New"/>
                <w:cs/>
              </w:rPr>
              <w:t>)</w:t>
            </w:r>
          </w:p>
        </w:tc>
        <w:tc>
          <w:tcPr>
            <w:tcW w:w="236" w:type="dxa"/>
            <w:tcBorders>
              <w:left w:val="nil"/>
            </w:tcBorders>
          </w:tcPr>
          <w:p w14:paraId="48562571" w14:textId="77777777" w:rsidR="00617C39" w:rsidRPr="005C2BD1" w:rsidRDefault="00617C39" w:rsidP="00617C39">
            <w:pPr>
              <w:jc w:val="right"/>
              <w:rPr>
                <w:rFonts w:ascii="Browallia New" w:hAnsi="Browallia New" w:cs="Browallia New"/>
              </w:rPr>
            </w:pPr>
          </w:p>
        </w:tc>
        <w:tc>
          <w:tcPr>
            <w:tcW w:w="1239" w:type="dxa"/>
            <w:tcBorders>
              <w:top w:val="single" w:sz="12" w:space="0" w:color="auto"/>
              <w:bottom w:val="single" w:sz="4" w:space="0" w:color="auto"/>
            </w:tcBorders>
            <w:vAlign w:val="bottom"/>
          </w:tcPr>
          <w:p w14:paraId="48562572" w14:textId="14756A0D" w:rsidR="00617C39" w:rsidRPr="005C2BD1" w:rsidRDefault="00617C39" w:rsidP="00617C39">
            <w:pPr>
              <w:jc w:val="right"/>
              <w:rPr>
                <w:rFonts w:ascii="Browallia New" w:hAnsi="Browallia New" w:cs="Browallia New"/>
              </w:rPr>
            </w:pPr>
            <w:r w:rsidRPr="00617C39">
              <w:rPr>
                <w:rFonts w:ascii="Browallia New" w:hAnsi="Browallia New" w:cs="Browallia New"/>
              </w:rPr>
              <w:t>(19,409)</w:t>
            </w:r>
          </w:p>
        </w:tc>
        <w:tc>
          <w:tcPr>
            <w:tcW w:w="266" w:type="dxa"/>
            <w:vAlign w:val="bottom"/>
          </w:tcPr>
          <w:p w14:paraId="48562573"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Borders>
              <w:top w:val="single" w:sz="12" w:space="0" w:color="auto"/>
              <w:bottom w:val="single" w:sz="4" w:space="0" w:color="auto"/>
            </w:tcBorders>
            <w:vAlign w:val="bottom"/>
          </w:tcPr>
          <w:p w14:paraId="220E94D6" w14:textId="77777777" w:rsidR="00617C39" w:rsidRPr="00571DEF" w:rsidRDefault="00617C39" w:rsidP="00617C39">
            <w:pPr>
              <w:jc w:val="right"/>
              <w:rPr>
                <w:rFonts w:ascii="Browallia New" w:hAnsi="Browallia New" w:cs="Browallia New"/>
              </w:rPr>
            </w:pPr>
          </w:p>
          <w:p w14:paraId="48562574" w14:textId="7C3B0CFA" w:rsidR="00617C39" w:rsidRPr="005C2BD1" w:rsidRDefault="00617C39" w:rsidP="00617C39">
            <w:pPr>
              <w:jc w:val="right"/>
              <w:rPr>
                <w:rFonts w:ascii="Browallia New" w:hAnsi="Browallia New" w:cs="Browallia New"/>
              </w:rPr>
            </w:pPr>
            <w:r w:rsidRPr="00571DEF">
              <w:rPr>
                <w:rFonts w:ascii="Browallia New" w:hAnsi="Browallia New" w:cs="Browallia New"/>
                <w:cs/>
              </w:rPr>
              <w:t>(</w:t>
            </w:r>
            <w:r w:rsidRPr="00571DEF">
              <w:rPr>
                <w:rFonts w:ascii="Browallia New" w:hAnsi="Browallia New" w:cs="Browallia New"/>
              </w:rPr>
              <w:t>23,069</w:t>
            </w:r>
            <w:r w:rsidRPr="00571DEF">
              <w:rPr>
                <w:rFonts w:ascii="Browallia New" w:hAnsi="Browallia New" w:cs="Browallia New"/>
                <w:cs/>
              </w:rPr>
              <w:t>)</w:t>
            </w:r>
          </w:p>
        </w:tc>
      </w:tr>
      <w:tr w:rsidR="00617C39" w:rsidRPr="005C2BD1" w14:paraId="4856257E" w14:textId="77777777" w:rsidTr="00623927">
        <w:trPr>
          <w:gridAfter w:val="1"/>
          <w:wAfter w:w="11" w:type="dxa"/>
          <w:cantSplit/>
        </w:trPr>
        <w:tc>
          <w:tcPr>
            <w:tcW w:w="3336" w:type="dxa"/>
          </w:tcPr>
          <w:p w14:paraId="48562576" w14:textId="77777777" w:rsidR="00617C39" w:rsidRPr="005C2BD1" w:rsidRDefault="00617C39" w:rsidP="00617C39">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4B6DFDD4" w:rsidR="00617C39" w:rsidRPr="005C2BD1" w:rsidRDefault="00617C39" w:rsidP="00617C39">
            <w:pPr>
              <w:jc w:val="right"/>
              <w:rPr>
                <w:rFonts w:ascii="Browallia New" w:hAnsi="Browallia New" w:cs="Browallia New"/>
              </w:rPr>
            </w:pPr>
            <w:r w:rsidRPr="00617C39">
              <w:rPr>
                <w:rFonts w:ascii="Browallia New" w:hAnsi="Browallia New" w:cs="Browallia New"/>
              </w:rPr>
              <w:t>1,117,668</w:t>
            </w:r>
          </w:p>
        </w:tc>
        <w:tc>
          <w:tcPr>
            <w:tcW w:w="236" w:type="dxa"/>
            <w:tcBorders>
              <w:left w:val="nil"/>
            </w:tcBorders>
          </w:tcPr>
          <w:p w14:paraId="48562578" w14:textId="77777777" w:rsidR="00617C39" w:rsidRPr="005C2BD1" w:rsidRDefault="00617C39" w:rsidP="00617C39">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1902C9FC" w:rsidR="00617C39" w:rsidRPr="005C2BD1" w:rsidRDefault="00617C39" w:rsidP="00617C39">
            <w:pPr>
              <w:jc w:val="right"/>
              <w:rPr>
                <w:rFonts w:ascii="Browallia New" w:hAnsi="Browallia New" w:cs="Browallia New"/>
              </w:rPr>
            </w:pPr>
            <w:r w:rsidRPr="00F544F0">
              <w:rPr>
                <w:rFonts w:ascii="Browallia New" w:hAnsi="Browallia New" w:cs="Browallia New"/>
              </w:rPr>
              <w:t>1,184,952</w:t>
            </w:r>
          </w:p>
        </w:tc>
        <w:tc>
          <w:tcPr>
            <w:tcW w:w="236" w:type="dxa"/>
            <w:tcBorders>
              <w:left w:val="nil"/>
            </w:tcBorders>
          </w:tcPr>
          <w:p w14:paraId="4856257A" w14:textId="77777777" w:rsidR="00617C39" w:rsidRPr="005C2BD1" w:rsidRDefault="00617C39" w:rsidP="00617C39">
            <w:pPr>
              <w:jc w:val="right"/>
              <w:rPr>
                <w:rFonts w:ascii="Browallia New" w:hAnsi="Browallia New" w:cs="Browallia New"/>
              </w:rPr>
            </w:pPr>
          </w:p>
        </w:tc>
        <w:tc>
          <w:tcPr>
            <w:tcW w:w="1239" w:type="dxa"/>
            <w:tcBorders>
              <w:top w:val="single" w:sz="4" w:space="0" w:color="auto"/>
              <w:bottom w:val="single" w:sz="12" w:space="0" w:color="auto"/>
            </w:tcBorders>
          </w:tcPr>
          <w:p w14:paraId="4856257B" w14:textId="77723C93" w:rsidR="00617C39" w:rsidRPr="005C2BD1" w:rsidRDefault="00617C39" w:rsidP="00617C39">
            <w:pPr>
              <w:jc w:val="right"/>
              <w:rPr>
                <w:rFonts w:ascii="Browallia New" w:hAnsi="Browallia New" w:cs="Browallia New"/>
              </w:rPr>
            </w:pPr>
            <w:r w:rsidRPr="00617C39">
              <w:rPr>
                <w:rFonts w:ascii="Browallia New" w:hAnsi="Browallia New" w:cs="Browallia New"/>
              </w:rPr>
              <w:t>1,101,743</w:t>
            </w:r>
          </w:p>
        </w:tc>
        <w:tc>
          <w:tcPr>
            <w:tcW w:w="266" w:type="dxa"/>
          </w:tcPr>
          <w:p w14:paraId="4856257C"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224FD78A" w:rsidR="00617C39" w:rsidRPr="005C2BD1" w:rsidRDefault="00617C39" w:rsidP="00617C39">
            <w:pPr>
              <w:jc w:val="right"/>
              <w:rPr>
                <w:rFonts w:ascii="Browallia New" w:hAnsi="Browallia New" w:cs="Browallia New"/>
              </w:rPr>
            </w:pPr>
            <w:r w:rsidRPr="00571DEF">
              <w:rPr>
                <w:rFonts w:ascii="Browallia New" w:hAnsi="Browallia New" w:cs="Browallia New"/>
              </w:rPr>
              <w:t>1,165,17</w:t>
            </w:r>
            <w:r>
              <w:rPr>
                <w:rFonts w:ascii="Browallia New" w:hAnsi="Browallia New" w:cs="Browallia New"/>
              </w:rPr>
              <w:t>4</w:t>
            </w:r>
          </w:p>
        </w:tc>
      </w:tr>
      <w:tr w:rsidR="00617C39" w:rsidRPr="00897C78" w14:paraId="632CD2A0" w14:textId="77777777" w:rsidTr="00623927">
        <w:trPr>
          <w:gridAfter w:val="1"/>
          <w:wAfter w:w="11" w:type="dxa"/>
          <w:cantSplit/>
        </w:trPr>
        <w:tc>
          <w:tcPr>
            <w:tcW w:w="3336" w:type="dxa"/>
          </w:tcPr>
          <w:p w14:paraId="77D2816D" w14:textId="77777777" w:rsidR="00617C39" w:rsidRPr="00897C78" w:rsidRDefault="00617C39" w:rsidP="00617C39">
            <w:pPr>
              <w:jc w:val="both"/>
              <w:rPr>
                <w:rFonts w:ascii="Browallia New" w:hAnsi="Browallia New" w:cs="Browallia New"/>
                <w:sz w:val="22"/>
                <w:szCs w:val="22"/>
                <w:cs/>
              </w:rPr>
            </w:pPr>
          </w:p>
        </w:tc>
        <w:tc>
          <w:tcPr>
            <w:tcW w:w="1272" w:type="dxa"/>
            <w:tcBorders>
              <w:top w:val="single" w:sz="12" w:space="0" w:color="auto"/>
              <w:left w:val="nil"/>
            </w:tcBorders>
          </w:tcPr>
          <w:p w14:paraId="61BC29A8" w14:textId="77777777" w:rsidR="00617C39" w:rsidRPr="00617C39" w:rsidRDefault="00617C39" w:rsidP="00617C39">
            <w:pPr>
              <w:jc w:val="right"/>
              <w:rPr>
                <w:rFonts w:ascii="Browallia New" w:hAnsi="Browallia New" w:cs="Browallia New"/>
              </w:rPr>
            </w:pPr>
          </w:p>
        </w:tc>
        <w:tc>
          <w:tcPr>
            <w:tcW w:w="236" w:type="dxa"/>
            <w:tcBorders>
              <w:left w:val="nil"/>
            </w:tcBorders>
          </w:tcPr>
          <w:p w14:paraId="0A970400" w14:textId="77777777" w:rsidR="00617C39" w:rsidRPr="00897C78" w:rsidRDefault="00617C39" w:rsidP="00617C39">
            <w:pPr>
              <w:jc w:val="right"/>
              <w:rPr>
                <w:rFonts w:ascii="Browallia New" w:hAnsi="Browallia New" w:cs="Browallia New"/>
                <w:sz w:val="22"/>
                <w:szCs w:val="22"/>
              </w:rPr>
            </w:pPr>
          </w:p>
        </w:tc>
        <w:tc>
          <w:tcPr>
            <w:tcW w:w="1240" w:type="dxa"/>
            <w:tcBorders>
              <w:top w:val="single" w:sz="12" w:space="0" w:color="auto"/>
            </w:tcBorders>
          </w:tcPr>
          <w:p w14:paraId="5E81320A" w14:textId="77777777" w:rsidR="00617C39" w:rsidRPr="00897C78" w:rsidRDefault="00617C39" w:rsidP="00617C39">
            <w:pPr>
              <w:jc w:val="right"/>
              <w:rPr>
                <w:rFonts w:ascii="Browallia New" w:hAnsi="Browallia New" w:cs="Browallia New"/>
                <w:sz w:val="22"/>
                <w:szCs w:val="22"/>
              </w:rPr>
            </w:pPr>
          </w:p>
        </w:tc>
        <w:tc>
          <w:tcPr>
            <w:tcW w:w="236" w:type="dxa"/>
            <w:tcBorders>
              <w:left w:val="nil"/>
            </w:tcBorders>
          </w:tcPr>
          <w:p w14:paraId="1D6992C2" w14:textId="77777777" w:rsidR="00617C39" w:rsidRPr="00897C78" w:rsidRDefault="00617C39" w:rsidP="00617C39">
            <w:pPr>
              <w:jc w:val="right"/>
              <w:rPr>
                <w:rFonts w:ascii="Browallia New" w:hAnsi="Browallia New" w:cs="Browallia New"/>
                <w:sz w:val="22"/>
                <w:szCs w:val="22"/>
              </w:rPr>
            </w:pPr>
          </w:p>
        </w:tc>
        <w:tc>
          <w:tcPr>
            <w:tcW w:w="1239" w:type="dxa"/>
            <w:tcBorders>
              <w:top w:val="single" w:sz="12" w:space="0" w:color="auto"/>
            </w:tcBorders>
          </w:tcPr>
          <w:p w14:paraId="762FF03E" w14:textId="77777777" w:rsidR="00617C39" w:rsidRPr="00617C39" w:rsidRDefault="00617C39" w:rsidP="00617C39">
            <w:pPr>
              <w:jc w:val="right"/>
              <w:rPr>
                <w:rFonts w:ascii="Browallia New" w:hAnsi="Browallia New" w:cs="Browallia New"/>
              </w:rPr>
            </w:pPr>
          </w:p>
        </w:tc>
        <w:tc>
          <w:tcPr>
            <w:tcW w:w="266" w:type="dxa"/>
          </w:tcPr>
          <w:p w14:paraId="28207D93" w14:textId="77777777" w:rsidR="00617C39" w:rsidRPr="00897C78" w:rsidRDefault="00617C39" w:rsidP="00617C39">
            <w:pPr>
              <w:pStyle w:val="ae"/>
              <w:ind w:left="-157"/>
              <w:jc w:val="right"/>
              <w:rPr>
                <w:rFonts w:ascii="Browallia New" w:hAnsi="Browallia New" w:cs="Browallia New"/>
                <w:sz w:val="22"/>
                <w:szCs w:val="22"/>
              </w:rPr>
            </w:pPr>
          </w:p>
        </w:tc>
        <w:tc>
          <w:tcPr>
            <w:tcW w:w="1282" w:type="dxa"/>
            <w:tcBorders>
              <w:top w:val="single" w:sz="12" w:space="0" w:color="auto"/>
            </w:tcBorders>
          </w:tcPr>
          <w:p w14:paraId="017E3E68" w14:textId="77777777" w:rsidR="00617C39" w:rsidRPr="00897C78" w:rsidRDefault="00617C39" w:rsidP="00617C39">
            <w:pPr>
              <w:jc w:val="right"/>
              <w:rPr>
                <w:rFonts w:ascii="Browallia New" w:hAnsi="Browallia New" w:cs="Browallia New"/>
                <w:sz w:val="22"/>
                <w:szCs w:val="22"/>
              </w:rPr>
            </w:pPr>
          </w:p>
        </w:tc>
      </w:tr>
      <w:tr w:rsidR="00617C39" w:rsidRPr="005C2BD1" w14:paraId="5CFEA780" w14:textId="77777777" w:rsidTr="00623927">
        <w:trPr>
          <w:gridAfter w:val="1"/>
          <w:wAfter w:w="11" w:type="dxa"/>
          <w:cantSplit/>
        </w:trPr>
        <w:tc>
          <w:tcPr>
            <w:tcW w:w="3336" w:type="dxa"/>
            <w:vAlign w:val="bottom"/>
          </w:tcPr>
          <w:p w14:paraId="61CB5DB0" w14:textId="5D50509E" w:rsidR="00617C39" w:rsidRPr="005C2BD1" w:rsidRDefault="00617C39" w:rsidP="00617C39">
            <w:pPr>
              <w:jc w:val="both"/>
              <w:rPr>
                <w:rFonts w:ascii="Browallia New" w:hAnsi="Browallia New" w:cs="Browallia New"/>
                <w:cs/>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617C39" w:rsidRDefault="00617C39" w:rsidP="00617C39">
            <w:pPr>
              <w:jc w:val="right"/>
              <w:rPr>
                <w:rFonts w:ascii="Browallia New" w:hAnsi="Browallia New" w:cs="Browallia New"/>
              </w:rPr>
            </w:pPr>
          </w:p>
        </w:tc>
        <w:tc>
          <w:tcPr>
            <w:tcW w:w="236" w:type="dxa"/>
            <w:tcBorders>
              <w:left w:val="nil"/>
            </w:tcBorders>
          </w:tcPr>
          <w:p w14:paraId="1BB3ACC4" w14:textId="77777777" w:rsidR="00617C39" w:rsidRPr="005C2BD1" w:rsidRDefault="00617C39" w:rsidP="00617C39">
            <w:pPr>
              <w:jc w:val="right"/>
              <w:rPr>
                <w:rFonts w:ascii="Browallia New" w:hAnsi="Browallia New" w:cs="Browallia New"/>
              </w:rPr>
            </w:pPr>
          </w:p>
        </w:tc>
        <w:tc>
          <w:tcPr>
            <w:tcW w:w="1240" w:type="dxa"/>
          </w:tcPr>
          <w:p w14:paraId="56F7A994" w14:textId="77777777" w:rsidR="00617C39" w:rsidRPr="00F544F0" w:rsidRDefault="00617C39" w:rsidP="00617C39">
            <w:pPr>
              <w:jc w:val="right"/>
              <w:rPr>
                <w:rFonts w:ascii="Browallia New" w:hAnsi="Browallia New" w:cs="Browallia New"/>
              </w:rPr>
            </w:pPr>
          </w:p>
        </w:tc>
        <w:tc>
          <w:tcPr>
            <w:tcW w:w="236" w:type="dxa"/>
            <w:tcBorders>
              <w:left w:val="nil"/>
            </w:tcBorders>
          </w:tcPr>
          <w:p w14:paraId="76316C74" w14:textId="77777777" w:rsidR="00617C39" w:rsidRPr="005C2BD1" w:rsidRDefault="00617C39" w:rsidP="00617C39">
            <w:pPr>
              <w:jc w:val="right"/>
              <w:rPr>
                <w:rFonts w:ascii="Browallia New" w:hAnsi="Browallia New" w:cs="Browallia New"/>
              </w:rPr>
            </w:pPr>
          </w:p>
        </w:tc>
        <w:tc>
          <w:tcPr>
            <w:tcW w:w="1239" w:type="dxa"/>
          </w:tcPr>
          <w:p w14:paraId="611A883D" w14:textId="77777777" w:rsidR="00617C39" w:rsidRDefault="00617C39" w:rsidP="00617C39">
            <w:pPr>
              <w:jc w:val="right"/>
              <w:rPr>
                <w:rFonts w:ascii="Browallia New" w:hAnsi="Browallia New" w:cs="Browallia New"/>
              </w:rPr>
            </w:pPr>
          </w:p>
        </w:tc>
        <w:tc>
          <w:tcPr>
            <w:tcW w:w="266" w:type="dxa"/>
          </w:tcPr>
          <w:p w14:paraId="51E96DCA"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Pr>
          <w:p w14:paraId="0325D23A" w14:textId="77777777" w:rsidR="00617C39" w:rsidRPr="00571DEF" w:rsidRDefault="00617C39" w:rsidP="00617C39">
            <w:pPr>
              <w:jc w:val="right"/>
              <w:rPr>
                <w:rFonts w:ascii="Browallia New" w:hAnsi="Browallia New" w:cs="Browallia New"/>
              </w:rPr>
            </w:pPr>
          </w:p>
        </w:tc>
      </w:tr>
      <w:tr w:rsidR="00617C39" w:rsidRPr="005C2BD1" w14:paraId="22B8D8FE" w14:textId="77777777" w:rsidTr="00623927">
        <w:trPr>
          <w:gridAfter w:val="1"/>
          <w:wAfter w:w="11" w:type="dxa"/>
          <w:cantSplit/>
        </w:trPr>
        <w:tc>
          <w:tcPr>
            <w:tcW w:w="3336" w:type="dxa"/>
          </w:tcPr>
          <w:p w14:paraId="0D6C92EC" w14:textId="2E28B9ED" w:rsidR="00617C39" w:rsidRPr="005C2BD1" w:rsidRDefault="00617C39" w:rsidP="00617C39">
            <w:pPr>
              <w:jc w:val="both"/>
              <w:rPr>
                <w:rFonts w:ascii="Browallia New" w:hAnsi="Browallia New" w:cs="Browallia New"/>
                <w:cs/>
              </w:rPr>
            </w:pPr>
            <w:r w:rsidRPr="005C2BD1">
              <w:rPr>
                <w:rFonts w:ascii="Browallia New" w:hAnsi="Browallia New" w:cs="Browallia New"/>
                <w:cs/>
              </w:rPr>
              <w:t>ยังไม่ถึงกำหนดชำระ</w:t>
            </w:r>
          </w:p>
        </w:tc>
        <w:tc>
          <w:tcPr>
            <w:tcW w:w="1272" w:type="dxa"/>
            <w:tcBorders>
              <w:left w:val="nil"/>
            </w:tcBorders>
          </w:tcPr>
          <w:p w14:paraId="194D1EF6" w14:textId="55AF7DE3" w:rsidR="00617C39" w:rsidRDefault="00617C39" w:rsidP="00617C39">
            <w:pPr>
              <w:jc w:val="right"/>
              <w:rPr>
                <w:rFonts w:ascii="Browallia New" w:hAnsi="Browallia New" w:cs="Browallia New"/>
              </w:rPr>
            </w:pPr>
            <w:r w:rsidRPr="00617C39">
              <w:rPr>
                <w:rFonts w:ascii="Browallia New" w:hAnsi="Browallia New" w:cs="Browallia New"/>
              </w:rPr>
              <w:t>91,255</w:t>
            </w:r>
          </w:p>
        </w:tc>
        <w:tc>
          <w:tcPr>
            <w:tcW w:w="236" w:type="dxa"/>
            <w:tcBorders>
              <w:left w:val="nil"/>
            </w:tcBorders>
          </w:tcPr>
          <w:p w14:paraId="3EA971D3" w14:textId="77777777" w:rsidR="00617C39" w:rsidRPr="005C2BD1" w:rsidRDefault="00617C39" w:rsidP="00617C39">
            <w:pPr>
              <w:jc w:val="right"/>
              <w:rPr>
                <w:rFonts w:ascii="Browallia New" w:hAnsi="Browallia New" w:cs="Browallia New"/>
              </w:rPr>
            </w:pPr>
          </w:p>
        </w:tc>
        <w:tc>
          <w:tcPr>
            <w:tcW w:w="1240" w:type="dxa"/>
          </w:tcPr>
          <w:p w14:paraId="058076CF" w14:textId="4505E790" w:rsidR="00617C39" w:rsidRPr="00F544F0" w:rsidRDefault="00617C39" w:rsidP="00617C39">
            <w:pPr>
              <w:jc w:val="right"/>
              <w:rPr>
                <w:rFonts w:ascii="Browallia New" w:hAnsi="Browallia New" w:cs="Browallia New"/>
              </w:rPr>
            </w:pPr>
            <w:r w:rsidRPr="00F544F0">
              <w:rPr>
                <w:rFonts w:ascii="Browallia New" w:hAnsi="Browallia New" w:cs="Browallia New"/>
              </w:rPr>
              <w:t>70,571</w:t>
            </w:r>
          </w:p>
        </w:tc>
        <w:tc>
          <w:tcPr>
            <w:tcW w:w="236" w:type="dxa"/>
            <w:tcBorders>
              <w:left w:val="nil"/>
            </w:tcBorders>
          </w:tcPr>
          <w:p w14:paraId="2C5A9DCB" w14:textId="77777777" w:rsidR="00617C39" w:rsidRPr="005C2BD1" w:rsidRDefault="00617C39" w:rsidP="00617C39">
            <w:pPr>
              <w:jc w:val="right"/>
              <w:rPr>
                <w:rFonts w:ascii="Browallia New" w:hAnsi="Browallia New" w:cs="Browallia New"/>
              </w:rPr>
            </w:pPr>
          </w:p>
        </w:tc>
        <w:tc>
          <w:tcPr>
            <w:tcW w:w="1239" w:type="dxa"/>
          </w:tcPr>
          <w:p w14:paraId="2B64503C" w14:textId="748ADB05" w:rsidR="00617C39" w:rsidRDefault="00617C39" w:rsidP="00617C39">
            <w:pPr>
              <w:jc w:val="right"/>
              <w:rPr>
                <w:rFonts w:ascii="Browallia New" w:hAnsi="Browallia New" w:cs="Browallia New"/>
              </w:rPr>
            </w:pPr>
            <w:r w:rsidRPr="00617C39">
              <w:rPr>
                <w:rFonts w:ascii="Browallia New" w:hAnsi="Browallia New" w:cs="Browallia New"/>
              </w:rPr>
              <w:t>91,266</w:t>
            </w:r>
          </w:p>
        </w:tc>
        <w:tc>
          <w:tcPr>
            <w:tcW w:w="266" w:type="dxa"/>
          </w:tcPr>
          <w:p w14:paraId="4266DF52"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Pr>
          <w:p w14:paraId="7F92183D" w14:textId="2EE639CB" w:rsidR="00617C39" w:rsidRPr="00571DEF" w:rsidRDefault="00617C39" w:rsidP="00617C39">
            <w:pPr>
              <w:jc w:val="right"/>
              <w:rPr>
                <w:rFonts w:ascii="Browallia New" w:hAnsi="Browallia New" w:cs="Browallia New"/>
              </w:rPr>
            </w:pPr>
            <w:r w:rsidRPr="00571DEF">
              <w:rPr>
                <w:rFonts w:ascii="Browallia New" w:hAnsi="Browallia New" w:cs="Browallia New"/>
              </w:rPr>
              <w:t>70,571</w:t>
            </w:r>
          </w:p>
        </w:tc>
      </w:tr>
      <w:tr w:rsidR="00617C39" w:rsidRPr="005C2BD1" w14:paraId="05AE487E" w14:textId="77777777" w:rsidTr="00623927">
        <w:trPr>
          <w:gridAfter w:val="1"/>
          <w:wAfter w:w="11" w:type="dxa"/>
          <w:cantSplit/>
        </w:trPr>
        <w:tc>
          <w:tcPr>
            <w:tcW w:w="3336" w:type="dxa"/>
          </w:tcPr>
          <w:p w14:paraId="7A32227C" w14:textId="6B718CB8" w:rsidR="00617C39" w:rsidRPr="005C2BD1" w:rsidRDefault="00617C39" w:rsidP="00617C39">
            <w:pPr>
              <w:jc w:val="both"/>
              <w:rPr>
                <w:rFonts w:ascii="Browallia New" w:hAnsi="Browallia New" w:cs="Browallia New"/>
                <w:cs/>
              </w:rPr>
            </w:pPr>
            <w:r w:rsidRPr="00884F4F">
              <w:rPr>
                <w:rFonts w:ascii="Browallia New" w:hAnsi="Browallia New" w:cs="Browallia New"/>
                <w:cs/>
                <w:lang w:val="th-TH"/>
              </w:rPr>
              <w:t xml:space="preserve">เกินกำหนดชำระ </w:t>
            </w:r>
            <w:r w:rsidRPr="00884F4F">
              <w:rPr>
                <w:rFonts w:ascii="Browallia New" w:hAnsi="Browallia New" w:cs="Browallia New"/>
              </w:rPr>
              <w:t>:</w:t>
            </w:r>
          </w:p>
        </w:tc>
        <w:tc>
          <w:tcPr>
            <w:tcW w:w="1272" w:type="dxa"/>
            <w:tcBorders>
              <w:left w:val="nil"/>
            </w:tcBorders>
          </w:tcPr>
          <w:p w14:paraId="7061F47E" w14:textId="487D5F6E" w:rsidR="00617C39" w:rsidRDefault="00617C39" w:rsidP="00617C39">
            <w:pPr>
              <w:jc w:val="right"/>
              <w:rPr>
                <w:rFonts w:ascii="Browallia New" w:hAnsi="Browallia New" w:cs="Browallia New"/>
              </w:rPr>
            </w:pPr>
            <w:r w:rsidRPr="00617C39">
              <w:rPr>
                <w:rFonts w:ascii="Browallia New" w:hAnsi="Browallia New" w:cs="Browallia New"/>
              </w:rPr>
              <w:t xml:space="preserve">      </w:t>
            </w:r>
          </w:p>
        </w:tc>
        <w:tc>
          <w:tcPr>
            <w:tcW w:w="236" w:type="dxa"/>
            <w:tcBorders>
              <w:left w:val="nil"/>
            </w:tcBorders>
          </w:tcPr>
          <w:p w14:paraId="78ED7E7B" w14:textId="77777777" w:rsidR="00617C39" w:rsidRPr="005C2BD1" w:rsidRDefault="00617C39" w:rsidP="00617C39">
            <w:pPr>
              <w:jc w:val="right"/>
              <w:rPr>
                <w:rFonts w:ascii="Browallia New" w:hAnsi="Browallia New" w:cs="Browallia New"/>
              </w:rPr>
            </w:pPr>
          </w:p>
        </w:tc>
        <w:tc>
          <w:tcPr>
            <w:tcW w:w="1240" w:type="dxa"/>
          </w:tcPr>
          <w:p w14:paraId="4A1A2680" w14:textId="77777777" w:rsidR="00617C39" w:rsidRPr="00F544F0" w:rsidRDefault="00617C39" w:rsidP="00617C39">
            <w:pPr>
              <w:jc w:val="right"/>
              <w:rPr>
                <w:rFonts w:ascii="Browallia New" w:hAnsi="Browallia New" w:cs="Browallia New"/>
              </w:rPr>
            </w:pPr>
          </w:p>
        </w:tc>
        <w:tc>
          <w:tcPr>
            <w:tcW w:w="236" w:type="dxa"/>
            <w:tcBorders>
              <w:left w:val="nil"/>
            </w:tcBorders>
          </w:tcPr>
          <w:p w14:paraId="6843D30A" w14:textId="77777777" w:rsidR="00617C39" w:rsidRPr="005C2BD1" w:rsidRDefault="00617C39" w:rsidP="00617C39">
            <w:pPr>
              <w:jc w:val="right"/>
              <w:rPr>
                <w:rFonts w:ascii="Browallia New" w:hAnsi="Browallia New" w:cs="Browallia New"/>
              </w:rPr>
            </w:pPr>
          </w:p>
        </w:tc>
        <w:tc>
          <w:tcPr>
            <w:tcW w:w="1239" w:type="dxa"/>
          </w:tcPr>
          <w:p w14:paraId="0D041EF9" w14:textId="77777777" w:rsidR="00617C39" w:rsidRDefault="00617C39" w:rsidP="00617C39">
            <w:pPr>
              <w:jc w:val="right"/>
              <w:rPr>
                <w:rFonts w:ascii="Browallia New" w:hAnsi="Browallia New" w:cs="Browallia New"/>
              </w:rPr>
            </w:pPr>
          </w:p>
        </w:tc>
        <w:tc>
          <w:tcPr>
            <w:tcW w:w="266" w:type="dxa"/>
          </w:tcPr>
          <w:p w14:paraId="7224DEFE"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Pr>
          <w:p w14:paraId="0B8B9A62" w14:textId="77777777" w:rsidR="00617C39" w:rsidRPr="00571DEF" w:rsidRDefault="00617C39" w:rsidP="00617C39">
            <w:pPr>
              <w:jc w:val="right"/>
              <w:rPr>
                <w:rFonts w:ascii="Browallia New" w:hAnsi="Browallia New" w:cs="Browallia New"/>
              </w:rPr>
            </w:pPr>
          </w:p>
        </w:tc>
      </w:tr>
      <w:tr w:rsidR="00617C39" w:rsidRPr="005C2BD1" w14:paraId="580496A4" w14:textId="77777777" w:rsidTr="00623927">
        <w:trPr>
          <w:gridAfter w:val="1"/>
          <w:wAfter w:w="11" w:type="dxa"/>
          <w:cantSplit/>
        </w:trPr>
        <w:tc>
          <w:tcPr>
            <w:tcW w:w="3336" w:type="dxa"/>
          </w:tcPr>
          <w:p w14:paraId="65284C31" w14:textId="7E305498" w:rsidR="00617C39" w:rsidRPr="005C2BD1" w:rsidRDefault="00617C39" w:rsidP="00617C39">
            <w:pPr>
              <w:jc w:val="both"/>
              <w:rPr>
                <w:rFonts w:ascii="Browallia New" w:hAnsi="Browallia New" w:cs="Browallia New"/>
                <w:cs/>
              </w:rPr>
            </w:pPr>
            <w:r>
              <w:rPr>
                <w:rFonts w:ascii="Browallia New" w:hAnsi="Browallia New" w:cs="Browallia New"/>
                <w:lang w:val="en-GB"/>
              </w:rPr>
              <w:t xml:space="preserve">     </w:t>
            </w:r>
            <w:r w:rsidRPr="00884F4F">
              <w:rPr>
                <w:rFonts w:ascii="Browallia New" w:hAnsi="Browallia New" w:cs="Browallia New"/>
                <w:cs/>
                <w:lang w:val="en-GB"/>
              </w:rPr>
              <w:t>น้อยกว่า</w:t>
            </w:r>
            <w:r w:rsidRPr="00884F4F">
              <w:rPr>
                <w:rFonts w:ascii="Browallia New" w:hAnsi="Browallia New" w:cs="Browallia New"/>
                <w:lang w:val="en-GB"/>
              </w:rPr>
              <w:t xml:space="preserve"> </w:t>
            </w:r>
            <w:r w:rsidRPr="00884F4F">
              <w:rPr>
                <w:rFonts w:ascii="Browallia New" w:hAnsi="Browallia New" w:cs="Browallia New"/>
              </w:rPr>
              <w:t>3</w:t>
            </w:r>
            <w:r w:rsidRPr="00884F4F">
              <w:rPr>
                <w:rFonts w:ascii="Browallia New" w:hAnsi="Browallia New" w:cs="Browallia New"/>
                <w:lang w:val="en-GB"/>
              </w:rPr>
              <w:t xml:space="preserve"> </w:t>
            </w:r>
            <w:r w:rsidRPr="00884F4F">
              <w:rPr>
                <w:rFonts w:ascii="Browallia New" w:hAnsi="Browallia New" w:cs="Browallia New"/>
                <w:cs/>
                <w:lang w:val="en-GB"/>
              </w:rPr>
              <w:t>เดือน</w:t>
            </w:r>
          </w:p>
        </w:tc>
        <w:tc>
          <w:tcPr>
            <w:tcW w:w="1272" w:type="dxa"/>
            <w:tcBorders>
              <w:left w:val="nil"/>
              <w:bottom w:val="single" w:sz="4" w:space="0" w:color="auto"/>
            </w:tcBorders>
          </w:tcPr>
          <w:p w14:paraId="55FFF1E7" w14:textId="75E4C09B" w:rsidR="00617C39" w:rsidRDefault="005A2881" w:rsidP="005A2881">
            <w:pPr>
              <w:jc w:val="center"/>
              <w:rPr>
                <w:rFonts w:ascii="Browallia New" w:hAnsi="Browallia New" w:cs="Browallia New"/>
              </w:rPr>
            </w:pPr>
            <w:r>
              <w:rPr>
                <w:rFonts w:ascii="Browallia New" w:hAnsi="Browallia New" w:cs="Browallia New"/>
              </w:rPr>
              <w:t xml:space="preserve">       </w:t>
            </w:r>
            <w:r w:rsidR="00617C39" w:rsidRPr="00617C39">
              <w:rPr>
                <w:rFonts w:ascii="Browallia New" w:hAnsi="Browallia New" w:cs="Browallia New"/>
              </w:rPr>
              <w:t>-</w:t>
            </w:r>
          </w:p>
        </w:tc>
        <w:tc>
          <w:tcPr>
            <w:tcW w:w="236" w:type="dxa"/>
            <w:tcBorders>
              <w:left w:val="nil"/>
            </w:tcBorders>
          </w:tcPr>
          <w:p w14:paraId="56F01FA8" w14:textId="77777777" w:rsidR="00617C39" w:rsidRPr="005C2BD1" w:rsidRDefault="00617C39" w:rsidP="00617C39">
            <w:pPr>
              <w:jc w:val="right"/>
              <w:rPr>
                <w:rFonts w:ascii="Browallia New" w:hAnsi="Browallia New" w:cs="Browallia New"/>
              </w:rPr>
            </w:pPr>
          </w:p>
        </w:tc>
        <w:tc>
          <w:tcPr>
            <w:tcW w:w="1240" w:type="dxa"/>
            <w:tcBorders>
              <w:bottom w:val="single" w:sz="4" w:space="0" w:color="auto"/>
            </w:tcBorders>
          </w:tcPr>
          <w:p w14:paraId="54FB49B8" w14:textId="0E9149CB" w:rsidR="00617C39" w:rsidRPr="00F544F0" w:rsidRDefault="00617C39" w:rsidP="00617C39">
            <w:pPr>
              <w:jc w:val="right"/>
              <w:rPr>
                <w:rFonts w:ascii="Browallia New" w:hAnsi="Browallia New" w:cs="Browallia New"/>
              </w:rPr>
            </w:pPr>
            <w:r w:rsidRPr="00302A9E">
              <w:rPr>
                <w:rFonts w:ascii="Browallia New" w:hAnsi="Browallia New" w:cs="Browallia New"/>
              </w:rPr>
              <w:t>393</w:t>
            </w:r>
          </w:p>
        </w:tc>
        <w:tc>
          <w:tcPr>
            <w:tcW w:w="236" w:type="dxa"/>
            <w:tcBorders>
              <w:left w:val="nil"/>
            </w:tcBorders>
          </w:tcPr>
          <w:p w14:paraId="474801F1" w14:textId="77777777" w:rsidR="00617C39" w:rsidRPr="005C2BD1" w:rsidRDefault="00617C39" w:rsidP="00617C39">
            <w:pPr>
              <w:jc w:val="right"/>
              <w:rPr>
                <w:rFonts w:ascii="Browallia New" w:hAnsi="Browallia New" w:cs="Browallia New"/>
              </w:rPr>
            </w:pPr>
          </w:p>
        </w:tc>
        <w:tc>
          <w:tcPr>
            <w:tcW w:w="1239" w:type="dxa"/>
            <w:tcBorders>
              <w:bottom w:val="single" w:sz="4" w:space="0" w:color="auto"/>
            </w:tcBorders>
          </w:tcPr>
          <w:p w14:paraId="307F5C2F" w14:textId="0E014655" w:rsidR="00617C39" w:rsidRDefault="00617C39" w:rsidP="00617C39">
            <w:pPr>
              <w:jc w:val="right"/>
              <w:rPr>
                <w:rFonts w:ascii="Browallia New" w:hAnsi="Browallia New" w:cs="Browallia New"/>
              </w:rPr>
            </w:pPr>
            <w:r w:rsidRPr="00617C39">
              <w:rPr>
                <w:rFonts w:ascii="Browallia New" w:hAnsi="Browallia New" w:cs="Browallia New"/>
              </w:rPr>
              <w:t xml:space="preserve">           416</w:t>
            </w:r>
          </w:p>
        </w:tc>
        <w:tc>
          <w:tcPr>
            <w:tcW w:w="266" w:type="dxa"/>
          </w:tcPr>
          <w:p w14:paraId="2100448D"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Borders>
              <w:bottom w:val="single" w:sz="4" w:space="0" w:color="auto"/>
            </w:tcBorders>
          </w:tcPr>
          <w:p w14:paraId="2252A805" w14:textId="5143FCAF" w:rsidR="00617C39" w:rsidRPr="00571DEF" w:rsidRDefault="00617C39" w:rsidP="00617C39">
            <w:pPr>
              <w:jc w:val="right"/>
              <w:rPr>
                <w:rFonts w:ascii="Browallia New" w:hAnsi="Browallia New" w:cs="Browallia New"/>
              </w:rPr>
            </w:pPr>
            <w:r>
              <w:rPr>
                <w:rFonts w:ascii="Browallia New" w:hAnsi="Browallia New" w:cs="Browallia New"/>
              </w:rPr>
              <w:t>393</w:t>
            </w:r>
          </w:p>
        </w:tc>
      </w:tr>
      <w:tr w:rsidR="00617C39" w:rsidRPr="005C2BD1" w14:paraId="619D2F61" w14:textId="77777777" w:rsidTr="00B96FCC">
        <w:trPr>
          <w:gridAfter w:val="1"/>
          <w:wAfter w:w="11" w:type="dxa"/>
          <w:cantSplit/>
        </w:trPr>
        <w:tc>
          <w:tcPr>
            <w:tcW w:w="3336" w:type="dxa"/>
          </w:tcPr>
          <w:p w14:paraId="0EC46F33" w14:textId="1F2A3ED6" w:rsidR="00617C39" w:rsidRPr="005C2BD1" w:rsidRDefault="00617C39" w:rsidP="00617C39">
            <w:pPr>
              <w:jc w:val="both"/>
              <w:rPr>
                <w:rFonts w:ascii="Browallia New" w:hAnsi="Browallia New" w:cs="Browallia New"/>
                <w:cs/>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tcPr>
          <w:p w14:paraId="20EAA862" w14:textId="2B994FE9" w:rsidR="00617C39" w:rsidRDefault="00617C39" w:rsidP="00617C39">
            <w:pPr>
              <w:jc w:val="right"/>
              <w:rPr>
                <w:rFonts w:ascii="Browallia New" w:hAnsi="Browallia New" w:cs="Browallia New"/>
              </w:rPr>
            </w:pPr>
            <w:r w:rsidRPr="00617C39">
              <w:rPr>
                <w:rFonts w:ascii="Browallia New" w:hAnsi="Browallia New" w:cs="Browallia New"/>
              </w:rPr>
              <w:t xml:space="preserve">91,255 </w:t>
            </w:r>
          </w:p>
        </w:tc>
        <w:tc>
          <w:tcPr>
            <w:tcW w:w="236" w:type="dxa"/>
            <w:tcBorders>
              <w:left w:val="nil"/>
            </w:tcBorders>
          </w:tcPr>
          <w:p w14:paraId="654A7B8F" w14:textId="77777777" w:rsidR="00617C39" w:rsidRPr="005C2BD1" w:rsidRDefault="00617C39" w:rsidP="00617C39">
            <w:pPr>
              <w:jc w:val="right"/>
              <w:rPr>
                <w:rFonts w:ascii="Browallia New" w:hAnsi="Browallia New" w:cs="Browallia New"/>
              </w:rPr>
            </w:pPr>
          </w:p>
        </w:tc>
        <w:tc>
          <w:tcPr>
            <w:tcW w:w="1240" w:type="dxa"/>
            <w:tcBorders>
              <w:top w:val="single" w:sz="4" w:space="0" w:color="auto"/>
              <w:bottom w:val="single" w:sz="12" w:space="0" w:color="auto"/>
            </w:tcBorders>
          </w:tcPr>
          <w:p w14:paraId="7573137C" w14:textId="76C8B959" w:rsidR="00617C39" w:rsidRPr="00F544F0" w:rsidRDefault="00617C39" w:rsidP="00617C39">
            <w:pPr>
              <w:jc w:val="right"/>
              <w:rPr>
                <w:rFonts w:ascii="Browallia New" w:hAnsi="Browallia New" w:cs="Browallia New"/>
              </w:rPr>
            </w:pPr>
            <w:r w:rsidRPr="00F544F0">
              <w:rPr>
                <w:rFonts w:ascii="Browallia New" w:hAnsi="Browallia New" w:cs="Browallia New"/>
              </w:rPr>
              <w:t>70,964</w:t>
            </w:r>
          </w:p>
        </w:tc>
        <w:tc>
          <w:tcPr>
            <w:tcW w:w="236" w:type="dxa"/>
            <w:tcBorders>
              <w:left w:val="nil"/>
            </w:tcBorders>
          </w:tcPr>
          <w:p w14:paraId="5ABF6386" w14:textId="77777777" w:rsidR="00617C39" w:rsidRPr="005C2BD1" w:rsidRDefault="00617C39" w:rsidP="00617C39">
            <w:pPr>
              <w:jc w:val="right"/>
              <w:rPr>
                <w:rFonts w:ascii="Browallia New" w:hAnsi="Browallia New" w:cs="Browallia New"/>
              </w:rPr>
            </w:pPr>
          </w:p>
        </w:tc>
        <w:tc>
          <w:tcPr>
            <w:tcW w:w="1239" w:type="dxa"/>
            <w:tcBorders>
              <w:top w:val="single" w:sz="4" w:space="0" w:color="auto"/>
              <w:bottom w:val="single" w:sz="12" w:space="0" w:color="auto"/>
            </w:tcBorders>
          </w:tcPr>
          <w:p w14:paraId="7B59DFAC" w14:textId="61F3D390" w:rsidR="00617C39" w:rsidRDefault="00617C39" w:rsidP="00617C39">
            <w:pPr>
              <w:jc w:val="right"/>
              <w:rPr>
                <w:rFonts w:ascii="Browallia New" w:hAnsi="Browallia New" w:cs="Browallia New"/>
              </w:rPr>
            </w:pPr>
            <w:r w:rsidRPr="00617C39">
              <w:rPr>
                <w:rFonts w:ascii="Browallia New" w:hAnsi="Browallia New" w:cs="Browallia New"/>
              </w:rPr>
              <w:t>91,682</w:t>
            </w:r>
          </w:p>
        </w:tc>
        <w:tc>
          <w:tcPr>
            <w:tcW w:w="266" w:type="dxa"/>
          </w:tcPr>
          <w:p w14:paraId="41E6BB13" w14:textId="77777777" w:rsidR="00617C39" w:rsidRPr="005C2BD1" w:rsidRDefault="00617C39" w:rsidP="00617C39">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BA3AFD4" w14:textId="38419A8B" w:rsidR="00617C39" w:rsidRPr="00571DEF" w:rsidRDefault="00617C39" w:rsidP="00617C39">
            <w:pPr>
              <w:jc w:val="right"/>
              <w:rPr>
                <w:rFonts w:ascii="Browallia New" w:hAnsi="Browallia New" w:cs="Browallia New"/>
              </w:rPr>
            </w:pPr>
            <w:r w:rsidRPr="00571DEF">
              <w:rPr>
                <w:rFonts w:ascii="Browallia New" w:hAnsi="Browallia New" w:cs="Browallia New"/>
              </w:rPr>
              <w:t>70,964</w:t>
            </w:r>
          </w:p>
        </w:tc>
      </w:tr>
    </w:tbl>
    <w:p w14:paraId="485625D4" w14:textId="42923ACC" w:rsidR="003B432D" w:rsidRDefault="001D45AC" w:rsidP="00AE3DD7">
      <w:pPr>
        <w:ind w:left="387"/>
        <w:jc w:val="thaiDistribute"/>
        <w:rPr>
          <w:rFonts w:ascii="Browallia New" w:hAnsi="Browallia New" w:cs="Browallia New"/>
        </w:rPr>
      </w:pPr>
      <w:r w:rsidRPr="001D45AC">
        <w:rPr>
          <w:rFonts w:ascii="Browallia New" w:hAnsi="Browallia New" w:cs="Browallia New"/>
          <w:cs/>
        </w:rPr>
        <w:lastRenderedPageBreak/>
        <w:t>ในระหว่างงวด</w:t>
      </w:r>
      <w:r w:rsidRPr="001D45AC">
        <w:rPr>
          <w:rFonts w:ascii="Browallia New" w:hAnsi="Browallia New" w:cs="Browallia New" w:hint="cs"/>
          <w:cs/>
        </w:rPr>
        <w:t xml:space="preserve">เก้าเดือนสิ้นสุดวันที่ </w:t>
      </w:r>
      <w:r w:rsidRPr="001D45AC">
        <w:rPr>
          <w:rFonts w:ascii="Browallia New" w:hAnsi="Browallia New" w:cs="Browallia New"/>
        </w:rPr>
        <w:t>30</w:t>
      </w:r>
      <w:r w:rsidRPr="001D45AC">
        <w:rPr>
          <w:rFonts w:ascii="Browallia New" w:hAnsi="Browallia New" w:cs="Browallia New" w:hint="cs"/>
          <w:cs/>
        </w:rPr>
        <w:t xml:space="preserve"> </w:t>
      </w:r>
      <w:r w:rsidRPr="001D45AC">
        <w:rPr>
          <w:rFonts w:ascii="Browallia New" w:hAnsi="Browallia New" w:cs="Browallia New"/>
          <w:cs/>
        </w:rPr>
        <w:t xml:space="preserve">กันยายน </w:t>
      </w:r>
      <w:r w:rsidR="00C25240" w:rsidRPr="005C4084">
        <w:rPr>
          <w:rFonts w:ascii="Browallia New" w:hAnsi="Browallia New" w:cs="Browallia New"/>
          <w:spacing w:val="-4"/>
        </w:rPr>
        <w:t>2566</w:t>
      </w:r>
      <w:r w:rsidR="000F560D">
        <w:rPr>
          <w:rFonts w:ascii="Browallia New" w:hAnsi="Browallia New" w:cs="Browallia New"/>
        </w:rPr>
        <w:t xml:space="preserve"> </w:t>
      </w:r>
      <w:r w:rsidR="003B432D" w:rsidRPr="005C2BD1">
        <w:rPr>
          <w:rFonts w:ascii="Browallia New" w:hAnsi="Browallia New" w:cs="Browallia New"/>
          <w:cs/>
        </w:rPr>
        <w:t>บริษัทมีรายการเคล</w:t>
      </w:r>
      <w:r w:rsidR="000A039C">
        <w:rPr>
          <w:rFonts w:ascii="Browallia New" w:hAnsi="Browallia New" w:cs="Browallia New" w:hint="cs"/>
          <w:cs/>
        </w:rPr>
        <w:t>ื่</w:t>
      </w:r>
      <w:r w:rsidR="003B432D" w:rsidRPr="005C2BD1">
        <w:rPr>
          <w:rFonts w:ascii="Browallia New" w:hAnsi="Browallia New" w:cs="Browallia New"/>
          <w:cs/>
        </w:rPr>
        <w:t>อนไหวของค่าเผ</w:t>
      </w:r>
      <w:r w:rsidR="000A039C">
        <w:rPr>
          <w:rFonts w:ascii="Browallia New" w:hAnsi="Browallia New" w:cs="Browallia New" w:hint="cs"/>
          <w:cs/>
        </w:rPr>
        <w:t>ื่</w:t>
      </w:r>
      <w:r w:rsidR="003B432D" w:rsidRPr="005C2BD1">
        <w:rPr>
          <w:rFonts w:ascii="Browallia New" w:hAnsi="Browallia New" w:cs="Browallia New"/>
          <w:cs/>
        </w:rPr>
        <w:t>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003B432D" w:rsidRPr="005C2BD1">
        <w:rPr>
          <w:rFonts w:ascii="Browallia New" w:hAnsi="Browallia New" w:cs="Browallia New"/>
          <w:cs/>
        </w:rPr>
        <w:t>ดังนี้</w:t>
      </w:r>
    </w:p>
    <w:p w14:paraId="484A79A5" w14:textId="6C297765" w:rsidR="00C72912" w:rsidRPr="00623927" w:rsidRDefault="00C72912" w:rsidP="00486345">
      <w:pPr>
        <w:ind w:left="374" w:right="-4"/>
        <w:jc w:val="thaiDistribute"/>
        <w:rPr>
          <w:rFonts w:ascii="Browallia New" w:hAnsi="Browallia New" w:cs="Browallia New"/>
        </w:rPr>
      </w:pPr>
    </w:p>
    <w:tbl>
      <w:tblPr>
        <w:tblW w:w="9063" w:type="dxa"/>
        <w:tblInd w:w="360" w:type="dxa"/>
        <w:tblLayout w:type="fixed"/>
        <w:tblLook w:val="0000" w:firstRow="0" w:lastRow="0" w:firstColumn="0" w:lastColumn="0" w:noHBand="0" w:noVBand="0"/>
      </w:tblPr>
      <w:tblGrid>
        <w:gridCol w:w="4230"/>
        <w:gridCol w:w="450"/>
        <w:gridCol w:w="1958"/>
        <w:gridCol w:w="283"/>
        <w:gridCol w:w="2142"/>
      </w:tblGrid>
      <w:tr w:rsidR="00263569" w:rsidRPr="003327F1" w14:paraId="3799864B" w14:textId="77777777" w:rsidTr="00623927">
        <w:trPr>
          <w:cantSplit/>
        </w:trPr>
        <w:tc>
          <w:tcPr>
            <w:tcW w:w="4230" w:type="dxa"/>
          </w:tcPr>
          <w:p w14:paraId="0F1727FE"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450" w:type="dxa"/>
            <w:tcBorders>
              <w:left w:val="nil"/>
            </w:tcBorders>
          </w:tcPr>
          <w:p w14:paraId="0665EA2F"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p>
        </w:tc>
        <w:tc>
          <w:tcPr>
            <w:tcW w:w="438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623927">
        <w:trPr>
          <w:cantSplit/>
        </w:trPr>
        <w:tc>
          <w:tcPr>
            <w:tcW w:w="4230" w:type="dxa"/>
            <w:vAlign w:val="bottom"/>
          </w:tcPr>
          <w:p w14:paraId="17C1C8FC"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p>
        </w:tc>
        <w:tc>
          <w:tcPr>
            <w:tcW w:w="45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95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4634F8" w14:paraId="29E08702" w14:textId="77777777" w:rsidTr="00623927">
        <w:trPr>
          <w:cantSplit/>
          <w:trHeight w:val="305"/>
        </w:trPr>
        <w:tc>
          <w:tcPr>
            <w:tcW w:w="4230" w:type="dxa"/>
            <w:vAlign w:val="bottom"/>
          </w:tcPr>
          <w:p w14:paraId="0F559A70" w14:textId="77777777" w:rsidR="00263569" w:rsidRPr="00623927" w:rsidRDefault="00263569" w:rsidP="006F0BCF">
            <w:pPr>
              <w:pStyle w:val="33"/>
              <w:tabs>
                <w:tab w:val="clear" w:pos="360"/>
                <w:tab w:val="clear" w:pos="720"/>
              </w:tabs>
              <w:jc w:val="center"/>
              <w:rPr>
                <w:rFonts w:ascii="Browallia New" w:hAnsi="Browallia New" w:cs="Browallia New"/>
                <w:sz w:val="18"/>
                <w:szCs w:val="18"/>
              </w:rPr>
            </w:pPr>
          </w:p>
        </w:tc>
        <w:tc>
          <w:tcPr>
            <w:tcW w:w="450" w:type="dxa"/>
            <w:tcBorders>
              <w:left w:val="nil"/>
            </w:tcBorders>
          </w:tcPr>
          <w:p w14:paraId="62126924" w14:textId="77777777" w:rsidR="00263569" w:rsidRPr="00623927" w:rsidRDefault="00263569" w:rsidP="006F0BCF">
            <w:pPr>
              <w:ind w:right="72"/>
              <w:rPr>
                <w:rFonts w:ascii="Browallia New" w:hAnsi="Browallia New" w:cs="Browallia New"/>
                <w:sz w:val="18"/>
                <w:szCs w:val="18"/>
              </w:rPr>
            </w:pPr>
          </w:p>
        </w:tc>
        <w:tc>
          <w:tcPr>
            <w:tcW w:w="1958" w:type="dxa"/>
            <w:vAlign w:val="bottom"/>
          </w:tcPr>
          <w:p w14:paraId="77587B97" w14:textId="77777777" w:rsidR="00263569" w:rsidRPr="00623927" w:rsidRDefault="00263569" w:rsidP="006F0BCF">
            <w:pPr>
              <w:ind w:left="-105" w:right="-108"/>
              <w:jc w:val="center"/>
              <w:rPr>
                <w:rFonts w:ascii="Browallia New" w:hAnsi="Browallia New" w:cs="Browallia New"/>
                <w:sz w:val="18"/>
                <w:szCs w:val="18"/>
                <w:cs/>
              </w:rPr>
            </w:pPr>
          </w:p>
        </w:tc>
        <w:tc>
          <w:tcPr>
            <w:tcW w:w="283" w:type="dxa"/>
            <w:vAlign w:val="bottom"/>
          </w:tcPr>
          <w:p w14:paraId="188A572E" w14:textId="77777777" w:rsidR="00263569" w:rsidRPr="00623927" w:rsidRDefault="00263569" w:rsidP="006F0BCF">
            <w:pPr>
              <w:ind w:left="-105" w:right="-108"/>
              <w:jc w:val="right"/>
              <w:rPr>
                <w:rFonts w:ascii="Browallia New" w:hAnsi="Browallia New" w:cs="Browallia New"/>
                <w:sz w:val="18"/>
                <w:szCs w:val="18"/>
                <w:u w:val="single"/>
              </w:rPr>
            </w:pPr>
          </w:p>
        </w:tc>
        <w:tc>
          <w:tcPr>
            <w:tcW w:w="2142" w:type="dxa"/>
            <w:vAlign w:val="bottom"/>
          </w:tcPr>
          <w:p w14:paraId="0E3F34FD" w14:textId="77777777" w:rsidR="00263569" w:rsidRPr="00623927" w:rsidRDefault="00263569" w:rsidP="006F0BCF">
            <w:pPr>
              <w:ind w:left="-105" w:right="-108"/>
              <w:jc w:val="center"/>
              <w:rPr>
                <w:rFonts w:ascii="Browallia New" w:hAnsi="Browallia New" w:cs="Browallia New"/>
                <w:sz w:val="18"/>
                <w:szCs w:val="18"/>
                <w:cs/>
              </w:rPr>
            </w:pPr>
          </w:p>
        </w:tc>
      </w:tr>
      <w:tr w:rsidR="00617C39" w:rsidRPr="00884F4F" w14:paraId="5763667F" w14:textId="77777777" w:rsidTr="00623927">
        <w:trPr>
          <w:cantSplit/>
          <w:trHeight w:val="288"/>
        </w:trPr>
        <w:tc>
          <w:tcPr>
            <w:tcW w:w="4230" w:type="dxa"/>
            <w:vAlign w:val="bottom"/>
          </w:tcPr>
          <w:p w14:paraId="25A81AF0" w14:textId="28963A76" w:rsidR="00617C39" w:rsidRPr="00B62C09" w:rsidRDefault="00617C39" w:rsidP="00617C39">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rPr>
              <w:t>6</w:t>
            </w:r>
          </w:p>
        </w:tc>
        <w:tc>
          <w:tcPr>
            <w:tcW w:w="450" w:type="dxa"/>
            <w:tcBorders>
              <w:left w:val="nil"/>
            </w:tcBorders>
            <w:vAlign w:val="bottom"/>
          </w:tcPr>
          <w:p w14:paraId="3D1E4068" w14:textId="77777777" w:rsidR="00617C39" w:rsidRPr="00B62C09" w:rsidRDefault="00617C39" w:rsidP="00617C39">
            <w:pPr>
              <w:rPr>
                <w:rFonts w:ascii="Browallia New" w:hAnsi="Browallia New" w:cs="Browallia New"/>
                <w:sz w:val="16"/>
                <w:szCs w:val="16"/>
              </w:rPr>
            </w:pPr>
          </w:p>
        </w:tc>
        <w:tc>
          <w:tcPr>
            <w:tcW w:w="1958" w:type="dxa"/>
          </w:tcPr>
          <w:p w14:paraId="4C9999BE" w14:textId="114916F8" w:rsidR="00617C39" w:rsidRPr="0009036F" w:rsidRDefault="00617C39" w:rsidP="00617C39">
            <w:pPr>
              <w:ind w:left="-87" w:right="-15"/>
              <w:jc w:val="right"/>
              <w:rPr>
                <w:rFonts w:ascii="Browallia New" w:hAnsi="Browallia New" w:cs="Browallia New"/>
              </w:rPr>
            </w:pPr>
            <w:r w:rsidRPr="00617C39">
              <w:rPr>
                <w:rFonts w:ascii="Browallia New" w:hAnsi="Browallia New" w:cs="Browallia New"/>
              </w:rPr>
              <w:t>23,579</w:t>
            </w:r>
          </w:p>
        </w:tc>
        <w:tc>
          <w:tcPr>
            <w:tcW w:w="283" w:type="dxa"/>
          </w:tcPr>
          <w:p w14:paraId="3BABDE33" w14:textId="77777777" w:rsidR="00617C39" w:rsidRPr="0009036F" w:rsidRDefault="00617C39" w:rsidP="00617C39">
            <w:pPr>
              <w:pStyle w:val="31"/>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0D91B75C" w:rsidR="00617C39" w:rsidRPr="00617C39" w:rsidRDefault="00617C39" w:rsidP="00617C39">
            <w:pPr>
              <w:ind w:left="-87" w:right="-15"/>
              <w:jc w:val="right"/>
              <w:rPr>
                <w:rFonts w:ascii="Browallia New" w:hAnsi="Browallia New" w:cs="Browallia New"/>
              </w:rPr>
            </w:pPr>
            <w:r w:rsidRPr="00617C39">
              <w:rPr>
                <w:rFonts w:ascii="Browallia New" w:hAnsi="Browallia New" w:cs="Browallia New"/>
              </w:rPr>
              <w:t>23,069</w:t>
            </w:r>
          </w:p>
        </w:tc>
      </w:tr>
      <w:tr w:rsidR="00617C39" w:rsidRPr="00884F4F" w14:paraId="18CF427F" w14:textId="77777777" w:rsidTr="00003048">
        <w:trPr>
          <w:cantSplit/>
        </w:trPr>
        <w:tc>
          <w:tcPr>
            <w:tcW w:w="4230" w:type="dxa"/>
            <w:vAlign w:val="bottom"/>
          </w:tcPr>
          <w:p w14:paraId="1B6000C3" w14:textId="5205B682" w:rsidR="00617C39" w:rsidRPr="00B62C09" w:rsidRDefault="00617C39" w:rsidP="00617C39">
            <w:pPr>
              <w:ind w:right="31"/>
              <w:rPr>
                <w:rFonts w:ascii="Browallia New" w:hAnsi="Browallia New" w:cs="Browallia New"/>
                <w:lang w:val="en-GB"/>
              </w:rPr>
            </w:pPr>
            <w:r>
              <w:rPr>
                <w:rFonts w:ascii="Browallia New" w:hAnsi="Browallia New" w:cs="Browallia New" w:hint="cs"/>
                <w:u w:val="single"/>
                <w:cs/>
              </w:rPr>
              <w:t>บวก</w:t>
            </w:r>
            <w:r w:rsidRPr="00B62C09">
              <w:rPr>
                <w:rFonts w:ascii="Browallia New" w:hAnsi="Browallia New" w:cs="Browallia New" w:hint="cs"/>
                <w:cs/>
              </w:rPr>
              <w:t xml:space="preserve"> </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450" w:type="dxa"/>
            <w:tcBorders>
              <w:left w:val="nil"/>
            </w:tcBorders>
            <w:vAlign w:val="bottom"/>
          </w:tcPr>
          <w:p w14:paraId="4D09FE86" w14:textId="77777777" w:rsidR="00617C39" w:rsidRPr="00B62C09" w:rsidRDefault="00617C39" w:rsidP="00617C39">
            <w:pPr>
              <w:ind w:left="-108" w:right="30"/>
              <w:jc w:val="right"/>
              <w:rPr>
                <w:rFonts w:ascii="Browallia New" w:hAnsi="Browallia New" w:cs="Browallia New"/>
              </w:rPr>
            </w:pPr>
          </w:p>
        </w:tc>
        <w:tc>
          <w:tcPr>
            <w:tcW w:w="1958" w:type="dxa"/>
          </w:tcPr>
          <w:p w14:paraId="137631AD" w14:textId="3C02E250" w:rsidR="00617C39" w:rsidRPr="0009036F" w:rsidRDefault="00617C39" w:rsidP="00617C39">
            <w:pPr>
              <w:ind w:left="-87" w:right="-15"/>
              <w:jc w:val="right"/>
              <w:rPr>
                <w:rFonts w:ascii="Browallia New" w:hAnsi="Browallia New" w:cs="Browallia New"/>
              </w:rPr>
            </w:pPr>
            <w:r w:rsidRPr="00617C39">
              <w:rPr>
                <w:rFonts w:ascii="Browallia New" w:hAnsi="Browallia New" w:cs="Browallia New"/>
              </w:rPr>
              <w:t>1,601</w:t>
            </w:r>
          </w:p>
        </w:tc>
        <w:tc>
          <w:tcPr>
            <w:tcW w:w="283" w:type="dxa"/>
          </w:tcPr>
          <w:p w14:paraId="385C68E7" w14:textId="77777777" w:rsidR="00617C39" w:rsidRPr="0009036F" w:rsidRDefault="00617C39" w:rsidP="00617C39">
            <w:pPr>
              <w:pStyle w:val="31"/>
              <w:tabs>
                <w:tab w:val="left" w:pos="5018"/>
              </w:tabs>
              <w:spacing w:after="0"/>
              <w:ind w:left="-87" w:right="-15"/>
              <w:jc w:val="right"/>
              <w:rPr>
                <w:rFonts w:ascii="Browallia New" w:hAnsi="Browallia New" w:cs="Browallia New"/>
                <w:sz w:val="28"/>
                <w:szCs w:val="28"/>
                <w:lang w:val="en-GB"/>
              </w:rPr>
            </w:pPr>
          </w:p>
        </w:tc>
        <w:tc>
          <w:tcPr>
            <w:tcW w:w="2142" w:type="dxa"/>
          </w:tcPr>
          <w:p w14:paraId="4C314274" w14:textId="2A33F700" w:rsidR="00617C39" w:rsidRPr="0009036F" w:rsidRDefault="00617C39" w:rsidP="00617C39">
            <w:pPr>
              <w:ind w:left="-87" w:right="-15"/>
              <w:jc w:val="right"/>
              <w:rPr>
                <w:rFonts w:ascii="Browallia New" w:hAnsi="Browallia New" w:cs="Browallia New"/>
              </w:rPr>
            </w:pPr>
            <w:r w:rsidRPr="00617C39">
              <w:rPr>
                <w:rFonts w:ascii="Browallia New" w:hAnsi="Browallia New" w:cs="Browallia New"/>
              </w:rPr>
              <w:t>1,601</w:t>
            </w:r>
          </w:p>
        </w:tc>
      </w:tr>
      <w:tr w:rsidR="00617C39" w:rsidRPr="00884F4F" w14:paraId="43CF2957" w14:textId="77777777" w:rsidTr="00623927">
        <w:trPr>
          <w:cantSplit/>
        </w:trPr>
        <w:tc>
          <w:tcPr>
            <w:tcW w:w="4230" w:type="dxa"/>
            <w:vAlign w:val="bottom"/>
          </w:tcPr>
          <w:p w14:paraId="3DB60117" w14:textId="48164F6B" w:rsidR="00617C39" w:rsidRDefault="00617C39" w:rsidP="00617C39">
            <w:pPr>
              <w:ind w:right="31"/>
              <w:rPr>
                <w:rFonts w:ascii="Browallia New" w:hAnsi="Browallia New" w:cs="Browallia New"/>
                <w:u w:val="single"/>
                <w:cs/>
              </w:rPr>
            </w:pPr>
            <w:r>
              <w:rPr>
                <w:rFonts w:ascii="Browallia New" w:hAnsi="Browallia New" w:cs="Browallia New" w:hint="cs"/>
                <w:u w:val="single"/>
                <w:cs/>
              </w:rPr>
              <w:t>หัก</w:t>
            </w:r>
            <w:r w:rsidRPr="0073073E">
              <w:rPr>
                <w:rFonts w:ascii="Browallia New" w:hAnsi="Browallia New" w:cs="Browallia New" w:hint="cs"/>
                <w:cs/>
              </w:rPr>
              <w:t xml:space="preserve"> </w:t>
            </w:r>
            <w:r>
              <w:rPr>
                <w:rFonts w:ascii="Browallia New" w:hAnsi="Browallia New" w:cs="Browallia New" w:hint="cs"/>
                <w:cs/>
              </w:rPr>
              <w:t>โอนกลับค่าเผื่อผลขาดทุน</w:t>
            </w:r>
          </w:p>
        </w:tc>
        <w:tc>
          <w:tcPr>
            <w:tcW w:w="450" w:type="dxa"/>
            <w:tcBorders>
              <w:left w:val="nil"/>
            </w:tcBorders>
            <w:vAlign w:val="bottom"/>
          </w:tcPr>
          <w:p w14:paraId="0A54A9CC" w14:textId="77777777" w:rsidR="00617C39" w:rsidRPr="00B62C09" w:rsidRDefault="00617C39" w:rsidP="00617C39">
            <w:pPr>
              <w:ind w:left="-108" w:right="30"/>
              <w:jc w:val="right"/>
              <w:rPr>
                <w:rFonts w:ascii="Browallia New" w:hAnsi="Browallia New" w:cs="Browallia New"/>
              </w:rPr>
            </w:pPr>
          </w:p>
        </w:tc>
        <w:tc>
          <w:tcPr>
            <w:tcW w:w="1958" w:type="dxa"/>
          </w:tcPr>
          <w:p w14:paraId="6D02B3CD" w14:textId="55B0F612" w:rsidR="00617C39" w:rsidRDefault="00617C39" w:rsidP="00617C39">
            <w:pPr>
              <w:ind w:left="-87" w:right="-15"/>
              <w:jc w:val="right"/>
              <w:rPr>
                <w:rFonts w:ascii="Browallia New" w:hAnsi="Browallia New" w:cs="Browallia New"/>
              </w:rPr>
            </w:pPr>
            <w:r w:rsidRPr="00617C39">
              <w:rPr>
                <w:rFonts w:ascii="Browallia New" w:hAnsi="Browallia New" w:cs="Browallia New"/>
              </w:rPr>
              <w:t>(5,261)</w:t>
            </w:r>
          </w:p>
        </w:tc>
        <w:tc>
          <w:tcPr>
            <w:tcW w:w="283" w:type="dxa"/>
          </w:tcPr>
          <w:p w14:paraId="1BB89E42" w14:textId="77777777" w:rsidR="00617C39" w:rsidRPr="0009036F" w:rsidRDefault="00617C39" w:rsidP="00617C39">
            <w:pPr>
              <w:pStyle w:val="31"/>
              <w:tabs>
                <w:tab w:val="left" w:pos="5018"/>
              </w:tabs>
              <w:spacing w:after="0"/>
              <w:ind w:left="-87" w:right="-15"/>
              <w:jc w:val="right"/>
              <w:rPr>
                <w:rFonts w:ascii="Browallia New" w:hAnsi="Browallia New" w:cs="Browallia New"/>
                <w:sz w:val="28"/>
                <w:szCs w:val="28"/>
                <w:lang w:val="en-GB"/>
              </w:rPr>
            </w:pPr>
          </w:p>
        </w:tc>
        <w:tc>
          <w:tcPr>
            <w:tcW w:w="2142" w:type="dxa"/>
          </w:tcPr>
          <w:p w14:paraId="149C1B47" w14:textId="269785C8" w:rsidR="00617C39" w:rsidRPr="0009036F" w:rsidRDefault="00617C39" w:rsidP="00617C39">
            <w:pPr>
              <w:ind w:left="-87" w:right="-15"/>
              <w:jc w:val="right"/>
              <w:rPr>
                <w:rFonts w:ascii="Browallia New" w:hAnsi="Browallia New" w:cs="Browallia New"/>
              </w:rPr>
            </w:pPr>
            <w:r w:rsidRPr="00617C39">
              <w:rPr>
                <w:rFonts w:ascii="Browallia New" w:hAnsi="Browallia New" w:cs="Browallia New"/>
              </w:rPr>
              <w:t>(5,261)</w:t>
            </w:r>
          </w:p>
        </w:tc>
      </w:tr>
      <w:tr w:rsidR="00617C39" w:rsidRPr="00884F4F" w14:paraId="4DDB978D" w14:textId="77777777" w:rsidTr="00623927">
        <w:trPr>
          <w:cantSplit/>
        </w:trPr>
        <w:tc>
          <w:tcPr>
            <w:tcW w:w="4230" w:type="dxa"/>
          </w:tcPr>
          <w:p w14:paraId="6236BA42" w14:textId="147DC831" w:rsidR="00617C39" w:rsidRPr="0050080F" w:rsidRDefault="00617C39" w:rsidP="00617C39">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1D45AC">
              <w:rPr>
                <w:rFonts w:ascii="Browallia New" w:hAnsi="Browallia New" w:cs="Browallia New"/>
                <w:spacing w:val="-4"/>
              </w:rPr>
              <w:t>30</w:t>
            </w:r>
            <w:r w:rsidRPr="001D45AC">
              <w:rPr>
                <w:rFonts w:ascii="Browallia New" w:hAnsi="Browallia New" w:cs="Browallia New" w:hint="cs"/>
                <w:spacing w:val="-4"/>
                <w:cs/>
              </w:rPr>
              <w:t xml:space="preserve"> </w:t>
            </w:r>
            <w:r w:rsidRPr="001D45AC">
              <w:rPr>
                <w:rFonts w:ascii="Browallia New" w:hAnsi="Browallia New" w:cs="Browallia New"/>
                <w:spacing w:val="-4"/>
                <w:cs/>
              </w:rPr>
              <w:t xml:space="preserve">กันยายน </w:t>
            </w:r>
            <w:r w:rsidRPr="005C4084">
              <w:rPr>
                <w:rFonts w:ascii="Browallia New" w:hAnsi="Browallia New" w:cs="Browallia New"/>
                <w:spacing w:val="-4"/>
              </w:rPr>
              <w:t>2566</w:t>
            </w:r>
          </w:p>
        </w:tc>
        <w:tc>
          <w:tcPr>
            <w:tcW w:w="450" w:type="dxa"/>
            <w:tcBorders>
              <w:left w:val="nil"/>
            </w:tcBorders>
            <w:vAlign w:val="bottom"/>
          </w:tcPr>
          <w:p w14:paraId="689451B0" w14:textId="77777777" w:rsidR="00617C39" w:rsidRPr="00B62C09" w:rsidRDefault="00617C39" w:rsidP="00617C39">
            <w:pPr>
              <w:ind w:left="-108"/>
              <w:jc w:val="right"/>
              <w:rPr>
                <w:rFonts w:ascii="Browallia New" w:hAnsi="Browallia New" w:cs="Browallia New"/>
              </w:rPr>
            </w:pPr>
          </w:p>
        </w:tc>
        <w:tc>
          <w:tcPr>
            <w:tcW w:w="1958" w:type="dxa"/>
            <w:tcBorders>
              <w:top w:val="single" w:sz="2" w:space="0" w:color="auto"/>
              <w:bottom w:val="single" w:sz="12" w:space="0" w:color="auto"/>
            </w:tcBorders>
          </w:tcPr>
          <w:p w14:paraId="1D0EB35E" w14:textId="00DCF6AC" w:rsidR="00617C39" w:rsidRPr="005719F5" w:rsidRDefault="00617C39" w:rsidP="00617C39">
            <w:pPr>
              <w:ind w:left="-87" w:right="-15"/>
              <w:jc w:val="right"/>
              <w:rPr>
                <w:rFonts w:ascii="Browallia New" w:hAnsi="Browallia New" w:cs="Browallia New"/>
              </w:rPr>
            </w:pPr>
            <w:r w:rsidRPr="00617C39">
              <w:rPr>
                <w:rFonts w:ascii="Browallia New" w:hAnsi="Browallia New" w:cs="Browallia New"/>
              </w:rPr>
              <w:t>19,919</w:t>
            </w:r>
          </w:p>
        </w:tc>
        <w:tc>
          <w:tcPr>
            <w:tcW w:w="283" w:type="dxa"/>
          </w:tcPr>
          <w:p w14:paraId="5803DC3D" w14:textId="77777777" w:rsidR="00617C39" w:rsidRPr="0009036F" w:rsidRDefault="00617C39" w:rsidP="00617C39">
            <w:pPr>
              <w:pStyle w:val="31"/>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1DF407C6" w:rsidR="00617C39" w:rsidRPr="0009036F" w:rsidRDefault="00617C39" w:rsidP="00617C39">
            <w:pPr>
              <w:ind w:left="-87" w:right="-15"/>
              <w:jc w:val="right"/>
              <w:rPr>
                <w:rFonts w:ascii="Browallia New" w:hAnsi="Browallia New" w:cs="Browallia New"/>
              </w:rPr>
            </w:pPr>
            <w:r w:rsidRPr="00617C39">
              <w:rPr>
                <w:rFonts w:ascii="Browallia New" w:hAnsi="Browallia New" w:cs="Browallia New"/>
              </w:rPr>
              <w:t>19,409</w:t>
            </w:r>
          </w:p>
        </w:tc>
      </w:tr>
    </w:tbl>
    <w:p w14:paraId="4DEF6FB2" w14:textId="77777777" w:rsidR="00C72912" w:rsidRPr="00AF34B0" w:rsidRDefault="00C72912" w:rsidP="00486345">
      <w:pPr>
        <w:ind w:left="374" w:right="-4"/>
        <w:jc w:val="thaiDistribute"/>
        <w:rPr>
          <w:rFonts w:ascii="Browallia New" w:hAnsi="Browallia New" w:cs="Browallia New"/>
        </w:rPr>
      </w:pPr>
    </w:p>
    <w:p w14:paraId="485625F2" w14:textId="50E04517" w:rsidR="003E4706" w:rsidRPr="00AF34B0" w:rsidRDefault="003E4706" w:rsidP="003E0B20">
      <w:pPr>
        <w:numPr>
          <w:ilvl w:val="0"/>
          <w:numId w:val="1"/>
        </w:numPr>
        <w:tabs>
          <w:tab w:val="clear" w:pos="360"/>
        </w:tabs>
        <w:ind w:left="374" w:hanging="374"/>
        <w:rPr>
          <w:rFonts w:ascii="Browallia New" w:hAnsi="Browallia New" w:cs="Browallia New"/>
          <w:b/>
          <w:bCs/>
          <w:cs/>
        </w:rPr>
      </w:pPr>
      <w:r w:rsidRPr="00AF34B0">
        <w:rPr>
          <w:rFonts w:ascii="Browallia New" w:hAnsi="Browallia New" w:cs="Browallia New"/>
          <w:b/>
          <w:bCs/>
          <w:cs/>
        </w:rPr>
        <w:t>รายการกับบุคคลและบริษัทที่เกี่ยวข้อง</w:t>
      </w:r>
    </w:p>
    <w:p w14:paraId="485625F3" w14:textId="77777777" w:rsidR="003E4706" w:rsidRPr="00623927" w:rsidRDefault="003E4706" w:rsidP="007666E1">
      <w:pPr>
        <w:ind w:left="374"/>
        <w:jc w:val="thaiDistribute"/>
        <w:rPr>
          <w:rFonts w:ascii="Browallia New" w:hAnsi="Browallia New" w:cs="Browallia New"/>
          <w:spacing w:val="-2"/>
        </w:rPr>
      </w:pPr>
    </w:p>
    <w:p w14:paraId="1BF08B07" w14:textId="2D1D2559" w:rsidR="004400BB" w:rsidRDefault="008D08AB" w:rsidP="00EA2ABA">
      <w:pPr>
        <w:ind w:left="374"/>
        <w:jc w:val="thaiDistribute"/>
        <w:rPr>
          <w:rFonts w:ascii="Browallia New" w:hAnsi="Browallia New" w:cs="Browallia New"/>
          <w:spacing w:val="-2"/>
        </w:rPr>
      </w:pPr>
      <w:r w:rsidRPr="00AF34B0">
        <w:rPr>
          <w:rFonts w:ascii="Browallia New" w:hAnsi="Browallia New" w:cs="Browallia New" w:hint="cs"/>
          <w:spacing w:val="-2"/>
          <w:cs/>
        </w:rPr>
        <w:t>กลุ่ม</w:t>
      </w:r>
      <w:r w:rsidR="004306A7" w:rsidRPr="00AF34B0">
        <w:rPr>
          <w:rFonts w:ascii="Browallia New" w:hAnsi="Browallia New" w:cs="Browallia New"/>
          <w:spacing w:val="-2"/>
          <w:cs/>
        </w:rPr>
        <w:t>บริษัทมีรายการบัญชีสินทรัพย์ หนี้สิน รายได้จากการขายสินค้า รายได้อ</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น ต้นทุนขายและค่าใช้จ่ายในการขาย</w:t>
      </w:r>
      <w:r w:rsidR="00B7589C">
        <w:rPr>
          <w:rFonts w:ascii="Browallia New" w:hAnsi="Browallia New" w:cs="Browallia New"/>
          <w:spacing w:val="-2"/>
        </w:rPr>
        <w:br/>
      </w:r>
      <w:r w:rsidR="004306A7" w:rsidRPr="00AF34B0">
        <w:rPr>
          <w:rFonts w:ascii="Browallia New" w:hAnsi="Browallia New" w:cs="Browallia New"/>
          <w:spacing w:val="-2"/>
          <w:cs/>
        </w:rPr>
        <w:t>และบริหาร</w:t>
      </w:r>
      <w:r w:rsidR="004306A7" w:rsidRPr="00AF34B0">
        <w:rPr>
          <w:rFonts w:ascii="Browallia New" w:hAnsi="Browallia New" w:cs="Browallia New" w:hint="cs"/>
          <w:spacing w:val="-2"/>
          <w:cs/>
        </w:rPr>
        <w:t xml:space="preserve"> </w:t>
      </w:r>
      <w:r w:rsidR="004306A7" w:rsidRPr="00AF34B0">
        <w:rPr>
          <w:rFonts w:ascii="Browallia New" w:hAnsi="Browallia New" w:cs="Browallia New"/>
          <w:spacing w:val="-2"/>
          <w:cs/>
        </w:rPr>
        <w:t>ส่วนหน</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งเป็นรายการท</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เกิดขึ้นกับบริษัทท</w:t>
      </w:r>
      <w:r w:rsidR="00AE3DF8" w:rsidRPr="00AF34B0">
        <w:rPr>
          <w:rFonts w:ascii="Browallia New" w:hAnsi="Browallia New" w:cs="Browallia New" w:hint="cs"/>
          <w:spacing w:val="-2"/>
          <w:cs/>
        </w:rPr>
        <w:t>ี่</w:t>
      </w:r>
      <w:r w:rsidR="00134B0D" w:rsidRPr="00AF34B0">
        <w:rPr>
          <w:rFonts w:ascii="Browallia New" w:hAnsi="Browallia New" w:cs="Browallia New" w:hint="cs"/>
          <w:spacing w:val="-2"/>
          <w:cs/>
        </w:rPr>
        <w:t>เก</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ยวข้องกัน รายการระหว่างกันกับบริษัท</w:t>
      </w:r>
      <w:r w:rsidR="00BD7D6C" w:rsidRPr="00AF34B0">
        <w:rPr>
          <w:rFonts w:ascii="Browallia New" w:hAnsi="Browallia New" w:cs="Browallia New" w:hint="cs"/>
          <w:spacing w:val="-2"/>
          <w:cs/>
        </w:rPr>
        <w:t>ที่เกี่</w:t>
      </w:r>
      <w:r w:rsidR="004306A7" w:rsidRPr="00AF34B0">
        <w:rPr>
          <w:rFonts w:ascii="Browallia New" w:hAnsi="Browallia New" w:cs="Browallia New"/>
          <w:spacing w:val="-2"/>
          <w:cs/>
        </w:rPr>
        <w:t>ยวข้องกันท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มีสาระสำคัญท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รวมไว้ใน</w:t>
      </w:r>
      <w:r w:rsidR="004306A7" w:rsidRPr="00B62C09">
        <w:rPr>
          <w:rFonts w:ascii="Browallia New" w:hAnsi="Browallia New" w:cs="Browallia New"/>
          <w:spacing w:val="-2"/>
          <w:cs/>
        </w:rPr>
        <w:t>งบการเงินใช้ราคาตามปกติธุรกิจโดยถือตามราคาตลาดทั่วไป หรือเป็นไปตามสัญญาท</w:t>
      </w:r>
      <w:r w:rsidR="00BD7D6C">
        <w:rPr>
          <w:rFonts w:ascii="Browallia New" w:hAnsi="Browallia New" w:cs="Browallia New" w:hint="cs"/>
          <w:spacing w:val="-2"/>
          <w:cs/>
        </w:rPr>
        <w:t>ี่</w:t>
      </w:r>
      <w:r w:rsidR="004306A7" w:rsidRPr="00B62C09">
        <w:rPr>
          <w:rFonts w:ascii="Browallia New" w:hAnsi="Browallia New" w:cs="Browallia New"/>
          <w:spacing w:val="-2"/>
          <w:cs/>
        </w:rPr>
        <w:t>ตกลงกันไว้</w:t>
      </w:r>
      <w:r>
        <w:rPr>
          <w:rFonts w:ascii="Browallia New" w:hAnsi="Browallia New" w:cs="Browallia New" w:hint="cs"/>
          <w:spacing w:val="-2"/>
          <w:cs/>
        </w:rPr>
        <w:t xml:space="preserve"> </w:t>
      </w:r>
      <w:r w:rsidR="004306A7" w:rsidRPr="00B62C09">
        <w:rPr>
          <w:rFonts w:ascii="Browallia New" w:hAnsi="Browallia New" w:cs="Browallia New"/>
          <w:spacing w:val="-2"/>
          <w:cs/>
        </w:rPr>
        <w:t>สำหรับรายการท</w:t>
      </w:r>
      <w:r w:rsidR="00BD7D6C">
        <w:rPr>
          <w:rFonts w:ascii="Browallia New" w:hAnsi="Browallia New" w:cs="Browallia New" w:hint="cs"/>
          <w:spacing w:val="-2"/>
          <w:cs/>
        </w:rPr>
        <w:t>ี่</w:t>
      </w:r>
      <w:r w:rsidR="004306A7" w:rsidRPr="00B62C09">
        <w:rPr>
          <w:rFonts w:ascii="Browallia New" w:hAnsi="Browallia New" w:cs="Browallia New"/>
          <w:spacing w:val="-2"/>
          <w:cs/>
        </w:rPr>
        <w:t>ไม</w:t>
      </w:r>
      <w:r w:rsidR="00BD7D6C">
        <w:rPr>
          <w:rFonts w:ascii="Browallia New" w:hAnsi="Browallia New" w:cs="Browallia New" w:hint="cs"/>
          <w:spacing w:val="-2"/>
          <w:cs/>
        </w:rPr>
        <w:t>่</w:t>
      </w:r>
      <w:r w:rsidR="004306A7" w:rsidRPr="00B62C09">
        <w:rPr>
          <w:rFonts w:ascii="Browallia New" w:hAnsi="Browallia New" w:cs="Browallia New"/>
          <w:spacing w:val="-2"/>
          <w:cs/>
        </w:rPr>
        <w:t>มีราคาตลาดสำหรับเปรียบเทียบ</w:t>
      </w:r>
    </w:p>
    <w:p w14:paraId="37232B04" w14:textId="77777777" w:rsidR="00D24AA8" w:rsidRPr="00EC729A" w:rsidRDefault="00D24AA8" w:rsidP="00EA2ABA">
      <w:pPr>
        <w:ind w:left="374"/>
        <w:jc w:val="thaiDistribute"/>
        <w:rPr>
          <w:rFonts w:ascii="Browallia New" w:hAnsi="Browallia New" w:cs="Browallia New"/>
        </w:rPr>
      </w:pPr>
    </w:p>
    <w:p w14:paraId="48562677" w14:textId="6DBFE40A" w:rsidR="00F3038F" w:rsidRDefault="002763D2" w:rsidP="00EA2ABA">
      <w:pPr>
        <w:ind w:left="374"/>
        <w:jc w:val="thaiDistribute"/>
        <w:rPr>
          <w:rFonts w:ascii="Browallia New" w:hAnsi="Browallia New" w:cs="Browallia New"/>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w:t>
      </w:r>
      <w:r w:rsidR="0000422F">
        <w:rPr>
          <w:rFonts w:ascii="Browallia New" w:hAnsi="Browallia New" w:cs="Browallia New" w:hint="cs"/>
          <w:cs/>
        </w:rPr>
        <w:t>ี่</w:t>
      </w:r>
      <w:r w:rsidR="0083290B" w:rsidRPr="00EC729A">
        <w:rPr>
          <w:rFonts w:ascii="Browallia New" w:hAnsi="Browallia New" w:cs="Browallia New"/>
          <w:cs/>
        </w:rPr>
        <w:t>เกิดกับ</w:t>
      </w:r>
      <w:r w:rsidR="003E4706" w:rsidRPr="00EC729A">
        <w:rPr>
          <w:rFonts w:ascii="Browallia New" w:hAnsi="Browallia New" w:cs="Browallia New"/>
          <w:cs/>
        </w:rPr>
        <w:t>บุคคลและบริษัทท</w:t>
      </w:r>
      <w:r w:rsidR="0000422F">
        <w:rPr>
          <w:rFonts w:ascii="Browallia New" w:hAnsi="Browallia New" w:cs="Browallia New" w:hint="cs"/>
          <w:cs/>
        </w:rPr>
        <w:t>ี่</w:t>
      </w:r>
      <w:r w:rsidR="003E4706" w:rsidRPr="00EC729A">
        <w:rPr>
          <w:rFonts w:ascii="Browallia New" w:hAnsi="Browallia New" w:cs="Browallia New"/>
          <w:cs/>
        </w:rPr>
        <w:t>เก</w:t>
      </w:r>
      <w:r w:rsidR="0000422F">
        <w:rPr>
          <w:rFonts w:ascii="Browallia New" w:hAnsi="Browallia New" w:cs="Browallia New" w:hint="cs"/>
          <w:cs/>
        </w:rPr>
        <w:t>ี่</w:t>
      </w:r>
      <w:r w:rsidR="003E4706" w:rsidRPr="00EC729A">
        <w:rPr>
          <w:rFonts w:ascii="Browallia New" w:hAnsi="Browallia New" w:cs="Browallia New"/>
          <w:cs/>
        </w:rPr>
        <w:t>ยวข้องท</w:t>
      </w:r>
      <w:r w:rsidR="0000422F">
        <w:rPr>
          <w:rFonts w:ascii="Browallia New" w:hAnsi="Browallia New" w:cs="Browallia New" w:hint="cs"/>
          <w:cs/>
        </w:rPr>
        <w:t>ี่</w:t>
      </w:r>
      <w:r w:rsidR="003E4706" w:rsidRPr="00EC729A">
        <w:rPr>
          <w:rFonts w:ascii="Browallia New" w:hAnsi="Browallia New" w:cs="Browallia New"/>
          <w:cs/>
        </w:rPr>
        <w:t>สำคัญ</w:t>
      </w:r>
      <w:r w:rsidR="007D76CB" w:rsidRPr="007D76CB">
        <w:rPr>
          <w:rFonts w:ascii="Browallia New" w:hAnsi="Browallia New" w:cs="Browallia New"/>
          <w:cs/>
        </w:rPr>
        <w:t>สำหรับงวด</w:t>
      </w:r>
      <w:r w:rsidR="007D76CB" w:rsidRPr="007D76CB">
        <w:rPr>
          <w:rFonts w:ascii="Browallia New" w:hAnsi="Browallia New" w:cs="Browallia New" w:hint="cs"/>
          <w:cs/>
        </w:rPr>
        <w:t>สามเดือนและเก้า</w:t>
      </w:r>
      <w:r w:rsidR="007D76CB" w:rsidRPr="007D76CB">
        <w:rPr>
          <w:rFonts w:ascii="Browallia New" w:hAnsi="Browallia New" w:cs="Browallia New"/>
          <w:cs/>
        </w:rPr>
        <w:t>เดือนสิ้นสุดวันที่</w:t>
      </w:r>
      <w:r w:rsidR="007D76CB" w:rsidRPr="007D76CB">
        <w:rPr>
          <w:rFonts w:ascii="Browallia New" w:hAnsi="Browallia New" w:cs="Browallia New"/>
        </w:rPr>
        <w:t xml:space="preserve"> 30</w:t>
      </w:r>
      <w:r w:rsidR="007D76CB" w:rsidRPr="007D76CB">
        <w:rPr>
          <w:rFonts w:ascii="Browallia New" w:hAnsi="Browallia New" w:cs="Browallia New" w:hint="cs"/>
          <w:cs/>
        </w:rPr>
        <w:t xml:space="preserve"> </w:t>
      </w:r>
      <w:r w:rsidR="007D76CB" w:rsidRPr="007D76CB">
        <w:rPr>
          <w:rFonts w:ascii="Browallia New" w:hAnsi="Browallia New" w:cs="Browallia New"/>
          <w:cs/>
        </w:rPr>
        <w:t xml:space="preserve">กันยายน </w:t>
      </w:r>
      <w:r w:rsidR="00905476" w:rsidRPr="005C4084">
        <w:rPr>
          <w:rFonts w:ascii="Browallia New" w:hAnsi="Browallia New" w:cs="Browallia New"/>
          <w:spacing w:val="-4"/>
        </w:rPr>
        <w:t>2566</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905476">
        <w:rPr>
          <w:rFonts w:ascii="Browallia New" w:hAnsi="Browallia New" w:cs="Browallia New"/>
        </w:rPr>
        <w:t>5</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5FA7344A" w14:textId="2C8DDF10" w:rsidR="00AD6FDB" w:rsidRPr="00623927" w:rsidRDefault="00AD6FDB" w:rsidP="00EA2ABA">
      <w:pPr>
        <w:ind w:left="374"/>
        <w:jc w:val="thaiDistribute"/>
        <w:rPr>
          <w:rFonts w:ascii="Browallia New" w:hAnsi="Browallia New" w:cs="Browallia New"/>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AD6FDB" w:rsidRPr="006378F7" w14:paraId="5B632A38" w14:textId="77777777" w:rsidTr="006378F7">
        <w:trPr>
          <w:gridAfter w:val="1"/>
          <w:wAfter w:w="14" w:type="dxa"/>
          <w:cantSplit/>
        </w:trPr>
        <w:tc>
          <w:tcPr>
            <w:tcW w:w="2696" w:type="dxa"/>
          </w:tcPr>
          <w:p w14:paraId="3C56F9C5"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6378F7" w:rsidRDefault="00AD6FDB" w:rsidP="00384AC0">
            <w:pPr>
              <w:rPr>
                <w:rFonts w:ascii="Browallia New" w:hAnsi="Browallia New" w:cs="Browallia New"/>
                <w:sz w:val="24"/>
                <w:szCs w:val="24"/>
                <w:cs/>
                <w:lang w:val="th-TH"/>
              </w:rPr>
            </w:pPr>
          </w:p>
        </w:tc>
        <w:tc>
          <w:tcPr>
            <w:tcW w:w="4393" w:type="dxa"/>
            <w:gridSpan w:val="8"/>
          </w:tcPr>
          <w:p w14:paraId="598B986B" w14:textId="77777777" w:rsidR="00AD6FDB" w:rsidRPr="006378F7" w:rsidRDefault="00AD6FDB" w:rsidP="00384AC0">
            <w:pPr>
              <w:ind w:right="20"/>
              <w:jc w:val="right"/>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(หน่วย : พันบาท)</w:t>
            </w:r>
          </w:p>
        </w:tc>
      </w:tr>
      <w:tr w:rsidR="00AD6FDB" w:rsidRPr="006378F7" w14:paraId="20FC5B6C" w14:textId="77777777" w:rsidTr="006378F7">
        <w:trPr>
          <w:gridAfter w:val="1"/>
          <w:wAfter w:w="14" w:type="dxa"/>
          <w:cantSplit/>
        </w:trPr>
        <w:tc>
          <w:tcPr>
            <w:tcW w:w="2696" w:type="dxa"/>
          </w:tcPr>
          <w:p w14:paraId="06578F0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42B1CB21" w14:textId="77777777" w:rsidR="00AD6FDB" w:rsidRPr="006378F7" w:rsidRDefault="00AD6FDB" w:rsidP="00384AC0">
            <w:pPr>
              <w:rPr>
                <w:rFonts w:ascii="Browallia New" w:hAnsi="Browallia New" w:cs="Browallia New"/>
                <w:sz w:val="24"/>
                <w:szCs w:val="24"/>
                <w:cs/>
                <w:lang w:val="th-TH"/>
              </w:rPr>
            </w:pPr>
          </w:p>
        </w:tc>
        <w:tc>
          <w:tcPr>
            <w:tcW w:w="2067" w:type="dxa"/>
            <w:gridSpan w:val="4"/>
            <w:tcBorders>
              <w:bottom w:val="single" w:sz="4" w:space="0" w:color="auto"/>
            </w:tcBorders>
          </w:tcPr>
          <w:p w14:paraId="39CA7CAB"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งบการเงินรวม</w:t>
            </w:r>
          </w:p>
        </w:tc>
        <w:tc>
          <w:tcPr>
            <w:tcW w:w="180" w:type="dxa"/>
          </w:tcPr>
          <w:p w14:paraId="281D7122" w14:textId="77777777" w:rsidR="00AD6FDB" w:rsidRPr="006378F7" w:rsidRDefault="00AD6FDB" w:rsidP="00384AC0">
            <w:pPr>
              <w:ind w:right="72"/>
              <w:jc w:val="center"/>
              <w:rPr>
                <w:rFonts w:ascii="Browallia New" w:hAnsi="Browallia New" w:cs="Browallia New"/>
                <w:sz w:val="24"/>
                <w:szCs w:val="24"/>
                <w:cs/>
                <w:lang w:val="th-TH"/>
              </w:rPr>
            </w:pPr>
          </w:p>
        </w:tc>
        <w:tc>
          <w:tcPr>
            <w:tcW w:w="2146" w:type="dxa"/>
            <w:gridSpan w:val="3"/>
            <w:tcBorders>
              <w:bottom w:val="single" w:sz="4" w:space="0" w:color="auto"/>
            </w:tcBorders>
          </w:tcPr>
          <w:p w14:paraId="0C89E3FF"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งบการเงินเฉพาะของบริษัท</w:t>
            </w:r>
          </w:p>
        </w:tc>
      </w:tr>
      <w:tr w:rsidR="00AD6FDB" w:rsidRPr="006378F7" w14:paraId="1EAD4BF7" w14:textId="77777777" w:rsidTr="006378F7">
        <w:trPr>
          <w:gridAfter w:val="1"/>
          <w:wAfter w:w="14" w:type="dxa"/>
          <w:cantSplit/>
        </w:trPr>
        <w:tc>
          <w:tcPr>
            <w:tcW w:w="2696" w:type="dxa"/>
          </w:tcPr>
          <w:p w14:paraId="0C4BF10A"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338F9C2" w14:textId="77777777" w:rsidR="00AD6FDB" w:rsidRPr="006378F7" w:rsidRDefault="00AD6FDB" w:rsidP="00384AC0">
            <w:pPr>
              <w:rPr>
                <w:rFonts w:ascii="Browallia New" w:hAnsi="Browallia New" w:cs="Browallia New"/>
                <w:sz w:val="24"/>
                <w:szCs w:val="24"/>
                <w:cs/>
                <w:lang w:val="th-TH"/>
              </w:rPr>
            </w:pPr>
          </w:p>
        </w:tc>
        <w:tc>
          <w:tcPr>
            <w:tcW w:w="4393" w:type="dxa"/>
            <w:gridSpan w:val="8"/>
            <w:tcBorders>
              <w:bottom w:val="single" w:sz="4" w:space="0" w:color="auto"/>
            </w:tcBorders>
          </w:tcPr>
          <w:p w14:paraId="0BD25255" w14:textId="01613B1A" w:rsidR="00AD6FDB" w:rsidRPr="006378F7" w:rsidRDefault="00432E80" w:rsidP="00AD6FDB">
            <w:pPr>
              <w:ind w:right="20"/>
              <w:jc w:val="center"/>
              <w:rPr>
                <w:rFonts w:ascii="Browallia New" w:hAnsi="Browallia New" w:cs="Browallia New"/>
                <w:sz w:val="24"/>
                <w:szCs w:val="24"/>
                <w:cs/>
                <w:lang w:val="th-TH"/>
              </w:rPr>
            </w:pPr>
            <w:r w:rsidRPr="00432E80">
              <w:rPr>
                <w:rFonts w:ascii="Browallia New" w:hAnsi="Browallia New" w:cs="Browallia New"/>
                <w:sz w:val="24"/>
                <w:szCs w:val="24"/>
                <w:cs/>
                <w:lang w:val="th-TH"/>
              </w:rPr>
              <w:t xml:space="preserve">สำหรับงวดสามเดือนสิ้นสุดวันที่ </w:t>
            </w:r>
            <w:r w:rsidRPr="00432E80">
              <w:rPr>
                <w:rFonts w:ascii="Browallia New" w:hAnsi="Browallia New" w:cs="Browallia New"/>
                <w:sz w:val="24"/>
                <w:szCs w:val="24"/>
              </w:rPr>
              <w:t>30</w:t>
            </w:r>
            <w:r w:rsidRPr="00432E80">
              <w:rPr>
                <w:rFonts w:ascii="Browallia New" w:hAnsi="Browallia New" w:cs="Browallia New"/>
                <w:sz w:val="24"/>
                <w:szCs w:val="24"/>
                <w:cs/>
                <w:lang w:val="th-TH"/>
              </w:rPr>
              <w:t xml:space="preserve"> กันยายน</w:t>
            </w:r>
          </w:p>
        </w:tc>
      </w:tr>
      <w:tr w:rsidR="00AD6FDB" w:rsidRPr="006378F7" w14:paraId="418D45CE" w14:textId="77777777" w:rsidTr="006378F7">
        <w:trPr>
          <w:gridAfter w:val="1"/>
          <w:wAfter w:w="14" w:type="dxa"/>
          <w:cantSplit/>
        </w:trPr>
        <w:tc>
          <w:tcPr>
            <w:tcW w:w="2696" w:type="dxa"/>
          </w:tcPr>
          <w:p w14:paraId="7948085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6378F7" w:rsidRDefault="00AD6FDB" w:rsidP="00384AC0">
            <w:pPr>
              <w:rPr>
                <w:rFonts w:ascii="Browallia New" w:hAnsi="Browallia New" w:cs="Browallia New"/>
                <w:sz w:val="24"/>
                <w:szCs w:val="24"/>
                <w:cs/>
                <w:lang w:val="th-TH"/>
              </w:rPr>
            </w:pPr>
          </w:p>
        </w:tc>
        <w:tc>
          <w:tcPr>
            <w:tcW w:w="945" w:type="dxa"/>
            <w:gridSpan w:val="2"/>
            <w:tcBorders>
              <w:top w:val="single" w:sz="4" w:space="0" w:color="auto"/>
              <w:bottom w:val="single" w:sz="4" w:space="0" w:color="auto"/>
            </w:tcBorders>
          </w:tcPr>
          <w:p w14:paraId="74C143B4" w14:textId="2048481C"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6</w:t>
            </w:r>
          </w:p>
        </w:tc>
        <w:tc>
          <w:tcPr>
            <w:tcW w:w="190" w:type="dxa"/>
            <w:tcBorders>
              <w:top w:val="single" w:sz="4" w:space="0" w:color="auto"/>
            </w:tcBorders>
          </w:tcPr>
          <w:p w14:paraId="354F3A44" w14:textId="77777777" w:rsidR="00AD6FDB" w:rsidRPr="006378F7" w:rsidRDefault="00AD6FDB" w:rsidP="00384AC0">
            <w:pPr>
              <w:ind w:right="20"/>
              <w:jc w:val="center"/>
              <w:rPr>
                <w:rFonts w:ascii="Browallia New" w:hAnsi="Browallia New" w:cs="Browallia New"/>
                <w:sz w:val="24"/>
                <w:szCs w:val="24"/>
                <w:cs/>
                <w:lang w:val="th-TH"/>
              </w:rPr>
            </w:pPr>
          </w:p>
        </w:tc>
        <w:tc>
          <w:tcPr>
            <w:tcW w:w="932" w:type="dxa"/>
            <w:tcBorders>
              <w:top w:val="single" w:sz="4" w:space="0" w:color="auto"/>
              <w:left w:val="nil"/>
              <w:bottom w:val="single" w:sz="4" w:space="0" w:color="auto"/>
            </w:tcBorders>
          </w:tcPr>
          <w:p w14:paraId="3B7B0F81" w14:textId="1003301E"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5</w:t>
            </w:r>
          </w:p>
        </w:tc>
        <w:tc>
          <w:tcPr>
            <w:tcW w:w="180" w:type="dxa"/>
            <w:tcBorders>
              <w:top w:val="single" w:sz="4" w:space="0" w:color="auto"/>
            </w:tcBorders>
          </w:tcPr>
          <w:p w14:paraId="7B0EA8AB" w14:textId="77777777" w:rsidR="00AD6FDB" w:rsidRPr="006378F7" w:rsidRDefault="00AD6FDB" w:rsidP="00384AC0">
            <w:pPr>
              <w:ind w:right="72"/>
              <w:jc w:val="center"/>
              <w:rPr>
                <w:rFonts w:ascii="Browallia New" w:hAnsi="Browallia New" w:cs="Browallia New"/>
                <w:sz w:val="24"/>
                <w:szCs w:val="24"/>
                <w:cs/>
                <w:lang w:val="th-TH"/>
              </w:rPr>
            </w:pPr>
          </w:p>
        </w:tc>
        <w:tc>
          <w:tcPr>
            <w:tcW w:w="942" w:type="dxa"/>
            <w:tcBorders>
              <w:top w:val="single" w:sz="4" w:space="0" w:color="auto"/>
              <w:bottom w:val="single" w:sz="4" w:space="0" w:color="auto"/>
            </w:tcBorders>
          </w:tcPr>
          <w:p w14:paraId="7C699C08" w14:textId="6559AF7C"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6</w:t>
            </w:r>
          </w:p>
        </w:tc>
        <w:tc>
          <w:tcPr>
            <w:tcW w:w="180" w:type="dxa"/>
            <w:tcBorders>
              <w:top w:val="single" w:sz="4" w:space="0" w:color="auto"/>
            </w:tcBorders>
          </w:tcPr>
          <w:p w14:paraId="7A93DF1B" w14:textId="77777777" w:rsidR="00AD6FDB" w:rsidRPr="006378F7" w:rsidRDefault="00AD6FDB" w:rsidP="00384AC0">
            <w:pPr>
              <w:ind w:right="72"/>
              <w:jc w:val="center"/>
              <w:rPr>
                <w:rFonts w:ascii="Browallia New" w:hAnsi="Browallia New" w:cs="Browallia New"/>
                <w:sz w:val="24"/>
                <w:szCs w:val="24"/>
                <w:cs/>
                <w:lang w:val="th-TH"/>
              </w:rPr>
            </w:pPr>
          </w:p>
        </w:tc>
        <w:tc>
          <w:tcPr>
            <w:tcW w:w="1024" w:type="dxa"/>
            <w:tcBorders>
              <w:bottom w:val="single" w:sz="4" w:space="0" w:color="auto"/>
            </w:tcBorders>
          </w:tcPr>
          <w:p w14:paraId="15E306EC" w14:textId="3CAE17EA"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5</w:t>
            </w:r>
          </w:p>
        </w:tc>
      </w:tr>
      <w:tr w:rsidR="00AD6FDB" w:rsidRPr="004634F8" w14:paraId="04588C14" w14:textId="77777777" w:rsidTr="006378F7">
        <w:trPr>
          <w:gridAfter w:val="1"/>
          <w:wAfter w:w="14" w:type="dxa"/>
          <w:cantSplit/>
          <w:trHeight w:val="77"/>
        </w:trPr>
        <w:tc>
          <w:tcPr>
            <w:tcW w:w="2696" w:type="dxa"/>
          </w:tcPr>
          <w:p w14:paraId="63BBC0E8" w14:textId="77777777" w:rsidR="00AD6FDB" w:rsidRPr="00623927" w:rsidRDefault="00AD6FDB" w:rsidP="00384AC0">
            <w:pPr>
              <w:ind w:left="180" w:right="72" w:hanging="180"/>
              <w:rPr>
                <w:rFonts w:ascii="Browallia New" w:hAnsi="Browallia New" w:cs="Browallia New"/>
                <w:sz w:val="18"/>
                <w:szCs w:val="18"/>
                <w:cs/>
                <w:lang w:val="th-TH"/>
              </w:rPr>
            </w:pPr>
          </w:p>
        </w:tc>
        <w:tc>
          <w:tcPr>
            <w:tcW w:w="1844" w:type="dxa"/>
          </w:tcPr>
          <w:p w14:paraId="34E472A7" w14:textId="77777777" w:rsidR="00AD6FDB" w:rsidRPr="00623927" w:rsidRDefault="00AD6FDB" w:rsidP="00384AC0">
            <w:pPr>
              <w:pStyle w:val="3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3B0F3980" w14:textId="77777777" w:rsidR="00AD6FDB" w:rsidRPr="00623927" w:rsidRDefault="00AD6FDB" w:rsidP="00384AC0">
            <w:pPr>
              <w:ind w:hanging="180"/>
              <w:jc w:val="center"/>
              <w:rPr>
                <w:rFonts w:ascii="Browallia New" w:hAnsi="Browallia New" w:cs="Browallia New"/>
                <w:sz w:val="18"/>
                <w:szCs w:val="18"/>
                <w:cs/>
                <w:lang w:val="th-TH"/>
              </w:rPr>
            </w:pPr>
          </w:p>
        </w:tc>
        <w:tc>
          <w:tcPr>
            <w:tcW w:w="935" w:type="dxa"/>
          </w:tcPr>
          <w:p w14:paraId="521DAC41"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190" w:type="dxa"/>
          </w:tcPr>
          <w:p w14:paraId="576621C3"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932" w:type="dxa"/>
            <w:tcBorders>
              <w:left w:val="nil"/>
            </w:tcBorders>
          </w:tcPr>
          <w:p w14:paraId="042A221D"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180" w:type="dxa"/>
          </w:tcPr>
          <w:p w14:paraId="5F6B7811" w14:textId="77777777" w:rsidR="00AD6FDB" w:rsidRPr="00623927" w:rsidRDefault="00AD6FDB" w:rsidP="00384AC0">
            <w:pPr>
              <w:ind w:right="72" w:hanging="180"/>
              <w:jc w:val="both"/>
              <w:rPr>
                <w:rFonts w:ascii="Browallia New" w:hAnsi="Browallia New" w:cs="Browallia New"/>
                <w:sz w:val="18"/>
                <w:szCs w:val="18"/>
                <w:cs/>
                <w:lang w:val="th-TH"/>
              </w:rPr>
            </w:pPr>
          </w:p>
        </w:tc>
        <w:tc>
          <w:tcPr>
            <w:tcW w:w="942" w:type="dxa"/>
          </w:tcPr>
          <w:p w14:paraId="38EA1398" w14:textId="77777777" w:rsidR="00AD6FDB" w:rsidRPr="00623927" w:rsidRDefault="00AD6FDB" w:rsidP="00384AC0">
            <w:pPr>
              <w:ind w:right="57" w:hanging="180"/>
              <w:jc w:val="right"/>
              <w:rPr>
                <w:rFonts w:ascii="Browallia New" w:hAnsi="Browallia New" w:cs="Browallia New"/>
                <w:sz w:val="18"/>
                <w:szCs w:val="18"/>
                <w:cs/>
                <w:lang w:val="th-TH"/>
              </w:rPr>
            </w:pPr>
          </w:p>
        </w:tc>
        <w:tc>
          <w:tcPr>
            <w:tcW w:w="180" w:type="dxa"/>
          </w:tcPr>
          <w:p w14:paraId="06FE8BE2" w14:textId="77777777" w:rsidR="00AD6FDB" w:rsidRPr="00623927" w:rsidRDefault="00AD6FDB" w:rsidP="00384AC0">
            <w:pPr>
              <w:ind w:right="72" w:hanging="180"/>
              <w:jc w:val="both"/>
              <w:rPr>
                <w:rFonts w:ascii="Browallia New" w:hAnsi="Browallia New" w:cs="Browallia New"/>
                <w:sz w:val="18"/>
                <w:szCs w:val="18"/>
                <w:cs/>
                <w:lang w:val="th-TH"/>
              </w:rPr>
            </w:pPr>
          </w:p>
        </w:tc>
        <w:tc>
          <w:tcPr>
            <w:tcW w:w="1024" w:type="dxa"/>
          </w:tcPr>
          <w:p w14:paraId="6E491286" w14:textId="77777777" w:rsidR="00AD6FDB" w:rsidRPr="00623927" w:rsidRDefault="00AD6FDB" w:rsidP="00384AC0">
            <w:pPr>
              <w:ind w:right="57" w:hanging="180"/>
              <w:jc w:val="right"/>
              <w:rPr>
                <w:rFonts w:ascii="Browallia New" w:hAnsi="Browallia New" w:cs="Browallia New"/>
                <w:sz w:val="18"/>
                <w:szCs w:val="18"/>
                <w:cs/>
                <w:lang w:val="th-TH"/>
              </w:rPr>
            </w:pPr>
          </w:p>
        </w:tc>
      </w:tr>
      <w:tr w:rsidR="00EA1EC9" w:rsidRPr="006378F7" w14:paraId="370424F4" w14:textId="77777777" w:rsidTr="003041B7">
        <w:trPr>
          <w:gridAfter w:val="1"/>
          <w:wAfter w:w="14" w:type="dxa"/>
          <w:cantSplit/>
        </w:trPr>
        <w:tc>
          <w:tcPr>
            <w:tcW w:w="2696" w:type="dxa"/>
            <w:shd w:val="clear" w:color="auto" w:fill="auto"/>
            <w:vAlign w:val="bottom"/>
          </w:tcPr>
          <w:p w14:paraId="5402963C"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35" w:type="dxa"/>
            <w:shd w:val="clear" w:color="auto" w:fill="auto"/>
            <w:noWrap/>
          </w:tcPr>
          <w:p w14:paraId="5227C997" w14:textId="3C3AD745" w:rsidR="00EA1EC9" w:rsidRPr="006378F7" w:rsidRDefault="00EA1EC9" w:rsidP="00EA1EC9">
            <w:pPr>
              <w:ind w:left="180" w:right="72" w:hanging="180"/>
              <w:jc w:val="right"/>
              <w:rPr>
                <w:rFonts w:ascii="Browallia New" w:hAnsi="Browallia New" w:cs="Browallia New"/>
                <w:sz w:val="24"/>
                <w:szCs w:val="24"/>
              </w:rPr>
            </w:pPr>
            <w:r w:rsidRPr="007A089F">
              <w:rPr>
                <w:rFonts w:ascii="Browallia New" w:hAnsi="Browallia New" w:cs="Browallia New"/>
                <w:sz w:val="24"/>
                <w:szCs w:val="24"/>
              </w:rPr>
              <w:t>96,405</w:t>
            </w:r>
          </w:p>
        </w:tc>
        <w:tc>
          <w:tcPr>
            <w:tcW w:w="190" w:type="dxa"/>
            <w:shd w:val="clear" w:color="auto" w:fill="auto"/>
            <w:vAlign w:val="bottom"/>
          </w:tcPr>
          <w:p w14:paraId="5B6D81CB" w14:textId="77777777" w:rsidR="00EA1EC9" w:rsidRPr="006378F7" w:rsidRDefault="00EA1EC9" w:rsidP="00EA1EC9">
            <w:pPr>
              <w:ind w:left="180" w:right="72" w:hanging="180"/>
              <w:rPr>
                <w:rFonts w:ascii="Browallia New" w:hAnsi="Browallia New" w:cs="Browallia New"/>
                <w:sz w:val="24"/>
                <w:szCs w:val="24"/>
                <w:cs/>
                <w:lang w:val="th-TH"/>
              </w:rPr>
            </w:pPr>
          </w:p>
        </w:tc>
        <w:tc>
          <w:tcPr>
            <w:tcW w:w="932" w:type="dxa"/>
            <w:tcBorders>
              <w:left w:val="nil"/>
            </w:tcBorders>
            <w:shd w:val="clear" w:color="auto" w:fill="auto"/>
            <w:vAlign w:val="bottom"/>
          </w:tcPr>
          <w:p w14:paraId="13191DB8" w14:textId="2FB918C1"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54,600</w:t>
            </w:r>
          </w:p>
        </w:tc>
        <w:tc>
          <w:tcPr>
            <w:tcW w:w="180" w:type="dxa"/>
            <w:shd w:val="clear" w:color="auto" w:fill="auto"/>
            <w:noWrap/>
            <w:vAlign w:val="bottom"/>
          </w:tcPr>
          <w:p w14:paraId="4595CE92"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1F228FC2" w14:textId="1910DDE0"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96,405</w:t>
            </w:r>
          </w:p>
        </w:tc>
        <w:tc>
          <w:tcPr>
            <w:tcW w:w="180" w:type="dxa"/>
            <w:shd w:val="clear" w:color="auto" w:fill="auto"/>
            <w:noWrap/>
            <w:vAlign w:val="bottom"/>
          </w:tcPr>
          <w:p w14:paraId="0BF1BB5A" w14:textId="77777777" w:rsidR="00EA1EC9" w:rsidRPr="006378F7" w:rsidRDefault="00EA1EC9" w:rsidP="00EA1EC9">
            <w:pPr>
              <w:ind w:left="180" w:right="72" w:hanging="180"/>
              <w:rPr>
                <w:rFonts w:ascii="Browallia New" w:hAnsi="Browallia New" w:cs="Browallia New"/>
                <w:sz w:val="24"/>
                <w:szCs w:val="24"/>
                <w:cs/>
                <w:lang w:val="th-TH"/>
              </w:rPr>
            </w:pPr>
          </w:p>
        </w:tc>
        <w:tc>
          <w:tcPr>
            <w:tcW w:w="1024" w:type="dxa"/>
            <w:shd w:val="clear" w:color="auto" w:fill="auto"/>
            <w:noWrap/>
            <w:vAlign w:val="bottom"/>
          </w:tcPr>
          <w:p w14:paraId="53AD362C" w14:textId="47741DF0"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54,711</w:t>
            </w:r>
          </w:p>
        </w:tc>
      </w:tr>
      <w:tr w:rsidR="00EA1EC9" w:rsidRPr="006378F7" w14:paraId="411374A0" w14:textId="77777777" w:rsidTr="003041B7">
        <w:trPr>
          <w:gridAfter w:val="1"/>
          <w:wAfter w:w="14" w:type="dxa"/>
          <w:cantSplit/>
        </w:trPr>
        <w:tc>
          <w:tcPr>
            <w:tcW w:w="2696" w:type="dxa"/>
            <w:shd w:val="clear" w:color="auto" w:fill="auto"/>
            <w:vAlign w:val="bottom"/>
          </w:tcPr>
          <w:p w14:paraId="350A7EDB"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รายได้ค่าบริการตัดเหล็กและ</w:t>
            </w:r>
          </w:p>
          <w:p w14:paraId="6EB165B5"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EA1EC9" w:rsidRPr="006378F7" w:rsidRDefault="00EA1EC9" w:rsidP="00EA1EC9">
            <w:pPr>
              <w:ind w:left="180" w:right="72" w:hanging="180"/>
              <w:jc w:val="center"/>
              <w:rPr>
                <w:rFonts w:ascii="Browallia New" w:hAnsi="Browallia New" w:cs="Browallia New"/>
                <w:sz w:val="24"/>
                <w:szCs w:val="24"/>
                <w:cs/>
                <w:lang w:val="th-TH"/>
              </w:rPr>
            </w:pPr>
          </w:p>
          <w:p w14:paraId="26105D2B" w14:textId="7FB45499"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r w:rsidR="001B3A86">
              <w:rPr>
                <w:rFonts w:ascii="Browallia New" w:hAnsi="Browallia New" w:cs="Browallia New" w:hint="cs"/>
                <w:sz w:val="24"/>
                <w:szCs w:val="24"/>
                <w:cs/>
                <w:lang w:val="th-TH"/>
              </w:rPr>
              <w:t xml:space="preserve">                                      </w:t>
            </w:r>
          </w:p>
        </w:tc>
        <w:tc>
          <w:tcPr>
            <w:tcW w:w="190" w:type="dxa"/>
            <w:gridSpan w:val="2"/>
            <w:shd w:val="clear" w:color="auto" w:fill="auto"/>
            <w:vAlign w:val="bottom"/>
          </w:tcPr>
          <w:p w14:paraId="5CD302B3"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shd w:val="clear" w:color="auto" w:fill="auto"/>
            <w:noWrap/>
          </w:tcPr>
          <w:p w14:paraId="261B8331" w14:textId="19747BCE" w:rsidR="00EA1EC9" w:rsidRPr="006378F7" w:rsidRDefault="001B3A86" w:rsidP="00EA1EC9">
            <w:pPr>
              <w:ind w:left="180" w:right="72" w:hanging="180"/>
              <w:jc w:val="right"/>
              <w:rPr>
                <w:rFonts w:ascii="Browallia New" w:hAnsi="Browallia New" w:cs="Browallia New"/>
                <w:sz w:val="24"/>
                <w:szCs w:val="24"/>
              </w:rPr>
            </w:pPr>
            <w:r>
              <w:rPr>
                <w:rFonts w:ascii="Browallia New" w:hAnsi="Browallia New" w:cs="Browallia New"/>
                <w:sz w:val="24"/>
                <w:szCs w:val="24"/>
                <w:cs/>
              </w:rPr>
              <w:br/>
            </w:r>
            <w:r w:rsidRPr="007A089F">
              <w:rPr>
                <w:rFonts w:ascii="Browallia New" w:hAnsi="Browallia New" w:cs="Browallia New"/>
                <w:sz w:val="24"/>
                <w:szCs w:val="24"/>
              </w:rPr>
              <w:t>3,397</w:t>
            </w:r>
          </w:p>
        </w:tc>
        <w:tc>
          <w:tcPr>
            <w:tcW w:w="190" w:type="dxa"/>
            <w:shd w:val="clear" w:color="auto" w:fill="auto"/>
            <w:vAlign w:val="bottom"/>
          </w:tcPr>
          <w:p w14:paraId="0884B370" w14:textId="77777777" w:rsidR="00EA1EC9" w:rsidRPr="006378F7" w:rsidRDefault="00EA1EC9" w:rsidP="00EA1EC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65E491D9" w14:textId="68E8440F"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3,320</w:t>
            </w:r>
          </w:p>
        </w:tc>
        <w:tc>
          <w:tcPr>
            <w:tcW w:w="180" w:type="dxa"/>
            <w:shd w:val="clear" w:color="auto" w:fill="auto"/>
            <w:noWrap/>
            <w:vAlign w:val="bottom"/>
          </w:tcPr>
          <w:p w14:paraId="0CBC1A96"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27549D6C" w14:textId="371C8DAA"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3,397</w:t>
            </w:r>
          </w:p>
        </w:tc>
        <w:tc>
          <w:tcPr>
            <w:tcW w:w="180" w:type="dxa"/>
            <w:shd w:val="clear" w:color="auto" w:fill="auto"/>
            <w:noWrap/>
            <w:vAlign w:val="bottom"/>
          </w:tcPr>
          <w:p w14:paraId="74280329"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3E0E2E4F" w14:textId="16407F8B"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3,320</w:t>
            </w:r>
          </w:p>
        </w:tc>
      </w:tr>
      <w:tr w:rsidR="00EA1EC9" w:rsidRPr="006378F7" w14:paraId="338C2129" w14:textId="77777777" w:rsidTr="003041B7">
        <w:trPr>
          <w:gridAfter w:val="1"/>
          <w:wAfter w:w="14" w:type="dxa"/>
          <w:cantSplit/>
        </w:trPr>
        <w:tc>
          <w:tcPr>
            <w:tcW w:w="2696" w:type="dxa"/>
            <w:shd w:val="clear" w:color="auto" w:fill="auto"/>
            <w:vAlign w:val="bottom"/>
          </w:tcPr>
          <w:p w14:paraId="226DF57E"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shd w:val="clear" w:color="auto" w:fill="auto"/>
            <w:noWrap/>
          </w:tcPr>
          <w:p w14:paraId="73CAB4BB" w14:textId="06CC7EEA" w:rsidR="00EA1EC9" w:rsidRPr="006378F7" w:rsidRDefault="00EA1EC9" w:rsidP="00EA1EC9">
            <w:pPr>
              <w:ind w:left="180" w:right="72" w:hanging="180"/>
              <w:jc w:val="right"/>
              <w:rPr>
                <w:rFonts w:ascii="Browallia New" w:hAnsi="Browallia New" w:cs="Browallia New"/>
                <w:sz w:val="24"/>
                <w:szCs w:val="24"/>
              </w:rPr>
            </w:pPr>
            <w:r w:rsidRPr="007A089F">
              <w:rPr>
                <w:rFonts w:ascii="Browallia New" w:hAnsi="Browallia New" w:cs="Browallia New"/>
                <w:sz w:val="24"/>
                <w:szCs w:val="24"/>
              </w:rPr>
              <w:t>1,203</w:t>
            </w:r>
          </w:p>
        </w:tc>
        <w:tc>
          <w:tcPr>
            <w:tcW w:w="190" w:type="dxa"/>
            <w:shd w:val="clear" w:color="auto" w:fill="auto"/>
            <w:vAlign w:val="bottom"/>
          </w:tcPr>
          <w:p w14:paraId="42845D2C" w14:textId="77777777" w:rsidR="00EA1EC9" w:rsidRPr="006378F7" w:rsidRDefault="00EA1EC9" w:rsidP="00EA1EC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6AF748E8" w14:textId="20EB203B"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1,067</w:t>
            </w:r>
          </w:p>
        </w:tc>
        <w:tc>
          <w:tcPr>
            <w:tcW w:w="180" w:type="dxa"/>
            <w:shd w:val="clear" w:color="auto" w:fill="auto"/>
            <w:noWrap/>
            <w:vAlign w:val="bottom"/>
          </w:tcPr>
          <w:p w14:paraId="2BB4EA03"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56824723" w14:textId="5D738630"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1,203</w:t>
            </w:r>
          </w:p>
        </w:tc>
        <w:tc>
          <w:tcPr>
            <w:tcW w:w="180" w:type="dxa"/>
            <w:shd w:val="clear" w:color="auto" w:fill="auto"/>
            <w:noWrap/>
            <w:vAlign w:val="bottom"/>
          </w:tcPr>
          <w:p w14:paraId="5EEFDF95"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3361371D" w14:textId="4369A281"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1,067</w:t>
            </w:r>
          </w:p>
        </w:tc>
      </w:tr>
      <w:tr w:rsidR="00EA1EC9" w:rsidRPr="006378F7" w14:paraId="42F21284" w14:textId="77777777" w:rsidTr="003041B7">
        <w:trPr>
          <w:gridAfter w:val="1"/>
          <w:wAfter w:w="14" w:type="dxa"/>
          <w:cantSplit/>
        </w:trPr>
        <w:tc>
          <w:tcPr>
            <w:tcW w:w="2696" w:type="dxa"/>
            <w:shd w:val="clear" w:color="auto" w:fill="auto"/>
            <w:vAlign w:val="bottom"/>
          </w:tcPr>
          <w:p w14:paraId="21E102A1"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502EA112" w14:textId="77777777"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shd w:val="clear" w:color="auto" w:fill="auto"/>
            <w:noWrap/>
          </w:tcPr>
          <w:p w14:paraId="3F9DD8ED" w14:textId="6E2D9472" w:rsidR="00EA1EC9" w:rsidRPr="006378F7" w:rsidRDefault="00EA1EC9" w:rsidP="00EA1EC9">
            <w:pPr>
              <w:ind w:left="180" w:right="72" w:hanging="180"/>
              <w:jc w:val="right"/>
              <w:rPr>
                <w:rFonts w:ascii="Browallia New" w:hAnsi="Browallia New" w:cs="Browallia New"/>
                <w:sz w:val="24"/>
                <w:szCs w:val="24"/>
              </w:rPr>
            </w:pPr>
            <w:r w:rsidRPr="007A089F">
              <w:rPr>
                <w:rFonts w:ascii="Browallia New" w:hAnsi="Browallia New" w:cs="Browallia New"/>
                <w:sz w:val="24"/>
                <w:szCs w:val="24"/>
              </w:rPr>
              <w:t>882,817</w:t>
            </w:r>
          </w:p>
        </w:tc>
        <w:tc>
          <w:tcPr>
            <w:tcW w:w="190" w:type="dxa"/>
            <w:shd w:val="clear" w:color="auto" w:fill="auto"/>
            <w:vAlign w:val="bottom"/>
          </w:tcPr>
          <w:p w14:paraId="2597DD22" w14:textId="77777777" w:rsidR="00EA1EC9" w:rsidRPr="006378F7" w:rsidRDefault="00EA1EC9" w:rsidP="00EA1EC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4E0B1D72" w14:textId="77403DDD"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1,057,559</w:t>
            </w:r>
          </w:p>
        </w:tc>
        <w:tc>
          <w:tcPr>
            <w:tcW w:w="180" w:type="dxa"/>
            <w:shd w:val="clear" w:color="auto" w:fill="auto"/>
            <w:noWrap/>
            <w:vAlign w:val="bottom"/>
          </w:tcPr>
          <w:p w14:paraId="1B756BD1"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02B5FCC2" w14:textId="33EFD646"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882,817</w:t>
            </w:r>
          </w:p>
        </w:tc>
        <w:tc>
          <w:tcPr>
            <w:tcW w:w="180" w:type="dxa"/>
            <w:shd w:val="clear" w:color="auto" w:fill="auto"/>
            <w:noWrap/>
            <w:vAlign w:val="bottom"/>
          </w:tcPr>
          <w:p w14:paraId="1AAE4B10"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2B825B37" w14:textId="468C12BE"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1,057,559</w:t>
            </w:r>
          </w:p>
        </w:tc>
      </w:tr>
      <w:tr w:rsidR="00EA1EC9" w:rsidRPr="006378F7" w14:paraId="2806DCD3" w14:textId="77777777" w:rsidTr="003041B7">
        <w:trPr>
          <w:gridAfter w:val="1"/>
          <w:wAfter w:w="14" w:type="dxa"/>
          <w:cantSplit/>
        </w:trPr>
        <w:tc>
          <w:tcPr>
            <w:tcW w:w="2696" w:type="dxa"/>
            <w:shd w:val="clear" w:color="auto" w:fill="auto"/>
            <w:vAlign w:val="bottom"/>
          </w:tcPr>
          <w:p w14:paraId="5BBD1B02"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shd w:val="clear" w:color="auto" w:fill="auto"/>
            <w:noWrap/>
          </w:tcPr>
          <w:p w14:paraId="24A08126" w14:textId="65A4D784" w:rsidR="00EA1EC9" w:rsidRPr="006378F7" w:rsidRDefault="00EA1EC9" w:rsidP="00EA1EC9">
            <w:pPr>
              <w:ind w:left="180" w:right="72" w:hanging="180"/>
              <w:jc w:val="right"/>
              <w:rPr>
                <w:rFonts w:ascii="Browallia New" w:hAnsi="Browallia New" w:cs="Browallia New"/>
                <w:sz w:val="24"/>
                <w:szCs w:val="24"/>
              </w:rPr>
            </w:pPr>
            <w:r w:rsidRPr="007A089F">
              <w:rPr>
                <w:rFonts w:ascii="Browallia New" w:hAnsi="Browallia New" w:cs="Browallia New"/>
                <w:sz w:val="24"/>
                <w:szCs w:val="24"/>
              </w:rPr>
              <w:t>6,367</w:t>
            </w:r>
          </w:p>
        </w:tc>
        <w:tc>
          <w:tcPr>
            <w:tcW w:w="190" w:type="dxa"/>
            <w:shd w:val="clear" w:color="auto" w:fill="auto"/>
            <w:vAlign w:val="bottom"/>
          </w:tcPr>
          <w:p w14:paraId="3C875546" w14:textId="77777777" w:rsidR="00EA1EC9" w:rsidRPr="006378F7" w:rsidRDefault="00EA1EC9" w:rsidP="00EA1EC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2EDF450C" w14:textId="76923D98"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7,825</w:t>
            </w:r>
          </w:p>
        </w:tc>
        <w:tc>
          <w:tcPr>
            <w:tcW w:w="180" w:type="dxa"/>
            <w:shd w:val="clear" w:color="auto" w:fill="auto"/>
            <w:noWrap/>
            <w:vAlign w:val="bottom"/>
          </w:tcPr>
          <w:p w14:paraId="46689AA7"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3601C279" w14:textId="12FC186B"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6,367</w:t>
            </w:r>
          </w:p>
        </w:tc>
        <w:tc>
          <w:tcPr>
            <w:tcW w:w="180" w:type="dxa"/>
            <w:shd w:val="clear" w:color="auto" w:fill="auto"/>
            <w:noWrap/>
            <w:vAlign w:val="bottom"/>
          </w:tcPr>
          <w:p w14:paraId="7C8E7292"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7FCE4A57" w14:textId="06B7E1BD"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7,825</w:t>
            </w:r>
          </w:p>
        </w:tc>
      </w:tr>
      <w:tr w:rsidR="00EA1EC9" w:rsidRPr="006378F7" w14:paraId="35B99DF6" w14:textId="77777777" w:rsidTr="003041B7">
        <w:trPr>
          <w:gridAfter w:val="1"/>
          <w:wAfter w:w="14" w:type="dxa"/>
          <w:cantSplit/>
        </w:trPr>
        <w:tc>
          <w:tcPr>
            <w:tcW w:w="2696" w:type="dxa"/>
            <w:shd w:val="clear" w:color="auto" w:fill="auto"/>
            <w:vAlign w:val="bottom"/>
          </w:tcPr>
          <w:p w14:paraId="249A2F94" w14:textId="70D0892C" w:rsidR="00EA1EC9" w:rsidRPr="006378F7" w:rsidRDefault="00EA1EC9" w:rsidP="00EA1EC9">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4A200447" w14:textId="0B2B4B48" w:rsidR="00EA1EC9" w:rsidRPr="006378F7" w:rsidRDefault="00EA1EC9" w:rsidP="00EA1EC9">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4950E485"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shd w:val="clear" w:color="auto" w:fill="auto"/>
            <w:noWrap/>
          </w:tcPr>
          <w:p w14:paraId="3F5B9C28" w14:textId="7FECD7C3" w:rsidR="00EA1EC9" w:rsidRPr="004F26EC" w:rsidDel="0022413E" w:rsidRDefault="00EA1EC9" w:rsidP="00EA1EC9">
            <w:pPr>
              <w:ind w:left="180" w:right="72" w:hanging="180"/>
              <w:jc w:val="right"/>
              <w:rPr>
                <w:rFonts w:ascii="Browallia New" w:hAnsi="Browallia New" w:cs="Browallia New"/>
                <w:sz w:val="24"/>
                <w:szCs w:val="24"/>
              </w:rPr>
            </w:pPr>
            <w:r w:rsidRPr="007A089F">
              <w:rPr>
                <w:rFonts w:ascii="Browallia New" w:hAnsi="Browallia New" w:cs="Browallia New"/>
                <w:sz w:val="24"/>
                <w:szCs w:val="24"/>
              </w:rPr>
              <w:t xml:space="preserve">            74</w:t>
            </w:r>
          </w:p>
        </w:tc>
        <w:tc>
          <w:tcPr>
            <w:tcW w:w="190" w:type="dxa"/>
            <w:shd w:val="clear" w:color="auto" w:fill="auto"/>
            <w:vAlign w:val="bottom"/>
          </w:tcPr>
          <w:p w14:paraId="38827C34" w14:textId="77777777" w:rsidR="00EA1EC9" w:rsidRPr="006378F7" w:rsidRDefault="00EA1EC9" w:rsidP="00EA1EC9">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00E3B049" w14:textId="6351E93A" w:rsidR="00EA1EC9"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10</w:t>
            </w:r>
          </w:p>
        </w:tc>
        <w:tc>
          <w:tcPr>
            <w:tcW w:w="180" w:type="dxa"/>
            <w:shd w:val="clear" w:color="auto" w:fill="auto"/>
            <w:noWrap/>
            <w:vAlign w:val="bottom"/>
          </w:tcPr>
          <w:p w14:paraId="39EE8862"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0EF2E35C" w14:textId="6C41844E" w:rsidR="00EA1EC9" w:rsidRPr="004F26EC" w:rsidDel="0022413E" w:rsidRDefault="00EA1EC9" w:rsidP="00EA1EC9">
            <w:pPr>
              <w:ind w:left="180" w:right="72" w:hanging="180"/>
              <w:jc w:val="center"/>
              <w:rPr>
                <w:rFonts w:ascii="Browallia New" w:hAnsi="Browallia New" w:cs="Browallia New"/>
                <w:sz w:val="24"/>
                <w:szCs w:val="24"/>
              </w:rPr>
            </w:pPr>
            <w:r>
              <w:rPr>
                <w:rFonts w:ascii="Browallia New" w:hAnsi="Browallia New" w:cs="Browallia New"/>
                <w:sz w:val="24"/>
                <w:szCs w:val="24"/>
                <w:cs/>
              </w:rPr>
              <w:t xml:space="preserve">      </w:t>
            </w:r>
            <w:r>
              <w:rPr>
                <w:rFonts w:ascii="Browallia New" w:hAnsi="Browallia New" w:cs="Browallia New"/>
                <w:sz w:val="24"/>
                <w:szCs w:val="24"/>
              </w:rPr>
              <w:t xml:space="preserve">      74</w:t>
            </w:r>
          </w:p>
        </w:tc>
        <w:tc>
          <w:tcPr>
            <w:tcW w:w="180" w:type="dxa"/>
            <w:shd w:val="clear" w:color="auto" w:fill="auto"/>
            <w:noWrap/>
            <w:vAlign w:val="bottom"/>
          </w:tcPr>
          <w:p w14:paraId="1708F181"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D25945D" w14:textId="575BB38D" w:rsidR="00EA1EC9"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10</w:t>
            </w:r>
          </w:p>
        </w:tc>
      </w:tr>
      <w:tr w:rsidR="00EA1EC9" w:rsidRPr="006378F7" w14:paraId="674626F8" w14:textId="77777777" w:rsidTr="003041B7">
        <w:trPr>
          <w:gridAfter w:val="1"/>
          <w:wAfter w:w="14" w:type="dxa"/>
          <w:cantSplit/>
        </w:trPr>
        <w:tc>
          <w:tcPr>
            <w:tcW w:w="2696" w:type="dxa"/>
            <w:vAlign w:val="bottom"/>
          </w:tcPr>
          <w:p w14:paraId="2A524FD0" w14:textId="77777777" w:rsidR="00EA1EC9" w:rsidRPr="006378F7" w:rsidRDefault="00EA1EC9" w:rsidP="00EA1EC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ดอกเบี้ยรับ</w:t>
            </w:r>
          </w:p>
        </w:tc>
        <w:tc>
          <w:tcPr>
            <w:tcW w:w="1844" w:type="dxa"/>
          </w:tcPr>
          <w:p w14:paraId="32CCAB24" w14:textId="77777777"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EA1EC9" w:rsidRPr="006378F7" w:rsidRDefault="00EA1EC9" w:rsidP="00EA1EC9">
            <w:pPr>
              <w:ind w:left="180" w:right="72" w:hanging="180"/>
              <w:jc w:val="center"/>
              <w:rPr>
                <w:rFonts w:ascii="Browallia New" w:hAnsi="Browallia New" w:cs="Browallia New"/>
                <w:sz w:val="24"/>
                <w:szCs w:val="24"/>
                <w:cs/>
                <w:lang w:val="th-TH"/>
              </w:rPr>
            </w:pPr>
          </w:p>
        </w:tc>
        <w:tc>
          <w:tcPr>
            <w:tcW w:w="935" w:type="dxa"/>
            <w:noWrap/>
          </w:tcPr>
          <w:p w14:paraId="35DF2A19" w14:textId="1C4E0DDE" w:rsidR="00EA1EC9" w:rsidRPr="006378F7" w:rsidRDefault="00EA1EC9" w:rsidP="00EA1EC9">
            <w:pPr>
              <w:ind w:left="180" w:right="72" w:hanging="180"/>
              <w:jc w:val="center"/>
              <w:rPr>
                <w:rFonts w:ascii="Browallia New" w:hAnsi="Browallia New" w:cs="Browallia New"/>
                <w:sz w:val="24"/>
                <w:szCs w:val="24"/>
              </w:rPr>
            </w:pPr>
            <w:r w:rsidRPr="006378F7">
              <w:rPr>
                <w:rFonts w:ascii="Browallia New" w:hAnsi="Browallia New" w:cs="Browallia New"/>
                <w:sz w:val="24"/>
                <w:szCs w:val="24"/>
              </w:rPr>
              <w:t xml:space="preserve">      </w:t>
            </w:r>
            <w:r w:rsidRPr="007A089F">
              <w:rPr>
                <w:rFonts w:ascii="Browallia New" w:hAnsi="Browallia New" w:cs="Browallia New"/>
                <w:sz w:val="24"/>
                <w:szCs w:val="24"/>
              </w:rPr>
              <w:t>-</w:t>
            </w:r>
          </w:p>
        </w:tc>
        <w:tc>
          <w:tcPr>
            <w:tcW w:w="190" w:type="dxa"/>
            <w:vAlign w:val="bottom"/>
          </w:tcPr>
          <w:p w14:paraId="4D5ED9B9"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4AD3637A" w14:textId="586D3D65" w:rsidR="00EA1EC9" w:rsidRPr="006378F7" w:rsidRDefault="00EA1EC9" w:rsidP="00EA1EC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rPr>
              <w:t xml:space="preserve">      -</w:t>
            </w:r>
          </w:p>
        </w:tc>
        <w:tc>
          <w:tcPr>
            <w:tcW w:w="180" w:type="dxa"/>
            <w:noWrap/>
            <w:vAlign w:val="bottom"/>
          </w:tcPr>
          <w:p w14:paraId="2A9C0DEC"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942" w:type="dxa"/>
            <w:noWrap/>
            <w:vAlign w:val="bottom"/>
          </w:tcPr>
          <w:p w14:paraId="3FCEDEF7" w14:textId="287D9076" w:rsidR="00EA1EC9" w:rsidRPr="006378F7" w:rsidRDefault="00EA1EC9" w:rsidP="00EA1EC9">
            <w:pPr>
              <w:ind w:left="180" w:right="72" w:hanging="180"/>
              <w:jc w:val="right"/>
              <w:rPr>
                <w:rFonts w:ascii="Browallia New" w:hAnsi="Browallia New" w:cs="Browallia New"/>
                <w:sz w:val="24"/>
                <w:szCs w:val="24"/>
              </w:rPr>
            </w:pPr>
            <w:r>
              <w:rPr>
                <w:rFonts w:ascii="Browallia New" w:hAnsi="Browallia New" w:cs="Browallia New"/>
                <w:sz w:val="24"/>
                <w:szCs w:val="24"/>
              </w:rPr>
              <w:t xml:space="preserve">          354</w:t>
            </w:r>
          </w:p>
        </w:tc>
        <w:tc>
          <w:tcPr>
            <w:tcW w:w="180" w:type="dxa"/>
            <w:noWrap/>
            <w:vAlign w:val="bottom"/>
          </w:tcPr>
          <w:p w14:paraId="7E4C8776" w14:textId="77777777" w:rsidR="00EA1EC9" w:rsidRPr="006378F7" w:rsidRDefault="00EA1EC9" w:rsidP="00EA1EC9">
            <w:pPr>
              <w:ind w:left="180" w:right="72" w:hanging="180"/>
              <w:jc w:val="right"/>
              <w:rPr>
                <w:rFonts w:ascii="Browallia New" w:hAnsi="Browallia New" w:cs="Browallia New"/>
                <w:sz w:val="24"/>
                <w:szCs w:val="24"/>
                <w:cs/>
                <w:lang w:val="th-TH"/>
              </w:rPr>
            </w:pPr>
          </w:p>
        </w:tc>
        <w:tc>
          <w:tcPr>
            <w:tcW w:w="1024" w:type="dxa"/>
            <w:noWrap/>
            <w:vAlign w:val="bottom"/>
          </w:tcPr>
          <w:p w14:paraId="58F5C2FC" w14:textId="74040249" w:rsidR="00EA1EC9" w:rsidRPr="006378F7" w:rsidRDefault="00EA1EC9" w:rsidP="00EA1EC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145</w:t>
            </w:r>
          </w:p>
        </w:tc>
      </w:tr>
      <w:tr w:rsidR="0078366C" w:rsidRPr="006378F7" w14:paraId="4F5ABB54" w14:textId="05C61AB9" w:rsidTr="006378F7">
        <w:trPr>
          <w:cantSplit/>
        </w:trPr>
        <w:tc>
          <w:tcPr>
            <w:tcW w:w="4540" w:type="dxa"/>
            <w:gridSpan w:val="2"/>
            <w:vAlign w:val="bottom"/>
          </w:tcPr>
          <w:p w14:paraId="0951E7BE" w14:textId="77777777" w:rsidR="0078366C" w:rsidRPr="006378F7" w:rsidRDefault="0078366C" w:rsidP="0078366C">
            <w:pPr>
              <w:ind w:left="180" w:right="72" w:hanging="180"/>
              <w:rPr>
                <w:rFonts w:ascii="Browallia New" w:hAnsi="Browallia New" w:cs="Browallia New"/>
                <w:sz w:val="24"/>
                <w:szCs w:val="24"/>
                <w:cs/>
                <w:lang w:val="th-TH"/>
              </w:rPr>
            </w:pPr>
          </w:p>
        </w:tc>
        <w:tc>
          <w:tcPr>
            <w:tcW w:w="190" w:type="dxa"/>
            <w:gridSpan w:val="2"/>
          </w:tcPr>
          <w:p w14:paraId="263409DD" w14:textId="77777777" w:rsidR="0078366C" w:rsidRPr="006378F7" w:rsidRDefault="0078366C" w:rsidP="0078366C">
            <w:pPr>
              <w:ind w:left="180" w:right="72" w:hanging="180"/>
              <w:rPr>
                <w:rFonts w:ascii="Browallia New" w:hAnsi="Browallia New" w:cs="Browallia New"/>
                <w:sz w:val="24"/>
                <w:szCs w:val="24"/>
                <w:cs/>
                <w:lang w:val="th-TH"/>
              </w:rPr>
            </w:pPr>
          </w:p>
        </w:tc>
        <w:tc>
          <w:tcPr>
            <w:tcW w:w="935" w:type="dxa"/>
            <w:noWrap/>
            <w:vAlign w:val="bottom"/>
          </w:tcPr>
          <w:p w14:paraId="356B32B6" w14:textId="77777777" w:rsidR="0078366C" w:rsidRPr="006378F7" w:rsidRDefault="0078366C" w:rsidP="0078366C">
            <w:pPr>
              <w:ind w:left="180" w:right="72" w:hanging="180"/>
              <w:rPr>
                <w:rFonts w:ascii="Browallia New" w:hAnsi="Browallia New" w:cs="Browallia New"/>
                <w:sz w:val="24"/>
                <w:szCs w:val="24"/>
                <w:cs/>
                <w:lang w:val="th-TH"/>
              </w:rPr>
            </w:pPr>
          </w:p>
        </w:tc>
        <w:tc>
          <w:tcPr>
            <w:tcW w:w="190" w:type="dxa"/>
          </w:tcPr>
          <w:p w14:paraId="6C853845" w14:textId="77777777" w:rsidR="0078366C" w:rsidRPr="006378F7" w:rsidRDefault="0078366C" w:rsidP="0078366C">
            <w:pPr>
              <w:ind w:left="180" w:right="72" w:hanging="180"/>
              <w:rPr>
                <w:rFonts w:ascii="Browallia New" w:hAnsi="Browallia New" w:cs="Browallia New"/>
                <w:sz w:val="24"/>
                <w:szCs w:val="24"/>
                <w:cs/>
                <w:lang w:val="th-TH"/>
              </w:rPr>
            </w:pPr>
          </w:p>
        </w:tc>
        <w:tc>
          <w:tcPr>
            <w:tcW w:w="932" w:type="dxa"/>
            <w:tcBorders>
              <w:left w:val="nil"/>
            </w:tcBorders>
          </w:tcPr>
          <w:p w14:paraId="4DCCAC32" w14:textId="77777777" w:rsidR="0078366C" w:rsidRPr="006378F7" w:rsidRDefault="0078366C" w:rsidP="0078366C">
            <w:pPr>
              <w:ind w:left="180" w:right="72" w:hanging="180"/>
              <w:rPr>
                <w:rFonts w:ascii="Browallia New" w:hAnsi="Browallia New" w:cs="Browallia New"/>
                <w:sz w:val="24"/>
                <w:szCs w:val="24"/>
                <w:cs/>
                <w:lang w:val="th-TH"/>
              </w:rPr>
            </w:pPr>
          </w:p>
        </w:tc>
        <w:tc>
          <w:tcPr>
            <w:tcW w:w="180" w:type="dxa"/>
            <w:noWrap/>
            <w:vAlign w:val="bottom"/>
          </w:tcPr>
          <w:p w14:paraId="3FF6E131" w14:textId="77777777" w:rsidR="0078366C" w:rsidRPr="006378F7" w:rsidRDefault="0078366C" w:rsidP="0078366C">
            <w:pPr>
              <w:ind w:left="180" w:right="72" w:hanging="180"/>
              <w:rPr>
                <w:rFonts w:ascii="Browallia New" w:hAnsi="Browallia New" w:cs="Browallia New"/>
                <w:sz w:val="24"/>
                <w:szCs w:val="24"/>
                <w:cs/>
                <w:lang w:val="th-TH"/>
              </w:rPr>
            </w:pPr>
          </w:p>
        </w:tc>
        <w:tc>
          <w:tcPr>
            <w:tcW w:w="942" w:type="dxa"/>
            <w:noWrap/>
            <w:vAlign w:val="bottom"/>
          </w:tcPr>
          <w:p w14:paraId="7D29E545" w14:textId="77777777" w:rsidR="0078366C" w:rsidRPr="006378F7" w:rsidRDefault="0078366C" w:rsidP="0078366C">
            <w:pPr>
              <w:ind w:left="180" w:right="72" w:hanging="180"/>
              <w:rPr>
                <w:rFonts w:ascii="Browallia New" w:hAnsi="Browallia New" w:cs="Browallia New"/>
                <w:sz w:val="24"/>
                <w:szCs w:val="24"/>
                <w:cs/>
                <w:lang w:val="th-TH"/>
              </w:rPr>
            </w:pPr>
          </w:p>
        </w:tc>
        <w:tc>
          <w:tcPr>
            <w:tcW w:w="180" w:type="dxa"/>
            <w:noWrap/>
          </w:tcPr>
          <w:p w14:paraId="4B4D8B6A" w14:textId="77777777" w:rsidR="0078366C" w:rsidRPr="006378F7" w:rsidRDefault="0078366C" w:rsidP="0078366C">
            <w:pPr>
              <w:ind w:left="180" w:right="72" w:hanging="180"/>
              <w:rPr>
                <w:rFonts w:ascii="Browallia New" w:hAnsi="Browallia New" w:cs="Browallia New"/>
                <w:sz w:val="24"/>
                <w:szCs w:val="24"/>
                <w:cs/>
                <w:lang w:val="th-TH"/>
              </w:rPr>
            </w:pPr>
          </w:p>
        </w:tc>
        <w:tc>
          <w:tcPr>
            <w:tcW w:w="1038" w:type="dxa"/>
            <w:gridSpan w:val="2"/>
            <w:noWrap/>
            <w:vAlign w:val="bottom"/>
          </w:tcPr>
          <w:p w14:paraId="78EA4B61" w14:textId="2F40E91B" w:rsidR="0078366C" w:rsidRPr="006378F7" w:rsidRDefault="0078366C" w:rsidP="0078366C">
            <w:pPr>
              <w:ind w:right="72"/>
              <w:rPr>
                <w:rFonts w:ascii="Browallia New" w:hAnsi="Browallia New" w:cs="Browallia New"/>
                <w:sz w:val="24"/>
                <w:szCs w:val="24"/>
                <w:cs/>
                <w:lang w:val="th-TH"/>
              </w:rPr>
            </w:pPr>
          </w:p>
        </w:tc>
      </w:tr>
      <w:tr w:rsidR="0078366C" w:rsidRPr="006378F7" w14:paraId="19B98C85" w14:textId="25CEF173" w:rsidTr="006378F7">
        <w:trPr>
          <w:cantSplit/>
        </w:trPr>
        <w:tc>
          <w:tcPr>
            <w:tcW w:w="4540" w:type="dxa"/>
            <w:gridSpan w:val="2"/>
            <w:vAlign w:val="bottom"/>
          </w:tcPr>
          <w:p w14:paraId="66D15F5A" w14:textId="77777777" w:rsidR="0078366C" w:rsidRPr="006378F7" w:rsidRDefault="0078366C" w:rsidP="0078366C">
            <w:pPr>
              <w:ind w:left="180" w:right="72" w:hanging="180"/>
              <w:rPr>
                <w:rFonts w:ascii="Browallia New" w:hAnsi="Browallia New" w:cs="Browallia New"/>
                <w:sz w:val="24"/>
                <w:szCs w:val="24"/>
                <w:u w:val="single"/>
                <w:cs/>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78366C" w:rsidRPr="006378F7" w:rsidRDefault="0078366C" w:rsidP="0078366C">
            <w:pPr>
              <w:ind w:left="180" w:right="72" w:hanging="180"/>
              <w:rPr>
                <w:rFonts w:ascii="Browallia New" w:hAnsi="Browallia New" w:cs="Browallia New"/>
                <w:sz w:val="24"/>
                <w:szCs w:val="24"/>
                <w:cs/>
                <w:lang w:val="th-TH"/>
              </w:rPr>
            </w:pPr>
          </w:p>
        </w:tc>
        <w:tc>
          <w:tcPr>
            <w:tcW w:w="935" w:type="dxa"/>
            <w:noWrap/>
            <w:vAlign w:val="bottom"/>
          </w:tcPr>
          <w:p w14:paraId="0F839A54" w14:textId="77777777" w:rsidR="0078366C" w:rsidRPr="006378F7" w:rsidRDefault="0078366C" w:rsidP="0078366C">
            <w:pPr>
              <w:ind w:left="180" w:right="72" w:hanging="180"/>
              <w:rPr>
                <w:rFonts w:ascii="Browallia New" w:hAnsi="Browallia New" w:cs="Browallia New"/>
                <w:sz w:val="24"/>
                <w:szCs w:val="24"/>
                <w:cs/>
                <w:lang w:val="th-TH"/>
              </w:rPr>
            </w:pPr>
          </w:p>
        </w:tc>
        <w:tc>
          <w:tcPr>
            <w:tcW w:w="190" w:type="dxa"/>
          </w:tcPr>
          <w:p w14:paraId="46C43061" w14:textId="77777777" w:rsidR="0078366C" w:rsidRPr="006378F7" w:rsidRDefault="0078366C" w:rsidP="0078366C">
            <w:pPr>
              <w:ind w:left="180" w:right="72" w:hanging="180"/>
              <w:rPr>
                <w:rFonts w:ascii="Browallia New" w:hAnsi="Browallia New" w:cs="Browallia New"/>
                <w:sz w:val="24"/>
                <w:szCs w:val="24"/>
                <w:cs/>
                <w:lang w:val="th-TH"/>
              </w:rPr>
            </w:pPr>
          </w:p>
        </w:tc>
        <w:tc>
          <w:tcPr>
            <w:tcW w:w="932" w:type="dxa"/>
            <w:tcBorders>
              <w:left w:val="nil"/>
            </w:tcBorders>
          </w:tcPr>
          <w:p w14:paraId="6F80C4FD" w14:textId="77777777" w:rsidR="0078366C" w:rsidRPr="006378F7" w:rsidRDefault="0078366C" w:rsidP="0078366C">
            <w:pPr>
              <w:ind w:left="180" w:right="72" w:hanging="180"/>
              <w:rPr>
                <w:rFonts w:ascii="Browallia New" w:hAnsi="Browallia New" w:cs="Browallia New"/>
                <w:sz w:val="24"/>
                <w:szCs w:val="24"/>
                <w:cs/>
                <w:lang w:val="th-TH"/>
              </w:rPr>
            </w:pPr>
          </w:p>
        </w:tc>
        <w:tc>
          <w:tcPr>
            <w:tcW w:w="180" w:type="dxa"/>
            <w:noWrap/>
            <w:vAlign w:val="bottom"/>
          </w:tcPr>
          <w:p w14:paraId="3A121040" w14:textId="77777777" w:rsidR="0078366C" w:rsidRPr="006378F7" w:rsidRDefault="0078366C" w:rsidP="0078366C">
            <w:pPr>
              <w:ind w:left="180" w:right="72" w:hanging="180"/>
              <w:rPr>
                <w:rFonts w:ascii="Browallia New" w:hAnsi="Browallia New" w:cs="Browallia New"/>
                <w:sz w:val="24"/>
                <w:szCs w:val="24"/>
                <w:cs/>
                <w:lang w:val="th-TH"/>
              </w:rPr>
            </w:pPr>
          </w:p>
        </w:tc>
        <w:tc>
          <w:tcPr>
            <w:tcW w:w="942" w:type="dxa"/>
            <w:noWrap/>
            <w:vAlign w:val="bottom"/>
          </w:tcPr>
          <w:p w14:paraId="62064848" w14:textId="77777777" w:rsidR="0078366C" w:rsidRPr="00DD30CD" w:rsidRDefault="0078366C" w:rsidP="0078366C">
            <w:pPr>
              <w:ind w:left="180" w:right="72" w:hanging="180"/>
              <w:rPr>
                <w:rFonts w:ascii="Browallia New" w:hAnsi="Browallia New" w:cs="Browallia New"/>
                <w:sz w:val="24"/>
                <w:szCs w:val="24"/>
              </w:rPr>
            </w:pPr>
          </w:p>
        </w:tc>
        <w:tc>
          <w:tcPr>
            <w:tcW w:w="180" w:type="dxa"/>
            <w:noWrap/>
          </w:tcPr>
          <w:p w14:paraId="260FD49D" w14:textId="77777777" w:rsidR="0078366C" w:rsidRPr="006378F7" w:rsidRDefault="0078366C" w:rsidP="0078366C">
            <w:pPr>
              <w:ind w:left="180" w:right="72" w:hanging="180"/>
              <w:rPr>
                <w:rFonts w:ascii="Browallia New" w:hAnsi="Browallia New" w:cs="Browallia New"/>
                <w:sz w:val="24"/>
                <w:szCs w:val="24"/>
                <w:cs/>
                <w:lang w:val="th-TH"/>
              </w:rPr>
            </w:pPr>
          </w:p>
        </w:tc>
        <w:tc>
          <w:tcPr>
            <w:tcW w:w="1038" w:type="dxa"/>
            <w:gridSpan w:val="2"/>
            <w:noWrap/>
            <w:vAlign w:val="bottom"/>
          </w:tcPr>
          <w:p w14:paraId="485C5870" w14:textId="77777777" w:rsidR="0078366C" w:rsidRPr="006378F7" w:rsidRDefault="0078366C" w:rsidP="0078366C">
            <w:pPr>
              <w:ind w:left="180" w:right="72" w:hanging="180"/>
              <w:rPr>
                <w:rFonts w:ascii="Browallia New" w:hAnsi="Browallia New" w:cs="Browallia New"/>
                <w:sz w:val="24"/>
                <w:szCs w:val="24"/>
                <w:cs/>
                <w:lang w:val="th-TH"/>
              </w:rPr>
            </w:pPr>
          </w:p>
        </w:tc>
      </w:tr>
      <w:tr w:rsidR="00B61C04" w:rsidRPr="006378F7" w14:paraId="474BE70F" w14:textId="31144A88" w:rsidTr="001C2507">
        <w:trPr>
          <w:cantSplit/>
        </w:trPr>
        <w:tc>
          <w:tcPr>
            <w:tcW w:w="4540" w:type="dxa"/>
            <w:gridSpan w:val="2"/>
            <w:vAlign w:val="bottom"/>
          </w:tcPr>
          <w:p w14:paraId="7E5076E5" w14:textId="77777777" w:rsidR="00B61C04" w:rsidRPr="006378F7" w:rsidRDefault="00B61C04" w:rsidP="00B61C04">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B61C04" w:rsidRPr="006378F7" w:rsidRDefault="00B61C04" w:rsidP="00B61C04">
            <w:pPr>
              <w:ind w:left="180" w:right="72" w:hanging="180"/>
              <w:rPr>
                <w:rFonts w:ascii="Browallia New" w:hAnsi="Browallia New" w:cs="Browallia New"/>
                <w:sz w:val="24"/>
                <w:szCs w:val="24"/>
                <w:cs/>
                <w:lang w:val="th-TH"/>
              </w:rPr>
            </w:pPr>
          </w:p>
        </w:tc>
        <w:tc>
          <w:tcPr>
            <w:tcW w:w="935" w:type="dxa"/>
            <w:noWrap/>
          </w:tcPr>
          <w:p w14:paraId="200D2279" w14:textId="6FD10E0B" w:rsidR="00B61C04" w:rsidRPr="00C04DC7" w:rsidRDefault="00B61C04" w:rsidP="00B61C04">
            <w:pPr>
              <w:ind w:left="180" w:right="72" w:hanging="180"/>
              <w:jc w:val="right"/>
              <w:rPr>
                <w:rFonts w:ascii="Browallia New" w:hAnsi="Browallia New" w:cs="Browallia New"/>
                <w:sz w:val="24"/>
                <w:szCs w:val="24"/>
              </w:rPr>
            </w:pPr>
            <w:r>
              <w:rPr>
                <w:rFonts w:ascii="Browallia New" w:hAnsi="Browallia New" w:cs="Browallia New"/>
                <w:sz w:val="24"/>
                <w:szCs w:val="24"/>
              </w:rPr>
              <w:t>6,080</w:t>
            </w:r>
          </w:p>
        </w:tc>
        <w:tc>
          <w:tcPr>
            <w:tcW w:w="190" w:type="dxa"/>
          </w:tcPr>
          <w:p w14:paraId="32F035BA"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4449FC22" w14:textId="37C74103" w:rsidR="00B61C04" w:rsidRPr="00CB6A89" w:rsidRDefault="00B61C04" w:rsidP="00B61C04">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rPr>
              <w:t>6,288</w:t>
            </w:r>
          </w:p>
        </w:tc>
        <w:tc>
          <w:tcPr>
            <w:tcW w:w="180" w:type="dxa"/>
            <w:noWrap/>
            <w:vAlign w:val="bottom"/>
          </w:tcPr>
          <w:p w14:paraId="655A7CD7" w14:textId="136FA44A" w:rsidR="00B61C04" w:rsidRPr="00C04DC7" w:rsidRDefault="00B61C04" w:rsidP="00B61C04">
            <w:pPr>
              <w:ind w:left="180" w:right="72" w:hanging="180"/>
              <w:jc w:val="right"/>
              <w:rPr>
                <w:rFonts w:ascii="Browallia New" w:hAnsi="Browallia New" w:cs="Browallia New"/>
                <w:sz w:val="24"/>
                <w:szCs w:val="24"/>
                <w:cs/>
                <w:lang w:val="th-TH"/>
              </w:rPr>
            </w:pPr>
          </w:p>
        </w:tc>
        <w:tc>
          <w:tcPr>
            <w:tcW w:w="942" w:type="dxa"/>
            <w:noWrap/>
          </w:tcPr>
          <w:p w14:paraId="5B7431CD" w14:textId="7254EC62" w:rsidR="00B61C04" w:rsidRPr="00C04DC7" w:rsidRDefault="00B61C04" w:rsidP="00B61C04">
            <w:pPr>
              <w:ind w:left="180" w:right="72" w:hanging="180"/>
              <w:jc w:val="right"/>
              <w:rPr>
                <w:rFonts w:ascii="Browallia New" w:hAnsi="Browallia New" w:cs="Browallia New"/>
                <w:sz w:val="24"/>
                <w:szCs w:val="24"/>
              </w:rPr>
            </w:pPr>
            <w:r>
              <w:rPr>
                <w:rFonts w:ascii="Browallia New" w:hAnsi="Browallia New" w:cs="Browallia New"/>
                <w:sz w:val="24"/>
                <w:szCs w:val="24"/>
              </w:rPr>
              <w:t>6,080</w:t>
            </w:r>
          </w:p>
        </w:tc>
        <w:tc>
          <w:tcPr>
            <w:tcW w:w="180" w:type="dxa"/>
            <w:noWrap/>
          </w:tcPr>
          <w:p w14:paraId="13A75C51"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1038" w:type="dxa"/>
            <w:gridSpan w:val="2"/>
            <w:noWrap/>
            <w:vAlign w:val="bottom"/>
          </w:tcPr>
          <w:p w14:paraId="168D56E9" w14:textId="505BC11C" w:rsidR="00B61C04" w:rsidRPr="00C04DC7" w:rsidRDefault="004A22ED" w:rsidP="00B61C04">
            <w:pPr>
              <w:ind w:left="180" w:right="72" w:hanging="180"/>
              <w:jc w:val="right"/>
              <w:rPr>
                <w:rFonts w:ascii="Browallia New" w:hAnsi="Browallia New" w:cs="Browallia New"/>
                <w:sz w:val="24"/>
                <w:szCs w:val="24"/>
                <w:cs/>
                <w:lang w:val="th-TH"/>
              </w:rPr>
            </w:pPr>
            <w:r w:rsidRPr="004A22ED">
              <w:rPr>
                <w:rFonts w:ascii="Browallia New" w:hAnsi="Browallia New" w:cs="Browallia New"/>
                <w:sz w:val="24"/>
                <w:szCs w:val="24"/>
              </w:rPr>
              <w:t>6</w:t>
            </w:r>
            <w:r w:rsidR="00B61C04" w:rsidRPr="00C04DC7">
              <w:rPr>
                <w:rFonts w:ascii="Browallia New" w:hAnsi="Browallia New" w:cs="Browallia New"/>
                <w:sz w:val="24"/>
                <w:szCs w:val="24"/>
              </w:rPr>
              <w:t>,288</w:t>
            </w:r>
          </w:p>
        </w:tc>
      </w:tr>
      <w:tr w:rsidR="00B61C04" w:rsidRPr="006378F7" w14:paraId="5365A365" w14:textId="7A1610F3" w:rsidTr="00383DD8">
        <w:trPr>
          <w:cantSplit/>
        </w:trPr>
        <w:tc>
          <w:tcPr>
            <w:tcW w:w="4540" w:type="dxa"/>
            <w:gridSpan w:val="2"/>
          </w:tcPr>
          <w:p w14:paraId="45EC100D" w14:textId="77777777" w:rsidR="00B61C04" w:rsidRPr="006378F7" w:rsidRDefault="00B61C04" w:rsidP="00B61C04">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B61C04" w:rsidRPr="006378F7" w:rsidRDefault="00B61C04" w:rsidP="00B61C04">
            <w:pPr>
              <w:ind w:left="180" w:right="72" w:hanging="180"/>
              <w:jc w:val="center"/>
              <w:rPr>
                <w:rFonts w:ascii="Browallia New" w:hAnsi="Browallia New" w:cs="Browallia New"/>
                <w:sz w:val="24"/>
                <w:szCs w:val="24"/>
                <w:cs/>
                <w:lang w:val="th-TH"/>
              </w:rPr>
            </w:pPr>
          </w:p>
        </w:tc>
        <w:tc>
          <w:tcPr>
            <w:tcW w:w="935" w:type="dxa"/>
            <w:tcBorders>
              <w:bottom w:val="single" w:sz="4" w:space="0" w:color="auto"/>
            </w:tcBorders>
            <w:noWrap/>
          </w:tcPr>
          <w:p w14:paraId="41B37DCF" w14:textId="4214B335" w:rsidR="00B61C04" w:rsidRPr="00C04DC7" w:rsidRDefault="00B61C04" w:rsidP="00B61C04">
            <w:pPr>
              <w:ind w:left="180" w:right="72" w:hanging="180"/>
              <w:jc w:val="right"/>
              <w:rPr>
                <w:rFonts w:ascii="Browallia New" w:hAnsi="Browallia New" w:cs="Browallia New"/>
                <w:sz w:val="24"/>
                <w:szCs w:val="24"/>
              </w:rPr>
            </w:pPr>
            <w:r>
              <w:rPr>
                <w:rFonts w:ascii="Browallia New" w:hAnsi="Browallia New" w:cs="Browallia New"/>
                <w:sz w:val="24"/>
                <w:szCs w:val="24"/>
              </w:rPr>
              <w:t>320</w:t>
            </w:r>
          </w:p>
        </w:tc>
        <w:tc>
          <w:tcPr>
            <w:tcW w:w="190" w:type="dxa"/>
          </w:tcPr>
          <w:p w14:paraId="1DEE50E2"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932" w:type="dxa"/>
            <w:tcBorders>
              <w:left w:val="nil"/>
              <w:bottom w:val="single" w:sz="4" w:space="0" w:color="auto"/>
            </w:tcBorders>
          </w:tcPr>
          <w:p w14:paraId="5AA1AA0B" w14:textId="7215CEE1" w:rsidR="00B61C04" w:rsidRPr="00CB6A89" w:rsidRDefault="00B61C04" w:rsidP="00B61C04">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362</w:t>
            </w:r>
          </w:p>
        </w:tc>
        <w:tc>
          <w:tcPr>
            <w:tcW w:w="180" w:type="dxa"/>
            <w:noWrap/>
          </w:tcPr>
          <w:p w14:paraId="07054DD4" w14:textId="09875248" w:rsidR="00B61C04" w:rsidRPr="00C04DC7" w:rsidRDefault="00B61C04" w:rsidP="00B61C04">
            <w:pPr>
              <w:ind w:left="180" w:right="72" w:hanging="180"/>
              <w:jc w:val="right"/>
              <w:rPr>
                <w:rFonts w:ascii="Browallia New" w:hAnsi="Browallia New" w:cs="Browallia New"/>
                <w:sz w:val="24"/>
                <w:szCs w:val="24"/>
                <w:cs/>
                <w:lang w:val="th-TH"/>
              </w:rPr>
            </w:pPr>
          </w:p>
        </w:tc>
        <w:tc>
          <w:tcPr>
            <w:tcW w:w="942" w:type="dxa"/>
            <w:tcBorders>
              <w:bottom w:val="single" w:sz="4" w:space="0" w:color="auto"/>
            </w:tcBorders>
            <w:noWrap/>
          </w:tcPr>
          <w:p w14:paraId="71876BB8" w14:textId="3EFD6536" w:rsidR="00B61C04" w:rsidRPr="00C04DC7" w:rsidRDefault="00B61C04" w:rsidP="00B61C04">
            <w:pPr>
              <w:ind w:left="180" w:right="72" w:hanging="180"/>
              <w:jc w:val="right"/>
              <w:rPr>
                <w:rFonts w:ascii="Browallia New" w:hAnsi="Browallia New" w:cs="Browallia New"/>
                <w:sz w:val="24"/>
                <w:szCs w:val="24"/>
                <w:cs/>
              </w:rPr>
            </w:pPr>
            <w:r>
              <w:rPr>
                <w:rFonts w:ascii="Browallia New" w:hAnsi="Browallia New" w:cs="Browallia New"/>
                <w:sz w:val="24"/>
                <w:szCs w:val="24"/>
              </w:rPr>
              <w:t>320</w:t>
            </w:r>
          </w:p>
        </w:tc>
        <w:tc>
          <w:tcPr>
            <w:tcW w:w="180" w:type="dxa"/>
            <w:noWrap/>
          </w:tcPr>
          <w:p w14:paraId="733C6A67"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1038" w:type="dxa"/>
            <w:gridSpan w:val="2"/>
            <w:tcBorders>
              <w:bottom w:val="single" w:sz="4" w:space="0" w:color="auto"/>
            </w:tcBorders>
            <w:noWrap/>
          </w:tcPr>
          <w:p w14:paraId="6FCAD54B" w14:textId="719B4516" w:rsidR="00B61C04" w:rsidRPr="00C04DC7" w:rsidRDefault="00B61C04" w:rsidP="00B61C04">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rPr>
              <w:t>362</w:t>
            </w:r>
          </w:p>
        </w:tc>
      </w:tr>
      <w:tr w:rsidR="00B61C04" w:rsidRPr="006378F7" w14:paraId="0F192FE3" w14:textId="129965F4" w:rsidTr="00383DD8">
        <w:trPr>
          <w:cantSplit/>
          <w:trHeight w:val="216"/>
        </w:trPr>
        <w:tc>
          <w:tcPr>
            <w:tcW w:w="4540" w:type="dxa"/>
            <w:gridSpan w:val="2"/>
          </w:tcPr>
          <w:p w14:paraId="7D3A2AFC" w14:textId="77777777" w:rsidR="00B61C04" w:rsidRPr="006378F7" w:rsidRDefault="00B61C04" w:rsidP="00B61C04">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รวม</w:t>
            </w:r>
          </w:p>
        </w:tc>
        <w:tc>
          <w:tcPr>
            <w:tcW w:w="190" w:type="dxa"/>
            <w:gridSpan w:val="2"/>
          </w:tcPr>
          <w:p w14:paraId="3B9008D2" w14:textId="77777777" w:rsidR="00B61C04" w:rsidRPr="006378F7" w:rsidRDefault="00B61C04" w:rsidP="00B61C04">
            <w:pPr>
              <w:ind w:left="180" w:right="72" w:hanging="180"/>
              <w:jc w:val="center"/>
              <w:rPr>
                <w:rFonts w:ascii="Browallia New" w:hAnsi="Browallia New" w:cs="Browallia New"/>
                <w:sz w:val="24"/>
                <w:szCs w:val="24"/>
                <w:cs/>
                <w:lang w:val="th-TH"/>
              </w:rPr>
            </w:pPr>
          </w:p>
        </w:tc>
        <w:tc>
          <w:tcPr>
            <w:tcW w:w="935" w:type="dxa"/>
            <w:tcBorders>
              <w:top w:val="single" w:sz="4" w:space="0" w:color="auto"/>
              <w:bottom w:val="single" w:sz="12" w:space="0" w:color="auto"/>
            </w:tcBorders>
            <w:noWrap/>
          </w:tcPr>
          <w:p w14:paraId="1FAF431F" w14:textId="2F2BD1CB" w:rsidR="00B61C04" w:rsidRPr="00C04DC7" w:rsidRDefault="00B61C04" w:rsidP="00B61C04">
            <w:pPr>
              <w:ind w:left="180" w:right="72" w:hanging="180"/>
              <w:jc w:val="right"/>
              <w:rPr>
                <w:rFonts w:ascii="Browallia New" w:hAnsi="Browallia New" w:cs="Browallia New"/>
                <w:sz w:val="24"/>
                <w:szCs w:val="24"/>
              </w:rPr>
            </w:pPr>
            <w:r>
              <w:rPr>
                <w:rFonts w:ascii="Browallia New" w:hAnsi="Browallia New" w:cs="Browallia New"/>
                <w:sz w:val="24"/>
                <w:szCs w:val="24"/>
              </w:rPr>
              <w:t>6,400</w:t>
            </w:r>
          </w:p>
        </w:tc>
        <w:tc>
          <w:tcPr>
            <w:tcW w:w="190" w:type="dxa"/>
          </w:tcPr>
          <w:p w14:paraId="21AEC625"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932" w:type="dxa"/>
            <w:tcBorders>
              <w:top w:val="single" w:sz="4" w:space="0" w:color="auto"/>
              <w:left w:val="nil"/>
              <w:bottom w:val="single" w:sz="12" w:space="0" w:color="auto"/>
            </w:tcBorders>
          </w:tcPr>
          <w:p w14:paraId="48F430AA" w14:textId="49AE6FD2" w:rsidR="00B61C04" w:rsidRPr="00CB6A89" w:rsidRDefault="00B61C04" w:rsidP="00B61C04">
            <w:pPr>
              <w:ind w:left="180" w:right="72" w:hanging="180"/>
              <w:jc w:val="right"/>
              <w:rPr>
                <w:rFonts w:ascii="Browallia New" w:hAnsi="Browallia New" w:cs="Browallia New"/>
                <w:sz w:val="24"/>
                <w:szCs w:val="24"/>
                <w:cs/>
                <w:lang w:val="th-TH"/>
              </w:rPr>
            </w:pPr>
            <w:r w:rsidRPr="00C04DC7">
              <w:rPr>
                <w:rFonts w:ascii="Browallia New" w:hAnsi="Browallia New" w:cs="Browallia New"/>
                <w:sz w:val="24"/>
                <w:szCs w:val="24"/>
              </w:rPr>
              <w:t>6,650</w:t>
            </w:r>
          </w:p>
        </w:tc>
        <w:tc>
          <w:tcPr>
            <w:tcW w:w="180" w:type="dxa"/>
            <w:noWrap/>
          </w:tcPr>
          <w:p w14:paraId="5AFBBE93" w14:textId="009A5CCD" w:rsidR="00B61C04" w:rsidRPr="00C04DC7" w:rsidRDefault="00B61C04" w:rsidP="00B61C04">
            <w:pPr>
              <w:ind w:left="180" w:right="72" w:hanging="180"/>
              <w:jc w:val="right"/>
              <w:rPr>
                <w:rFonts w:ascii="Browallia New" w:hAnsi="Browallia New" w:cs="Browallia New"/>
                <w:sz w:val="24"/>
                <w:szCs w:val="24"/>
                <w:cs/>
                <w:lang w:val="th-TH"/>
              </w:rPr>
            </w:pPr>
          </w:p>
        </w:tc>
        <w:tc>
          <w:tcPr>
            <w:tcW w:w="942" w:type="dxa"/>
            <w:tcBorders>
              <w:top w:val="single" w:sz="4" w:space="0" w:color="auto"/>
              <w:bottom w:val="single" w:sz="12" w:space="0" w:color="auto"/>
            </w:tcBorders>
            <w:noWrap/>
          </w:tcPr>
          <w:p w14:paraId="06CAFEEC" w14:textId="1A209AF7" w:rsidR="00B61C04" w:rsidRPr="00C04DC7" w:rsidRDefault="00B61C04" w:rsidP="00B61C04">
            <w:pPr>
              <w:ind w:left="180" w:right="72" w:hanging="180"/>
              <w:jc w:val="right"/>
              <w:rPr>
                <w:rFonts w:ascii="Browallia New" w:hAnsi="Browallia New" w:cs="Browallia New"/>
                <w:sz w:val="24"/>
                <w:szCs w:val="24"/>
              </w:rPr>
            </w:pPr>
            <w:r>
              <w:rPr>
                <w:rFonts w:ascii="Browallia New" w:hAnsi="Browallia New" w:cs="Browallia New"/>
                <w:sz w:val="24"/>
                <w:szCs w:val="24"/>
              </w:rPr>
              <w:t>6,400</w:t>
            </w:r>
          </w:p>
        </w:tc>
        <w:tc>
          <w:tcPr>
            <w:tcW w:w="180" w:type="dxa"/>
            <w:noWrap/>
          </w:tcPr>
          <w:p w14:paraId="34A25E54" w14:textId="77777777" w:rsidR="00B61C04" w:rsidRPr="00C04DC7" w:rsidRDefault="00B61C04" w:rsidP="00B61C04">
            <w:pPr>
              <w:ind w:left="180" w:right="72" w:hanging="180"/>
              <w:jc w:val="right"/>
              <w:rPr>
                <w:rFonts w:ascii="Browallia New" w:hAnsi="Browallia New" w:cs="Browallia New"/>
                <w:sz w:val="24"/>
                <w:szCs w:val="24"/>
                <w:cs/>
                <w:lang w:val="th-TH"/>
              </w:rPr>
            </w:pPr>
          </w:p>
        </w:tc>
        <w:tc>
          <w:tcPr>
            <w:tcW w:w="1038" w:type="dxa"/>
            <w:gridSpan w:val="2"/>
            <w:tcBorders>
              <w:top w:val="single" w:sz="4" w:space="0" w:color="auto"/>
              <w:bottom w:val="single" w:sz="12" w:space="0" w:color="auto"/>
            </w:tcBorders>
            <w:noWrap/>
          </w:tcPr>
          <w:p w14:paraId="54099801" w14:textId="6CB657F2" w:rsidR="00B61C04" w:rsidRPr="00C04DC7" w:rsidRDefault="00B61C04" w:rsidP="00B61C04">
            <w:pPr>
              <w:ind w:left="180" w:right="72" w:hanging="180"/>
              <w:jc w:val="right"/>
              <w:rPr>
                <w:rFonts w:ascii="Browallia New" w:hAnsi="Browallia New" w:cs="Browallia New"/>
                <w:sz w:val="24"/>
                <w:szCs w:val="24"/>
              </w:rPr>
            </w:pPr>
            <w:r w:rsidRPr="00C04DC7">
              <w:rPr>
                <w:rFonts w:ascii="Browallia New" w:hAnsi="Browallia New" w:cs="Browallia New"/>
                <w:sz w:val="24"/>
                <w:szCs w:val="24"/>
              </w:rPr>
              <w:t>6,650</w:t>
            </w:r>
          </w:p>
        </w:tc>
      </w:tr>
    </w:tbl>
    <w:p w14:paraId="1C27A7C0" w14:textId="136BC547" w:rsidR="00D24AA8" w:rsidRDefault="00D24AA8" w:rsidP="00C2416C">
      <w:pPr>
        <w:jc w:val="thaiDistribute"/>
        <w:rPr>
          <w:rFonts w:ascii="Browallia New" w:hAnsi="Browallia New" w:cs="Browallia New"/>
          <w:sz w:val="20"/>
          <w:szCs w:val="20"/>
          <w:cs/>
        </w:rPr>
      </w:pPr>
    </w:p>
    <w:p w14:paraId="287BFA67" w14:textId="77777777" w:rsidR="00D24AA8" w:rsidRDefault="00D24AA8">
      <w:pPr>
        <w:rPr>
          <w:rFonts w:ascii="Browallia New" w:hAnsi="Browallia New" w:cs="Browallia New"/>
          <w:sz w:val="20"/>
          <w:szCs w:val="20"/>
          <w:cs/>
        </w:rPr>
      </w:pPr>
      <w:r>
        <w:rPr>
          <w:rFonts w:ascii="Browallia New" w:hAnsi="Browallia New" w:cs="Browallia New"/>
          <w:sz w:val="20"/>
          <w:szCs w:val="20"/>
          <w:cs/>
        </w:rPr>
        <w:br w:type="page"/>
      </w: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271742" w:rsidRPr="006378F7" w14:paraId="5EF1839B" w14:textId="77777777" w:rsidTr="008755B6">
        <w:trPr>
          <w:gridAfter w:val="1"/>
          <w:wAfter w:w="14" w:type="dxa"/>
          <w:cantSplit/>
        </w:trPr>
        <w:tc>
          <w:tcPr>
            <w:tcW w:w="2696" w:type="dxa"/>
          </w:tcPr>
          <w:p w14:paraId="747A93EF"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1D8A2F1D"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93E259A" w14:textId="77777777" w:rsidR="00271742" w:rsidRPr="006378F7" w:rsidRDefault="00271742" w:rsidP="008755B6">
            <w:pPr>
              <w:rPr>
                <w:rFonts w:ascii="Browallia New" w:hAnsi="Browallia New" w:cs="Browallia New"/>
                <w:sz w:val="24"/>
                <w:szCs w:val="24"/>
                <w:cs/>
                <w:lang w:val="th-TH"/>
              </w:rPr>
            </w:pPr>
          </w:p>
        </w:tc>
        <w:tc>
          <w:tcPr>
            <w:tcW w:w="4393" w:type="dxa"/>
            <w:gridSpan w:val="8"/>
          </w:tcPr>
          <w:p w14:paraId="40357C62" w14:textId="77777777" w:rsidR="00271742" w:rsidRPr="006378F7" w:rsidRDefault="00271742" w:rsidP="008755B6">
            <w:pPr>
              <w:ind w:right="20"/>
              <w:jc w:val="right"/>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(หน่วย : พันบาท)</w:t>
            </w:r>
          </w:p>
        </w:tc>
      </w:tr>
      <w:tr w:rsidR="00271742" w:rsidRPr="006378F7" w14:paraId="43B9B28C" w14:textId="77777777" w:rsidTr="008755B6">
        <w:trPr>
          <w:gridAfter w:val="1"/>
          <w:wAfter w:w="14" w:type="dxa"/>
          <w:cantSplit/>
        </w:trPr>
        <w:tc>
          <w:tcPr>
            <w:tcW w:w="2696" w:type="dxa"/>
          </w:tcPr>
          <w:p w14:paraId="7252C080"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6BAFDD9E"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4D5DE9F" w14:textId="77777777" w:rsidR="00271742" w:rsidRPr="006378F7" w:rsidRDefault="00271742" w:rsidP="008755B6">
            <w:pPr>
              <w:rPr>
                <w:rFonts w:ascii="Browallia New" w:hAnsi="Browallia New" w:cs="Browallia New"/>
                <w:sz w:val="24"/>
                <w:szCs w:val="24"/>
                <w:cs/>
                <w:lang w:val="th-TH"/>
              </w:rPr>
            </w:pPr>
          </w:p>
        </w:tc>
        <w:tc>
          <w:tcPr>
            <w:tcW w:w="2067" w:type="dxa"/>
            <w:gridSpan w:val="4"/>
            <w:tcBorders>
              <w:bottom w:val="single" w:sz="4" w:space="0" w:color="auto"/>
            </w:tcBorders>
          </w:tcPr>
          <w:p w14:paraId="2BCA6D14"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งบการเงินรวม</w:t>
            </w:r>
          </w:p>
        </w:tc>
        <w:tc>
          <w:tcPr>
            <w:tcW w:w="180" w:type="dxa"/>
          </w:tcPr>
          <w:p w14:paraId="0FC760A6" w14:textId="77777777" w:rsidR="00271742" w:rsidRPr="006378F7" w:rsidRDefault="00271742" w:rsidP="008755B6">
            <w:pPr>
              <w:ind w:right="72"/>
              <w:jc w:val="center"/>
              <w:rPr>
                <w:rFonts w:ascii="Browallia New" w:hAnsi="Browallia New" w:cs="Browallia New"/>
                <w:sz w:val="24"/>
                <w:szCs w:val="24"/>
                <w:cs/>
                <w:lang w:val="th-TH"/>
              </w:rPr>
            </w:pPr>
          </w:p>
        </w:tc>
        <w:tc>
          <w:tcPr>
            <w:tcW w:w="2146" w:type="dxa"/>
            <w:gridSpan w:val="3"/>
            <w:tcBorders>
              <w:bottom w:val="single" w:sz="4" w:space="0" w:color="auto"/>
            </w:tcBorders>
          </w:tcPr>
          <w:p w14:paraId="6ED3859C"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งบการเงินเฉพาะของบริษัท</w:t>
            </w:r>
          </w:p>
        </w:tc>
      </w:tr>
      <w:tr w:rsidR="00271742" w:rsidRPr="006378F7" w14:paraId="40BE7B8A" w14:textId="77777777" w:rsidTr="008755B6">
        <w:trPr>
          <w:gridAfter w:val="1"/>
          <w:wAfter w:w="14" w:type="dxa"/>
          <w:cantSplit/>
        </w:trPr>
        <w:tc>
          <w:tcPr>
            <w:tcW w:w="2696" w:type="dxa"/>
          </w:tcPr>
          <w:p w14:paraId="46038EE2"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118D4EC5"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751386CC" w14:textId="77777777" w:rsidR="00271742" w:rsidRPr="006378F7" w:rsidRDefault="00271742" w:rsidP="008755B6">
            <w:pPr>
              <w:rPr>
                <w:rFonts w:ascii="Browallia New" w:hAnsi="Browallia New" w:cs="Browallia New"/>
                <w:sz w:val="24"/>
                <w:szCs w:val="24"/>
                <w:cs/>
                <w:lang w:val="th-TH"/>
              </w:rPr>
            </w:pPr>
          </w:p>
        </w:tc>
        <w:tc>
          <w:tcPr>
            <w:tcW w:w="4393" w:type="dxa"/>
            <w:gridSpan w:val="8"/>
            <w:tcBorders>
              <w:bottom w:val="single" w:sz="4" w:space="0" w:color="auto"/>
            </w:tcBorders>
          </w:tcPr>
          <w:p w14:paraId="092738E6" w14:textId="4ABC8468" w:rsidR="00271742" w:rsidRPr="006378F7" w:rsidRDefault="009319FA" w:rsidP="008755B6">
            <w:pPr>
              <w:ind w:right="20"/>
              <w:jc w:val="center"/>
              <w:rPr>
                <w:rFonts w:ascii="Browallia New" w:hAnsi="Browallia New" w:cs="Browallia New"/>
                <w:sz w:val="24"/>
                <w:szCs w:val="24"/>
                <w:cs/>
                <w:lang w:val="th-TH"/>
              </w:rPr>
            </w:pPr>
            <w:r w:rsidRPr="009319FA">
              <w:rPr>
                <w:rFonts w:ascii="Browallia New" w:hAnsi="Browallia New" w:cs="Browallia New"/>
                <w:sz w:val="24"/>
                <w:szCs w:val="24"/>
                <w:cs/>
                <w:lang w:val="th-TH"/>
              </w:rPr>
              <w:t>สำหรับงวด</w:t>
            </w:r>
            <w:r w:rsidRPr="009319FA">
              <w:rPr>
                <w:rFonts w:ascii="Browallia New" w:hAnsi="Browallia New" w:cs="Browallia New" w:hint="cs"/>
                <w:sz w:val="24"/>
                <w:szCs w:val="24"/>
                <w:cs/>
                <w:lang w:val="th-TH"/>
              </w:rPr>
              <w:t>เก้า</w:t>
            </w:r>
            <w:r w:rsidRPr="009319FA">
              <w:rPr>
                <w:rFonts w:ascii="Browallia New" w:hAnsi="Browallia New" w:cs="Browallia New"/>
                <w:sz w:val="24"/>
                <w:szCs w:val="24"/>
                <w:cs/>
                <w:lang w:val="th-TH"/>
              </w:rPr>
              <w:t xml:space="preserve">เดือนสิ้นสุดวันที่ </w:t>
            </w:r>
            <w:r w:rsidRPr="009319FA">
              <w:rPr>
                <w:rFonts w:ascii="Browallia New" w:hAnsi="Browallia New" w:cs="Browallia New"/>
                <w:sz w:val="24"/>
                <w:szCs w:val="24"/>
              </w:rPr>
              <w:t>30</w:t>
            </w:r>
            <w:r w:rsidRPr="009319FA">
              <w:rPr>
                <w:rFonts w:ascii="Browallia New" w:hAnsi="Browallia New" w:cs="Browallia New"/>
                <w:sz w:val="24"/>
                <w:szCs w:val="24"/>
                <w:cs/>
                <w:lang w:val="th-TH"/>
              </w:rPr>
              <w:t xml:space="preserve"> </w:t>
            </w:r>
            <w:bookmarkStart w:id="2" w:name="_Hlk112837640"/>
            <w:r w:rsidRPr="009319FA">
              <w:rPr>
                <w:rFonts w:ascii="Browallia New" w:hAnsi="Browallia New" w:cs="Browallia New"/>
                <w:sz w:val="24"/>
                <w:szCs w:val="24"/>
                <w:cs/>
                <w:lang w:val="th-TH"/>
              </w:rPr>
              <w:t>กันยายน</w:t>
            </w:r>
            <w:bookmarkEnd w:id="2"/>
          </w:p>
        </w:tc>
      </w:tr>
      <w:tr w:rsidR="00271742" w:rsidRPr="006378F7" w14:paraId="09D681AD" w14:textId="77777777" w:rsidTr="008755B6">
        <w:trPr>
          <w:gridAfter w:val="1"/>
          <w:wAfter w:w="14" w:type="dxa"/>
          <w:cantSplit/>
        </w:trPr>
        <w:tc>
          <w:tcPr>
            <w:tcW w:w="2696" w:type="dxa"/>
          </w:tcPr>
          <w:p w14:paraId="66962882"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299CF917"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060CB67C" w14:textId="77777777" w:rsidR="00271742" w:rsidRPr="006378F7" w:rsidRDefault="00271742" w:rsidP="008755B6">
            <w:pPr>
              <w:rPr>
                <w:rFonts w:ascii="Browallia New" w:hAnsi="Browallia New" w:cs="Browallia New"/>
                <w:sz w:val="24"/>
                <w:szCs w:val="24"/>
                <w:cs/>
                <w:lang w:val="th-TH"/>
              </w:rPr>
            </w:pPr>
          </w:p>
        </w:tc>
        <w:tc>
          <w:tcPr>
            <w:tcW w:w="945" w:type="dxa"/>
            <w:gridSpan w:val="2"/>
            <w:tcBorders>
              <w:top w:val="single" w:sz="4" w:space="0" w:color="auto"/>
              <w:bottom w:val="single" w:sz="4" w:space="0" w:color="auto"/>
            </w:tcBorders>
          </w:tcPr>
          <w:p w14:paraId="30C15F55"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6</w:t>
            </w:r>
          </w:p>
        </w:tc>
        <w:tc>
          <w:tcPr>
            <w:tcW w:w="190" w:type="dxa"/>
            <w:tcBorders>
              <w:top w:val="single" w:sz="4" w:space="0" w:color="auto"/>
            </w:tcBorders>
          </w:tcPr>
          <w:p w14:paraId="057300C5" w14:textId="77777777" w:rsidR="00271742" w:rsidRPr="006378F7" w:rsidRDefault="00271742" w:rsidP="008755B6">
            <w:pPr>
              <w:ind w:right="20"/>
              <w:jc w:val="center"/>
              <w:rPr>
                <w:rFonts w:ascii="Browallia New" w:hAnsi="Browallia New" w:cs="Browallia New"/>
                <w:sz w:val="24"/>
                <w:szCs w:val="24"/>
                <w:cs/>
                <w:lang w:val="th-TH"/>
              </w:rPr>
            </w:pPr>
          </w:p>
        </w:tc>
        <w:tc>
          <w:tcPr>
            <w:tcW w:w="932" w:type="dxa"/>
            <w:tcBorders>
              <w:top w:val="single" w:sz="4" w:space="0" w:color="auto"/>
              <w:left w:val="nil"/>
              <w:bottom w:val="single" w:sz="4" w:space="0" w:color="auto"/>
            </w:tcBorders>
          </w:tcPr>
          <w:p w14:paraId="27F14495"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5</w:t>
            </w:r>
          </w:p>
        </w:tc>
        <w:tc>
          <w:tcPr>
            <w:tcW w:w="180" w:type="dxa"/>
            <w:tcBorders>
              <w:top w:val="single" w:sz="4" w:space="0" w:color="auto"/>
            </w:tcBorders>
          </w:tcPr>
          <w:p w14:paraId="6DE0D8C0" w14:textId="77777777" w:rsidR="00271742" w:rsidRPr="006378F7" w:rsidRDefault="00271742" w:rsidP="008755B6">
            <w:pPr>
              <w:ind w:right="72"/>
              <w:jc w:val="center"/>
              <w:rPr>
                <w:rFonts w:ascii="Browallia New" w:hAnsi="Browallia New" w:cs="Browallia New"/>
                <w:sz w:val="24"/>
                <w:szCs w:val="24"/>
                <w:cs/>
                <w:lang w:val="th-TH"/>
              </w:rPr>
            </w:pPr>
          </w:p>
        </w:tc>
        <w:tc>
          <w:tcPr>
            <w:tcW w:w="942" w:type="dxa"/>
            <w:tcBorders>
              <w:top w:val="single" w:sz="4" w:space="0" w:color="auto"/>
              <w:bottom w:val="single" w:sz="4" w:space="0" w:color="auto"/>
            </w:tcBorders>
          </w:tcPr>
          <w:p w14:paraId="65E828AC"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6</w:t>
            </w:r>
          </w:p>
        </w:tc>
        <w:tc>
          <w:tcPr>
            <w:tcW w:w="180" w:type="dxa"/>
            <w:tcBorders>
              <w:top w:val="single" w:sz="4" w:space="0" w:color="auto"/>
            </w:tcBorders>
          </w:tcPr>
          <w:p w14:paraId="166D301E" w14:textId="77777777" w:rsidR="00271742" w:rsidRPr="006378F7" w:rsidRDefault="00271742" w:rsidP="008755B6">
            <w:pPr>
              <w:ind w:right="72"/>
              <w:jc w:val="center"/>
              <w:rPr>
                <w:rFonts w:ascii="Browallia New" w:hAnsi="Browallia New" w:cs="Browallia New"/>
                <w:sz w:val="24"/>
                <w:szCs w:val="24"/>
                <w:cs/>
                <w:lang w:val="th-TH"/>
              </w:rPr>
            </w:pPr>
          </w:p>
        </w:tc>
        <w:tc>
          <w:tcPr>
            <w:tcW w:w="1024" w:type="dxa"/>
            <w:tcBorders>
              <w:bottom w:val="single" w:sz="4" w:space="0" w:color="auto"/>
            </w:tcBorders>
          </w:tcPr>
          <w:p w14:paraId="75DBBC5F"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5</w:t>
            </w:r>
          </w:p>
        </w:tc>
      </w:tr>
      <w:tr w:rsidR="00271742" w:rsidRPr="006F6B03" w14:paraId="52B98BEA" w14:textId="77777777" w:rsidTr="008755B6">
        <w:trPr>
          <w:gridAfter w:val="1"/>
          <w:wAfter w:w="14" w:type="dxa"/>
          <w:cantSplit/>
          <w:trHeight w:val="77"/>
        </w:trPr>
        <w:tc>
          <w:tcPr>
            <w:tcW w:w="2696" w:type="dxa"/>
          </w:tcPr>
          <w:p w14:paraId="05397263" w14:textId="77777777" w:rsidR="00271742" w:rsidRPr="006F6B03" w:rsidRDefault="00271742" w:rsidP="008755B6">
            <w:pPr>
              <w:ind w:left="180" w:right="72" w:hanging="180"/>
              <w:rPr>
                <w:rFonts w:ascii="Browallia New" w:hAnsi="Browallia New" w:cs="Browallia New"/>
                <w:sz w:val="22"/>
                <w:szCs w:val="22"/>
                <w:cs/>
                <w:lang w:val="th-TH"/>
              </w:rPr>
            </w:pPr>
          </w:p>
        </w:tc>
        <w:tc>
          <w:tcPr>
            <w:tcW w:w="1844" w:type="dxa"/>
          </w:tcPr>
          <w:p w14:paraId="07E5FDB6" w14:textId="77777777" w:rsidR="00271742" w:rsidRPr="006F6B03" w:rsidRDefault="00271742" w:rsidP="008755B6">
            <w:pPr>
              <w:pStyle w:val="33"/>
              <w:tabs>
                <w:tab w:val="clear" w:pos="360"/>
                <w:tab w:val="clear" w:pos="720"/>
              </w:tabs>
              <w:ind w:hanging="180"/>
              <w:jc w:val="center"/>
              <w:rPr>
                <w:rFonts w:ascii="Browallia New" w:hAnsi="Browallia New" w:cs="Browallia New"/>
                <w:cs/>
                <w:lang w:val="th-TH" w:eastAsia="en-US"/>
              </w:rPr>
            </w:pPr>
          </w:p>
        </w:tc>
        <w:tc>
          <w:tcPr>
            <w:tcW w:w="190" w:type="dxa"/>
            <w:gridSpan w:val="2"/>
          </w:tcPr>
          <w:p w14:paraId="1D42D602" w14:textId="77777777" w:rsidR="00271742" w:rsidRPr="006F6B03" w:rsidRDefault="00271742" w:rsidP="008755B6">
            <w:pPr>
              <w:ind w:hanging="180"/>
              <w:jc w:val="center"/>
              <w:rPr>
                <w:rFonts w:ascii="Browallia New" w:hAnsi="Browallia New" w:cs="Browallia New"/>
                <w:sz w:val="22"/>
                <w:szCs w:val="22"/>
                <w:cs/>
                <w:lang w:val="th-TH"/>
              </w:rPr>
            </w:pPr>
          </w:p>
        </w:tc>
        <w:tc>
          <w:tcPr>
            <w:tcW w:w="935" w:type="dxa"/>
          </w:tcPr>
          <w:p w14:paraId="2818C89E"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190" w:type="dxa"/>
          </w:tcPr>
          <w:p w14:paraId="59D53096"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932" w:type="dxa"/>
            <w:tcBorders>
              <w:left w:val="nil"/>
            </w:tcBorders>
          </w:tcPr>
          <w:p w14:paraId="62B5C681"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180" w:type="dxa"/>
          </w:tcPr>
          <w:p w14:paraId="728D1ECC" w14:textId="77777777" w:rsidR="00271742" w:rsidRPr="006F6B03" w:rsidRDefault="00271742" w:rsidP="008755B6">
            <w:pPr>
              <w:ind w:right="72" w:hanging="180"/>
              <w:jc w:val="both"/>
              <w:rPr>
                <w:rFonts w:ascii="Browallia New" w:hAnsi="Browallia New" w:cs="Browallia New"/>
                <w:sz w:val="22"/>
                <w:szCs w:val="22"/>
                <w:cs/>
                <w:lang w:val="th-TH"/>
              </w:rPr>
            </w:pPr>
          </w:p>
        </w:tc>
        <w:tc>
          <w:tcPr>
            <w:tcW w:w="942" w:type="dxa"/>
          </w:tcPr>
          <w:p w14:paraId="2AE37371" w14:textId="77777777" w:rsidR="00271742" w:rsidRPr="006F6B03" w:rsidRDefault="00271742" w:rsidP="008755B6">
            <w:pPr>
              <w:ind w:right="57" w:hanging="180"/>
              <w:jc w:val="right"/>
              <w:rPr>
                <w:rFonts w:ascii="Browallia New" w:hAnsi="Browallia New" w:cs="Browallia New"/>
                <w:sz w:val="22"/>
                <w:szCs w:val="22"/>
                <w:cs/>
                <w:lang w:val="th-TH"/>
              </w:rPr>
            </w:pPr>
          </w:p>
        </w:tc>
        <w:tc>
          <w:tcPr>
            <w:tcW w:w="180" w:type="dxa"/>
          </w:tcPr>
          <w:p w14:paraId="72D08F4A" w14:textId="77777777" w:rsidR="00271742" w:rsidRPr="006F6B03" w:rsidRDefault="00271742" w:rsidP="008755B6">
            <w:pPr>
              <w:ind w:right="72" w:hanging="180"/>
              <w:jc w:val="both"/>
              <w:rPr>
                <w:rFonts w:ascii="Browallia New" w:hAnsi="Browallia New" w:cs="Browallia New"/>
                <w:sz w:val="22"/>
                <w:szCs w:val="22"/>
                <w:cs/>
                <w:lang w:val="th-TH"/>
              </w:rPr>
            </w:pPr>
          </w:p>
        </w:tc>
        <w:tc>
          <w:tcPr>
            <w:tcW w:w="1024" w:type="dxa"/>
          </w:tcPr>
          <w:p w14:paraId="4615F089" w14:textId="77777777" w:rsidR="00271742" w:rsidRPr="006F6B03" w:rsidRDefault="00271742" w:rsidP="008755B6">
            <w:pPr>
              <w:ind w:right="57" w:hanging="180"/>
              <w:jc w:val="right"/>
              <w:rPr>
                <w:rFonts w:ascii="Browallia New" w:hAnsi="Browallia New" w:cs="Browallia New"/>
                <w:sz w:val="22"/>
                <w:szCs w:val="22"/>
                <w:cs/>
                <w:lang w:val="th-TH"/>
              </w:rPr>
            </w:pPr>
          </w:p>
        </w:tc>
      </w:tr>
      <w:tr w:rsidR="007D71B3" w:rsidRPr="006378F7" w14:paraId="0D17B502" w14:textId="77777777" w:rsidTr="00E6719D">
        <w:trPr>
          <w:gridAfter w:val="1"/>
          <w:wAfter w:w="14" w:type="dxa"/>
          <w:cantSplit/>
        </w:trPr>
        <w:tc>
          <w:tcPr>
            <w:tcW w:w="2696" w:type="dxa"/>
            <w:shd w:val="clear" w:color="auto" w:fill="auto"/>
            <w:vAlign w:val="bottom"/>
          </w:tcPr>
          <w:p w14:paraId="3339692C"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3C849CAB"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467B243D"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35" w:type="dxa"/>
            <w:shd w:val="clear" w:color="auto" w:fill="auto"/>
            <w:noWrap/>
            <w:vAlign w:val="bottom"/>
          </w:tcPr>
          <w:p w14:paraId="7D2A0303" w14:textId="58AF7B0D"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231,929</w:t>
            </w:r>
          </w:p>
        </w:tc>
        <w:tc>
          <w:tcPr>
            <w:tcW w:w="190" w:type="dxa"/>
            <w:shd w:val="clear" w:color="auto" w:fill="auto"/>
            <w:vAlign w:val="bottom"/>
          </w:tcPr>
          <w:p w14:paraId="4FC27589" w14:textId="77777777" w:rsidR="007D71B3" w:rsidRPr="006378F7" w:rsidRDefault="007D71B3" w:rsidP="007D71B3">
            <w:pPr>
              <w:ind w:left="180" w:right="72" w:hanging="180"/>
              <w:rPr>
                <w:rFonts w:ascii="Browallia New" w:hAnsi="Browallia New" w:cs="Browallia New"/>
                <w:sz w:val="24"/>
                <w:szCs w:val="24"/>
                <w:cs/>
                <w:lang w:val="th-TH"/>
              </w:rPr>
            </w:pPr>
          </w:p>
        </w:tc>
        <w:tc>
          <w:tcPr>
            <w:tcW w:w="932" w:type="dxa"/>
            <w:tcBorders>
              <w:left w:val="nil"/>
            </w:tcBorders>
            <w:shd w:val="clear" w:color="auto" w:fill="auto"/>
            <w:vAlign w:val="bottom"/>
          </w:tcPr>
          <w:p w14:paraId="7223F4E3" w14:textId="23FEE881" w:rsidR="007D71B3" w:rsidRPr="006378F7" w:rsidRDefault="004A22ED" w:rsidP="007D71B3">
            <w:pPr>
              <w:ind w:left="180" w:right="72" w:hanging="180"/>
              <w:jc w:val="right"/>
              <w:rPr>
                <w:rFonts w:ascii="Browallia New" w:hAnsi="Browallia New" w:cs="Browallia New"/>
                <w:sz w:val="24"/>
                <w:szCs w:val="24"/>
                <w:cs/>
                <w:lang w:val="th-TH"/>
              </w:rPr>
            </w:pPr>
            <w:r w:rsidRPr="004A22ED">
              <w:rPr>
                <w:rFonts w:ascii="Browallia New" w:hAnsi="Browallia New" w:cs="Browallia New" w:hint="cs"/>
                <w:sz w:val="24"/>
                <w:szCs w:val="24"/>
              </w:rPr>
              <w:t>144</w:t>
            </w:r>
            <w:r w:rsidR="007D71B3">
              <w:rPr>
                <w:rFonts w:ascii="Browallia New" w:hAnsi="Browallia New" w:cs="Browallia New"/>
                <w:sz w:val="24"/>
                <w:szCs w:val="24"/>
              </w:rPr>
              <w:t>,544</w:t>
            </w:r>
          </w:p>
        </w:tc>
        <w:tc>
          <w:tcPr>
            <w:tcW w:w="180" w:type="dxa"/>
            <w:shd w:val="clear" w:color="auto" w:fill="auto"/>
            <w:noWrap/>
            <w:vAlign w:val="bottom"/>
          </w:tcPr>
          <w:p w14:paraId="6876ACC9"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tcPr>
          <w:p w14:paraId="2BCF92D5" w14:textId="357AC8D8"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232,736</w:t>
            </w:r>
          </w:p>
        </w:tc>
        <w:tc>
          <w:tcPr>
            <w:tcW w:w="180" w:type="dxa"/>
            <w:shd w:val="clear" w:color="auto" w:fill="auto"/>
            <w:noWrap/>
            <w:vAlign w:val="bottom"/>
          </w:tcPr>
          <w:p w14:paraId="5540B9DD" w14:textId="77777777" w:rsidR="007D71B3" w:rsidRPr="006378F7" w:rsidRDefault="007D71B3" w:rsidP="007D71B3">
            <w:pPr>
              <w:ind w:left="180" w:right="72" w:hanging="180"/>
              <w:rPr>
                <w:rFonts w:ascii="Browallia New" w:hAnsi="Browallia New" w:cs="Browallia New"/>
                <w:sz w:val="24"/>
                <w:szCs w:val="24"/>
                <w:cs/>
                <w:lang w:val="th-TH"/>
              </w:rPr>
            </w:pPr>
          </w:p>
        </w:tc>
        <w:tc>
          <w:tcPr>
            <w:tcW w:w="1024" w:type="dxa"/>
            <w:shd w:val="clear" w:color="auto" w:fill="auto"/>
            <w:noWrap/>
            <w:vAlign w:val="bottom"/>
          </w:tcPr>
          <w:p w14:paraId="2F272DE0" w14:textId="3F9362FC"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144,851</w:t>
            </w:r>
          </w:p>
        </w:tc>
      </w:tr>
      <w:tr w:rsidR="007D71B3" w:rsidRPr="006378F7" w14:paraId="05D4E02B" w14:textId="77777777" w:rsidTr="00DD30CD">
        <w:trPr>
          <w:gridAfter w:val="1"/>
          <w:wAfter w:w="14" w:type="dxa"/>
          <w:cantSplit/>
        </w:trPr>
        <w:tc>
          <w:tcPr>
            <w:tcW w:w="2696" w:type="dxa"/>
            <w:shd w:val="clear" w:color="auto" w:fill="auto"/>
            <w:vAlign w:val="bottom"/>
          </w:tcPr>
          <w:p w14:paraId="6187BDE7"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รายได้ค่าบริการตัดเหล็กและ</w:t>
            </w:r>
          </w:p>
          <w:p w14:paraId="2F8D3F41"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รายได้อื่น</w:t>
            </w:r>
          </w:p>
        </w:tc>
        <w:tc>
          <w:tcPr>
            <w:tcW w:w="1844" w:type="dxa"/>
            <w:shd w:val="clear" w:color="auto" w:fill="auto"/>
          </w:tcPr>
          <w:p w14:paraId="58C06F83" w14:textId="77777777" w:rsidR="007D71B3" w:rsidRPr="006378F7" w:rsidRDefault="007D71B3" w:rsidP="007D71B3">
            <w:pPr>
              <w:ind w:left="180" w:right="72" w:hanging="180"/>
              <w:jc w:val="center"/>
              <w:rPr>
                <w:rFonts w:ascii="Browallia New" w:hAnsi="Browallia New" w:cs="Browallia New"/>
                <w:sz w:val="24"/>
                <w:szCs w:val="24"/>
                <w:cs/>
                <w:lang w:val="th-TH"/>
              </w:rPr>
            </w:pPr>
          </w:p>
          <w:p w14:paraId="6982D8B1"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BBFF1EA"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6DB08242" w14:textId="5F107B2F"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9,412</w:t>
            </w:r>
          </w:p>
        </w:tc>
        <w:tc>
          <w:tcPr>
            <w:tcW w:w="190" w:type="dxa"/>
            <w:shd w:val="clear" w:color="auto" w:fill="auto"/>
            <w:vAlign w:val="bottom"/>
          </w:tcPr>
          <w:p w14:paraId="27821F88" w14:textId="77777777" w:rsidR="007D71B3" w:rsidRPr="006378F7" w:rsidRDefault="007D71B3" w:rsidP="007D71B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46005A21" w14:textId="1B6E64E8"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10,467</w:t>
            </w:r>
          </w:p>
        </w:tc>
        <w:tc>
          <w:tcPr>
            <w:tcW w:w="180" w:type="dxa"/>
            <w:shd w:val="clear" w:color="auto" w:fill="auto"/>
            <w:noWrap/>
            <w:vAlign w:val="bottom"/>
          </w:tcPr>
          <w:p w14:paraId="168E86E5"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74D9D009" w14:textId="4277E507"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9,412</w:t>
            </w:r>
          </w:p>
        </w:tc>
        <w:tc>
          <w:tcPr>
            <w:tcW w:w="180" w:type="dxa"/>
            <w:shd w:val="clear" w:color="auto" w:fill="auto"/>
            <w:noWrap/>
            <w:vAlign w:val="bottom"/>
          </w:tcPr>
          <w:p w14:paraId="630EE918"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E11396D" w14:textId="1803C163"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10,467</w:t>
            </w:r>
          </w:p>
        </w:tc>
      </w:tr>
      <w:tr w:rsidR="007D71B3" w:rsidRPr="006378F7" w14:paraId="7B04A03B" w14:textId="77777777" w:rsidTr="00E6719D">
        <w:trPr>
          <w:gridAfter w:val="1"/>
          <w:wAfter w:w="14" w:type="dxa"/>
          <w:cantSplit/>
        </w:trPr>
        <w:tc>
          <w:tcPr>
            <w:tcW w:w="2696" w:type="dxa"/>
            <w:shd w:val="clear" w:color="auto" w:fill="auto"/>
            <w:vAlign w:val="bottom"/>
          </w:tcPr>
          <w:p w14:paraId="52A895BB"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2885050C"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121F563C"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shd w:val="clear" w:color="auto" w:fill="auto"/>
            <w:noWrap/>
          </w:tcPr>
          <w:p w14:paraId="573BEA1A" w14:textId="1652B5A2"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3,406</w:t>
            </w:r>
          </w:p>
        </w:tc>
        <w:tc>
          <w:tcPr>
            <w:tcW w:w="190" w:type="dxa"/>
            <w:shd w:val="clear" w:color="auto" w:fill="auto"/>
            <w:vAlign w:val="bottom"/>
          </w:tcPr>
          <w:p w14:paraId="3090CB07" w14:textId="77777777" w:rsidR="007D71B3" w:rsidRPr="006378F7" w:rsidRDefault="007D71B3" w:rsidP="007D71B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3DC98E61" w14:textId="7521DB57"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3,108</w:t>
            </w:r>
          </w:p>
        </w:tc>
        <w:tc>
          <w:tcPr>
            <w:tcW w:w="180" w:type="dxa"/>
            <w:shd w:val="clear" w:color="auto" w:fill="auto"/>
            <w:noWrap/>
            <w:vAlign w:val="bottom"/>
          </w:tcPr>
          <w:p w14:paraId="7867F9F9"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tcPr>
          <w:p w14:paraId="47EDC463" w14:textId="0C9A203A"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3,406</w:t>
            </w:r>
          </w:p>
        </w:tc>
        <w:tc>
          <w:tcPr>
            <w:tcW w:w="180" w:type="dxa"/>
            <w:shd w:val="clear" w:color="auto" w:fill="auto"/>
            <w:noWrap/>
            <w:vAlign w:val="bottom"/>
          </w:tcPr>
          <w:p w14:paraId="0793D86B"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DE23B2A" w14:textId="631EAC22"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3,108</w:t>
            </w:r>
          </w:p>
        </w:tc>
      </w:tr>
      <w:tr w:rsidR="007D71B3" w:rsidRPr="006378F7" w14:paraId="572E7E51" w14:textId="77777777" w:rsidTr="00E6719D">
        <w:trPr>
          <w:gridAfter w:val="1"/>
          <w:wAfter w:w="14" w:type="dxa"/>
          <w:cantSplit/>
        </w:trPr>
        <w:tc>
          <w:tcPr>
            <w:tcW w:w="2696" w:type="dxa"/>
            <w:shd w:val="clear" w:color="auto" w:fill="auto"/>
            <w:vAlign w:val="bottom"/>
          </w:tcPr>
          <w:p w14:paraId="7B83FFCD"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11F94BCB"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3DD6903"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shd w:val="clear" w:color="auto" w:fill="auto"/>
            <w:noWrap/>
          </w:tcPr>
          <w:p w14:paraId="00126FC3" w14:textId="7E0ECF7B"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2,585,612</w:t>
            </w:r>
          </w:p>
        </w:tc>
        <w:tc>
          <w:tcPr>
            <w:tcW w:w="190" w:type="dxa"/>
            <w:shd w:val="clear" w:color="auto" w:fill="auto"/>
            <w:vAlign w:val="bottom"/>
          </w:tcPr>
          <w:p w14:paraId="5E562CE2" w14:textId="77777777" w:rsidR="007D71B3" w:rsidRPr="006378F7" w:rsidRDefault="007D71B3" w:rsidP="007D71B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2B04B7EA" w14:textId="2EE88840"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2,938,893</w:t>
            </w:r>
          </w:p>
        </w:tc>
        <w:tc>
          <w:tcPr>
            <w:tcW w:w="180" w:type="dxa"/>
            <w:shd w:val="clear" w:color="auto" w:fill="auto"/>
            <w:noWrap/>
            <w:vAlign w:val="bottom"/>
          </w:tcPr>
          <w:p w14:paraId="6F105D01"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tcPr>
          <w:p w14:paraId="61CCD6C3" w14:textId="0FD30D04"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 xml:space="preserve">   2,585,612</w:t>
            </w:r>
          </w:p>
        </w:tc>
        <w:tc>
          <w:tcPr>
            <w:tcW w:w="180" w:type="dxa"/>
            <w:shd w:val="clear" w:color="auto" w:fill="auto"/>
            <w:noWrap/>
            <w:vAlign w:val="bottom"/>
          </w:tcPr>
          <w:p w14:paraId="0A57EA28"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69BEC8E9" w14:textId="2ABE84E5"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2,938,893</w:t>
            </w:r>
          </w:p>
        </w:tc>
      </w:tr>
      <w:tr w:rsidR="007D71B3" w:rsidRPr="006378F7" w14:paraId="66CA68A0" w14:textId="77777777" w:rsidTr="00E6719D">
        <w:trPr>
          <w:gridAfter w:val="1"/>
          <w:wAfter w:w="14" w:type="dxa"/>
          <w:cantSplit/>
        </w:trPr>
        <w:tc>
          <w:tcPr>
            <w:tcW w:w="2696" w:type="dxa"/>
            <w:shd w:val="clear" w:color="auto" w:fill="auto"/>
            <w:vAlign w:val="bottom"/>
          </w:tcPr>
          <w:p w14:paraId="2DB0C3F1" w14:textId="77777777"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7159B835"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19FCCA48"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shd w:val="clear" w:color="auto" w:fill="auto"/>
            <w:noWrap/>
          </w:tcPr>
          <w:p w14:paraId="11E8FDE8" w14:textId="193A9467"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22,010</w:t>
            </w:r>
          </w:p>
        </w:tc>
        <w:tc>
          <w:tcPr>
            <w:tcW w:w="190" w:type="dxa"/>
            <w:shd w:val="clear" w:color="auto" w:fill="auto"/>
            <w:vAlign w:val="bottom"/>
          </w:tcPr>
          <w:p w14:paraId="32616747" w14:textId="77777777" w:rsidR="007D71B3" w:rsidRPr="006378F7" w:rsidRDefault="007D71B3" w:rsidP="007D71B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5DC3D8E5" w14:textId="29BFCB9B"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22,400</w:t>
            </w:r>
          </w:p>
        </w:tc>
        <w:tc>
          <w:tcPr>
            <w:tcW w:w="180" w:type="dxa"/>
            <w:shd w:val="clear" w:color="auto" w:fill="auto"/>
            <w:noWrap/>
            <w:vAlign w:val="bottom"/>
          </w:tcPr>
          <w:p w14:paraId="3D64BBAF"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tcPr>
          <w:p w14:paraId="5C80F107" w14:textId="2EA711EB"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22,010</w:t>
            </w:r>
          </w:p>
        </w:tc>
        <w:tc>
          <w:tcPr>
            <w:tcW w:w="180" w:type="dxa"/>
            <w:shd w:val="clear" w:color="auto" w:fill="auto"/>
            <w:noWrap/>
            <w:vAlign w:val="bottom"/>
          </w:tcPr>
          <w:p w14:paraId="59AB8C2F"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252DBD78" w14:textId="69FD1849"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22,400</w:t>
            </w:r>
          </w:p>
        </w:tc>
      </w:tr>
      <w:tr w:rsidR="007D71B3" w:rsidRPr="006378F7" w14:paraId="44EB2317" w14:textId="77777777" w:rsidTr="00E6719D">
        <w:trPr>
          <w:gridAfter w:val="1"/>
          <w:wAfter w:w="14" w:type="dxa"/>
          <w:cantSplit/>
        </w:trPr>
        <w:tc>
          <w:tcPr>
            <w:tcW w:w="2696" w:type="dxa"/>
            <w:shd w:val="clear" w:color="auto" w:fill="auto"/>
            <w:vAlign w:val="bottom"/>
          </w:tcPr>
          <w:p w14:paraId="7A1A3BBD" w14:textId="34C52E03" w:rsidR="007D71B3" w:rsidRPr="006378F7" w:rsidRDefault="007D71B3" w:rsidP="007D71B3">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5B72CBE7" w14:textId="0B8304E1" w:rsidR="007D71B3" w:rsidRPr="006378F7" w:rsidRDefault="007D71B3" w:rsidP="007D71B3">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5E053BB3"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shd w:val="clear" w:color="auto" w:fill="auto"/>
            <w:noWrap/>
          </w:tcPr>
          <w:p w14:paraId="09D0399E" w14:textId="775BEA7D"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76</w:t>
            </w:r>
          </w:p>
        </w:tc>
        <w:tc>
          <w:tcPr>
            <w:tcW w:w="190" w:type="dxa"/>
            <w:shd w:val="clear" w:color="auto" w:fill="auto"/>
            <w:vAlign w:val="bottom"/>
          </w:tcPr>
          <w:p w14:paraId="143F11FB" w14:textId="77777777" w:rsidR="007D71B3" w:rsidRPr="006378F7" w:rsidRDefault="007D71B3" w:rsidP="007D71B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52A18AC5" w14:textId="3DF2B04E"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34</w:t>
            </w:r>
          </w:p>
        </w:tc>
        <w:tc>
          <w:tcPr>
            <w:tcW w:w="180" w:type="dxa"/>
            <w:shd w:val="clear" w:color="auto" w:fill="auto"/>
            <w:noWrap/>
            <w:vAlign w:val="bottom"/>
          </w:tcPr>
          <w:p w14:paraId="1A559770"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shd w:val="clear" w:color="auto" w:fill="auto"/>
            <w:noWrap/>
          </w:tcPr>
          <w:p w14:paraId="609F5E6E" w14:textId="5A673870"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76</w:t>
            </w:r>
          </w:p>
        </w:tc>
        <w:tc>
          <w:tcPr>
            <w:tcW w:w="180" w:type="dxa"/>
            <w:shd w:val="clear" w:color="auto" w:fill="auto"/>
            <w:noWrap/>
            <w:vAlign w:val="bottom"/>
          </w:tcPr>
          <w:p w14:paraId="5CF68B62"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794E1E3E" w14:textId="2D999338"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34</w:t>
            </w:r>
          </w:p>
        </w:tc>
      </w:tr>
      <w:tr w:rsidR="007D71B3" w:rsidRPr="006378F7" w14:paraId="6FD8BCC1" w14:textId="77777777" w:rsidTr="00E6719D">
        <w:trPr>
          <w:gridAfter w:val="1"/>
          <w:wAfter w:w="14" w:type="dxa"/>
          <w:cantSplit/>
        </w:trPr>
        <w:tc>
          <w:tcPr>
            <w:tcW w:w="2696" w:type="dxa"/>
            <w:vAlign w:val="bottom"/>
          </w:tcPr>
          <w:p w14:paraId="7E1CBFA0" w14:textId="7AA03FEA" w:rsidR="007D71B3" w:rsidRPr="006378F7" w:rsidRDefault="007D71B3" w:rsidP="007D71B3">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ดอกเบี้ยรับ</w:t>
            </w:r>
          </w:p>
        </w:tc>
        <w:tc>
          <w:tcPr>
            <w:tcW w:w="1844" w:type="dxa"/>
          </w:tcPr>
          <w:p w14:paraId="2FF066D8" w14:textId="77777777" w:rsidR="007D71B3" w:rsidRPr="006378F7" w:rsidRDefault="007D71B3" w:rsidP="007D71B3">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34A640EA" w14:textId="77777777" w:rsidR="007D71B3" w:rsidRPr="006378F7" w:rsidRDefault="007D71B3" w:rsidP="007D71B3">
            <w:pPr>
              <w:ind w:left="180" w:right="72" w:hanging="180"/>
              <w:jc w:val="center"/>
              <w:rPr>
                <w:rFonts w:ascii="Browallia New" w:hAnsi="Browallia New" w:cs="Browallia New"/>
                <w:sz w:val="24"/>
                <w:szCs w:val="24"/>
                <w:cs/>
                <w:lang w:val="th-TH"/>
              </w:rPr>
            </w:pPr>
          </w:p>
        </w:tc>
        <w:tc>
          <w:tcPr>
            <w:tcW w:w="935" w:type="dxa"/>
            <w:noWrap/>
            <w:vAlign w:val="bottom"/>
          </w:tcPr>
          <w:p w14:paraId="69151FAE" w14:textId="552341D8" w:rsidR="007D71B3" w:rsidRPr="006378F7" w:rsidRDefault="007D71B3" w:rsidP="007D71B3">
            <w:pPr>
              <w:ind w:left="180" w:right="72" w:hanging="180"/>
              <w:jc w:val="center"/>
              <w:rPr>
                <w:rFonts w:ascii="Browallia New" w:hAnsi="Browallia New" w:cs="Browallia New"/>
                <w:sz w:val="24"/>
                <w:szCs w:val="24"/>
              </w:rPr>
            </w:pPr>
            <w:r w:rsidRPr="00BB1BD2">
              <w:rPr>
                <w:rFonts w:ascii="Browallia New" w:hAnsi="Browallia New" w:cs="Browallia New"/>
                <w:sz w:val="24"/>
                <w:szCs w:val="24"/>
              </w:rPr>
              <w:t xml:space="preserve">      </w:t>
            </w:r>
            <w:r>
              <w:rPr>
                <w:rFonts w:ascii="Browallia New" w:hAnsi="Browallia New" w:cs="Browallia New"/>
                <w:sz w:val="24"/>
                <w:szCs w:val="24"/>
                <w:cs/>
              </w:rPr>
              <w:t>-</w:t>
            </w:r>
          </w:p>
        </w:tc>
        <w:tc>
          <w:tcPr>
            <w:tcW w:w="190" w:type="dxa"/>
            <w:vAlign w:val="bottom"/>
          </w:tcPr>
          <w:p w14:paraId="6A6D4BC5"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7E00C48A" w14:textId="2262869D" w:rsidR="007D71B3" w:rsidRPr="006378F7" w:rsidRDefault="007D71B3" w:rsidP="007D71B3">
            <w:pPr>
              <w:ind w:left="180" w:right="72" w:hanging="180"/>
              <w:jc w:val="center"/>
              <w:rPr>
                <w:rFonts w:ascii="Browallia New" w:hAnsi="Browallia New" w:cs="Browallia New"/>
                <w:sz w:val="24"/>
                <w:szCs w:val="24"/>
                <w:cs/>
                <w:lang w:val="th-TH"/>
              </w:rPr>
            </w:pPr>
            <w:r w:rsidRPr="00BB1BD2">
              <w:rPr>
                <w:rFonts w:ascii="Browallia New" w:hAnsi="Browallia New" w:cs="Browallia New"/>
                <w:sz w:val="24"/>
                <w:szCs w:val="24"/>
              </w:rPr>
              <w:t xml:space="preserve">      -</w:t>
            </w:r>
          </w:p>
        </w:tc>
        <w:tc>
          <w:tcPr>
            <w:tcW w:w="180" w:type="dxa"/>
            <w:noWrap/>
            <w:vAlign w:val="bottom"/>
          </w:tcPr>
          <w:p w14:paraId="7E80EB9F"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942" w:type="dxa"/>
            <w:noWrap/>
          </w:tcPr>
          <w:p w14:paraId="32DC3EF4" w14:textId="44ED193F" w:rsidR="007D71B3" w:rsidRPr="006378F7" w:rsidRDefault="007D71B3" w:rsidP="007D71B3">
            <w:pPr>
              <w:ind w:left="180" w:right="72" w:hanging="180"/>
              <w:jc w:val="right"/>
              <w:rPr>
                <w:rFonts w:ascii="Browallia New" w:hAnsi="Browallia New" w:cs="Browallia New"/>
                <w:sz w:val="24"/>
                <w:szCs w:val="24"/>
              </w:rPr>
            </w:pPr>
            <w:r>
              <w:rPr>
                <w:rFonts w:ascii="Browallia New" w:hAnsi="Browallia New" w:cs="Browallia New"/>
                <w:sz w:val="24"/>
                <w:szCs w:val="24"/>
              </w:rPr>
              <w:t>906</w:t>
            </w:r>
          </w:p>
        </w:tc>
        <w:tc>
          <w:tcPr>
            <w:tcW w:w="180" w:type="dxa"/>
            <w:noWrap/>
            <w:vAlign w:val="bottom"/>
          </w:tcPr>
          <w:p w14:paraId="4667EAC9" w14:textId="77777777" w:rsidR="007D71B3" w:rsidRPr="006378F7" w:rsidRDefault="007D71B3" w:rsidP="007D71B3">
            <w:pPr>
              <w:ind w:left="180" w:right="72" w:hanging="180"/>
              <w:jc w:val="right"/>
              <w:rPr>
                <w:rFonts w:ascii="Browallia New" w:hAnsi="Browallia New" w:cs="Browallia New"/>
                <w:sz w:val="24"/>
                <w:szCs w:val="24"/>
                <w:cs/>
                <w:lang w:val="th-TH"/>
              </w:rPr>
            </w:pPr>
          </w:p>
        </w:tc>
        <w:tc>
          <w:tcPr>
            <w:tcW w:w="1024" w:type="dxa"/>
            <w:noWrap/>
            <w:vAlign w:val="bottom"/>
          </w:tcPr>
          <w:p w14:paraId="1BA6FA30" w14:textId="77B197FE" w:rsidR="007D71B3" w:rsidRPr="006378F7" w:rsidRDefault="007D71B3" w:rsidP="007D71B3">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667</w:t>
            </w:r>
          </w:p>
        </w:tc>
      </w:tr>
      <w:tr w:rsidR="005C2E97" w:rsidRPr="006378F7" w14:paraId="5A9EEFE3" w14:textId="77777777" w:rsidTr="00E6719D">
        <w:trPr>
          <w:gridAfter w:val="1"/>
          <w:wAfter w:w="14" w:type="dxa"/>
          <w:cantSplit/>
        </w:trPr>
        <w:tc>
          <w:tcPr>
            <w:tcW w:w="2696" w:type="dxa"/>
            <w:vAlign w:val="bottom"/>
          </w:tcPr>
          <w:p w14:paraId="7D7B6242" w14:textId="77777777" w:rsidR="005C2E97" w:rsidRPr="006378F7" w:rsidRDefault="005C2E97" w:rsidP="005C2E97">
            <w:pPr>
              <w:ind w:left="180" w:right="72" w:hanging="180"/>
              <w:rPr>
                <w:rFonts w:ascii="Browallia New" w:hAnsi="Browallia New" w:cs="Browallia New"/>
                <w:sz w:val="24"/>
                <w:szCs w:val="24"/>
                <w:cs/>
                <w:lang w:val="th-TH"/>
              </w:rPr>
            </w:pPr>
          </w:p>
        </w:tc>
        <w:tc>
          <w:tcPr>
            <w:tcW w:w="1844" w:type="dxa"/>
          </w:tcPr>
          <w:p w14:paraId="01756D06" w14:textId="77777777" w:rsidR="005C2E97" w:rsidRPr="006378F7" w:rsidRDefault="005C2E97" w:rsidP="005C2E97">
            <w:pPr>
              <w:ind w:left="180" w:right="72" w:hanging="180"/>
              <w:jc w:val="center"/>
              <w:rPr>
                <w:rFonts w:ascii="Browallia New" w:hAnsi="Browallia New" w:cs="Browallia New"/>
                <w:sz w:val="24"/>
                <w:szCs w:val="24"/>
                <w:cs/>
                <w:lang w:val="th-TH"/>
              </w:rPr>
            </w:pPr>
          </w:p>
        </w:tc>
        <w:tc>
          <w:tcPr>
            <w:tcW w:w="190" w:type="dxa"/>
            <w:gridSpan w:val="2"/>
            <w:vAlign w:val="bottom"/>
          </w:tcPr>
          <w:p w14:paraId="10E43A27" w14:textId="77777777" w:rsidR="005C2E97" w:rsidRPr="006378F7" w:rsidRDefault="005C2E97" w:rsidP="005C2E97">
            <w:pPr>
              <w:ind w:left="180" w:right="72" w:hanging="180"/>
              <w:jc w:val="center"/>
              <w:rPr>
                <w:rFonts w:ascii="Browallia New" w:hAnsi="Browallia New" w:cs="Browallia New"/>
                <w:sz w:val="24"/>
                <w:szCs w:val="24"/>
                <w:cs/>
                <w:lang w:val="th-TH"/>
              </w:rPr>
            </w:pPr>
          </w:p>
        </w:tc>
        <w:tc>
          <w:tcPr>
            <w:tcW w:w="935" w:type="dxa"/>
            <w:noWrap/>
            <w:vAlign w:val="bottom"/>
          </w:tcPr>
          <w:p w14:paraId="1E979BC6" w14:textId="77777777" w:rsidR="005C2E97" w:rsidRDefault="005C2E97" w:rsidP="005C2E97">
            <w:pPr>
              <w:ind w:left="180" w:right="72" w:hanging="180"/>
              <w:jc w:val="center"/>
              <w:rPr>
                <w:rFonts w:ascii="Browallia New" w:hAnsi="Browallia New" w:cs="Browallia New"/>
                <w:sz w:val="24"/>
                <w:szCs w:val="24"/>
              </w:rPr>
            </w:pPr>
          </w:p>
        </w:tc>
        <w:tc>
          <w:tcPr>
            <w:tcW w:w="190" w:type="dxa"/>
            <w:vAlign w:val="bottom"/>
          </w:tcPr>
          <w:p w14:paraId="393FC359" w14:textId="77777777" w:rsidR="005C2E97" w:rsidRPr="006378F7" w:rsidRDefault="005C2E97" w:rsidP="005C2E97">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5E36094E" w14:textId="77777777" w:rsidR="005C2E97" w:rsidRDefault="005C2E97" w:rsidP="005C2E97">
            <w:pPr>
              <w:ind w:left="180" w:right="72" w:hanging="180"/>
              <w:jc w:val="center"/>
              <w:rPr>
                <w:rFonts w:ascii="Browallia New" w:hAnsi="Browallia New" w:cs="Browallia New"/>
                <w:sz w:val="24"/>
                <w:szCs w:val="24"/>
              </w:rPr>
            </w:pPr>
          </w:p>
        </w:tc>
        <w:tc>
          <w:tcPr>
            <w:tcW w:w="180" w:type="dxa"/>
            <w:noWrap/>
            <w:vAlign w:val="bottom"/>
          </w:tcPr>
          <w:p w14:paraId="5A0FE0EF" w14:textId="77777777" w:rsidR="005C2E97" w:rsidRPr="006378F7" w:rsidRDefault="005C2E97" w:rsidP="005C2E97">
            <w:pPr>
              <w:ind w:left="180" w:right="72" w:hanging="180"/>
              <w:jc w:val="right"/>
              <w:rPr>
                <w:rFonts w:ascii="Browallia New" w:hAnsi="Browallia New" w:cs="Browallia New"/>
                <w:sz w:val="24"/>
                <w:szCs w:val="24"/>
                <w:cs/>
                <w:lang w:val="th-TH"/>
              </w:rPr>
            </w:pPr>
          </w:p>
        </w:tc>
        <w:tc>
          <w:tcPr>
            <w:tcW w:w="942" w:type="dxa"/>
            <w:noWrap/>
          </w:tcPr>
          <w:p w14:paraId="2E35045F" w14:textId="77777777" w:rsidR="005C2E97" w:rsidRPr="00DD30CD" w:rsidRDefault="005C2E97" w:rsidP="005C2E97">
            <w:pPr>
              <w:ind w:left="180" w:right="72" w:hanging="180"/>
              <w:jc w:val="right"/>
              <w:rPr>
                <w:rFonts w:ascii="Browallia New" w:hAnsi="Browallia New" w:cs="Browallia New"/>
                <w:sz w:val="24"/>
                <w:szCs w:val="24"/>
              </w:rPr>
            </w:pPr>
          </w:p>
        </w:tc>
        <w:tc>
          <w:tcPr>
            <w:tcW w:w="180" w:type="dxa"/>
            <w:noWrap/>
            <w:vAlign w:val="bottom"/>
          </w:tcPr>
          <w:p w14:paraId="42F5784B" w14:textId="77777777" w:rsidR="005C2E97" w:rsidRPr="006378F7" w:rsidRDefault="005C2E97" w:rsidP="005C2E97">
            <w:pPr>
              <w:ind w:left="180" w:right="72" w:hanging="180"/>
              <w:jc w:val="right"/>
              <w:rPr>
                <w:rFonts w:ascii="Browallia New" w:hAnsi="Browallia New" w:cs="Browallia New"/>
                <w:sz w:val="24"/>
                <w:szCs w:val="24"/>
                <w:cs/>
                <w:lang w:val="th-TH"/>
              </w:rPr>
            </w:pPr>
          </w:p>
        </w:tc>
        <w:tc>
          <w:tcPr>
            <w:tcW w:w="1024" w:type="dxa"/>
            <w:noWrap/>
            <w:vAlign w:val="bottom"/>
          </w:tcPr>
          <w:p w14:paraId="5E14AF88" w14:textId="77777777" w:rsidR="005C2E97" w:rsidRDefault="005C2E97" w:rsidP="005C2E97">
            <w:pPr>
              <w:ind w:left="180" w:right="72" w:hanging="180"/>
              <w:jc w:val="right"/>
              <w:rPr>
                <w:rFonts w:ascii="Browallia New" w:hAnsi="Browallia New" w:cs="Browallia New"/>
                <w:sz w:val="24"/>
                <w:szCs w:val="24"/>
              </w:rPr>
            </w:pPr>
          </w:p>
        </w:tc>
      </w:tr>
      <w:tr w:rsidR="005C2E97" w:rsidRPr="006378F7" w14:paraId="16366F9A" w14:textId="77777777" w:rsidTr="008755B6">
        <w:trPr>
          <w:cantSplit/>
        </w:trPr>
        <w:tc>
          <w:tcPr>
            <w:tcW w:w="4540" w:type="dxa"/>
            <w:gridSpan w:val="2"/>
            <w:vAlign w:val="bottom"/>
          </w:tcPr>
          <w:p w14:paraId="6A2847EA" w14:textId="77777777" w:rsidR="005C2E97" w:rsidRPr="006378F7" w:rsidRDefault="005C2E97" w:rsidP="005C2E97">
            <w:pPr>
              <w:ind w:left="180" w:right="72" w:hanging="180"/>
              <w:rPr>
                <w:rFonts w:ascii="Browallia New" w:hAnsi="Browallia New" w:cs="Browallia New"/>
                <w:sz w:val="24"/>
                <w:szCs w:val="24"/>
                <w:u w:val="single"/>
                <w:cs/>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265BDBC3" w14:textId="77777777" w:rsidR="005C2E97" w:rsidRPr="006378F7" w:rsidRDefault="005C2E97" w:rsidP="005C2E97">
            <w:pPr>
              <w:ind w:left="180" w:right="72" w:hanging="180"/>
              <w:rPr>
                <w:rFonts w:ascii="Browallia New" w:hAnsi="Browallia New" w:cs="Browallia New"/>
                <w:sz w:val="24"/>
                <w:szCs w:val="24"/>
                <w:cs/>
                <w:lang w:val="th-TH"/>
              </w:rPr>
            </w:pPr>
          </w:p>
        </w:tc>
        <w:tc>
          <w:tcPr>
            <w:tcW w:w="935" w:type="dxa"/>
            <w:noWrap/>
            <w:vAlign w:val="bottom"/>
          </w:tcPr>
          <w:p w14:paraId="2D0A9611" w14:textId="77777777" w:rsidR="005C2E97" w:rsidRPr="006378F7" w:rsidRDefault="005C2E97" w:rsidP="005C2E97">
            <w:pPr>
              <w:ind w:left="180" w:right="72" w:hanging="180"/>
              <w:rPr>
                <w:rFonts w:ascii="Browallia New" w:hAnsi="Browallia New" w:cs="Browallia New"/>
                <w:sz w:val="24"/>
                <w:szCs w:val="24"/>
                <w:cs/>
                <w:lang w:val="th-TH"/>
              </w:rPr>
            </w:pPr>
          </w:p>
        </w:tc>
        <w:tc>
          <w:tcPr>
            <w:tcW w:w="190" w:type="dxa"/>
          </w:tcPr>
          <w:p w14:paraId="0A2BD5EF" w14:textId="77777777" w:rsidR="005C2E97" w:rsidRPr="006378F7" w:rsidRDefault="005C2E97" w:rsidP="005C2E97">
            <w:pPr>
              <w:ind w:left="180" w:right="72" w:hanging="180"/>
              <w:rPr>
                <w:rFonts w:ascii="Browallia New" w:hAnsi="Browallia New" w:cs="Browallia New"/>
                <w:sz w:val="24"/>
                <w:szCs w:val="24"/>
                <w:cs/>
                <w:lang w:val="th-TH"/>
              </w:rPr>
            </w:pPr>
          </w:p>
        </w:tc>
        <w:tc>
          <w:tcPr>
            <w:tcW w:w="932" w:type="dxa"/>
            <w:tcBorders>
              <w:left w:val="nil"/>
            </w:tcBorders>
          </w:tcPr>
          <w:p w14:paraId="4EBAD770" w14:textId="77777777" w:rsidR="005C2E97" w:rsidRPr="006378F7" w:rsidRDefault="005C2E97" w:rsidP="005C2E97">
            <w:pPr>
              <w:ind w:left="180" w:right="72" w:hanging="180"/>
              <w:rPr>
                <w:rFonts w:ascii="Browallia New" w:hAnsi="Browallia New" w:cs="Browallia New"/>
                <w:sz w:val="24"/>
                <w:szCs w:val="24"/>
                <w:cs/>
                <w:lang w:val="th-TH"/>
              </w:rPr>
            </w:pPr>
          </w:p>
        </w:tc>
        <w:tc>
          <w:tcPr>
            <w:tcW w:w="180" w:type="dxa"/>
            <w:noWrap/>
            <w:vAlign w:val="bottom"/>
          </w:tcPr>
          <w:p w14:paraId="70E7C491" w14:textId="77777777" w:rsidR="005C2E97" w:rsidRPr="006378F7" w:rsidRDefault="005C2E97" w:rsidP="005C2E97">
            <w:pPr>
              <w:ind w:left="180" w:right="72" w:hanging="180"/>
              <w:rPr>
                <w:rFonts w:ascii="Browallia New" w:hAnsi="Browallia New" w:cs="Browallia New"/>
                <w:sz w:val="24"/>
                <w:szCs w:val="24"/>
                <w:cs/>
                <w:lang w:val="th-TH"/>
              </w:rPr>
            </w:pPr>
          </w:p>
        </w:tc>
        <w:tc>
          <w:tcPr>
            <w:tcW w:w="942" w:type="dxa"/>
            <w:noWrap/>
            <w:vAlign w:val="bottom"/>
          </w:tcPr>
          <w:p w14:paraId="066CE990" w14:textId="77777777" w:rsidR="005C2E97" w:rsidRPr="006378F7" w:rsidRDefault="005C2E97" w:rsidP="005C2E97">
            <w:pPr>
              <w:ind w:left="180" w:right="72" w:hanging="180"/>
              <w:rPr>
                <w:rFonts w:ascii="Browallia New" w:hAnsi="Browallia New" w:cs="Browallia New"/>
                <w:sz w:val="24"/>
                <w:szCs w:val="24"/>
                <w:cs/>
                <w:lang w:val="th-TH"/>
              </w:rPr>
            </w:pPr>
          </w:p>
        </w:tc>
        <w:tc>
          <w:tcPr>
            <w:tcW w:w="180" w:type="dxa"/>
            <w:noWrap/>
          </w:tcPr>
          <w:p w14:paraId="1B48E898" w14:textId="77777777" w:rsidR="005C2E97" w:rsidRPr="006378F7" w:rsidRDefault="005C2E97" w:rsidP="005C2E97">
            <w:pPr>
              <w:ind w:left="180" w:right="72" w:hanging="180"/>
              <w:rPr>
                <w:rFonts w:ascii="Browallia New" w:hAnsi="Browallia New" w:cs="Browallia New"/>
                <w:sz w:val="24"/>
                <w:szCs w:val="24"/>
                <w:cs/>
                <w:lang w:val="th-TH"/>
              </w:rPr>
            </w:pPr>
          </w:p>
        </w:tc>
        <w:tc>
          <w:tcPr>
            <w:tcW w:w="1038" w:type="dxa"/>
            <w:gridSpan w:val="2"/>
            <w:noWrap/>
            <w:vAlign w:val="bottom"/>
          </w:tcPr>
          <w:p w14:paraId="570FDA4C" w14:textId="77777777" w:rsidR="005C2E97" w:rsidRPr="006378F7" w:rsidRDefault="005C2E97" w:rsidP="005C2E97">
            <w:pPr>
              <w:ind w:left="180" w:right="72" w:hanging="180"/>
              <w:rPr>
                <w:rFonts w:ascii="Browallia New" w:hAnsi="Browallia New" w:cs="Browallia New"/>
                <w:sz w:val="24"/>
                <w:szCs w:val="24"/>
                <w:cs/>
                <w:lang w:val="th-TH"/>
              </w:rPr>
            </w:pPr>
          </w:p>
        </w:tc>
      </w:tr>
      <w:tr w:rsidR="0014191B" w:rsidRPr="006378F7" w14:paraId="57BC2C38" w14:textId="77777777" w:rsidTr="0085239E">
        <w:trPr>
          <w:cantSplit/>
        </w:trPr>
        <w:tc>
          <w:tcPr>
            <w:tcW w:w="4540" w:type="dxa"/>
            <w:gridSpan w:val="2"/>
            <w:vAlign w:val="bottom"/>
          </w:tcPr>
          <w:p w14:paraId="41642031" w14:textId="77777777" w:rsidR="0014191B" w:rsidRPr="006378F7" w:rsidRDefault="0014191B" w:rsidP="0014191B">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3933C8F3" w14:textId="77777777" w:rsidR="0014191B" w:rsidRPr="006378F7" w:rsidRDefault="0014191B" w:rsidP="0014191B">
            <w:pPr>
              <w:ind w:left="180" w:right="72" w:hanging="180"/>
              <w:rPr>
                <w:rFonts w:ascii="Browallia New" w:hAnsi="Browallia New" w:cs="Browallia New"/>
                <w:sz w:val="24"/>
                <w:szCs w:val="24"/>
                <w:cs/>
                <w:lang w:val="th-TH"/>
              </w:rPr>
            </w:pPr>
          </w:p>
        </w:tc>
        <w:tc>
          <w:tcPr>
            <w:tcW w:w="935" w:type="dxa"/>
            <w:noWrap/>
          </w:tcPr>
          <w:p w14:paraId="12B0E141" w14:textId="2C956211"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18,740</w:t>
            </w:r>
          </w:p>
        </w:tc>
        <w:tc>
          <w:tcPr>
            <w:tcW w:w="190" w:type="dxa"/>
          </w:tcPr>
          <w:p w14:paraId="26BE3F53"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6B901C48" w14:textId="0BFDD06A" w:rsidR="0014191B" w:rsidRPr="00C04DC7" w:rsidRDefault="004A22ED" w:rsidP="0014191B">
            <w:pPr>
              <w:ind w:left="180" w:right="72" w:hanging="180"/>
              <w:jc w:val="right"/>
              <w:rPr>
                <w:rFonts w:ascii="Browallia New" w:hAnsi="Browallia New" w:cs="Browallia New"/>
                <w:sz w:val="24"/>
                <w:szCs w:val="24"/>
                <w:cs/>
                <w:lang w:val="th-TH"/>
              </w:rPr>
            </w:pPr>
            <w:r w:rsidRPr="004A22ED">
              <w:rPr>
                <w:rFonts w:ascii="Browallia New" w:hAnsi="Browallia New" w:cs="Browallia New" w:hint="cs"/>
                <w:sz w:val="24"/>
                <w:szCs w:val="24"/>
              </w:rPr>
              <w:t>1</w:t>
            </w:r>
            <w:r w:rsidR="0014191B">
              <w:rPr>
                <w:rFonts w:ascii="Browallia New" w:hAnsi="Browallia New" w:cs="Browallia New"/>
                <w:sz w:val="24"/>
                <w:szCs w:val="24"/>
              </w:rPr>
              <w:t>8,952</w:t>
            </w:r>
          </w:p>
        </w:tc>
        <w:tc>
          <w:tcPr>
            <w:tcW w:w="180" w:type="dxa"/>
            <w:noWrap/>
            <w:vAlign w:val="bottom"/>
          </w:tcPr>
          <w:p w14:paraId="1299DACA"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42" w:type="dxa"/>
            <w:noWrap/>
          </w:tcPr>
          <w:p w14:paraId="336B28C3" w14:textId="49C3D39E"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18,740</w:t>
            </w:r>
          </w:p>
        </w:tc>
        <w:tc>
          <w:tcPr>
            <w:tcW w:w="180" w:type="dxa"/>
            <w:noWrap/>
          </w:tcPr>
          <w:p w14:paraId="31078F37"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1038" w:type="dxa"/>
            <w:gridSpan w:val="2"/>
            <w:noWrap/>
            <w:vAlign w:val="bottom"/>
          </w:tcPr>
          <w:p w14:paraId="0A0E0AAC" w14:textId="274D4CC0" w:rsidR="0014191B" w:rsidRPr="00C04DC7" w:rsidRDefault="0014191B" w:rsidP="0014191B">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18,952</w:t>
            </w:r>
          </w:p>
        </w:tc>
      </w:tr>
      <w:tr w:rsidR="0014191B" w:rsidRPr="006378F7" w14:paraId="043220F6" w14:textId="77777777" w:rsidTr="008755B6">
        <w:trPr>
          <w:cantSplit/>
        </w:trPr>
        <w:tc>
          <w:tcPr>
            <w:tcW w:w="4540" w:type="dxa"/>
            <w:gridSpan w:val="2"/>
          </w:tcPr>
          <w:p w14:paraId="68F941F9" w14:textId="77777777" w:rsidR="0014191B" w:rsidRPr="006378F7" w:rsidRDefault="0014191B" w:rsidP="0014191B">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3D64E14C" w14:textId="77777777" w:rsidR="0014191B" w:rsidRPr="006378F7" w:rsidRDefault="0014191B" w:rsidP="0014191B">
            <w:pPr>
              <w:ind w:left="180" w:right="72" w:hanging="180"/>
              <w:jc w:val="center"/>
              <w:rPr>
                <w:rFonts w:ascii="Browallia New" w:hAnsi="Browallia New" w:cs="Browallia New"/>
                <w:sz w:val="24"/>
                <w:szCs w:val="24"/>
                <w:cs/>
                <w:lang w:val="th-TH"/>
              </w:rPr>
            </w:pPr>
          </w:p>
        </w:tc>
        <w:tc>
          <w:tcPr>
            <w:tcW w:w="935" w:type="dxa"/>
            <w:tcBorders>
              <w:bottom w:val="single" w:sz="4" w:space="0" w:color="auto"/>
            </w:tcBorders>
            <w:noWrap/>
          </w:tcPr>
          <w:p w14:paraId="6223F367" w14:textId="79DFF812"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961</w:t>
            </w:r>
          </w:p>
        </w:tc>
        <w:tc>
          <w:tcPr>
            <w:tcW w:w="190" w:type="dxa"/>
          </w:tcPr>
          <w:p w14:paraId="183DAB9C"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32" w:type="dxa"/>
            <w:tcBorders>
              <w:left w:val="nil"/>
              <w:bottom w:val="single" w:sz="4" w:space="0" w:color="auto"/>
            </w:tcBorders>
          </w:tcPr>
          <w:p w14:paraId="10ED3673" w14:textId="5D683A8C" w:rsidR="0014191B" w:rsidRPr="00C04DC7" w:rsidRDefault="0014191B" w:rsidP="0014191B">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1,087</w:t>
            </w:r>
          </w:p>
        </w:tc>
        <w:tc>
          <w:tcPr>
            <w:tcW w:w="180" w:type="dxa"/>
            <w:noWrap/>
          </w:tcPr>
          <w:p w14:paraId="774E84C8"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42" w:type="dxa"/>
            <w:tcBorders>
              <w:bottom w:val="single" w:sz="4" w:space="0" w:color="auto"/>
            </w:tcBorders>
            <w:noWrap/>
          </w:tcPr>
          <w:p w14:paraId="1A48F6E7" w14:textId="789A3474" w:rsidR="0014191B" w:rsidRPr="00C04DC7" w:rsidRDefault="0014191B" w:rsidP="0014191B">
            <w:pPr>
              <w:ind w:left="180" w:right="72" w:hanging="180"/>
              <w:jc w:val="right"/>
              <w:rPr>
                <w:rFonts w:ascii="Browallia New" w:hAnsi="Browallia New" w:cs="Browallia New"/>
                <w:sz w:val="24"/>
                <w:szCs w:val="24"/>
                <w:cs/>
              </w:rPr>
            </w:pPr>
            <w:r>
              <w:rPr>
                <w:rFonts w:ascii="Browallia New" w:hAnsi="Browallia New" w:cs="Browallia New"/>
                <w:sz w:val="24"/>
                <w:szCs w:val="24"/>
              </w:rPr>
              <w:t>961</w:t>
            </w:r>
          </w:p>
        </w:tc>
        <w:tc>
          <w:tcPr>
            <w:tcW w:w="180" w:type="dxa"/>
            <w:noWrap/>
          </w:tcPr>
          <w:p w14:paraId="7C34B456"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1038" w:type="dxa"/>
            <w:gridSpan w:val="2"/>
            <w:tcBorders>
              <w:bottom w:val="single" w:sz="4" w:space="0" w:color="auto"/>
            </w:tcBorders>
            <w:noWrap/>
          </w:tcPr>
          <w:p w14:paraId="0CF73ED5" w14:textId="5B86227D" w:rsidR="0014191B" w:rsidRPr="00C04DC7" w:rsidRDefault="0014191B" w:rsidP="0014191B">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1,087</w:t>
            </w:r>
          </w:p>
        </w:tc>
      </w:tr>
      <w:tr w:rsidR="0014191B" w:rsidRPr="006378F7" w14:paraId="109B97BC" w14:textId="77777777" w:rsidTr="008755B6">
        <w:trPr>
          <w:cantSplit/>
          <w:trHeight w:val="216"/>
        </w:trPr>
        <w:tc>
          <w:tcPr>
            <w:tcW w:w="4540" w:type="dxa"/>
            <w:gridSpan w:val="2"/>
          </w:tcPr>
          <w:p w14:paraId="12273DF5" w14:textId="77777777" w:rsidR="0014191B" w:rsidRPr="006378F7" w:rsidRDefault="0014191B" w:rsidP="0014191B">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รวม</w:t>
            </w:r>
          </w:p>
        </w:tc>
        <w:tc>
          <w:tcPr>
            <w:tcW w:w="190" w:type="dxa"/>
            <w:gridSpan w:val="2"/>
          </w:tcPr>
          <w:p w14:paraId="0680A983" w14:textId="77777777" w:rsidR="0014191B" w:rsidRPr="006378F7" w:rsidRDefault="0014191B" w:rsidP="0014191B">
            <w:pPr>
              <w:ind w:left="180" w:right="72" w:hanging="180"/>
              <w:jc w:val="center"/>
              <w:rPr>
                <w:rFonts w:ascii="Browallia New" w:hAnsi="Browallia New" w:cs="Browallia New"/>
                <w:sz w:val="24"/>
                <w:szCs w:val="24"/>
                <w:cs/>
                <w:lang w:val="th-TH"/>
              </w:rPr>
            </w:pPr>
          </w:p>
        </w:tc>
        <w:tc>
          <w:tcPr>
            <w:tcW w:w="935" w:type="dxa"/>
            <w:tcBorders>
              <w:top w:val="single" w:sz="4" w:space="0" w:color="auto"/>
              <w:bottom w:val="single" w:sz="12" w:space="0" w:color="auto"/>
            </w:tcBorders>
            <w:noWrap/>
          </w:tcPr>
          <w:p w14:paraId="10F3C156" w14:textId="203CB8D6"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19,701</w:t>
            </w:r>
          </w:p>
        </w:tc>
        <w:tc>
          <w:tcPr>
            <w:tcW w:w="190" w:type="dxa"/>
          </w:tcPr>
          <w:p w14:paraId="724CC34D"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32" w:type="dxa"/>
            <w:tcBorders>
              <w:top w:val="single" w:sz="4" w:space="0" w:color="auto"/>
              <w:left w:val="nil"/>
              <w:bottom w:val="single" w:sz="12" w:space="0" w:color="auto"/>
            </w:tcBorders>
          </w:tcPr>
          <w:p w14:paraId="05ED509F" w14:textId="029AF444" w:rsidR="0014191B" w:rsidRPr="00C04DC7" w:rsidRDefault="0014191B" w:rsidP="0014191B">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20,039</w:t>
            </w:r>
          </w:p>
        </w:tc>
        <w:tc>
          <w:tcPr>
            <w:tcW w:w="180" w:type="dxa"/>
            <w:noWrap/>
          </w:tcPr>
          <w:p w14:paraId="7C3A89BF"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942" w:type="dxa"/>
            <w:tcBorders>
              <w:top w:val="single" w:sz="4" w:space="0" w:color="auto"/>
              <w:bottom w:val="single" w:sz="12" w:space="0" w:color="auto"/>
            </w:tcBorders>
            <w:noWrap/>
          </w:tcPr>
          <w:p w14:paraId="6CC3681C" w14:textId="4EDB4119"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19,701</w:t>
            </w:r>
          </w:p>
        </w:tc>
        <w:tc>
          <w:tcPr>
            <w:tcW w:w="180" w:type="dxa"/>
            <w:noWrap/>
          </w:tcPr>
          <w:p w14:paraId="1F7DE09A" w14:textId="77777777" w:rsidR="0014191B" w:rsidRPr="00C04DC7" w:rsidRDefault="0014191B" w:rsidP="0014191B">
            <w:pPr>
              <w:ind w:left="180" w:right="72" w:hanging="180"/>
              <w:jc w:val="right"/>
              <w:rPr>
                <w:rFonts w:ascii="Browallia New" w:hAnsi="Browallia New" w:cs="Browallia New"/>
                <w:sz w:val="24"/>
                <w:szCs w:val="24"/>
                <w:cs/>
                <w:lang w:val="th-TH"/>
              </w:rPr>
            </w:pPr>
          </w:p>
        </w:tc>
        <w:tc>
          <w:tcPr>
            <w:tcW w:w="1038" w:type="dxa"/>
            <w:gridSpan w:val="2"/>
            <w:tcBorders>
              <w:top w:val="single" w:sz="4" w:space="0" w:color="auto"/>
              <w:bottom w:val="single" w:sz="12" w:space="0" w:color="auto"/>
            </w:tcBorders>
            <w:noWrap/>
          </w:tcPr>
          <w:p w14:paraId="3B1E331C" w14:textId="43E5ECDA" w:rsidR="0014191B" w:rsidRPr="00C04DC7" w:rsidRDefault="0014191B" w:rsidP="0014191B">
            <w:pPr>
              <w:ind w:left="180" w:right="72" w:hanging="180"/>
              <w:jc w:val="right"/>
              <w:rPr>
                <w:rFonts w:ascii="Browallia New" w:hAnsi="Browallia New" w:cs="Browallia New"/>
                <w:sz w:val="24"/>
                <w:szCs w:val="24"/>
              </w:rPr>
            </w:pPr>
            <w:r>
              <w:rPr>
                <w:rFonts w:ascii="Browallia New" w:hAnsi="Browallia New" w:cs="Browallia New"/>
                <w:sz w:val="24"/>
                <w:szCs w:val="24"/>
              </w:rPr>
              <w:t>20,039</w:t>
            </w:r>
          </w:p>
        </w:tc>
      </w:tr>
    </w:tbl>
    <w:p w14:paraId="59D09DE9" w14:textId="77777777" w:rsidR="002D4774" w:rsidRDefault="002D4774">
      <w:pPr>
        <w:rPr>
          <w:rFonts w:ascii="Browallia New" w:hAnsi="Browallia New" w:cs="Browallia New"/>
          <w:cs/>
        </w:rPr>
      </w:pPr>
    </w:p>
    <w:p w14:paraId="485627C6" w14:textId="1E3B9223" w:rsidR="008D2366" w:rsidRPr="005C2BD1" w:rsidRDefault="002D4774" w:rsidP="00623927">
      <w:pPr>
        <w:rPr>
          <w:rFonts w:ascii="Browallia New" w:hAnsi="Browallia New" w:cs="Browallia New"/>
        </w:rPr>
      </w:pPr>
      <w:r>
        <w:rPr>
          <w:rFonts w:ascii="Browallia New" w:hAnsi="Browallia New" w:cs="Browallia New" w:hint="cs"/>
          <w:cs/>
        </w:rPr>
        <w:t xml:space="preserve">      </w:t>
      </w:r>
      <w:r w:rsidR="008D2366" w:rsidRPr="005C2BD1">
        <w:rPr>
          <w:rFonts w:ascii="Browallia New" w:hAnsi="Browallia New" w:cs="Browallia New"/>
          <w:cs/>
        </w:rPr>
        <w:t>ณ</w:t>
      </w:r>
      <w:r w:rsidR="00F60E66" w:rsidRPr="005C2BD1">
        <w:rPr>
          <w:rFonts w:ascii="Browallia New" w:hAnsi="Browallia New" w:cs="Browallia New"/>
        </w:rPr>
        <w:t xml:space="preserve"> </w:t>
      </w:r>
      <w:r w:rsidR="008D2366" w:rsidRPr="005C2BD1">
        <w:rPr>
          <w:rFonts w:ascii="Browallia New" w:hAnsi="Browallia New" w:cs="Browallia New"/>
          <w:cs/>
        </w:rPr>
        <w:t>วันที่</w:t>
      </w:r>
      <w:r w:rsidR="00F60E66" w:rsidRPr="005C2BD1">
        <w:rPr>
          <w:rFonts w:ascii="Browallia New" w:hAnsi="Browallia New" w:cs="Browallia New"/>
        </w:rPr>
        <w:t xml:space="preserve"> </w:t>
      </w:r>
      <w:r w:rsidR="00A155BC" w:rsidRPr="00A155BC">
        <w:rPr>
          <w:rFonts w:ascii="Browallia New" w:hAnsi="Browallia New" w:cs="Browallia New"/>
        </w:rPr>
        <w:t>30</w:t>
      </w:r>
      <w:r w:rsidR="00A155BC" w:rsidRPr="00A155BC">
        <w:rPr>
          <w:rFonts w:ascii="Browallia New" w:hAnsi="Browallia New" w:cs="Browallia New" w:hint="cs"/>
          <w:cs/>
        </w:rPr>
        <w:t xml:space="preserve"> </w:t>
      </w:r>
      <w:r w:rsidR="00A155BC" w:rsidRPr="00A155BC">
        <w:rPr>
          <w:rFonts w:ascii="Browallia New" w:hAnsi="Browallia New" w:cs="Browallia New"/>
          <w:cs/>
        </w:rPr>
        <w:t xml:space="preserve">กันยายน </w:t>
      </w:r>
      <w:r w:rsidR="004A2315" w:rsidRPr="005C4084">
        <w:rPr>
          <w:rFonts w:ascii="Browallia New" w:hAnsi="Browallia New" w:cs="Browallia New"/>
          <w:spacing w:val="-4"/>
        </w:rPr>
        <w:t>2566</w:t>
      </w:r>
      <w:r w:rsidR="00F60E66" w:rsidRPr="005C2BD1">
        <w:rPr>
          <w:rFonts w:ascii="Browallia New" w:hAnsi="Browallia New" w:cs="Browallia New"/>
        </w:rPr>
        <w:t xml:space="preserve"> </w:t>
      </w:r>
      <w:r w:rsidR="008D2366" w:rsidRPr="005C2BD1">
        <w:rPr>
          <w:rFonts w:ascii="Browallia New" w:hAnsi="Browallia New" w:cs="Browallia New"/>
          <w:cs/>
        </w:rPr>
        <w:t>และวันที่</w:t>
      </w:r>
      <w:r w:rsidR="00F60E66" w:rsidRPr="005C2BD1">
        <w:rPr>
          <w:rFonts w:ascii="Browallia New" w:hAnsi="Browallia New" w:cs="Browallia New"/>
        </w:rPr>
        <w:t xml:space="preserve"> </w:t>
      </w:r>
      <w:r w:rsidR="008D2366" w:rsidRPr="005C2BD1">
        <w:rPr>
          <w:rFonts w:ascii="Browallia New" w:hAnsi="Browallia New" w:cs="Browallia New"/>
        </w:rPr>
        <w:t xml:space="preserve">31 </w:t>
      </w:r>
      <w:r w:rsidR="008D2366" w:rsidRPr="005C2BD1">
        <w:rPr>
          <w:rFonts w:ascii="Browallia New" w:hAnsi="Browallia New" w:cs="Browallia New"/>
          <w:cs/>
        </w:rPr>
        <w:t>ธันวาคม</w:t>
      </w:r>
      <w:r w:rsidR="00F60E66" w:rsidRPr="005C2BD1">
        <w:rPr>
          <w:rFonts w:ascii="Browallia New" w:hAnsi="Browallia New" w:cs="Browallia New"/>
        </w:rPr>
        <w:t xml:space="preserve"> </w:t>
      </w:r>
      <w:r w:rsidR="008D2366" w:rsidRPr="005C2BD1">
        <w:rPr>
          <w:rFonts w:ascii="Browallia New" w:hAnsi="Browallia New" w:cs="Browallia New"/>
        </w:rPr>
        <w:t>25</w:t>
      </w:r>
      <w:r w:rsidR="008918B1" w:rsidRPr="005C2BD1">
        <w:rPr>
          <w:rFonts w:ascii="Browallia New" w:hAnsi="Browallia New" w:cs="Browallia New"/>
        </w:rPr>
        <w:t>6</w:t>
      </w:r>
      <w:r w:rsidR="004A2315">
        <w:rPr>
          <w:rFonts w:ascii="Browallia New" w:hAnsi="Browallia New" w:cs="Browallia New"/>
        </w:rPr>
        <w:t>5</w:t>
      </w:r>
      <w:r w:rsidR="00594174" w:rsidRPr="005C2BD1">
        <w:rPr>
          <w:rFonts w:ascii="Browallia New" w:hAnsi="Browallia New" w:cs="Browallia New"/>
        </w:rPr>
        <w:t xml:space="preserve"> </w:t>
      </w:r>
      <w:r w:rsidR="008D2366"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008D2366" w:rsidRPr="005C2BD1">
        <w:rPr>
          <w:rFonts w:ascii="Browallia New" w:hAnsi="Browallia New" w:cs="Browallia New"/>
          <w:cs/>
        </w:rPr>
        <w:t>มีดังนี้</w:t>
      </w:r>
    </w:p>
    <w:p w14:paraId="485627C7" w14:textId="77777777" w:rsidR="008D2366" w:rsidRPr="00623927" w:rsidRDefault="008D2366" w:rsidP="00980FB4">
      <w:pPr>
        <w:ind w:left="374"/>
        <w:jc w:val="thaiDistribute"/>
        <w:rPr>
          <w:rFonts w:ascii="Browallia New" w:hAnsi="Browallia New" w:cs="Browallia New"/>
          <w:sz w:val="24"/>
          <w:szCs w:val="24"/>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A2315" w:rsidRPr="005C2BD1" w14:paraId="485627DC" w14:textId="77777777" w:rsidTr="008179FB">
        <w:trPr>
          <w:cantSplit/>
          <w:tblHeader/>
        </w:trPr>
        <w:tc>
          <w:tcPr>
            <w:tcW w:w="3892" w:type="dxa"/>
          </w:tcPr>
          <w:p w14:paraId="485627D2" w14:textId="77777777" w:rsidR="004A2315" w:rsidRPr="005C2BD1"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05DFFD19" w:rsidR="004A2315" w:rsidRPr="005C2BD1" w:rsidRDefault="00A155BC" w:rsidP="004A2315">
            <w:pPr>
              <w:ind w:left="-105" w:right="-108"/>
              <w:jc w:val="center"/>
              <w:rPr>
                <w:rFonts w:ascii="Browallia New" w:hAnsi="Browallia New" w:cs="Browallia New"/>
                <w:cs/>
              </w:rPr>
            </w:pPr>
            <w:r w:rsidRPr="00A155BC">
              <w:rPr>
                <w:rFonts w:ascii="Browallia New" w:hAnsi="Browallia New" w:cs="Browallia New"/>
              </w:rPr>
              <w:t>30</w:t>
            </w:r>
            <w:r w:rsidRPr="00A155BC">
              <w:rPr>
                <w:rFonts w:ascii="Browallia New" w:hAnsi="Browallia New" w:cs="Browallia New" w:hint="cs"/>
                <w:cs/>
              </w:rPr>
              <w:t xml:space="preserve"> </w:t>
            </w:r>
            <w:r w:rsidRPr="00A155BC">
              <w:rPr>
                <w:rFonts w:ascii="Browallia New" w:hAnsi="Browallia New" w:cs="Browallia New"/>
                <w:cs/>
              </w:rPr>
              <w:t>กันยายน</w:t>
            </w:r>
            <w:r w:rsidR="004A2315" w:rsidRPr="00192EDE">
              <w:rPr>
                <w:rStyle w:val="normaltextrun"/>
                <w:rFonts w:ascii="Browallia New" w:hAnsi="Browallia New" w:cs="Browallia New"/>
                <w:cs/>
              </w:rPr>
              <w:br/>
            </w:r>
            <w:r w:rsidR="004A2315" w:rsidRPr="005C4084">
              <w:rPr>
                <w:rStyle w:val="normaltextrun"/>
                <w:rFonts w:ascii="Browallia New" w:hAnsi="Browallia New" w:cs="Browallia New"/>
              </w:rPr>
              <w:t>2566</w:t>
            </w:r>
          </w:p>
        </w:tc>
        <w:tc>
          <w:tcPr>
            <w:tcW w:w="180" w:type="dxa"/>
            <w:tcBorders>
              <w:top w:val="single" w:sz="4" w:space="0" w:color="auto"/>
            </w:tcBorders>
            <w:vAlign w:val="bottom"/>
          </w:tcPr>
          <w:p w14:paraId="485627D4" w14:textId="77777777" w:rsidR="004A2315" w:rsidRPr="005C2BD1"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1733C238" w:rsidR="004A2315" w:rsidRPr="005C2BD1" w:rsidRDefault="004A2315" w:rsidP="004A2315">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89" w:type="dxa"/>
            <w:gridSpan w:val="2"/>
          </w:tcPr>
          <w:p w14:paraId="485627D7" w14:textId="77777777" w:rsidR="004A2315" w:rsidRPr="005C2BD1"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69B9D955" w:rsidR="004A2315" w:rsidRPr="005C2BD1" w:rsidRDefault="00A155BC" w:rsidP="004A2315">
            <w:pPr>
              <w:ind w:left="-105" w:right="-108"/>
              <w:jc w:val="center"/>
              <w:rPr>
                <w:rFonts w:ascii="Browallia New" w:hAnsi="Browallia New" w:cs="Browallia New"/>
              </w:rPr>
            </w:pPr>
            <w:r w:rsidRPr="00A155BC">
              <w:rPr>
                <w:rFonts w:ascii="Browallia New" w:hAnsi="Browallia New" w:cs="Browallia New"/>
              </w:rPr>
              <w:t>30</w:t>
            </w:r>
            <w:r w:rsidRPr="00A155BC">
              <w:rPr>
                <w:rFonts w:ascii="Browallia New" w:hAnsi="Browallia New" w:cs="Browallia New" w:hint="cs"/>
                <w:cs/>
              </w:rPr>
              <w:t xml:space="preserve"> </w:t>
            </w:r>
            <w:r w:rsidRPr="00A155BC">
              <w:rPr>
                <w:rFonts w:ascii="Browallia New" w:hAnsi="Browallia New" w:cs="Browallia New"/>
                <w:cs/>
              </w:rPr>
              <w:t>กันยายน</w:t>
            </w:r>
            <w:r w:rsidR="004A2315" w:rsidRPr="00192EDE">
              <w:rPr>
                <w:rStyle w:val="normaltextrun"/>
                <w:rFonts w:ascii="Browallia New" w:hAnsi="Browallia New" w:cs="Browallia New"/>
                <w:cs/>
              </w:rPr>
              <w:br/>
            </w:r>
            <w:r w:rsidR="004A2315" w:rsidRPr="005C4084">
              <w:rPr>
                <w:rStyle w:val="normaltextrun"/>
                <w:rFonts w:ascii="Browallia New" w:hAnsi="Browallia New" w:cs="Browallia New"/>
              </w:rPr>
              <w:t>2566</w:t>
            </w:r>
          </w:p>
        </w:tc>
        <w:tc>
          <w:tcPr>
            <w:tcW w:w="180" w:type="dxa"/>
            <w:vAlign w:val="bottom"/>
          </w:tcPr>
          <w:p w14:paraId="485627D9" w14:textId="77777777" w:rsidR="004A2315" w:rsidRPr="005C2BD1"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2441BAE2"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DF69E1" w:rsidRPr="005C2BD1" w14:paraId="64BA36DD" w14:textId="77777777" w:rsidTr="00447EA6">
        <w:trPr>
          <w:cantSplit/>
        </w:trPr>
        <w:tc>
          <w:tcPr>
            <w:tcW w:w="3892" w:type="dxa"/>
          </w:tcPr>
          <w:p w14:paraId="48C2D5E5" w14:textId="705FACC0" w:rsidR="00DF69E1" w:rsidRPr="005C2BD1" w:rsidRDefault="00DF69E1" w:rsidP="00DF69E1">
            <w:pPr>
              <w:tabs>
                <w:tab w:val="left" w:pos="540"/>
              </w:tabs>
              <w:ind w:left="283"/>
              <w:rPr>
                <w:rFonts w:ascii="Browallia New" w:hAnsi="Browallia New" w:cs="Browallia New"/>
                <w:u w:val="single"/>
                <w:cs/>
              </w:rPr>
            </w:pPr>
            <w:r w:rsidRPr="005C2BD1">
              <w:rPr>
                <w:rFonts w:ascii="Browallia New" w:hAnsi="Browallia New" w:cs="Browallia New"/>
                <w:cs/>
                <w:lang w:val="en-GB"/>
              </w:rPr>
              <w:t>บริษัทย่อย</w:t>
            </w:r>
          </w:p>
        </w:tc>
        <w:tc>
          <w:tcPr>
            <w:tcW w:w="1179" w:type="dxa"/>
          </w:tcPr>
          <w:p w14:paraId="7594A07C" w14:textId="4DB7B7F5" w:rsidR="00DF69E1" w:rsidRPr="005C2BD1" w:rsidRDefault="00447EA6" w:rsidP="00B7589C">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Pr>
                <w:rFonts w:ascii="Browallia New" w:hAnsi="Browallia New" w:cs="Browallia New"/>
              </w:rPr>
              <w:t xml:space="preserve">  </w:t>
            </w:r>
            <w:r w:rsidR="000C71E5">
              <w:rPr>
                <w:rFonts w:ascii="Browallia New" w:hAnsi="Browallia New" w:cs="Browallia New"/>
              </w:rPr>
              <w:t>-</w:t>
            </w:r>
          </w:p>
        </w:tc>
        <w:tc>
          <w:tcPr>
            <w:tcW w:w="180" w:type="dxa"/>
          </w:tcPr>
          <w:p w14:paraId="61DD9D45" w14:textId="77777777" w:rsidR="00DF69E1" w:rsidRPr="005C2BD1" w:rsidRDefault="00DF69E1" w:rsidP="00447EA6">
            <w:pPr>
              <w:ind w:right="230"/>
              <w:jc w:val="center"/>
              <w:rPr>
                <w:rFonts w:ascii="Browallia New" w:hAnsi="Browallia New" w:cs="Browallia New"/>
              </w:rPr>
            </w:pPr>
          </w:p>
        </w:tc>
        <w:tc>
          <w:tcPr>
            <w:tcW w:w="1116" w:type="dxa"/>
            <w:gridSpan w:val="2"/>
          </w:tcPr>
          <w:p w14:paraId="0DE75362" w14:textId="3C6C4DA8" w:rsidR="00DF69E1" w:rsidRPr="005C2BD1" w:rsidRDefault="00DF69E1" w:rsidP="00DF69E1">
            <w:pPr>
              <w:ind w:right="230"/>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7E769EFB" w14:textId="77777777" w:rsidR="00DF69E1" w:rsidRPr="005C2BD1" w:rsidRDefault="00DF69E1" w:rsidP="00DF69E1">
            <w:pPr>
              <w:ind w:right="230"/>
              <w:rPr>
                <w:rFonts w:ascii="Browallia New" w:hAnsi="Browallia New" w:cs="Browallia New"/>
              </w:rPr>
            </w:pPr>
          </w:p>
        </w:tc>
        <w:tc>
          <w:tcPr>
            <w:tcW w:w="1134" w:type="dxa"/>
          </w:tcPr>
          <w:p w14:paraId="27BDEEDB" w14:textId="6AD97BD4" w:rsidR="00DF69E1" w:rsidRPr="005C2BD1" w:rsidRDefault="00DF69E1" w:rsidP="00DF69E1">
            <w:pPr>
              <w:ind w:right="86"/>
              <w:jc w:val="right"/>
              <w:rPr>
                <w:rFonts w:ascii="Browallia New" w:hAnsi="Browallia New" w:cs="Browallia New"/>
              </w:rPr>
            </w:pPr>
            <w:r>
              <w:rPr>
                <w:rFonts w:ascii="Browallia New" w:hAnsi="Browallia New" w:cs="Browallia New"/>
              </w:rPr>
              <w:t>427</w:t>
            </w:r>
          </w:p>
        </w:tc>
        <w:tc>
          <w:tcPr>
            <w:tcW w:w="180" w:type="dxa"/>
          </w:tcPr>
          <w:p w14:paraId="3C812226" w14:textId="77777777" w:rsidR="00DF69E1" w:rsidRPr="005C2BD1" w:rsidRDefault="00DF69E1" w:rsidP="00DF69E1">
            <w:pPr>
              <w:ind w:right="230"/>
              <w:rPr>
                <w:rFonts w:ascii="Browallia New" w:hAnsi="Browallia New" w:cs="Browallia New"/>
              </w:rPr>
            </w:pPr>
          </w:p>
        </w:tc>
        <w:tc>
          <w:tcPr>
            <w:tcW w:w="1178" w:type="dxa"/>
          </w:tcPr>
          <w:p w14:paraId="4107D66F" w14:textId="135F7787" w:rsidR="00DF69E1" w:rsidRPr="005C2BD1" w:rsidRDefault="00DF69E1" w:rsidP="00DF69E1">
            <w:pPr>
              <w:ind w:right="230"/>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r>
      <w:tr w:rsidR="00632115" w:rsidRPr="005C2BD1" w14:paraId="734E0F84" w14:textId="77777777" w:rsidTr="00447EA6">
        <w:trPr>
          <w:cantSplit/>
        </w:trPr>
        <w:tc>
          <w:tcPr>
            <w:tcW w:w="3892" w:type="dxa"/>
          </w:tcPr>
          <w:p w14:paraId="7B724146" w14:textId="7E30E318" w:rsidR="00632115" w:rsidRPr="005C2BD1" w:rsidRDefault="00632115" w:rsidP="00632115">
            <w:pPr>
              <w:tabs>
                <w:tab w:val="left" w:pos="540"/>
              </w:tabs>
              <w:ind w:left="283"/>
              <w:rPr>
                <w:rFonts w:ascii="Browallia New" w:hAnsi="Browallia New" w:cs="Browallia New"/>
                <w:cs/>
                <w:lang w:val="en-GB"/>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693F250B" w14:textId="6C86692D" w:rsidR="00632115" w:rsidRPr="005C2BD1" w:rsidRDefault="00632115" w:rsidP="00632115">
            <w:pPr>
              <w:ind w:right="86"/>
              <w:jc w:val="right"/>
              <w:rPr>
                <w:rFonts w:ascii="Browallia New" w:hAnsi="Browallia New" w:cs="Browallia New"/>
              </w:rPr>
            </w:pPr>
            <w:r>
              <w:rPr>
                <w:rFonts w:ascii="Browallia New" w:hAnsi="Browallia New" w:cs="Browallia New"/>
              </w:rPr>
              <w:t>91,255</w:t>
            </w:r>
          </w:p>
        </w:tc>
        <w:tc>
          <w:tcPr>
            <w:tcW w:w="180" w:type="dxa"/>
          </w:tcPr>
          <w:p w14:paraId="367D18B3" w14:textId="77777777" w:rsidR="00632115" w:rsidRPr="005C2BD1" w:rsidRDefault="00632115" w:rsidP="00632115">
            <w:pPr>
              <w:ind w:right="230"/>
              <w:rPr>
                <w:rFonts w:ascii="Browallia New" w:hAnsi="Browallia New" w:cs="Browallia New"/>
              </w:rPr>
            </w:pPr>
          </w:p>
        </w:tc>
        <w:tc>
          <w:tcPr>
            <w:tcW w:w="1116" w:type="dxa"/>
            <w:gridSpan w:val="2"/>
            <w:tcBorders>
              <w:bottom w:val="single" w:sz="4" w:space="0" w:color="auto"/>
            </w:tcBorders>
          </w:tcPr>
          <w:p w14:paraId="78294E9C" w14:textId="1CCA348B" w:rsidR="00632115" w:rsidRPr="005C2BD1" w:rsidRDefault="00632115" w:rsidP="00632115">
            <w:pPr>
              <w:ind w:right="86"/>
              <w:jc w:val="right"/>
              <w:rPr>
                <w:rFonts w:ascii="Browallia New" w:hAnsi="Browallia New" w:cs="Browallia New"/>
              </w:rPr>
            </w:pPr>
            <w:r w:rsidRPr="00866F5F">
              <w:rPr>
                <w:rFonts w:ascii="Browallia New" w:hAnsi="Browallia New" w:cs="Browallia New"/>
              </w:rPr>
              <w:t>70,964</w:t>
            </w:r>
          </w:p>
        </w:tc>
        <w:tc>
          <w:tcPr>
            <w:tcW w:w="189" w:type="dxa"/>
            <w:gridSpan w:val="2"/>
          </w:tcPr>
          <w:p w14:paraId="63B9B0BA" w14:textId="77777777" w:rsidR="00632115" w:rsidRPr="005C2BD1" w:rsidRDefault="00632115" w:rsidP="00632115">
            <w:pPr>
              <w:ind w:right="230"/>
              <w:rPr>
                <w:rFonts w:ascii="Browallia New" w:hAnsi="Browallia New" w:cs="Browallia New"/>
              </w:rPr>
            </w:pPr>
          </w:p>
        </w:tc>
        <w:tc>
          <w:tcPr>
            <w:tcW w:w="1134" w:type="dxa"/>
            <w:tcBorders>
              <w:bottom w:val="single" w:sz="4" w:space="0" w:color="auto"/>
            </w:tcBorders>
          </w:tcPr>
          <w:p w14:paraId="65BDCBB9" w14:textId="3470550C" w:rsidR="00632115" w:rsidRPr="005C2BD1" w:rsidRDefault="00632115" w:rsidP="00632115">
            <w:pPr>
              <w:ind w:right="86"/>
              <w:jc w:val="right"/>
              <w:rPr>
                <w:rFonts w:ascii="Browallia New" w:hAnsi="Browallia New" w:cs="Browallia New"/>
              </w:rPr>
            </w:pPr>
            <w:r>
              <w:rPr>
                <w:rFonts w:ascii="Browallia New" w:hAnsi="Browallia New" w:cs="Browallia New"/>
              </w:rPr>
              <w:t>91,255</w:t>
            </w:r>
          </w:p>
        </w:tc>
        <w:tc>
          <w:tcPr>
            <w:tcW w:w="180" w:type="dxa"/>
          </w:tcPr>
          <w:p w14:paraId="3D3D7796" w14:textId="77777777" w:rsidR="00632115" w:rsidRPr="005C2BD1" w:rsidRDefault="00632115" w:rsidP="00632115">
            <w:pPr>
              <w:ind w:right="86"/>
              <w:jc w:val="right"/>
              <w:rPr>
                <w:rFonts w:ascii="Browallia New" w:hAnsi="Browallia New" w:cs="Browallia New"/>
              </w:rPr>
            </w:pPr>
          </w:p>
        </w:tc>
        <w:tc>
          <w:tcPr>
            <w:tcW w:w="1178" w:type="dxa"/>
            <w:tcBorders>
              <w:bottom w:val="single" w:sz="4" w:space="0" w:color="auto"/>
            </w:tcBorders>
          </w:tcPr>
          <w:p w14:paraId="7A21873C" w14:textId="4AFAF63A" w:rsidR="00632115" w:rsidRPr="005C2BD1" w:rsidRDefault="00632115" w:rsidP="00632115">
            <w:pPr>
              <w:ind w:right="86"/>
              <w:jc w:val="right"/>
              <w:rPr>
                <w:rFonts w:ascii="Browallia New" w:hAnsi="Browallia New" w:cs="Browallia New"/>
              </w:rPr>
            </w:pPr>
            <w:r w:rsidRPr="00866F5F">
              <w:rPr>
                <w:rFonts w:ascii="Browallia New" w:hAnsi="Browallia New" w:cs="Browallia New"/>
              </w:rPr>
              <w:t>70,964</w:t>
            </w:r>
          </w:p>
        </w:tc>
      </w:tr>
      <w:tr w:rsidR="00632115" w:rsidRPr="005C2BD1" w14:paraId="485627F7" w14:textId="77777777" w:rsidTr="00447EA6">
        <w:trPr>
          <w:cantSplit/>
        </w:trPr>
        <w:tc>
          <w:tcPr>
            <w:tcW w:w="3892" w:type="dxa"/>
          </w:tcPr>
          <w:p w14:paraId="485627EF" w14:textId="628ED721" w:rsidR="00632115" w:rsidRPr="005C2BD1" w:rsidRDefault="00632115" w:rsidP="00632115">
            <w:pPr>
              <w:tabs>
                <w:tab w:val="left" w:pos="346"/>
              </w:tabs>
              <w:rPr>
                <w:rFonts w:ascii="Browallia New" w:hAnsi="Browallia New" w:cs="Browallia New"/>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0" w14:textId="7B7DD8FB" w:rsidR="00632115" w:rsidRPr="005C2BD1" w:rsidRDefault="00632115" w:rsidP="00632115">
            <w:pPr>
              <w:ind w:right="86"/>
              <w:jc w:val="right"/>
              <w:rPr>
                <w:rFonts w:ascii="Browallia New" w:hAnsi="Browallia New" w:cs="Browallia New"/>
              </w:rPr>
            </w:pPr>
            <w:r>
              <w:rPr>
                <w:rFonts w:ascii="Browallia New" w:hAnsi="Browallia New" w:cs="Browallia New"/>
              </w:rPr>
              <w:t>91,255</w:t>
            </w:r>
          </w:p>
        </w:tc>
        <w:tc>
          <w:tcPr>
            <w:tcW w:w="180" w:type="dxa"/>
            <w:vAlign w:val="bottom"/>
          </w:tcPr>
          <w:p w14:paraId="485627F1" w14:textId="77777777" w:rsidR="00632115" w:rsidRPr="005C2BD1" w:rsidRDefault="00632115" w:rsidP="00632115">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vAlign w:val="bottom"/>
          </w:tcPr>
          <w:p w14:paraId="485627F2" w14:textId="0030D641" w:rsidR="00632115" w:rsidRPr="005C2BD1" w:rsidRDefault="00632115" w:rsidP="00447EA6">
            <w:pPr>
              <w:ind w:right="86"/>
              <w:jc w:val="right"/>
              <w:rPr>
                <w:rFonts w:ascii="Browallia New" w:hAnsi="Browallia New" w:cs="Browallia New"/>
              </w:rPr>
            </w:pPr>
            <w:r w:rsidRPr="00F921F7">
              <w:rPr>
                <w:rFonts w:ascii="Browallia New" w:hAnsi="Browallia New" w:cs="Browallia New"/>
              </w:rPr>
              <w:t>70,964</w:t>
            </w:r>
          </w:p>
        </w:tc>
        <w:tc>
          <w:tcPr>
            <w:tcW w:w="189" w:type="dxa"/>
            <w:gridSpan w:val="2"/>
            <w:vAlign w:val="bottom"/>
          </w:tcPr>
          <w:p w14:paraId="485627F3" w14:textId="77777777" w:rsidR="00632115" w:rsidRPr="005C2BD1" w:rsidRDefault="00632115" w:rsidP="00632115">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4" w14:textId="547B8FE4" w:rsidR="00632115" w:rsidRPr="005C2BD1" w:rsidRDefault="00632115" w:rsidP="00447EA6">
            <w:pPr>
              <w:ind w:right="86"/>
              <w:jc w:val="right"/>
              <w:rPr>
                <w:rFonts w:ascii="Browallia New" w:hAnsi="Browallia New" w:cs="Browallia New"/>
              </w:rPr>
            </w:pPr>
            <w:r>
              <w:rPr>
                <w:rFonts w:ascii="Browallia New" w:hAnsi="Browallia New" w:cs="Browallia New"/>
              </w:rPr>
              <w:t>91,682</w:t>
            </w:r>
          </w:p>
        </w:tc>
        <w:tc>
          <w:tcPr>
            <w:tcW w:w="180" w:type="dxa"/>
            <w:vAlign w:val="bottom"/>
          </w:tcPr>
          <w:p w14:paraId="485627F5" w14:textId="77777777" w:rsidR="00632115" w:rsidRPr="005C2BD1" w:rsidRDefault="00632115" w:rsidP="00632115">
            <w:pPr>
              <w:pStyle w:val="25"/>
              <w:spacing w:after="0"/>
              <w:ind w:left="-157" w:right="86"/>
              <w:jc w:val="right"/>
              <w:rPr>
                <w:rFonts w:ascii="Browallia New" w:hAnsi="Browallia New" w:cs="Browallia New"/>
                <w:szCs w:val="28"/>
              </w:rPr>
            </w:pPr>
          </w:p>
        </w:tc>
        <w:tc>
          <w:tcPr>
            <w:tcW w:w="1178" w:type="dxa"/>
            <w:tcBorders>
              <w:top w:val="single" w:sz="4" w:space="0" w:color="auto"/>
              <w:bottom w:val="single" w:sz="12" w:space="0" w:color="auto"/>
            </w:tcBorders>
            <w:vAlign w:val="bottom"/>
          </w:tcPr>
          <w:p w14:paraId="485627F6" w14:textId="2C54644B" w:rsidR="00632115" w:rsidRPr="005C2BD1" w:rsidRDefault="00632115" w:rsidP="00632115">
            <w:pPr>
              <w:ind w:right="86"/>
              <w:jc w:val="right"/>
              <w:rPr>
                <w:rFonts w:ascii="Browallia New" w:hAnsi="Browallia New" w:cs="Browallia New"/>
              </w:rPr>
            </w:pPr>
            <w:r w:rsidRPr="00FB455F">
              <w:rPr>
                <w:rFonts w:ascii="Browallia New" w:hAnsi="Browallia New" w:cs="Browallia New"/>
              </w:rPr>
              <w:t>70,964</w:t>
            </w:r>
          </w:p>
        </w:tc>
      </w:tr>
      <w:tr w:rsidR="00BB074F" w:rsidRPr="005C2BD1" w14:paraId="48562809" w14:textId="77777777" w:rsidTr="00447EA6">
        <w:trPr>
          <w:cantSplit/>
          <w:trHeight w:hRule="exact" w:val="381"/>
        </w:trPr>
        <w:tc>
          <w:tcPr>
            <w:tcW w:w="3892" w:type="dxa"/>
          </w:tcPr>
          <w:p w14:paraId="48562801" w14:textId="77777777" w:rsidR="00BB074F" w:rsidRPr="005C2BD1" w:rsidRDefault="00BB074F" w:rsidP="00BB074F">
            <w:pPr>
              <w:ind w:right="-108"/>
              <w:rPr>
                <w:rFonts w:ascii="Browallia New" w:hAnsi="Browallia New" w:cs="Browallia New"/>
                <w:lang w:val="en-GB"/>
              </w:rPr>
            </w:pPr>
          </w:p>
        </w:tc>
        <w:tc>
          <w:tcPr>
            <w:tcW w:w="1179" w:type="dxa"/>
            <w:tcBorders>
              <w:top w:val="single" w:sz="12" w:space="0" w:color="auto"/>
            </w:tcBorders>
          </w:tcPr>
          <w:p w14:paraId="48562802" w14:textId="77777777" w:rsidR="00BB074F" w:rsidRPr="005C2BD1" w:rsidRDefault="00BB074F" w:rsidP="00BB074F">
            <w:pPr>
              <w:ind w:right="86"/>
              <w:jc w:val="right"/>
              <w:rPr>
                <w:rFonts w:ascii="Browallia New" w:hAnsi="Browallia New" w:cs="Browallia New"/>
              </w:rPr>
            </w:pPr>
          </w:p>
        </w:tc>
        <w:tc>
          <w:tcPr>
            <w:tcW w:w="180" w:type="dxa"/>
          </w:tcPr>
          <w:p w14:paraId="48562803" w14:textId="77777777" w:rsidR="00BB074F" w:rsidRPr="005C2BD1" w:rsidRDefault="00BB074F" w:rsidP="00BB074F">
            <w:pPr>
              <w:ind w:left="-108" w:right="86"/>
              <w:jc w:val="right"/>
              <w:rPr>
                <w:rFonts w:ascii="Browallia New" w:hAnsi="Browallia New" w:cs="Browallia New"/>
              </w:rPr>
            </w:pPr>
          </w:p>
        </w:tc>
        <w:tc>
          <w:tcPr>
            <w:tcW w:w="1116" w:type="dxa"/>
            <w:gridSpan w:val="2"/>
            <w:tcBorders>
              <w:top w:val="single" w:sz="12" w:space="0" w:color="auto"/>
            </w:tcBorders>
          </w:tcPr>
          <w:p w14:paraId="48562804" w14:textId="77777777" w:rsidR="00BB074F" w:rsidRPr="005C2BD1" w:rsidRDefault="00BB074F" w:rsidP="00BB074F">
            <w:pPr>
              <w:ind w:right="86"/>
              <w:jc w:val="right"/>
              <w:rPr>
                <w:rFonts w:ascii="Browallia New" w:hAnsi="Browallia New" w:cs="Browallia New"/>
              </w:rPr>
            </w:pPr>
          </w:p>
        </w:tc>
        <w:tc>
          <w:tcPr>
            <w:tcW w:w="189" w:type="dxa"/>
            <w:gridSpan w:val="2"/>
          </w:tcPr>
          <w:p w14:paraId="48562805" w14:textId="77777777" w:rsidR="00BB074F" w:rsidRPr="005C2BD1" w:rsidRDefault="00BB074F" w:rsidP="00BB074F">
            <w:pPr>
              <w:ind w:left="-157" w:right="86"/>
              <w:jc w:val="right"/>
              <w:rPr>
                <w:rFonts w:ascii="Browallia New" w:hAnsi="Browallia New" w:cs="Browallia New"/>
              </w:rPr>
            </w:pPr>
          </w:p>
        </w:tc>
        <w:tc>
          <w:tcPr>
            <w:tcW w:w="1134" w:type="dxa"/>
            <w:tcBorders>
              <w:top w:val="single" w:sz="12" w:space="0" w:color="auto"/>
            </w:tcBorders>
          </w:tcPr>
          <w:p w14:paraId="48562806" w14:textId="77777777" w:rsidR="00BB074F" w:rsidRPr="005C2BD1" w:rsidRDefault="00BB074F" w:rsidP="00BB074F">
            <w:pPr>
              <w:ind w:right="86"/>
              <w:jc w:val="right"/>
              <w:rPr>
                <w:rFonts w:ascii="Browallia New" w:hAnsi="Browallia New" w:cs="Browallia New"/>
              </w:rPr>
            </w:pPr>
          </w:p>
        </w:tc>
        <w:tc>
          <w:tcPr>
            <w:tcW w:w="180" w:type="dxa"/>
          </w:tcPr>
          <w:p w14:paraId="48562807" w14:textId="77777777" w:rsidR="00BB074F" w:rsidRPr="005C2BD1" w:rsidRDefault="00BB074F" w:rsidP="00BB074F">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Borders>
              <w:top w:val="single" w:sz="12" w:space="0" w:color="auto"/>
            </w:tcBorders>
          </w:tcPr>
          <w:p w14:paraId="48562808" w14:textId="77777777" w:rsidR="00BB074F" w:rsidRPr="005C2BD1" w:rsidRDefault="00BB074F" w:rsidP="00BB074F">
            <w:pPr>
              <w:ind w:right="86"/>
              <w:jc w:val="right"/>
              <w:rPr>
                <w:rFonts w:ascii="Browallia New" w:hAnsi="Browallia New" w:cs="Browallia New"/>
              </w:rPr>
            </w:pPr>
          </w:p>
        </w:tc>
      </w:tr>
      <w:tr w:rsidR="00BB074F" w:rsidRPr="005C2BD1" w14:paraId="48562812" w14:textId="77777777" w:rsidTr="008179FB">
        <w:trPr>
          <w:cantSplit/>
          <w:trHeight w:val="80"/>
        </w:trPr>
        <w:tc>
          <w:tcPr>
            <w:tcW w:w="3892" w:type="dxa"/>
          </w:tcPr>
          <w:p w14:paraId="4856280A" w14:textId="77777777" w:rsidR="00BB074F" w:rsidRPr="005C2BD1" w:rsidRDefault="00BB074F" w:rsidP="00BB074F">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BB074F" w:rsidRPr="005C2BD1" w:rsidRDefault="00BB074F" w:rsidP="00BB074F">
            <w:pPr>
              <w:ind w:right="86"/>
              <w:jc w:val="right"/>
              <w:rPr>
                <w:rFonts w:ascii="Browallia New" w:hAnsi="Browallia New" w:cs="Browallia New"/>
                <w:cs/>
              </w:rPr>
            </w:pPr>
          </w:p>
        </w:tc>
        <w:tc>
          <w:tcPr>
            <w:tcW w:w="180" w:type="dxa"/>
            <w:vAlign w:val="bottom"/>
          </w:tcPr>
          <w:p w14:paraId="4856280C" w14:textId="77777777" w:rsidR="00BB074F" w:rsidRPr="005C2BD1" w:rsidRDefault="00BB074F" w:rsidP="00BB074F">
            <w:pPr>
              <w:ind w:right="86"/>
              <w:jc w:val="right"/>
              <w:rPr>
                <w:rFonts w:ascii="Browallia New" w:hAnsi="Browallia New" w:cs="Browallia New"/>
              </w:rPr>
            </w:pPr>
          </w:p>
        </w:tc>
        <w:tc>
          <w:tcPr>
            <w:tcW w:w="1116" w:type="dxa"/>
            <w:gridSpan w:val="2"/>
          </w:tcPr>
          <w:p w14:paraId="4856280D" w14:textId="77777777" w:rsidR="00BB074F" w:rsidRPr="005C2BD1" w:rsidRDefault="00BB074F" w:rsidP="00BB074F">
            <w:pPr>
              <w:ind w:right="86"/>
              <w:jc w:val="right"/>
              <w:rPr>
                <w:rFonts w:ascii="Browallia New" w:hAnsi="Browallia New" w:cs="Browallia New"/>
                <w:cs/>
              </w:rPr>
            </w:pPr>
          </w:p>
        </w:tc>
        <w:tc>
          <w:tcPr>
            <w:tcW w:w="189" w:type="dxa"/>
            <w:gridSpan w:val="2"/>
          </w:tcPr>
          <w:p w14:paraId="4856280E" w14:textId="77777777" w:rsidR="00BB074F" w:rsidRPr="005C2BD1" w:rsidRDefault="00BB074F" w:rsidP="00BB074F">
            <w:pPr>
              <w:ind w:right="86"/>
              <w:jc w:val="right"/>
              <w:rPr>
                <w:rFonts w:ascii="Browallia New" w:hAnsi="Browallia New" w:cs="Browallia New"/>
              </w:rPr>
            </w:pPr>
          </w:p>
        </w:tc>
        <w:tc>
          <w:tcPr>
            <w:tcW w:w="1134" w:type="dxa"/>
            <w:vAlign w:val="center"/>
          </w:tcPr>
          <w:p w14:paraId="4856280F" w14:textId="77777777" w:rsidR="00BB074F" w:rsidRPr="005C2BD1" w:rsidRDefault="00BB074F" w:rsidP="00BB074F">
            <w:pPr>
              <w:ind w:right="86"/>
              <w:jc w:val="right"/>
              <w:rPr>
                <w:rFonts w:ascii="Browallia New" w:hAnsi="Browallia New" w:cs="Browallia New"/>
              </w:rPr>
            </w:pPr>
          </w:p>
        </w:tc>
        <w:tc>
          <w:tcPr>
            <w:tcW w:w="180" w:type="dxa"/>
          </w:tcPr>
          <w:p w14:paraId="48562810"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78" w:type="dxa"/>
          </w:tcPr>
          <w:p w14:paraId="48562811" w14:textId="77777777" w:rsidR="00BB074F" w:rsidRPr="005C2BD1" w:rsidRDefault="00BB074F" w:rsidP="00BB074F">
            <w:pPr>
              <w:ind w:right="86"/>
              <w:jc w:val="right"/>
              <w:rPr>
                <w:rFonts w:ascii="Browallia New" w:hAnsi="Browallia New" w:cs="Browallia New"/>
              </w:rPr>
            </w:pPr>
          </w:p>
        </w:tc>
      </w:tr>
      <w:tr w:rsidR="009A5BA4" w:rsidRPr="005C2BD1" w14:paraId="4856281B" w14:textId="77777777" w:rsidTr="0054001C">
        <w:trPr>
          <w:cantSplit/>
        </w:trPr>
        <w:tc>
          <w:tcPr>
            <w:tcW w:w="3892" w:type="dxa"/>
          </w:tcPr>
          <w:p w14:paraId="48562813" w14:textId="77777777" w:rsidR="009A5BA4" w:rsidRPr="005C2BD1" w:rsidRDefault="009A5BA4" w:rsidP="009A5BA4">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1C59FB0B" w:rsidR="009A5BA4" w:rsidRPr="005C2BD1" w:rsidRDefault="009A5BA4" w:rsidP="009A5BA4">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Pr>
                <w:rFonts w:ascii="Browallia New" w:hAnsi="Browallia New" w:cs="Browallia New"/>
              </w:rPr>
              <w:t>-</w:t>
            </w:r>
          </w:p>
        </w:tc>
        <w:tc>
          <w:tcPr>
            <w:tcW w:w="180" w:type="dxa"/>
            <w:vAlign w:val="bottom"/>
          </w:tcPr>
          <w:p w14:paraId="48562815" w14:textId="77777777" w:rsidR="009A5BA4" w:rsidRPr="005C2BD1" w:rsidRDefault="009A5BA4" w:rsidP="009A5BA4">
            <w:pPr>
              <w:tabs>
                <w:tab w:val="left" w:pos="1026"/>
              </w:tabs>
              <w:ind w:left="-47" w:right="86" w:firstLine="47"/>
              <w:jc w:val="right"/>
              <w:rPr>
                <w:rFonts w:ascii="Browallia New" w:hAnsi="Browallia New" w:cs="Browallia New"/>
              </w:rPr>
            </w:pPr>
          </w:p>
        </w:tc>
        <w:tc>
          <w:tcPr>
            <w:tcW w:w="1116" w:type="dxa"/>
            <w:gridSpan w:val="2"/>
          </w:tcPr>
          <w:p w14:paraId="48562816" w14:textId="3C174520" w:rsidR="009A5BA4" w:rsidRPr="005C2BD1" w:rsidRDefault="00B7589C" w:rsidP="00B7589C">
            <w:pPr>
              <w:ind w:right="230"/>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17" w14:textId="77777777" w:rsidR="009A5BA4" w:rsidRPr="005C2BD1" w:rsidRDefault="009A5BA4" w:rsidP="009A5BA4">
            <w:pPr>
              <w:tabs>
                <w:tab w:val="left" w:pos="1026"/>
              </w:tabs>
              <w:ind w:left="-47" w:right="86" w:firstLine="47"/>
              <w:jc w:val="right"/>
              <w:rPr>
                <w:rFonts w:ascii="Browallia New" w:hAnsi="Browallia New" w:cs="Browallia New"/>
              </w:rPr>
            </w:pPr>
          </w:p>
        </w:tc>
        <w:tc>
          <w:tcPr>
            <w:tcW w:w="1134" w:type="dxa"/>
            <w:vAlign w:val="bottom"/>
          </w:tcPr>
          <w:p w14:paraId="48562818" w14:textId="09845707" w:rsidR="009A5BA4" w:rsidRPr="005C2BD1" w:rsidRDefault="009A5BA4" w:rsidP="009A5BA4">
            <w:pPr>
              <w:ind w:right="86"/>
              <w:jc w:val="right"/>
              <w:rPr>
                <w:rFonts w:ascii="Browallia New" w:hAnsi="Browallia New" w:cs="Browallia New"/>
              </w:rPr>
            </w:pPr>
            <w:r>
              <w:rPr>
                <w:rFonts w:ascii="Browallia New" w:hAnsi="Browallia New" w:cs="Browallia New"/>
              </w:rPr>
              <w:t>688</w:t>
            </w:r>
          </w:p>
        </w:tc>
        <w:tc>
          <w:tcPr>
            <w:tcW w:w="180" w:type="dxa"/>
          </w:tcPr>
          <w:p w14:paraId="48562819" w14:textId="77777777" w:rsidR="009A5BA4" w:rsidRPr="005C2BD1" w:rsidRDefault="009A5BA4" w:rsidP="009A5BA4">
            <w:pPr>
              <w:tabs>
                <w:tab w:val="left" w:pos="1026"/>
              </w:tabs>
              <w:ind w:left="-47" w:right="86" w:firstLine="47"/>
              <w:jc w:val="right"/>
              <w:rPr>
                <w:rFonts w:ascii="Browallia New" w:hAnsi="Browallia New" w:cs="Browallia New"/>
              </w:rPr>
            </w:pPr>
          </w:p>
        </w:tc>
        <w:tc>
          <w:tcPr>
            <w:tcW w:w="1178" w:type="dxa"/>
            <w:vAlign w:val="bottom"/>
          </w:tcPr>
          <w:p w14:paraId="4856281A" w14:textId="18F1FA67" w:rsidR="009A5BA4" w:rsidRPr="005C2BD1" w:rsidRDefault="009A5BA4" w:rsidP="009A5BA4">
            <w:pPr>
              <w:ind w:right="86"/>
              <w:jc w:val="right"/>
              <w:rPr>
                <w:rFonts w:ascii="Browallia New" w:hAnsi="Browallia New" w:cs="Browallia New"/>
              </w:rPr>
            </w:pPr>
            <w:r w:rsidRPr="00544B5B">
              <w:rPr>
                <w:rFonts w:ascii="Browallia New" w:hAnsi="Browallia New" w:cs="Browallia New"/>
              </w:rPr>
              <w:t>180</w:t>
            </w:r>
          </w:p>
        </w:tc>
      </w:tr>
      <w:tr w:rsidR="00A64E60" w:rsidRPr="005C2BD1" w14:paraId="48562824" w14:textId="77777777" w:rsidTr="008179FB">
        <w:trPr>
          <w:cantSplit/>
        </w:trPr>
        <w:tc>
          <w:tcPr>
            <w:tcW w:w="3892" w:type="dxa"/>
          </w:tcPr>
          <w:p w14:paraId="4856281C" w14:textId="77777777" w:rsidR="00A64E60" w:rsidRPr="005C2BD1" w:rsidRDefault="00A64E60" w:rsidP="00A64E60">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221E214D" w:rsidR="00A64E60" w:rsidRPr="005C2BD1" w:rsidRDefault="00A64E60" w:rsidP="00A64E60">
            <w:pPr>
              <w:ind w:right="86"/>
              <w:jc w:val="right"/>
              <w:rPr>
                <w:rFonts w:ascii="Browallia New" w:hAnsi="Browallia New" w:cs="Browallia New"/>
              </w:rPr>
            </w:pPr>
            <w:r>
              <w:rPr>
                <w:rFonts w:ascii="Browallia New" w:hAnsi="Browallia New" w:cs="Browallia New"/>
              </w:rPr>
              <w:t>13</w:t>
            </w:r>
          </w:p>
        </w:tc>
        <w:tc>
          <w:tcPr>
            <w:tcW w:w="180" w:type="dxa"/>
            <w:vAlign w:val="bottom"/>
          </w:tcPr>
          <w:p w14:paraId="4856281E" w14:textId="77777777" w:rsidR="00A64E60" w:rsidRPr="005C2BD1" w:rsidRDefault="00A64E60" w:rsidP="00A64E60">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494E0769" w:rsidR="00A64E60" w:rsidRPr="005C2BD1" w:rsidRDefault="00A64E60" w:rsidP="00A64E60">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0" w14:textId="77777777" w:rsidR="00A64E60" w:rsidRPr="005C2BD1" w:rsidRDefault="00A64E60" w:rsidP="00A64E60">
            <w:pPr>
              <w:ind w:right="86"/>
              <w:jc w:val="right"/>
              <w:rPr>
                <w:rFonts w:ascii="Browallia New" w:hAnsi="Browallia New" w:cs="Browallia New"/>
              </w:rPr>
            </w:pPr>
          </w:p>
        </w:tc>
        <w:tc>
          <w:tcPr>
            <w:tcW w:w="1134" w:type="dxa"/>
            <w:tcBorders>
              <w:bottom w:val="single" w:sz="4" w:space="0" w:color="auto"/>
            </w:tcBorders>
            <w:vAlign w:val="center"/>
          </w:tcPr>
          <w:p w14:paraId="48562821" w14:textId="350B618A" w:rsidR="00A64E60" w:rsidRPr="005C2BD1" w:rsidRDefault="00A64E60" w:rsidP="00A64E60">
            <w:pPr>
              <w:ind w:right="86"/>
              <w:jc w:val="right"/>
              <w:rPr>
                <w:rFonts w:ascii="Browallia New" w:hAnsi="Browallia New" w:cs="Browallia New"/>
              </w:rPr>
            </w:pPr>
            <w:r>
              <w:rPr>
                <w:rFonts w:ascii="Browallia New" w:hAnsi="Browallia New" w:cs="Browallia New"/>
              </w:rPr>
              <w:t>13</w:t>
            </w:r>
          </w:p>
        </w:tc>
        <w:tc>
          <w:tcPr>
            <w:tcW w:w="180" w:type="dxa"/>
          </w:tcPr>
          <w:p w14:paraId="48562822" w14:textId="77777777" w:rsidR="00A64E60" w:rsidRPr="005C2BD1" w:rsidRDefault="00A64E60" w:rsidP="00A64E60">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16054732" w:rsidR="00A64E60" w:rsidRPr="005C2BD1" w:rsidRDefault="00A64E60" w:rsidP="00A64E60">
            <w:pPr>
              <w:ind w:right="86"/>
              <w:jc w:val="right"/>
              <w:rPr>
                <w:rFonts w:ascii="Browallia New" w:hAnsi="Browallia New" w:cs="Browallia New"/>
              </w:rPr>
            </w:pPr>
            <w:r w:rsidRPr="00544B5B">
              <w:rPr>
                <w:rFonts w:ascii="Browallia New" w:hAnsi="Browallia New" w:cs="Browallia New"/>
              </w:rPr>
              <w:t>9</w:t>
            </w:r>
            <w:r>
              <w:rPr>
                <w:rFonts w:ascii="Browallia New" w:hAnsi="Browallia New" w:cs="Browallia New"/>
              </w:rPr>
              <w:t>2</w:t>
            </w:r>
          </w:p>
        </w:tc>
      </w:tr>
      <w:tr w:rsidR="00A64E60" w:rsidRPr="005C2BD1" w14:paraId="4856282D" w14:textId="77777777" w:rsidTr="008179FB">
        <w:trPr>
          <w:cantSplit/>
        </w:trPr>
        <w:tc>
          <w:tcPr>
            <w:tcW w:w="3892" w:type="dxa"/>
          </w:tcPr>
          <w:p w14:paraId="48562825" w14:textId="77777777" w:rsidR="00A64E60" w:rsidRPr="005C2BD1" w:rsidRDefault="00A64E60" w:rsidP="00A64E60">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78F042D6" w:rsidR="00A64E60" w:rsidRPr="005C2BD1" w:rsidRDefault="00A64E60" w:rsidP="00A64E60">
            <w:pPr>
              <w:ind w:right="86"/>
              <w:jc w:val="right"/>
              <w:rPr>
                <w:rFonts w:ascii="Browallia New" w:hAnsi="Browallia New" w:cs="Browallia New"/>
              </w:rPr>
            </w:pPr>
            <w:r>
              <w:rPr>
                <w:rFonts w:ascii="Browallia New" w:hAnsi="Browallia New" w:cs="Browallia New"/>
              </w:rPr>
              <w:t>13</w:t>
            </w:r>
          </w:p>
        </w:tc>
        <w:tc>
          <w:tcPr>
            <w:tcW w:w="180" w:type="dxa"/>
            <w:vAlign w:val="bottom"/>
          </w:tcPr>
          <w:p w14:paraId="48562827" w14:textId="77777777" w:rsidR="00A64E60" w:rsidRPr="005C2BD1" w:rsidRDefault="00A64E60" w:rsidP="00A64E60">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58FEAB00" w:rsidR="00A64E60" w:rsidRPr="005C2BD1" w:rsidRDefault="00A64E60" w:rsidP="00A64E60">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9" w14:textId="77777777" w:rsidR="00A64E60" w:rsidRPr="005C2BD1" w:rsidRDefault="00A64E60" w:rsidP="00A64E60">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10A9B53D" w:rsidR="00A64E60" w:rsidRPr="005C2BD1" w:rsidRDefault="00A64E60" w:rsidP="00A64E60">
            <w:pPr>
              <w:ind w:right="86"/>
              <w:jc w:val="right"/>
              <w:rPr>
                <w:rFonts w:ascii="Browallia New" w:hAnsi="Browallia New" w:cs="Browallia New"/>
              </w:rPr>
            </w:pPr>
            <w:r>
              <w:rPr>
                <w:rFonts w:ascii="Browallia New" w:hAnsi="Browallia New" w:cs="Browallia New"/>
              </w:rPr>
              <w:t>701</w:t>
            </w:r>
          </w:p>
        </w:tc>
        <w:tc>
          <w:tcPr>
            <w:tcW w:w="180" w:type="dxa"/>
          </w:tcPr>
          <w:p w14:paraId="4856282B" w14:textId="77777777" w:rsidR="00A64E60" w:rsidRPr="005C2BD1" w:rsidRDefault="00A64E60" w:rsidP="00A64E60">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1E144077" w:rsidR="00A64E60" w:rsidRPr="005C2BD1" w:rsidRDefault="00A64E60" w:rsidP="00A64E60">
            <w:pPr>
              <w:ind w:right="86"/>
              <w:jc w:val="right"/>
              <w:rPr>
                <w:rFonts w:ascii="Browallia New" w:hAnsi="Browallia New" w:cs="Browallia New"/>
              </w:rPr>
            </w:pPr>
            <w:r w:rsidRPr="00544B5B">
              <w:rPr>
                <w:rFonts w:ascii="Browallia New" w:hAnsi="Browallia New" w:cs="Browallia New"/>
              </w:rPr>
              <w:t>27</w:t>
            </w:r>
            <w:r>
              <w:rPr>
                <w:rFonts w:ascii="Browallia New" w:hAnsi="Browallia New" w:cs="Browallia New"/>
              </w:rPr>
              <w:t>2</w:t>
            </w:r>
          </w:p>
        </w:tc>
      </w:tr>
      <w:tr w:rsidR="00BB074F" w:rsidRPr="005C2BD1" w14:paraId="48562836" w14:textId="77777777" w:rsidTr="008179FB">
        <w:trPr>
          <w:cantSplit/>
          <w:trHeight w:hRule="exact" w:val="390"/>
        </w:trPr>
        <w:tc>
          <w:tcPr>
            <w:tcW w:w="3892" w:type="dxa"/>
          </w:tcPr>
          <w:p w14:paraId="4856282E" w14:textId="77777777" w:rsidR="00BB074F" w:rsidRPr="005C2BD1" w:rsidRDefault="00BB074F" w:rsidP="00BB074F">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BB074F" w:rsidRPr="005C2BD1" w:rsidRDefault="00BB074F" w:rsidP="00BB074F">
            <w:pPr>
              <w:ind w:right="86"/>
              <w:jc w:val="right"/>
              <w:rPr>
                <w:rFonts w:ascii="Browallia New" w:hAnsi="Browallia New" w:cs="Browallia New"/>
              </w:rPr>
            </w:pPr>
          </w:p>
        </w:tc>
        <w:tc>
          <w:tcPr>
            <w:tcW w:w="180" w:type="dxa"/>
          </w:tcPr>
          <w:p w14:paraId="48562830" w14:textId="77777777" w:rsidR="00BB074F" w:rsidRPr="005C2BD1" w:rsidRDefault="00BB074F" w:rsidP="00BB074F">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BB074F" w:rsidRPr="005C2BD1" w:rsidRDefault="00BB074F" w:rsidP="00BB074F">
            <w:pPr>
              <w:ind w:right="86"/>
              <w:jc w:val="right"/>
              <w:rPr>
                <w:rFonts w:ascii="Browallia New" w:hAnsi="Browallia New" w:cs="Browallia New"/>
              </w:rPr>
            </w:pPr>
          </w:p>
        </w:tc>
        <w:tc>
          <w:tcPr>
            <w:tcW w:w="189" w:type="dxa"/>
            <w:gridSpan w:val="2"/>
          </w:tcPr>
          <w:p w14:paraId="48562832" w14:textId="77777777" w:rsidR="00BB074F" w:rsidRPr="005C2BD1" w:rsidRDefault="00BB074F" w:rsidP="00BB074F">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BB074F" w:rsidRPr="005C2BD1" w:rsidRDefault="00BB074F" w:rsidP="00BB074F">
            <w:pPr>
              <w:ind w:right="86"/>
              <w:jc w:val="right"/>
              <w:rPr>
                <w:rFonts w:ascii="Browallia New" w:hAnsi="Browallia New" w:cs="Browallia New"/>
              </w:rPr>
            </w:pPr>
          </w:p>
        </w:tc>
        <w:tc>
          <w:tcPr>
            <w:tcW w:w="180" w:type="dxa"/>
          </w:tcPr>
          <w:p w14:paraId="48562834" w14:textId="77777777" w:rsidR="00BB074F" w:rsidRPr="005C2BD1" w:rsidRDefault="00BB074F" w:rsidP="00BB074F">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BB074F" w:rsidRPr="005C2BD1" w:rsidRDefault="00BB074F" w:rsidP="00BB074F">
            <w:pPr>
              <w:ind w:right="86"/>
              <w:jc w:val="right"/>
              <w:rPr>
                <w:rFonts w:ascii="Browallia New" w:hAnsi="Browallia New" w:cs="Browallia New"/>
              </w:rPr>
            </w:pPr>
          </w:p>
        </w:tc>
      </w:tr>
      <w:tr w:rsidR="00BB074F" w:rsidRPr="005C2BD1" w14:paraId="4856283F" w14:textId="77777777" w:rsidTr="008179FB">
        <w:trPr>
          <w:cantSplit/>
        </w:trPr>
        <w:tc>
          <w:tcPr>
            <w:tcW w:w="3892" w:type="dxa"/>
          </w:tcPr>
          <w:p w14:paraId="48562837" w14:textId="77777777" w:rsidR="00BB074F" w:rsidRPr="005C2BD1" w:rsidRDefault="00BB074F" w:rsidP="00BB074F">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BB074F" w:rsidRPr="005C2BD1" w:rsidRDefault="00BB074F" w:rsidP="00BB074F">
            <w:pPr>
              <w:ind w:right="86"/>
              <w:jc w:val="right"/>
              <w:rPr>
                <w:rFonts w:ascii="Browallia New" w:hAnsi="Browallia New" w:cs="Browallia New"/>
              </w:rPr>
            </w:pPr>
          </w:p>
        </w:tc>
        <w:tc>
          <w:tcPr>
            <w:tcW w:w="180" w:type="dxa"/>
            <w:vAlign w:val="bottom"/>
          </w:tcPr>
          <w:p w14:paraId="48562839"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16" w:type="dxa"/>
            <w:gridSpan w:val="2"/>
          </w:tcPr>
          <w:p w14:paraId="4856283A" w14:textId="77777777" w:rsidR="00BB074F" w:rsidRPr="005C2BD1" w:rsidRDefault="00BB074F" w:rsidP="00BB074F">
            <w:pPr>
              <w:ind w:right="86"/>
              <w:jc w:val="right"/>
              <w:rPr>
                <w:rFonts w:ascii="Browallia New" w:hAnsi="Browallia New" w:cs="Browallia New"/>
              </w:rPr>
            </w:pPr>
          </w:p>
        </w:tc>
        <w:tc>
          <w:tcPr>
            <w:tcW w:w="189" w:type="dxa"/>
            <w:gridSpan w:val="2"/>
          </w:tcPr>
          <w:p w14:paraId="4856283B"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BB074F" w:rsidRPr="005C2BD1" w:rsidRDefault="00BB074F" w:rsidP="00BB074F">
            <w:pPr>
              <w:ind w:right="86"/>
              <w:jc w:val="right"/>
              <w:rPr>
                <w:rFonts w:ascii="Browallia New" w:hAnsi="Browallia New" w:cs="Browallia New"/>
              </w:rPr>
            </w:pPr>
          </w:p>
        </w:tc>
        <w:tc>
          <w:tcPr>
            <w:tcW w:w="180" w:type="dxa"/>
          </w:tcPr>
          <w:p w14:paraId="4856283D" w14:textId="77777777" w:rsidR="00BB074F" w:rsidRPr="005C2BD1" w:rsidRDefault="00BB074F" w:rsidP="00BB074F">
            <w:pPr>
              <w:tabs>
                <w:tab w:val="left" w:pos="1026"/>
              </w:tabs>
              <w:ind w:right="86"/>
              <w:jc w:val="right"/>
              <w:rPr>
                <w:rFonts w:ascii="Browallia New" w:hAnsi="Browallia New" w:cs="Browallia New"/>
              </w:rPr>
            </w:pPr>
          </w:p>
        </w:tc>
        <w:tc>
          <w:tcPr>
            <w:tcW w:w="1178" w:type="dxa"/>
          </w:tcPr>
          <w:p w14:paraId="4856283E" w14:textId="77777777" w:rsidR="00BB074F" w:rsidRPr="005C2BD1" w:rsidRDefault="00BB074F" w:rsidP="00BB074F">
            <w:pPr>
              <w:ind w:right="86"/>
              <w:jc w:val="right"/>
              <w:rPr>
                <w:rFonts w:ascii="Browallia New" w:hAnsi="Browallia New" w:cs="Browallia New"/>
              </w:rPr>
            </w:pPr>
          </w:p>
        </w:tc>
      </w:tr>
      <w:tr w:rsidR="00BB074F" w:rsidRPr="005C2BD1" w14:paraId="48562848" w14:textId="77777777" w:rsidTr="00815DF9">
        <w:trPr>
          <w:cantSplit/>
        </w:trPr>
        <w:tc>
          <w:tcPr>
            <w:tcW w:w="3892" w:type="dxa"/>
          </w:tcPr>
          <w:p w14:paraId="48562840" w14:textId="368CCB18" w:rsidR="00BB074F" w:rsidRPr="005C2BD1" w:rsidRDefault="00BB074F" w:rsidP="00BB074F">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128CA9CE" w:rsidR="00BB074F" w:rsidRPr="005C2BD1" w:rsidRDefault="0047424A" w:rsidP="00BB074F">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Pr>
                <w:rFonts w:ascii="Browallia New" w:hAnsi="Browallia New" w:cs="Browallia New"/>
              </w:rPr>
              <w:t>-</w:t>
            </w:r>
          </w:p>
        </w:tc>
        <w:tc>
          <w:tcPr>
            <w:tcW w:w="180" w:type="dxa"/>
            <w:vAlign w:val="bottom"/>
          </w:tcPr>
          <w:p w14:paraId="48562842"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tcPr>
          <w:p w14:paraId="48562843" w14:textId="78CC5580" w:rsidR="00BB074F" w:rsidRPr="005C2BD1" w:rsidRDefault="00BB074F" w:rsidP="00BB074F">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44"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128CCFCC" w:rsidR="00BB074F" w:rsidRPr="005C2BD1" w:rsidRDefault="0047424A" w:rsidP="00BB074F">
            <w:pPr>
              <w:ind w:right="86"/>
              <w:jc w:val="right"/>
              <w:rPr>
                <w:rFonts w:ascii="Browallia New" w:hAnsi="Browallia New" w:cs="Browallia New"/>
              </w:rPr>
            </w:pPr>
            <w:r>
              <w:rPr>
                <w:rFonts w:ascii="Browallia New" w:hAnsi="Browallia New" w:cs="Browallia New"/>
              </w:rPr>
              <w:t>33,676</w:t>
            </w:r>
          </w:p>
        </w:tc>
        <w:tc>
          <w:tcPr>
            <w:tcW w:w="180" w:type="dxa"/>
          </w:tcPr>
          <w:p w14:paraId="48562846" w14:textId="77777777" w:rsidR="00BB074F" w:rsidRPr="005C2BD1" w:rsidRDefault="00BB074F" w:rsidP="00BB074F">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66B98B91" w:rsidR="00BB074F" w:rsidRPr="005C2BD1" w:rsidRDefault="00BB074F" w:rsidP="00BB074F">
            <w:pPr>
              <w:ind w:right="86"/>
              <w:jc w:val="right"/>
              <w:rPr>
                <w:rFonts w:ascii="Browallia New" w:hAnsi="Browallia New" w:cs="Browallia New"/>
              </w:rPr>
            </w:pPr>
            <w:r w:rsidRPr="00FB455F">
              <w:rPr>
                <w:rFonts w:ascii="Browallia New" w:hAnsi="Browallia New" w:cs="Browallia New"/>
              </w:rPr>
              <w:t>17,196</w:t>
            </w:r>
            <w:r w:rsidRPr="00302A9E">
              <w:rPr>
                <w:rFonts w:ascii="Browallia New" w:hAnsi="Browallia New" w:cs="Browallia New"/>
              </w:rPr>
              <w:t xml:space="preserve">  </w:t>
            </w:r>
          </w:p>
        </w:tc>
      </w:tr>
    </w:tbl>
    <w:p w14:paraId="065323B5" w14:textId="43E150F4" w:rsidR="00212E9D" w:rsidRDefault="00212E9D">
      <w:pPr>
        <w:rPr>
          <w:rFonts w:ascii="Browallia New" w:hAnsi="Browallia New" w:cs="Browallia New"/>
          <w:spacing w:val="-6"/>
          <w:cs/>
        </w:rPr>
      </w:pPr>
    </w:p>
    <w:p w14:paraId="00C709C4" w14:textId="77777777" w:rsidR="00153CFF" w:rsidRDefault="00153CFF">
      <w:pPr>
        <w:rPr>
          <w:rFonts w:ascii="Browallia New" w:hAnsi="Browallia New" w:cs="Browallia New"/>
          <w:spacing w:val="-6"/>
          <w:cs/>
        </w:rPr>
      </w:pPr>
      <w:r>
        <w:rPr>
          <w:rFonts w:ascii="Browallia New" w:hAnsi="Browallia New" w:cs="Browallia New"/>
          <w:spacing w:val="-6"/>
          <w:cs/>
        </w:rPr>
        <w:br w:type="page"/>
      </w:r>
    </w:p>
    <w:p w14:paraId="4856284A" w14:textId="5AC97C84" w:rsidR="008D2366" w:rsidRPr="00AF5A48" w:rsidRDefault="008D2366" w:rsidP="003E0B20">
      <w:pPr>
        <w:ind w:left="374"/>
        <w:jc w:val="thaiDistribute"/>
        <w:rPr>
          <w:rFonts w:ascii="Browallia New" w:hAnsi="Browallia New" w:cs="Browallia New"/>
          <w:spacing w:val="-6"/>
        </w:rPr>
      </w:pPr>
      <w:r w:rsidRPr="00B16493">
        <w:rPr>
          <w:rFonts w:ascii="Browallia New" w:hAnsi="Browallia New" w:cs="Browallia New"/>
          <w:spacing w:val="-6"/>
          <w:cs/>
        </w:rPr>
        <w:lastRenderedPageBreak/>
        <w:t>ณ</w:t>
      </w:r>
      <w:r w:rsidR="00F60E66" w:rsidRPr="00B16493">
        <w:rPr>
          <w:rFonts w:ascii="Browallia New" w:hAnsi="Browallia New" w:cs="Browallia New"/>
          <w:spacing w:val="-6"/>
        </w:rPr>
        <w:t xml:space="preserve"> </w:t>
      </w:r>
      <w:r w:rsidRPr="00B16493">
        <w:rPr>
          <w:rFonts w:ascii="Browallia New" w:hAnsi="Browallia New" w:cs="Browallia New"/>
          <w:spacing w:val="-6"/>
          <w:cs/>
        </w:rPr>
        <w:t>วันที่</w:t>
      </w:r>
      <w:r w:rsidR="00F60E66" w:rsidRPr="00B16493">
        <w:rPr>
          <w:rFonts w:ascii="Browallia New" w:hAnsi="Browallia New" w:cs="Browallia New"/>
          <w:spacing w:val="-6"/>
        </w:rPr>
        <w:t xml:space="preserve"> </w:t>
      </w:r>
      <w:r w:rsidR="00AF32E2" w:rsidRPr="00AF32E2">
        <w:rPr>
          <w:rFonts w:ascii="Browallia New" w:hAnsi="Browallia New" w:cs="Browallia New"/>
          <w:spacing w:val="-6"/>
        </w:rPr>
        <w:t>30</w:t>
      </w:r>
      <w:r w:rsidR="00AF32E2" w:rsidRPr="00AF32E2">
        <w:rPr>
          <w:rFonts w:ascii="Browallia New" w:hAnsi="Browallia New" w:cs="Browallia New" w:hint="cs"/>
          <w:spacing w:val="-6"/>
          <w:cs/>
        </w:rPr>
        <w:t xml:space="preserve"> </w:t>
      </w:r>
      <w:r w:rsidR="00AF32E2" w:rsidRPr="00AF32E2">
        <w:rPr>
          <w:rFonts w:ascii="Browallia New" w:hAnsi="Browallia New" w:cs="Browallia New"/>
          <w:spacing w:val="-6"/>
          <w:cs/>
        </w:rPr>
        <w:t xml:space="preserve">กันยายน </w:t>
      </w:r>
      <w:r w:rsidR="00361C8B" w:rsidRPr="00B16493">
        <w:rPr>
          <w:rFonts w:ascii="Browallia New" w:hAnsi="Browallia New" w:cs="Browallia New"/>
          <w:spacing w:val="-4"/>
        </w:rPr>
        <w:t>2566</w:t>
      </w:r>
      <w:r w:rsidR="00361C8B" w:rsidRPr="00B16493">
        <w:rPr>
          <w:rFonts w:ascii="Browallia New" w:hAnsi="Browallia New" w:cs="Browallia New"/>
        </w:rPr>
        <w:t xml:space="preserve"> </w:t>
      </w:r>
      <w:r w:rsidR="00361C8B" w:rsidRPr="00B16493">
        <w:rPr>
          <w:rFonts w:ascii="Browallia New" w:hAnsi="Browallia New" w:cs="Browallia New"/>
          <w:cs/>
        </w:rPr>
        <w:t>และวันที่</w:t>
      </w:r>
      <w:r w:rsidR="00361C8B" w:rsidRPr="00B16493">
        <w:rPr>
          <w:rFonts w:ascii="Browallia New" w:hAnsi="Browallia New" w:cs="Browallia New"/>
        </w:rPr>
        <w:t xml:space="preserve"> 31 </w:t>
      </w:r>
      <w:r w:rsidR="00361C8B" w:rsidRPr="00B16493">
        <w:rPr>
          <w:rFonts w:ascii="Browallia New" w:hAnsi="Browallia New" w:cs="Browallia New"/>
          <w:cs/>
        </w:rPr>
        <w:t>ธันวาคม</w:t>
      </w:r>
      <w:r w:rsidR="00361C8B" w:rsidRPr="00B16493">
        <w:rPr>
          <w:rFonts w:ascii="Browallia New" w:hAnsi="Browallia New" w:cs="Browallia New"/>
        </w:rPr>
        <w:t xml:space="preserve"> 2565</w:t>
      </w:r>
      <w:r w:rsidR="00F60E66" w:rsidRPr="00B16493">
        <w:rPr>
          <w:rFonts w:ascii="Browallia New" w:hAnsi="Browallia New" w:cs="Browallia New"/>
          <w:spacing w:val="-6"/>
        </w:rPr>
        <w:t xml:space="preserve"> </w:t>
      </w:r>
      <w:r w:rsidRPr="00B16493">
        <w:rPr>
          <w:rFonts w:ascii="Browallia New" w:hAnsi="Browallia New" w:cs="Browallia New"/>
          <w:spacing w:val="-6"/>
          <w:cs/>
        </w:rPr>
        <w:t>รายการเค</w:t>
      </w:r>
      <w:r w:rsidR="00E3172F">
        <w:rPr>
          <w:rFonts w:ascii="Browallia New" w:hAnsi="Browallia New" w:cs="Browallia New" w:hint="cs"/>
          <w:spacing w:val="-6"/>
          <w:cs/>
        </w:rPr>
        <w:t>ลื่</w:t>
      </w:r>
      <w:r w:rsidRPr="00B16493">
        <w:rPr>
          <w:rFonts w:ascii="Browallia New" w:hAnsi="Browallia New" w:cs="Browallia New"/>
          <w:spacing w:val="-6"/>
          <w:cs/>
        </w:rPr>
        <w:t>อนไหวของเงินให้กู้ยืม</w:t>
      </w:r>
      <w:r w:rsidR="00250D69" w:rsidRPr="00B16493">
        <w:rPr>
          <w:rFonts w:ascii="Browallia New" w:hAnsi="Browallia New" w:cs="Browallia New"/>
          <w:spacing w:val="-6"/>
          <w:cs/>
        </w:rPr>
        <w:t>ระยะสั้น</w:t>
      </w:r>
      <w:r w:rsidR="000E060E" w:rsidRPr="00B16493">
        <w:rPr>
          <w:rFonts w:ascii="Browallia New" w:hAnsi="Browallia New" w:cs="Browallia New"/>
          <w:spacing w:val="-6"/>
          <w:cs/>
        </w:rPr>
        <w:t>แก่</w:t>
      </w:r>
      <w:r w:rsidRPr="00B16493">
        <w:rPr>
          <w:rFonts w:ascii="Browallia New" w:hAnsi="Browallia New" w:cs="Browallia New"/>
          <w:spacing w:val="-6"/>
          <w:cs/>
        </w:rPr>
        <w:t>บริษัท</w:t>
      </w:r>
      <w:r w:rsidR="003C2FF5" w:rsidRPr="00B16493">
        <w:rPr>
          <w:rFonts w:ascii="Browallia New" w:hAnsi="Browallia New" w:cs="Browallia New"/>
          <w:spacing w:val="-6"/>
          <w:cs/>
        </w:rPr>
        <w:t>ย่อย</w:t>
      </w:r>
      <w:r w:rsidR="008D08AB" w:rsidRPr="00B16493">
        <w:rPr>
          <w:rFonts w:ascii="Browallia New" w:hAnsi="Browallia New" w:cs="Browallia New"/>
          <w:spacing w:val="-6"/>
          <w:cs/>
        </w:rPr>
        <w:t xml:space="preserve"> </w:t>
      </w:r>
      <w:r w:rsidR="00FD19E9">
        <w:rPr>
          <w:rFonts w:ascii="Browallia New" w:hAnsi="Browallia New" w:cs="Browallia New"/>
          <w:spacing w:val="-6"/>
        </w:rPr>
        <w:t xml:space="preserve">       </w:t>
      </w:r>
      <w:r w:rsidR="008D08AB" w:rsidRPr="00B16493">
        <w:rPr>
          <w:rFonts w:ascii="Browallia New" w:hAnsi="Browallia New" w:cs="Browallia New"/>
          <w:spacing w:val="-6"/>
          <w:cs/>
        </w:rPr>
        <w:t>(</w:t>
      </w:r>
      <w:r w:rsidR="008D08AB" w:rsidRPr="00B16493">
        <w:rPr>
          <w:rFonts w:ascii="Browallia New" w:hAnsi="Browallia New" w:cs="Browallia New"/>
          <w:cs/>
        </w:rPr>
        <w:t>บริษัท สยามสตีล เวียดนาม จำกัด)</w:t>
      </w:r>
      <w:r w:rsidR="00AF5A48" w:rsidRPr="00B16493">
        <w:rPr>
          <w:rFonts w:ascii="Browallia New" w:hAnsi="Browallia New" w:cs="Browallia New"/>
          <w:spacing w:val="-6"/>
          <w:cs/>
        </w:rPr>
        <w:t xml:space="preserve"> </w:t>
      </w:r>
      <w:r w:rsidRPr="00B16493">
        <w:rPr>
          <w:rFonts w:ascii="Browallia New" w:hAnsi="Browallia New" w:cs="Browallia New"/>
          <w:spacing w:val="-6"/>
          <w:cs/>
        </w:rPr>
        <w:t>มีดังนี้</w:t>
      </w:r>
    </w:p>
    <w:p w14:paraId="6FB3026A" w14:textId="77777777" w:rsidR="00721F93" w:rsidRPr="00137312" w:rsidRDefault="00721F93" w:rsidP="003E0B20">
      <w:pPr>
        <w:ind w:left="374"/>
        <w:jc w:val="thaiDistribute"/>
        <w:rPr>
          <w:rFonts w:ascii="Browallia New" w:hAnsi="Browallia New" w:cs="Browallia New"/>
          <w:sz w:val="20"/>
          <w:szCs w:val="20"/>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2BEABE21" w:rsidR="008F13C2" w:rsidRPr="005C2BD1" w:rsidRDefault="00AF32E2" w:rsidP="003E0B20">
            <w:pPr>
              <w:ind w:left="-108" w:right="-108"/>
              <w:jc w:val="center"/>
              <w:rPr>
                <w:rFonts w:ascii="Browallia New" w:hAnsi="Browallia New" w:cs="Browallia New"/>
                <w:cs/>
              </w:rPr>
            </w:pPr>
            <w:r w:rsidRPr="00AF32E2">
              <w:rPr>
                <w:rFonts w:ascii="Browallia New" w:hAnsi="Browallia New" w:cs="Browallia New"/>
                <w:spacing w:val="-4"/>
              </w:rPr>
              <w:t>30</w:t>
            </w:r>
            <w:r w:rsidRPr="00AF32E2">
              <w:rPr>
                <w:rFonts w:ascii="Browallia New" w:hAnsi="Browallia New" w:cs="Browallia New" w:hint="cs"/>
                <w:spacing w:val="-4"/>
                <w:cs/>
              </w:rPr>
              <w:t xml:space="preserve"> </w:t>
            </w:r>
            <w:r w:rsidRPr="00AF32E2">
              <w:rPr>
                <w:rFonts w:ascii="Browallia New" w:hAnsi="Browallia New" w:cs="Browallia New"/>
                <w:spacing w:val="-4"/>
                <w:cs/>
              </w:rPr>
              <w:t xml:space="preserve">กันยายน </w:t>
            </w:r>
            <w:r w:rsidR="00361C8B" w:rsidRPr="005C4084">
              <w:rPr>
                <w:rFonts w:ascii="Browallia New" w:hAnsi="Browallia New" w:cs="Browallia New"/>
                <w:spacing w:val="-4"/>
              </w:rPr>
              <w:t>2566</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5AD2ADB"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361C8B">
              <w:rPr>
                <w:rFonts w:ascii="Browallia New" w:hAnsi="Browallia New" w:cs="Browallia New"/>
              </w:rPr>
              <w:t>5</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D800C7" w:rsidRPr="005C2BD1" w14:paraId="4856286D" w14:textId="77777777" w:rsidTr="00A47506">
        <w:trPr>
          <w:trHeight w:val="279"/>
        </w:trPr>
        <w:tc>
          <w:tcPr>
            <w:tcW w:w="5677" w:type="dxa"/>
            <w:vAlign w:val="bottom"/>
            <w:hideMark/>
          </w:tcPr>
          <w:p w14:paraId="48562865" w14:textId="1F51EE73" w:rsidR="00D800C7" w:rsidRPr="005C2BD1" w:rsidRDefault="00D800C7" w:rsidP="00D800C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p>
        </w:tc>
        <w:tc>
          <w:tcPr>
            <w:tcW w:w="141" w:type="dxa"/>
          </w:tcPr>
          <w:p w14:paraId="48562869" w14:textId="77777777" w:rsidR="00D800C7" w:rsidRPr="005C2BD1" w:rsidRDefault="00D800C7" w:rsidP="00D800C7">
            <w:pPr>
              <w:tabs>
                <w:tab w:val="left" w:pos="540"/>
              </w:tabs>
              <w:ind w:left="-108" w:right="3"/>
              <w:jc w:val="right"/>
              <w:rPr>
                <w:rFonts w:ascii="Browallia New" w:hAnsi="Browallia New" w:cs="Browallia New"/>
              </w:rPr>
            </w:pPr>
          </w:p>
        </w:tc>
        <w:tc>
          <w:tcPr>
            <w:tcW w:w="1560" w:type="dxa"/>
          </w:tcPr>
          <w:p w14:paraId="4856286A" w14:textId="1C1A0B47" w:rsidR="00D800C7" w:rsidRPr="005C2BD1" w:rsidRDefault="00D800C7" w:rsidP="00D800C7">
            <w:pPr>
              <w:tabs>
                <w:tab w:val="left" w:pos="745"/>
              </w:tabs>
              <w:jc w:val="right"/>
              <w:rPr>
                <w:rFonts w:ascii="Browallia New" w:hAnsi="Browallia New" w:cs="Browallia New"/>
              </w:rPr>
            </w:pPr>
            <w:r w:rsidRPr="00F73691">
              <w:rPr>
                <w:rFonts w:ascii="Browallia New" w:hAnsi="Browallia New" w:cs="Browallia New"/>
              </w:rPr>
              <w:t>17,196</w:t>
            </w:r>
          </w:p>
        </w:tc>
        <w:tc>
          <w:tcPr>
            <w:tcW w:w="143" w:type="dxa"/>
          </w:tcPr>
          <w:p w14:paraId="4856286B" w14:textId="77777777" w:rsidR="00D800C7" w:rsidRPr="005C2BD1" w:rsidRDefault="00D800C7" w:rsidP="00D800C7">
            <w:pPr>
              <w:tabs>
                <w:tab w:val="left" w:pos="540"/>
              </w:tabs>
              <w:ind w:left="-108" w:right="3"/>
              <w:jc w:val="right"/>
              <w:rPr>
                <w:rFonts w:ascii="Browallia New" w:hAnsi="Browallia New" w:cs="Browallia New"/>
              </w:rPr>
            </w:pPr>
          </w:p>
        </w:tc>
        <w:tc>
          <w:tcPr>
            <w:tcW w:w="1558" w:type="dxa"/>
            <w:vAlign w:val="bottom"/>
          </w:tcPr>
          <w:p w14:paraId="4856286C" w14:textId="0E600A6F" w:rsidR="00D800C7" w:rsidRPr="008F27B1" w:rsidRDefault="00D800C7" w:rsidP="00D800C7">
            <w:pPr>
              <w:tabs>
                <w:tab w:val="left" w:pos="745"/>
              </w:tabs>
              <w:jc w:val="right"/>
              <w:rPr>
                <w:rFonts w:ascii="Browallia New" w:hAnsi="Browallia New" w:cs="Browallia New"/>
              </w:rPr>
            </w:pPr>
            <w:r w:rsidRPr="008F27B1">
              <w:rPr>
                <w:rFonts w:ascii="Browallia New" w:hAnsi="Browallia New" w:cs="Browallia New"/>
              </w:rPr>
              <w:t xml:space="preserve">           14,961</w:t>
            </w:r>
          </w:p>
        </w:tc>
      </w:tr>
      <w:tr w:rsidR="00D800C7" w:rsidRPr="005C2BD1" w14:paraId="48562876" w14:textId="77777777" w:rsidTr="00A47506">
        <w:tc>
          <w:tcPr>
            <w:tcW w:w="5677" w:type="dxa"/>
            <w:vAlign w:val="bottom"/>
            <w:hideMark/>
          </w:tcPr>
          <w:p w14:paraId="4856286E" w14:textId="7673F519" w:rsidR="00D800C7" w:rsidRPr="005C2BD1" w:rsidRDefault="00D800C7" w:rsidP="00D800C7">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D800C7" w:rsidRPr="005C2BD1" w:rsidRDefault="00D800C7" w:rsidP="00D800C7">
            <w:pPr>
              <w:tabs>
                <w:tab w:val="left" w:pos="540"/>
              </w:tabs>
              <w:ind w:left="-108" w:right="3"/>
              <w:jc w:val="right"/>
              <w:rPr>
                <w:rFonts w:ascii="Browallia New" w:hAnsi="Browallia New" w:cs="Browallia New"/>
              </w:rPr>
            </w:pPr>
          </w:p>
        </w:tc>
        <w:tc>
          <w:tcPr>
            <w:tcW w:w="1560" w:type="dxa"/>
          </w:tcPr>
          <w:p w14:paraId="48562873" w14:textId="2E2F6362" w:rsidR="00D800C7" w:rsidRPr="005C2BD1" w:rsidRDefault="00D800C7" w:rsidP="00D800C7">
            <w:pPr>
              <w:tabs>
                <w:tab w:val="left" w:pos="745"/>
              </w:tabs>
              <w:jc w:val="right"/>
              <w:rPr>
                <w:rFonts w:ascii="Browallia New" w:hAnsi="Browallia New" w:cs="Browallia New"/>
              </w:rPr>
            </w:pPr>
            <w:r>
              <w:rPr>
                <w:rFonts w:ascii="Browallia New" w:hAnsi="Browallia New" w:cs="Browallia New"/>
              </w:rPr>
              <w:t>25,451</w:t>
            </w:r>
          </w:p>
        </w:tc>
        <w:tc>
          <w:tcPr>
            <w:tcW w:w="143" w:type="dxa"/>
          </w:tcPr>
          <w:p w14:paraId="48562874" w14:textId="77777777" w:rsidR="00D800C7" w:rsidRPr="005C2BD1" w:rsidRDefault="00D800C7" w:rsidP="00D800C7">
            <w:pPr>
              <w:tabs>
                <w:tab w:val="left" w:pos="540"/>
              </w:tabs>
              <w:ind w:left="-108" w:right="3"/>
              <w:jc w:val="right"/>
              <w:rPr>
                <w:rFonts w:ascii="Browallia New" w:hAnsi="Browallia New" w:cs="Browallia New"/>
                <w:b/>
                <w:bCs/>
                <w:u w:val="single"/>
              </w:rPr>
            </w:pPr>
          </w:p>
        </w:tc>
        <w:tc>
          <w:tcPr>
            <w:tcW w:w="1558" w:type="dxa"/>
            <w:vAlign w:val="bottom"/>
          </w:tcPr>
          <w:p w14:paraId="48562875" w14:textId="3D774D20" w:rsidR="00D800C7" w:rsidRPr="008F27B1" w:rsidRDefault="00D800C7" w:rsidP="00D800C7">
            <w:pPr>
              <w:tabs>
                <w:tab w:val="left" w:pos="745"/>
              </w:tabs>
              <w:jc w:val="right"/>
              <w:rPr>
                <w:rFonts w:ascii="Browallia New" w:hAnsi="Browallia New" w:cs="Browallia New"/>
              </w:rPr>
            </w:pPr>
            <w:r w:rsidRPr="008F27B1">
              <w:rPr>
                <w:rFonts w:ascii="Browallia New" w:hAnsi="Browallia New" w:cs="Browallia New"/>
              </w:rPr>
              <w:t xml:space="preserve">           28,40</w:t>
            </w:r>
            <w:r>
              <w:rPr>
                <w:rFonts w:ascii="Browallia New" w:hAnsi="Browallia New" w:cs="Browallia New"/>
              </w:rPr>
              <w:t>1</w:t>
            </w:r>
          </w:p>
        </w:tc>
      </w:tr>
      <w:tr w:rsidR="00D800C7" w:rsidRPr="005C2BD1" w14:paraId="4856287F" w14:textId="77777777" w:rsidTr="00A47506">
        <w:tc>
          <w:tcPr>
            <w:tcW w:w="5677" w:type="dxa"/>
            <w:vAlign w:val="bottom"/>
            <w:hideMark/>
          </w:tcPr>
          <w:p w14:paraId="48562877" w14:textId="51E79C20" w:rsidR="00D800C7" w:rsidRPr="005C2BD1" w:rsidRDefault="00D800C7" w:rsidP="00D800C7">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D800C7" w:rsidRPr="005C2BD1" w:rsidRDefault="00D800C7" w:rsidP="00D800C7">
            <w:pPr>
              <w:tabs>
                <w:tab w:val="left" w:pos="540"/>
              </w:tabs>
              <w:ind w:left="-108" w:right="3"/>
              <w:jc w:val="right"/>
              <w:rPr>
                <w:rFonts w:ascii="Browallia New" w:hAnsi="Browallia New" w:cs="Browallia New"/>
              </w:rPr>
            </w:pPr>
          </w:p>
        </w:tc>
        <w:tc>
          <w:tcPr>
            <w:tcW w:w="1560" w:type="dxa"/>
          </w:tcPr>
          <w:p w14:paraId="4856287C" w14:textId="6B04701B" w:rsidR="00D800C7" w:rsidRPr="005C2BD1" w:rsidRDefault="00D800C7" w:rsidP="00D800C7">
            <w:pPr>
              <w:tabs>
                <w:tab w:val="left" w:pos="745"/>
              </w:tabs>
              <w:jc w:val="center"/>
              <w:rPr>
                <w:rFonts w:ascii="Browallia New" w:hAnsi="Browallia New" w:cs="Browallia New"/>
              </w:rPr>
            </w:pPr>
            <w:r w:rsidRPr="00302A9E">
              <w:rPr>
                <w:rFonts w:ascii="Browallia New" w:hAnsi="Browallia New" w:cs="Browallia New"/>
                <w:cs/>
              </w:rPr>
              <w:t xml:space="preserve">      </w:t>
            </w:r>
            <w:r>
              <w:rPr>
                <w:rFonts w:ascii="Browallia New" w:hAnsi="Browallia New" w:cs="Browallia New"/>
                <w:cs/>
              </w:rPr>
              <w:t xml:space="preserve">       </w:t>
            </w:r>
            <w:r>
              <w:rPr>
                <w:rFonts w:ascii="Browallia New" w:hAnsi="Browallia New" w:cs="Browallia New"/>
              </w:rPr>
              <w:t>(8,857)</w:t>
            </w:r>
          </w:p>
        </w:tc>
        <w:tc>
          <w:tcPr>
            <w:tcW w:w="143" w:type="dxa"/>
          </w:tcPr>
          <w:p w14:paraId="4856287D" w14:textId="77777777" w:rsidR="00D800C7" w:rsidRPr="005C2BD1" w:rsidRDefault="00D800C7" w:rsidP="00D800C7">
            <w:pPr>
              <w:tabs>
                <w:tab w:val="left" w:pos="540"/>
              </w:tabs>
              <w:ind w:left="-108" w:right="3"/>
              <w:jc w:val="right"/>
              <w:rPr>
                <w:rFonts w:ascii="Browallia New" w:hAnsi="Browallia New" w:cs="Browallia New"/>
              </w:rPr>
            </w:pPr>
          </w:p>
        </w:tc>
        <w:tc>
          <w:tcPr>
            <w:tcW w:w="1558" w:type="dxa"/>
            <w:vAlign w:val="bottom"/>
          </w:tcPr>
          <w:p w14:paraId="4856287E" w14:textId="09FAFE24" w:rsidR="00D800C7" w:rsidRPr="008F27B1" w:rsidRDefault="00D800C7" w:rsidP="00D800C7">
            <w:pPr>
              <w:tabs>
                <w:tab w:val="left" w:pos="745"/>
              </w:tabs>
              <w:jc w:val="right"/>
              <w:rPr>
                <w:rFonts w:ascii="Browallia New" w:hAnsi="Browallia New" w:cs="Browallia New"/>
              </w:rPr>
            </w:pPr>
            <w:r w:rsidRPr="008F27B1">
              <w:rPr>
                <w:rFonts w:ascii="Browallia New" w:hAnsi="Browallia New" w:cs="Browallia New"/>
              </w:rPr>
              <w:t xml:space="preserve">           (25,</w:t>
            </w:r>
            <w:r>
              <w:rPr>
                <w:rFonts w:ascii="Browallia New" w:hAnsi="Browallia New" w:cs="Browallia New"/>
              </w:rPr>
              <w:t>9</w:t>
            </w:r>
            <w:r w:rsidRPr="008F27B1">
              <w:rPr>
                <w:rFonts w:ascii="Browallia New" w:hAnsi="Browallia New" w:cs="Browallia New"/>
              </w:rPr>
              <w:t>4</w:t>
            </w:r>
            <w:r>
              <w:rPr>
                <w:rFonts w:ascii="Browallia New" w:hAnsi="Browallia New" w:cs="Browallia New"/>
              </w:rPr>
              <w:t>9</w:t>
            </w:r>
            <w:r w:rsidRPr="008F27B1">
              <w:rPr>
                <w:rFonts w:ascii="Browallia New" w:hAnsi="Browallia New" w:cs="Browallia New"/>
              </w:rPr>
              <w:t>)</w:t>
            </w:r>
          </w:p>
        </w:tc>
      </w:tr>
      <w:tr w:rsidR="00D800C7" w:rsidRPr="005C2BD1" w14:paraId="48562889" w14:textId="77777777" w:rsidTr="00A47506">
        <w:tc>
          <w:tcPr>
            <w:tcW w:w="5677" w:type="dxa"/>
            <w:vAlign w:val="bottom"/>
          </w:tcPr>
          <w:p w14:paraId="48562881" w14:textId="1BD92784" w:rsidR="00D800C7" w:rsidRPr="005C2BD1" w:rsidRDefault="00D800C7" w:rsidP="00D800C7">
            <w:pPr>
              <w:tabs>
                <w:tab w:val="left" w:pos="451"/>
              </w:tabs>
              <w:ind w:left="489" w:right="-228" w:hanging="142"/>
              <w:rPr>
                <w:rFonts w:ascii="Browallia New" w:hAnsi="Browallia New" w:cs="Browallia New"/>
              </w:rPr>
            </w:pPr>
            <w:r w:rsidRPr="005C2BD1">
              <w:rPr>
                <w:rFonts w:ascii="Browallia New" w:hAnsi="Browallia New" w:cs="Browallia New"/>
                <w:cs/>
              </w:rPr>
              <w:t xml:space="preserve"> </w:t>
            </w:r>
            <w:r w:rsidRPr="00B16493">
              <w:rPr>
                <w:rFonts w:ascii="Browallia New" w:hAnsi="Browallia New" w:cs="Browallia New"/>
                <w:cs/>
              </w:rPr>
              <w:t>ขาดทุนจาก</w:t>
            </w:r>
            <w:r w:rsidRPr="005C2BD1">
              <w:rPr>
                <w:rFonts w:ascii="Browallia New" w:hAnsi="Browallia New" w:cs="Browallia New"/>
                <w:cs/>
              </w:rPr>
              <w:t>อัตราแลกเปลี่ยนที่ยังไม่เกิดขึ้นจริง</w:t>
            </w:r>
          </w:p>
        </w:tc>
        <w:tc>
          <w:tcPr>
            <w:tcW w:w="141" w:type="dxa"/>
          </w:tcPr>
          <w:p w14:paraId="48562885" w14:textId="77777777" w:rsidR="00D800C7" w:rsidRPr="005C2BD1" w:rsidRDefault="00D800C7" w:rsidP="00D800C7">
            <w:pPr>
              <w:tabs>
                <w:tab w:val="left" w:pos="540"/>
              </w:tabs>
              <w:ind w:left="-108" w:right="3"/>
              <w:jc w:val="right"/>
              <w:rPr>
                <w:rFonts w:ascii="Browallia New" w:hAnsi="Browallia New" w:cs="Browallia New"/>
              </w:rPr>
            </w:pPr>
          </w:p>
        </w:tc>
        <w:tc>
          <w:tcPr>
            <w:tcW w:w="1560" w:type="dxa"/>
          </w:tcPr>
          <w:p w14:paraId="48562886" w14:textId="244D9CEB" w:rsidR="00D800C7" w:rsidRPr="005C2BD1" w:rsidRDefault="00D800C7" w:rsidP="00D800C7">
            <w:pPr>
              <w:tabs>
                <w:tab w:val="left" w:pos="745"/>
              </w:tabs>
              <w:jc w:val="right"/>
              <w:rPr>
                <w:rFonts w:ascii="Browallia New" w:hAnsi="Browallia New" w:cs="Browallia New"/>
              </w:rPr>
            </w:pPr>
            <w:r>
              <w:rPr>
                <w:rFonts w:ascii="Browallia New" w:hAnsi="Browallia New" w:cs="Browallia New"/>
              </w:rPr>
              <w:t>(114)</w:t>
            </w:r>
          </w:p>
        </w:tc>
        <w:tc>
          <w:tcPr>
            <w:tcW w:w="143" w:type="dxa"/>
          </w:tcPr>
          <w:p w14:paraId="48562887" w14:textId="77777777" w:rsidR="00D800C7" w:rsidRPr="005C2BD1" w:rsidRDefault="00D800C7" w:rsidP="00D800C7">
            <w:pPr>
              <w:tabs>
                <w:tab w:val="left" w:pos="540"/>
              </w:tabs>
              <w:ind w:left="-108" w:right="3"/>
              <w:jc w:val="right"/>
              <w:rPr>
                <w:rFonts w:ascii="Browallia New" w:hAnsi="Browallia New" w:cs="Browallia New"/>
              </w:rPr>
            </w:pPr>
          </w:p>
        </w:tc>
        <w:tc>
          <w:tcPr>
            <w:tcW w:w="1558" w:type="dxa"/>
            <w:vAlign w:val="bottom"/>
          </w:tcPr>
          <w:p w14:paraId="48562888" w14:textId="12F79ECC" w:rsidR="00D800C7" w:rsidRPr="008F27B1" w:rsidRDefault="00D800C7" w:rsidP="00D800C7">
            <w:pPr>
              <w:tabs>
                <w:tab w:val="left" w:pos="745"/>
              </w:tabs>
              <w:jc w:val="right"/>
              <w:rPr>
                <w:rFonts w:ascii="Browallia New" w:hAnsi="Browallia New" w:cs="Browallia New"/>
              </w:rPr>
            </w:pPr>
            <w:r w:rsidRPr="008F27B1">
              <w:rPr>
                <w:rFonts w:ascii="Browallia New" w:hAnsi="Browallia New" w:cs="Browallia New"/>
              </w:rPr>
              <w:t xml:space="preserve">           (217)</w:t>
            </w:r>
          </w:p>
        </w:tc>
      </w:tr>
      <w:tr w:rsidR="00D800C7" w:rsidRPr="005C2BD1" w14:paraId="48562892" w14:textId="77777777" w:rsidTr="00A47506">
        <w:tc>
          <w:tcPr>
            <w:tcW w:w="5677" w:type="dxa"/>
            <w:vAlign w:val="bottom"/>
            <w:hideMark/>
          </w:tcPr>
          <w:p w14:paraId="4856288A" w14:textId="6595AF96" w:rsidR="00D800C7" w:rsidRPr="005C2BD1" w:rsidRDefault="00D800C7" w:rsidP="00D800C7">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D800C7" w:rsidRPr="005C2BD1" w:rsidRDefault="00D800C7" w:rsidP="00D800C7">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4856288F" w14:textId="5089A66E" w:rsidR="00D800C7" w:rsidRPr="005C2BD1" w:rsidRDefault="00D800C7" w:rsidP="00D800C7">
            <w:pPr>
              <w:tabs>
                <w:tab w:val="left" w:pos="745"/>
              </w:tabs>
              <w:jc w:val="right"/>
              <w:rPr>
                <w:rFonts w:ascii="Browallia New" w:hAnsi="Browallia New" w:cs="Browallia New"/>
              </w:rPr>
            </w:pPr>
            <w:r>
              <w:rPr>
                <w:rFonts w:ascii="Browallia New" w:hAnsi="Browallia New" w:cs="Browallia New"/>
              </w:rPr>
              <w:t>33,676</w:t>
            </w:r>
          </w:p>
        </w:tc>
        <w:tc>
          <w:tcPr>
            <w:tcW w:w="143" w:type="dxa"/>
          </w:tcPr>
          <w:p w14:paraId="48562890" w14:textId="77777777" w:rsidR="00D800C7" w:rsidRPr="005C2BD1" w:rsidRDefault="00D800C7" w:rsidP="00D800C7">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7C5E28D5" w:rsidR="00D800C7" w:rsidRPr="008F27B1" w:rsidRDefault="00D800C7" w:rsidP="00D800C7">
            <w:pPr>
              <w:tabs>
                <w:tab w:val="left" w:pos="745"/>
              </w:tabs>
              <w:jc w:val="right"/>
              <w:rPr>
                <w:rFonts w:ascii="Browallia New" w:hAnsi="Browallia New" w:cs="Browallia New"/>
              </w:rPr>
            </w:pPr>
            <w:r w:rsidRPr="008F27B1">
              <w:rPr>
                <w:rFonts w:ascii="Browallia New" w:hAnsi="Browallia New" w:cs="Browallia New"/>
              </w:rPr>
              <w:t xml:space="preserve">           17,196</w:t>
            </w:r>
          </w:p>
        </w:tc>
      </w:tr>
    </w:tbl>
    <w:p w14:paraId="67161299" w14:textId="7741FE95" w:rsidR="004C72CF" w:rsidRDefault="004C72CF" w:rsidP="009838F0">
      <w:pPr>
        <w:ind w:left="374"/>
        <w:jc w:val="thaiDistribute"/>
        <w:rPr>
          <w:rFonts w:ascii="Browallia New" w:hAnsi="Browallia New" w:cs="Browallia New"/>
        </w:rPr>
      </w:pPr>
    </w:p>
    <w:p w14:paraId="48562894" w14:textId="4FA3A11A" w:rsidR="002A7FFD" w:rsidRPr="005C2BD1" w:rsidRDefault="00E56E8B" w:rsidP="003E0B20">
      <w:pPr>
        <w:ind w:left="374"/>
        <w:jc w:val="thaiDistribute"/>
        <w:rPr>
          <w:rFonts w:ascii="Browallia New" w:hAnsi="Browallia New" w:cs="Browallia New"/>
          <w:cs/>
        </w:rPr>
      </w:pPr>
      <w:r w:rsidRPr="00E52F3C">
        <w:rPr>
          <w:rFonts w:ascii="Browallia New" w:hAnsi="Browallia New" w:cs="Browallia New"/>
          <w:cs/>
        </w:rPr>
        <w:t>เงิน</w:t>
      </w:r>
      <w:r w:rsidR="00291DDD" w:rsidRPr="00E52F3C">
        <w:rPr>
          <w:rFonts w:ascii="Browallia New" w:hAnsi="Browallia New" w:cs="Browallia New" w:hint="cs"/>
          <w:cs/>
        </w:rPr>
        <w:t>ให้</w:t>
      </w:r>
      <w:r w:rsidRPr="00E52F3C">
        <w:rPr>
          <w:rFonts w:ascii="Browallia New" w:hAnsi="Browallia New" w:cs="Browallia New"/>
          <w:cs/>
        </w:rPr>
        <w:t>กู้</w:t>
      </w:r>
      <w:r w:rsidR="008D2366" w:rsidRPr="00E52F3C">
        <w:rPr>
          <w:rFonts w:ascii="Browallia New" w:hAnsi="Browallia New" w:cs="Browallia New"/>
          <w:cs/>
        </w:rPr>
        <w:t>ยืม</w:t>
      </w:r>
      <w:r w:rsidR="00400287" w:rsidRPr="00E52F3C">
        <w:rPr>
          <w:rFonts w:ascii="Browallia New" w:hAnsi="Browallia New" w:cs="Browallia New"/>
          <w:cs/>
        </w:rPr>
        <w:t>ระยะสั้น</w:t>
      </w:r>
      <w:r w:rsidR="008D2366" w:rsidRPr="00E52F3C">
        <w:rPr>
          <w:rFonts w:ascii="Browallia New" w:hAnsi="Browallia New" w:cs="Browallia New"/>
          <w:cs/>
        </w:rPr>
        <w:t>แก่บริษัท</w:t>
      </w:r>
      <w:r w:rsidR="000623EF" w:rsidRPr="00E52F3C">
        <w:rPr>
          <w:rFonts w:ascii="Browallia New" w:hAnsi="Browallia New" w:cs="Browallia New" w:hint="cs"/>
          <w:cs/>
        </w:rPr>
        <w:t xml:space="preserve"> สยามสตีล เวียดนาม จำกัด</w:t>
      </w:r>
      <w:r w:rsidR="00EE61E1" w:rsidRPr="00E52F3C">
        <w:rPr>
          <w:rFonts w:ascii="Browallia New" w:hAnsi="Browallia New" w:cs="Browallia New" w:hint="cs"/>
          <w:cs/>
        </w:rPr>
        <w:t xml:space="preserve"> </w:t>
      </w:r>
      <w:r w:rsidR="008D2366" w:rsidRPr="00E52F3C">
        <w:rPr>
          <w:rFonts w:ascii="Browallia New" w:hAnsi="Browallia New" w:cs="Browallia New"/>
          <w:cs/>
        </w:rPr>
        <w:t>มีอัตราดอกเบี้ย</w:t>
      </w:r>
      <w:r w:rsidR="008D2366" w:rsidRPr="00F8376C">
        <w:rPr>
          <w:rFonts w:ascii="Browallia New" w:hAnsi="Browallia New" w:cs="Browallia New"/>
          <w:cs/>
        </w:rPr>
        <w:t>ร้อยละ</w:t>
      </w:r>
      <w:r w:rsidR="00F60E66" w:rsidRPr="00F8376C">
        <w:rPr>
          <w:rFonts w:ascii="Browallia New" w:hAnsi="Browallia New" w:cs="Browallia New"/>
        </w:rPr>
        <w:t xml:space="preserve"> </w:t>
      </w:r>
      <w:r w:rsidR="007D1385" w:rsidRPr="00F8376C">
        <w:rPr>
          <w:rFonts w:ascii="Browallia New" w:hAnsi="Browallia New" w:cs="Browallia New"/>
        </w:rPr>
        <w:t>2.65</w:t>
      </w:r>
      <w:r w:rsidR="002F1ED9">
        <w:rPr>
          <w:rFonts w:ascii="Browallia New" w:hAnsi="Browallia New" w:cs="Browallia New"/>
        </w:rPr>
        <w:t xml:space="preserve"> </w:t>
      </w:r>
      <w:r w:rsidR="00C41DA7" w:rsidRPr="00F8376C">
        <w:rPr>
          <w:rFonts w:ascii="Browallia New" w:hAnsi="Browallia New" w:cs="Browallia New"/>
        </w:rPr>
        <w:t>-</w:t>
      </w:r>
      <w:r w:rsidR="002F1ED9">
        <w:rPr>
          <w:rFonts w:ascii="Browallia New" w:hAnsi="Browallia New" w:cs="Browallia New"/>
        </w:rPr>
        <w:t xml:space="preserve"> </w:t>
      </w:r>
      <w:r w:rsidR="00D800C7" w:rsidRPr="00F8376C">
        <w:rPr>
          <w:rFonts w:ascii="Browallia New" w:hAnsi="Browallia New" w:cs="Browallia New"/>
        </w:rPr>
        <w:t>6</w:t>
      </w:r>
      <w:r w:rsidR="00C41DA7" w:rsidRPr="00F8376C">
        <w:rPr>
          <w:rFonts w:ascii="Browallia New" w:hAnsi="Browallia New" w:cs="Browallia New"/>
        </w:rPr>
        <w:t>.</w:t>
      </w:r>
      <w:r w:rsidR="00D800C7" w:rsidRPr="00F8376C">
        <w:rPr>
          <w:rFonts w:ascii="Browallia New" w:hAnsi="Browallia New" w:cs="Browallia New"/>
        </w:rPr>
        <w:t>9</w:t>
      </w:r>
      <w:r w:rsidR="00C41DA7" w:rsidRPr="00F8376C">
        <w:rPr>
          <w:rFonts w:ascii="Browallia New" w:hAnsi="Browallia New" w:cs="Browallia New"/>
        </w:rPr>
        <w:t>0%</w:t>
      </w:r>
      <w:r w:rsidR="00F60E66" w:rsidRPr="00F8376C">
        <w:rPr>
          <w:rFonts w:ascii="Browallia New" w:hAnsi="Browallia New" w:cs="Browallia New"/>
        </w:rPr>
        <w:t xml:space="preserve"> </w:t>
      </w:r>
      <w:r w:rsidR="008D2366" w:rsidRPr="00F8376C">
        <w:rPr>
          <w:rFonts w:ascii="Browallia New" w:hAnsi="Browallia New" w:cs="Browallia New"/>
          <w:cs/>
        </w:rPr>
        <w:t>ต่อปี</w:t>
      </w:r>
      <w:r w:rsidR="00F60E66" w:rsidRPr="00F8376C">
        <w:rPr>
          <w:rFonts w:ascii="Browallia New" w:hAnsi="Browallia New" w:cs="Browallia New"/>
        </w:rPr>
        <w:t xml:space="preserve"> </w:t>
      </w:r>
      <w:r w:rsidR="00EE61E1" w:rsidRPr="00F8376C">
        <w:rPr>
          <w:rFonts w:ascii="Browallia New" w:hAnsi="Browallia New" w:cs="Browallia New" w:hint="cs"/>
          <w:cs/>
        </w:rPr>
        <w:t xml:space="preserve"> </w:t>
      </w:r>
      <w:r w:rsidR="00BC6070" w:rsidRPr="00F8376C">
        <w:rPr>
          <w:rFonts w:ascii="Browallia New" w:hAnsi="Browallia New" w:cs="Browallia New" w:hint="cs"/>
          <w:cs/>
        </w:rPr>
        <w:t>โดยไ</w:t>
      </w:r>
      <w:r w:rsidR="00D51C8E">
        <w:rPr>
          <w:rFonts w:ascii="Browallia New" w:hAnsi="Browallia New" w:cs="Browallia New" w:hint="cs"/>
          <w:cs/>
        </w:rPr>
        <w:t>ม่</w:t>
      </w:r>
      <w:r w:rsidR="00BC6070" w:rsidRPr="00F8376C">
        <w:rPr>
          <w:rFonts w:ascii="Browallia New" w:hAnsi="Browallia New" w:cs="Browallia New" w:hint="cs"/>
          <w:cs/>
        </w:rPr>
        <w:t>มีหลัก</w:t>
      </w:r>
      <w:r w:rsidR="008E748F" w:rsidRPr="00F8376C">
        <w:rPr>
          <w:rFonts w:ascii="Browallia New" w:hAnsi="Browallia New" w:cs="Browallia New" w:hint="cs"/>
          <w:cs/>
        </w:rPr>
        <w:t>ทรัพย์ค้ำ</w:t>
      </w:r>
      <w:r w:rsidR="00BC6070" w:rsidRPr="00F8376C">
        <w:rPr>
          <w:rFonts w:ascii="Browallia New" w:hAnsi="Browallia New" w:cs="Browallia New" w:hint="cs"/>
          <w:cs/>
        </w:rPr>
        <w:t>ประกัน</w:t>
      </w:r>
      <w:r w:rsidR="00EB6A3B" w:rsidRPr="00F8376C">
        <w:rPr>
          <w:rFonts w:ascii="Browallia New" w:hAnsi="Browallia New" w:cs="Browallia New" w:hint="cs"/>
          <w:cs/>
        </w:rPr>
        <w:t xml:space="preserve"> </w:t>
      </w:r>
      <w:r w:rsidR="008D2366" w:rsidRPr="00F8376C">
        <w:rPr>
          <w:rFonts w:ascii="Browallia New" w:hAnsi="Browallia New" w:cs="Browallia New"/>
          <w:cs/>
        </w:rPr>
        <w:t>เงินกู้ยืมดังกล่าวมีกำหนดชำระคืน</w:t>
      </w:r>
      <w:r w:rsidR="00EB2748" w:rsidRPr="00F8376C">
        <w:rPr>
          <w:rFonts w:ascii="Browallia New" w:hAnsi="Browallia New" w:cs="Browallia New" w:hint="cs"/>
          <w:cs/>
        </w:rPr>
        <w:t>ภายใน</w:t>
      </w:r>
      <w:r w:rsidR="003B7FC4" w:rsidRPr="00F8376C">
        <w:rPr>
          <w:rFonts w:ascii="Browallia New" w:hAnsi="Browallia New" w:cs="Browallia New" w:hint="cs"/>
          <w:cs/>
        </w:rPr>
        <w:t>หนึ่งปี</w:t>
      </w:r>
    </w:p>
    <w:p w14:paraId="53DD7DE1" w14:textId="77777777" w:rsidR="00193EE0" w:rsidRPr="00137312" w:rsidRDefault="00193EE0" w:rsidP="003E0B20">
      <w:pPr>
        <w:ind w:left="374"/>
        <w:jc w:val="thaiDistribute"/>
        <w:rPr>
          <w:rFonts w:ascii="Browallia New" w:hAnsi="Browallia New" w:cs="Browallia New"/>
          <w:sz w:val="20"/>
          <w:szCs w:val="20"/>
        </w:rPr>
      </w:pPr>
    </w:p>
    <w:tbl>
      <w:tblPr>
        <w:tblW w:w="9149" w:type="dxa"/>
        <w:tblInd w:w="288" w:type="dxa"/>
        <w:tblLayout w:type="fixed"/>
        <w:tblLook w:val="04A0" w:firstRow="1" w:lastRow="0" w:firstColumn="1" w:lastColumn="0" w:noHBand="0" w:noVBand="1"/>
      </w:tblPr>
      <w:tblGrid>
        <w:gridCol w:w="3987"/>
        <w:gridCol w:w="1179"/>
        <w:gridCol w:w="236"/>
        <w:gridCol w:w="1078"/>
        <w:gridCol w:w="239"/>
        <w:gridCol w:w="1093"/>
        <w:gridCol w:w="236"/>
        <w:gridCol w:w="1101"/>
      </w:tblGrid>
      <w:tr w:rsidR="002638D9" w:rsidRPr="005C2BD1" w14:paraId="48562897" w14:textId="77777777" w:rsidTr="00137312">
        <w:trPr>
          <w:tblHeader/>
        </w:trPr>
        <w:tc>
          <w:tcPr>
            <w:tcW w:w="3987"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137312">
        <w:trPr>
          <w:tblHeader/>
        </w:trPr>
        <w:tc>
          <w:tcPr>
            <w:tcW w:w="3987"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6935" w:rsidRPr="005C2BD1" w14:paraId="485628A5" w14:textId="77777777" w:rsidTr="00137312">
        <w:trPr>
          <w:tblHeader/>
        </w:trPr>
        <w:tc>
          <w:tcPr>
            <w:tcW w:w="3987" w:type="dxa"/>
          </w:tcPr>
          <w:p w14:paraId="4856289D" w14:textId="77777777" w:rsidR="004F6935" w:rsidRPr="005C2BD1" w:rsidRDefault="004F6935" w:rsidP="004F6935">
            <w:pPr>
              <w:pStyle w:val="aff1"/>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6A12C940" w:rsidR="004F6935" w:rsidRPr="005C2BD1" w:rsidRDefault="002A6FC0" w:rsidP="004F6935">
            <w:pPr>
              <w:ind w:left="-108" w:right="-108"/>
              <w:jc w:val="center"/>
              <w:rPr>
                <w:rFonts w:ascii="Browallia New" w:hAnsi="Browallia New" w:cs="Browallia New"/>
                <w:cs/>
              </w:rPr>
            </w:pPr>
            <w:r w:rsidRPr="002A6FC0">
              <w:rPr>
                <w:rFonts w:ascii="Browallia New" w:hAnsi="Browallia New" w:cs="Browallia New"/>
              </w:rPr>
              <w:t>30</w:t>
            </w:r>
            <w:r w:rsidRPr="002A6FC0">
              <w:rPr>
                <w:rFonts w:ascii="Browallia New" w:hAnsi="Browallia New" w:cs="Browallia New" w:hint="cs"/>
                <w:cs/>
              </w:rPr>
              <w:t xml:space="preserve"> </w:t>
            </w:r>
            <w:r w:rsidRPr="002A6FC0">
              <w:rPr>
                <w:rFonts w:ascii="Browallia New" w:hAnsi="Browallia New" w:cs="Browallia New"/>
                <w:cs/>
              </w:rPr>
              <w:t>กันยายน</w:t>
            </w:r>
            <w:r w:rsidR="004F6935" w:rsidRPr="00192EDE">
              <w:rPr>
                <w:rStyle w:val="normaltextrun"/>
                <w:rFonts w:ascii="Browallia New" w:hAnsi="Browallia New" w:cs="Browallia New"/>
                <w:cs/>
              </w:rPr>
              <w:br/>
            </w:r>
            <w:r w:rsidR="004F6935"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9F" w14:textId="77777777" w:rsidR="004F6935" w:rsidRPr="005C2BD1" w:rsidRDefault="004F6935" w:rsidP="004F6935">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C8DDE79"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3A4FFE68" w:rsidR="004F6935" w:rsidRPr="005C2BD1" w:rsidRDefault="004F6935" w:rsidP="004F6935">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9" w:type="dxa"/>
            <w:vAlign w:val="bottom"/>
          </w:tcPr>
          <w:p w14:paraId="485628A1" w14:textId="77777777" w:rsidR="004F6935" w:rsidRPr="005C2BD1" w:rsidRDefault="004F6935" w:rsidP="004F6935">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76520ECB" w:rsidR="004F6935" w:rsidRPr="005C2BD1" w:rsidRDefault="002A6FC0" w:rsidP="004F6935">
            <w:pPr>
              <w:ind w:left="-108" w:right="-108"/>
              <w:jc w:val="center"/>
              <w:rPr>
                <w:rFonts w:ascii="Browallia New" w:hAnsi="Browallia New" w:cs="Browallia New"/>
                <w:cs/>
              </w:rPr>
            </w:pPr>
            <w:r w:rsidRPr="002A6FC0">
              <w:rPr>
                <w:rFonts w:ascii="Browallia New" w:hAnsi="Browallia New" w:cs="Browallia New"/>
              </w:rPr>
              <w:t>30</w:t>
            </w:r>
            <w:r w:rsidRPr="002A6FC0">
              <w:rPr>
                <w:rFonts w:ascii="Browallia New" w:hAnsi="Browallia New" w:cs="Browallia New" w:hint="cs"/>
                <w:cs/>
              </w:rPr>
              <w:t xml:space="preserve"> </w:t>
            </w:r>
            <w:r w:rsidRPr="002A6FC0">
              <w:rPr>
                <w:rFonts w:ascii="Browallia New" w:hAnsi="Browallia New" w:cs="Browallia New"/>
                <w:cs/>
              </w:rPr>
              <w:t>กันยายน</w:t>
            </w:r>
            <w:r w:rsidR="004F6935" w:rsidRPr="00192EDE">
              <w:rPr>
                <w:rStyle w:val="normaltextrun"/>
                <w:rFonts w:ascii="Browallia New" w:hAnsi="Browallia New" w:cs="Browallia New"/>
                <w:cs/>
              </w:rPr>
              <w:br/>
            </w:r>
            <w:r w:rsidR="004F6935"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A3" w14:textId="77777777" w:rsidR="004F6935" w:rsidRPr="005C2BD1" w:rsidRDefault="004F6935" w:rsidP="004F6935">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5365958D"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5DC17552" w:rsidR="004F6935" w:rsidRPr="005C2BD1" w:rsidRDefault="004F6935" w:rsidP="004F6935">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8C5CBB" w:rsidRPr="005C2BD1" w14:paraId="114D3D21" w14:textId="77777777" w:rsidTr="00137312">
        <w:trPr>
          <w:trHeight w:val="279"/>
        </w:trPr>
        <w:tc>
          <w:tcPr>
            <w:tcW w:w="3987" w:type="dxa"/>
            <w:vAlign w:val="bottom"/>
          </w:tcPr>
          <w:p w14:paraId="0DE3E693" w14:textId="61BEAF6B" w:rsidR="008C5CBB" w:rsidRPr="005C2BD1" w:rsidRDefault="008C5CBB" w:rsidP="003E0B20">
            <w:pPr>
              <w:ind w:right="28"/>
              <w:rPr>
                <w:rFonts w:ascii="Browallia New" w:hAnsi="Browallia New" w:cs="Browallia New"/>
                <w:u w:val="single"/>
                <w:cs/>
              </w:rPr>
            </w:pP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DA25AB" w:rsidRPr="005C2BD1" w14:paraId="425B7B87" w14:textId="77777777" w:rsidTr="00137312">
        <w:trPr>
          <w:trHeight w:val="279"/>
        </w:trPr>
        <w:tc>
          <w:tcPr>
            <w:tcW w:w="3987" w:type="dxa"/>
            <w:vAlign w:val="bottom"/>
          </w:tcPr>
          <w:p w14:paraId="051A4199" w14:textId="3032F10C" w:rsidR="00DA25AB" w:rsidRPr="005C2BD1" w:rsidRDefault="00DA25A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5B53342A"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22052832" w14:textId="77777777" w:rsidR="00DA25AB" w:rsidRPr="000030BE" w:rsidRDefault="00DA25A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3AE3C016" w14:textId="77777777" w:rsidR="00DA25AB" w:rsidRPr="000030BE" w:rsidRDefault="00DA25AB" w:rsidP="003E0B20">
            <w:pPr>
              <w:tabs>
                <w:tab w:val="left" w:pos="522"/>
              </w:tabs>
              <w:ind w:left="-108" w:right="68"/>
              <w:jc w:val="center"/>
              <w:rPr>
                <w:rFonts w:ascii="Browallia New" w:hAnsi="Browallia New" w:cs="Browallia New"/>
              </w:rPr>
            </w:pPr>
          </w:p>
        </w:tc>
        <w:tc>
          <w:tcPr>
            <w:tcW w:w="239" w:type="dxa"/>
          </w:tcPr>
          <w:p w14:paraId="4E4CCF21" w14:textId="77777777" w:rsidR="00DA25AB" w:rsidRPr="000030BE" w:rsidRDefault="00DA25A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73B2F53C"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0030BE" w:rsidRDefault="00DA25A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74783378" w14:textId="77777777" w:rsidR="00DA25AB" w:rsidRPr="000030BE" w:rsidRDefault="00DA25AB" w:rsidP="003E0B20">
            <w:pPr>
              <w:tabs>
                <w:tab w:val="left" w:pos="540"/>
              </w:tabs>
              <w:ind w:left="-108" w:right="3"/>
              <w:jc w:val="right"/>
              <w:rPr>
                <w:rFonts w:ascii="Browallia New" w:hAnsi="Browallia New" w:cs="Browallia New"/>
              </w:rPr>
            </w:pPr>
          </w:p>
        </w:tc>
      </w:tr>
      <w:tr w:rsidR="007E2856" w:rsidRPr="005C2BD1" w14:paraId="485628C0" w14:textId="77777777" w:rsidTr="00137312">
        <w:tc>
          <w:tcPr>
            <w:tcW w:w="3987"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7E8E29E0" w:rsidR="007E2856" w:rsidRPr="000030BE" w:rsidRDefault="002A679B" w:rsidP="007E2856">
            <w:pPr>
              <w:ind w:left="-108" w:right="-24"/>
              <w:jc w:val="right"/>
              <w:rPr>
                <w:rFonts w:ascii="Browallia New" w:hAnsi="Browallia New" w:cs="Browallia New"/>
              </w:rPr>
            </w:pPr>
            <w:r>
              <w:rPr>
                <w:rFonts w:ascii="Browallia New" w:hAnsi="Browallia New" w:cs="Browallia New"/>
              </w:rPr>
              <w:t>127,173</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58518225" w:rsidR="007E2856" w:rsidRPr="000030BE" w:rsidRDefault="007C181E" w:rsidP="007E2856">
            <w:pPr>
              <w:ind w:left="-108" w:right="-24"/>
              <w:jc w:val="right"/>
              <w:rPr>
                <w:rFonts w:ascii="Browallia New" w:hAnsi="Browallia New" w:cs="Browallia New"/>
              </w:rPr>
            </w:pPr>
            <w:r w:rsidRPr="00302A9E">
              <w:rPr>
                <w:rFonts w:ascii="Browallia New" w:hAnsi="Browallia New" w:cs="Browallia New"/>
              </w:rPr>
              <w:t>109,293</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4E2D3F36" w:rsidR="007E2856" w:rsidRPr="000030BE" w:rsidRDefault="002A679B" w:rsidP="007E2856">
            <w:pPr>
              <w:ind w:left="-108" w:right="-24"/>
              <w:jc w:val="right"/>
              <w:rPr>
                <w:rFonts w:ascii="Browallia New" w:hAnsi="Browallia New" w:cs="Browallia New"/>
              </w:rPr>
            </w:pPr>
            <w:r>
              <w:rPr>
                <w:rFonts w:ascii="Browallia New" w:hAnsi="Browallia New" w:cs="Browallia New"/>
              </w:rPr>
              <w:t>125,652</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0C5379EA" w:rsidR="007E2856" w:rsidRPr="000030BE" w:rsidRDefault="00DA25AB" w:rsidP="007E2856">
            <w:pPr>
              <w:ind w:left="-108" w:right="-24"/>
              <w:jc w:val="right"/>
              <w:rPr>
                <w:rFonts w:ascii="Browallia New" w:hAnsi="Browallia New" w:cs="Browallia New"/>
              </w:rPr>
            </w:pPr>
            <w:r w:rsidRPr="00302A9E">
              <w:rPr>
                <w:rFonts w:ascii="Browallia New" w:hAnsi="Browallia New" w:cs="Browallia New"/>
              </w:rPr>
              <w:t>87,350</w:t>
            </w:r>
          </w:p>
        </w:tc>
      </w:tr>
      <w:tr w:rsidR="007E2856" w:rsidRPr="005C2BD1" w14:paraId="485628C9" w14:textId="77777777" w:rsidTr="00137312">
        <w:trPr>
          <w:trHeight w:hRule="exact" w:val="372"/>
        </w:trPr>
        <w:tc>
          <w:tcPr>
            <w:tcW w:w="3987"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137312">
        <w:tc>
          <w:tcPr>
            <w:tcW w:w="3987"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137312">
        <w:tc>
          <w:tcPr>
            <w:tcW w:w="3987"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0B7BC0F5" w:rsidR="007E2856" w:rsidRPr="000030BE" w:rsidRDefault="002A679B" w:rsidP="007E2856">
            <w:pPr>
              <w:ind w:left="-108" w:right="-24"/>
              <w:jc w:val="right"/>
              <w:rPr>
                <w:rFonts w:ascii="Browallia New" w:hAnsi="Browallia New" w:cs="Browallia New"/>
              </w:rPr>
            </w:pPr>
            <w:r>
              <w:rPr>
                <w:rFonts w:ascii="Browallia New" w:hAnsi="Browallia New" w:cs="Browallia New"/>
              </w:rPr>
              <w:t>18,599</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18A361C2" w:rsidR="007E2856" w:rsidRPr="000030BE" w:rsidRDefault="00C45123" w:rsidP="007E2856">
            <w:pPr>
              <w:ind w:left="-108" w:right="-24"/>
              <w:jc w:val="right"/>
              <w:rPr>
                <w:rFonts w:ascii="Browallia New" w:hAnsi="Browallia New" w:cs="Browallia New"/>
              </w:rPr>
            </w:pPr>
            <w:r w:rsidRPr="00302A9E">
              <w:rPr>
                <w:rFonts w:ascii="Browallia New" w:hAnsi="Browallia New" w:cs="Browallia New"/>
              </w:rPr>
              <w:t>19,061</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70D98CAD" w:rsidR="007E2856" w:rsidRPr="000030BE" w:rsidRDefault="002A679B" w:rsidP="007E2856">
            <w:pPr>
              <w:ind w:left="-108" w:right="-24"/>
              <w:jc w:val="right"/>
              <w:rPr>
                <w:rFonts w:ascii="Browallia New" w:hAnsi="Browallia New" w:cs="Browallia New"/>
              </w:rPr>
            </w:pPr>
            <w:r>
              <w:rPr>
                <w:rFonts w:ascii="Browallia New" w:hAnsi="Browallia New" w:cs="Browallia New"/>
              </w:rPr>
              <w:t>18,599</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29382D80" w:rsidR="007E2856" w:rsidRPr="000030BE" w:rsidRDefault="00DA06C2" w:rsidP="007E2856">
            <w:pPr>
              <w:ind w:left="-108" w:right="-24"/>
              <w:jc w:val="right"/>
              <w:rPr>
                <w:rFonts w:ascii="Browallia New" w:hAnsi="Browallia New" w:cs="Browallia New"/>
              </w:rPr>
            </w:pPr>
            <w:r w:rsidRPr="00302A9E">
              <w:rPr>
                <w:rFonts w:ascii="Browallia New" w:hAnsi="Browallia New" w:cs="Browallia New"/>
              </w:rPr>
              <w:t>19,061</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afd"/>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137312" w:rsidRDefault="003B3755" w:rsidP="009838F0">
      <w:pPr>
        <w:ind w:left="374"/>
        <w:jc w:val="thaiDistribute"/>
        <w:rPr>
          <w:rFonts w:ascii="Browallia New" w:hAnsi="Browallia New" w:cs="Browallia New"/>
          <w:sz w:val="24"/>
          <w:szCs w:val="24"/>
        </w:rPr>
      </w:pPr>
    </w:p>
    <w:p w14:paraId="46223DE5" w14:textId="6B365FD7" w:rsidR="00F55FC7" w:rsidRPr="005C2BD1" w:rsidRDefault="001236B9" w:rsidP="009838F0">
      <w:pPr>
        <w:ind w:left="374"/>
        <w:jc w:val="thaiDistribute"/>
        <w:rPr>
          <w:rFonts w:ascii="Browallia New" w:hAnsi="Browallia New" w:cs="Browallia New"/>
        </w:rPr>
      </w:pPr>
      <w:r>
        <w:rPr>
          <w:rFonts w:ascii="Browallia New" w:hAnsi="Browallia New" w:cs="Browallia New" w:hint="cs"/>
          <w:cs/>
        </w:rPr>
        <w:t>กลุ่ม</w:t>
      </w:r>
      <w:r w:rsidR="00F55FC7" w:rsidRPr="005C2BD1">
        <w:rPr>
          <w:rFonts w:ascii="Browallia New" w:hAnsi="Browallia New" w:cs="Browallia New"/>
          <w:cs/>
        </w:rPr>
        <w:t>บริษัทมียอดคงเหลือของสินทรัพย์ที่เกิดจากสัญญาและหนี้สินที่เกิดจากสัญญากับลูกค้า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00F55FC7"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DA06C2" w:rsidRPr="00B11ECB" w14:paraId="5CCC438A" w14:textId="77777777" w:rsidTr="008C5CBB">
        <w:trPr>
          <w:tblHeader/>
        </w:trPr>
        <w:tc>
          <w:tcPr>
            <w:tcW w:w="3934" w:type="dxa"/>
          </w:tcPr>
          <w:p w14:paraId="68201314" w14:textId="77777777" w:rsidR="00DA06C2" w:rsidRPr="00B11ECB" w:rsidRDefault="00DA06C2" w:rsidP="00DA06C2">
            <w:pPr>
              <w:ind w:right="-36"/>
              <w:rPr>
                <w:rFonts w:ascii="Browallia New" w:hAnsi="Browallia New" w:cs="Browallia New"/>
              </w:rPr>
            </w:pPr>
          </w:p>
        </w:tc>
        <w:tc>
          <w:tcPr>
            <w:tcW w:w="1296" w:type="dxa"/>
            <w:vAlign w:val="bottom"/>
          </w:tcPr>
          <w:p w14:paraId="3188CF17" w14:textId="108875BF" w:rsidR="00DA06C2" w:rsidRPr="00B11ECB" w:rsidRDefault="00F8074A" w:rsidP="00DA06C2">
            <w:pPr>
              <w:pBdr>
                <w:bottom w:val="single" w:sz="6" w:space="1" w:color="auto"/>
              </w:pBdr>
              <w:tabs>
                <w:tab w:val="left" w:pos="1017"/>
              </w:tabs>
              <w:ind w:left="-18"/>
              <w:jc w:val="center"/>
              <w:rPr>
                <w:rFonts w:ascii="Browallia New" w:hAnsi="Browallia New" w:cs="Browallia New"/>
              </w:rPr>
            </w:pPr>
            <w:r w:rsidRPr="00F8074A">
              <w:rPr>
                <w:rFonts w:ascii="Browallia New" w:hAnsi="Browallia New" w:cs="Browallia New"/>
              </w:rPr>
              <w:t>30</w:t>
            </w:r>
            <w:r w:rsidRPr="00F8074A">
              <w:rPr>
                <w:rFonts w:ascii="Browallia New" w:hAnsi="Browallia New" w:cs="Browallia New" w:hint="cs"/>
                <w:cs/>
              </w:rPr>
              <w:t xml:space="preserve"> </w:t>
            </w:r>
            <w:r w:rsidRPr="00F8074A">
              <w:rPr>
                <w:rFonts w:ascii="Browallia New" w:hAnsi="Browallia New" w:cs="Browallia New"/>
                <w:cs/>
              </w:rPr>
              <w:t>กันยายน</w:t>
            </w:r>
            <w:r w:rsidR="00DA06C2">
              <w:rPr>
                <w:rStyle w:val="normaltextrun"/>
                <w:rFonts w:ascii="Browallia New" w:hAnsi="Browallia New" w:cs="Browallia New"/>
                <w:cs/>
              </w:rPr>
              <w:br/>
            </w:r>
            <w:r w:rsidR="00DA06C2">
              <w:rPr>
                <w:rStyle w:val="normaltextrun"/>
                <w:rFonts w:ascii="Browallia New" w:hAnsi="Browallia New" w:cs="Browallia New"/>
              </w:rPr>
              <w:t>2566</w:t>
            </w:r>
          </w:p>
        </w:tc>
        <w:tc>
          <w:tcPr>
            <w:tcW w:w="1287" w:type="dxa"/>
            <w:vAlign w:val="bottom"/>
          </w:tcPr>
          <w:p w14:paraId="035D3F4C"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15BFCB82" w:rsidR="00DA06C2" w:rsidRPr="00B11ECB" w:rsidRDefault="00DA06C2" w:rsidP="00DA06C2">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c>
          <w:tcPr>
            <w:tcW w:w="1296" w:type="dxa"/>
            <w:vAlign w:val="bottom"/>
          </w:tcPr>
          <w:p w14:paraId="322F0B35" w14:textId="2940F03A" w:rsidR="00DA06C2" w:rsidRPr="00B11ECB" w:rsidRDefault="00F8074A" w:rsidP="00DA06C2">
            <w:pPr>
              <w:pBdr>
                <w:bottom w:val="single" w:sz="6" w:space="1" w:color="auto"/>
              </w:pBdr>
              <w:tabs>
                <w:tab w:val="left" w:pos="900"/>
              </w:tabs>
              <w:ind w:left="-18"/>
              <w:jc w:val="center"/>
              <w:rPr>
                <w:rFonts w:ascii="Browallia New" w:hAnsi="Browallia New" w:cs="Browallia New"/>
              </w:rPr>
            </w:pPr>
            <w:r w:rsidRPr="00F8074A">
              <w:rPr>
                <w:rFonts w:ascii="Browallia New" w:hAnsi="Browallia New" w:cs="Browallia New"/>
              </w:rPr>
              <w:t>30</w:t>
            </w:r>
            <w:r w:rsidRPr="00F8074A">
              <w:rPr>
                <w:rFonts w:ascii="Browallia New" w:hAnsi="Browallia New" w:cs="Browallia New" w:hint="cs"/>
                <w:cs/>
              </w:rPr>
              <w:t xml:space="preserve"> </w:t>
            </w:r>
            <w:r w:rsidRPr="00F8074A">
              <w:rPr>
                <w:rFonts w:ascii="Browallia New" w:hAnsi="Browallia New" w:cs="Browallia New"/>
                <w:cs/>
              </w:rPr>
              <w:t>กันยายน</w:t>
            </w:r>
            <w:r w:rsidR="00DA06C2">
              <w:rPr>
                <w:rStyle w:val="normaltextrun"/>
                <w:rFonts w:ascii="Browallia New" w:hAnsi="Browallia New" w:cs="Browallia New"/>
                <w:cs/>
              </w:rPr>
              <w:br/>
            </w:r>
            <w:r w:rsidR="00DA06C2">
              <w:rPr>
                <w:rStyle w:val="normaltextrun"/>
                <w:rFonts w:ascii="Browallia New" w:hAnsi="Browallia New" w:cs="Browallia New"/>
              </w:rPr>
              <w:t>2566</w:t>
            </w:r>
          </w:p>
        </w:tc>
        <w:tc>
          <w:tcPr>
            <w:tcW w:w="1305" w:type="dxa"/>
            <w:vAlign w:val="bottom"/>
          </w:tcPr>
          <w:p w14:paraId="7844A512"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64B1713B" w:rsidR="00DA06C2" w:rsidRPr="00B11ECB" w:rsidRDefault="00DA06C2" w:rsidP="00DA06C2">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577089" w:rsidRPr="00B11ECB" w14:paraId="7A40CDF7" w14:textId="77777777" w:rsidTr="008C5CBB">
        <w:trPr>
          <w:trHeight w:val="91"/>
        </w:trPr>
        <w:tc>
          <w:tcPr>
            <w:tcW w:w="3934" w:type="dxa"/>
          </w:tcPr>
          <w:p w14:paraId="4C906AF1" w14:textId="62B5AD20" w:rsidR="00577089" w:rsidRPr="00B11ECB" w:rsidRDefault="00577089" w:rsidP="00577089">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17018DE2" w:rsidR="00577089" w:rsidRPr="00D005B0" w:rsidRDefault="00577089" w:rsidP="00577089">
            <w:pPr>
              <w:ind w:left="-49" w:right="-19"/>
              <w:jc w:val="right"/>
              <w:rPr>
                <w:rFonts w:ascii="Browallia New" w:hAnsi="Browallia New" w:cs="Browallia New"/>
              </w:rPr>
            </w:pPr>
            <w:r>
              <w:rPr>
                <w:rFonts w:ascii="Browallia New" w:hAnsi="Browallia New" w:cs="Browallia New"/>
              </w:rPr>
              <w:t>95,316</w:t>
            </w:r>
          </w:p>
        </w:tc>
        <w:tc>
          <w:tcPr>
            <w:tcW w:w="1287" w:type="dxa"/>
          </w:tcPr>
          <w:p w14:paraId="1231E322" w14:textId="0651D607" w:rsidR="00577089" w:rsidRPr="00B11ECB" w:rsidRDefault="00577089" w:rsidP="00577089">
            <w:pPr>
              <w:ind w:left="-49" w:right="-19"/>
              <w:jc w:val="right"/>
              <w:rPr>
                <w:rFonts w:ascii="Browallia New" w:hAnsi="Browallia New" w:cs="Browallia New"/>
                <w:lang w:val="en-GB"/>
              </w:rPr>
            </w:pPr>
            <w:r w:rsidRPr="00302A9E">
              <w:rPr>
                <w:rFonts w:ascii="Browallia New" w:hAnsi="Browallia New" w:cs="Browallia New"/>
              </w:rPr>
              <w:t>102,418</w:t>
            </w:r>
          </w:p>
        </w:tc>
        <w:tc>
          <w:tcPr>
            <w:tcW w:w="1296" w:type="dxa"/>
          </w:tcPr>
          <w:p w14:paraId="1EE34680" w14:textId="3B663109" w:rsidR="00577089" w:rsidRPr="00687690" w:rsidRDefault="00577089" w:rsidP="00577089">
            <w:pPr>
              <w:ind w:left="-19" w:right="-4"/>
              <w:jc w:val="right"/>
              <w:rPr>
                <w:rFonts w:ascii="Browallia New" w:hAnsi="Browallia New" w:cs="Browallia New"/>
                <w:lang w:val="en-GB"/>
              </w:rPr>
            </w:pPr>
            <w:r>
              <w:rPr>
                <w:rFonts w:ascii="Browallia New" w:hAnsi="Browallia New" w:cs="Browallia New"/>
                <w:lang w:val="en-GB"/>
              </w:rPr>
              <w:t>95,316</w:t>
            </w:r>
          </w:p>
        </w:tc>
        <w:tc>
          <w:tcPr>
            <w:tcW w:w="1305" w:type="dxa"/>
          </w:tcPr>
          <w:p w14:paraId="10146A5B" w14:textId="0C8C8C1C" w:rsidR="00577089" w:rsidRPr="00B11ECB" w:rsidRDefault="00577089" w:rsidP="00577089">
            <w:pPr>
              <w:ind w:left="-19" w:right="-4"/>
              <w:jc w:val="right"/>
              <w:rPr>
                <w:rFonts w:ascii="Browallia New" w:hAnsi="Browallia New" w:cs="Browallia New"/>
              </w:rPr>
            </w:pPr>
            <w:r w:rsidRPr="00302A9E">
              <w:rPr>
                <w:rFonts w:ascii="Browallia New" w:hAnsi="Browallia New" w:cs="Browallia New"/>
                <w:lang w:val="en-GB"/>
              </w:rPr>
              <w:t>102,418</w:t>
            </w:r>
          </w:p>
        </w:tc>
      </w:tr>
      <w:tr w:rsidR="00577089" w:rsidRPr="00B11ECB" w14:paraId="337A5F29" w14:textId="77777777" w:rsidTr="008C5CBB">
        <w:trPr>
          <w:trHeight w:val="69"/>
        </w:trPr>
        <w:tc>
          <w:tcPr>
            <w:tcW w:w="3934" w:type="dxa"/>
          </w:tcPr>
          <w:p w14:paraId="232A83AE" w14:textId="0D0DFD83" w:rsidR="00577089" w:rsidRPr="00B11ECB" w:rsidRDefault="00577089" w:rsidP="00577089">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31ACD19F" w:rsidR="00577089" w:rsidRPr="00D005B0" w:rsidRDefault="00577089" w:rsidP="00577089">
            <w:pPr>
              <w:pBdr>
                <w:bottom w:val="single" w:sz="4" w:space="1" w:color="auto"/>
              </w:pBdr>
              <w:ind w:left="-49" w:right="-19"/>
              <w:jc w:val="right"/>
              <w:rPr>
                <w:rFonts w:ascii="Browallia New" w:hAnsi="Browallia New" w:cs="Browallia New"/>
              </w:rPr>
            </w:pPr>
            <w:r>
              <w:rPr>
                <w:rFonts w:ascii="Browallia New" w:hAnsi="Browallia New" w:cs="Browallia New"/>
              </w:rPr>
              <w:t>19,054</w:t>
            </w:r>
          </w:p>
        </w:tc>
        <w:tc>
          <w:tcPr>
            <w:tcW w:w="1287" w:type="dxa"/>
          </w:tcPr>
          <w:p w14:paraId="7682318E" w14:textId="06E7BF2E" w:rsidR="00577089" w:rsidRPr="00B11ECB" w:rsidRDefault="00577089" w:rsidP="00577089">
            <w:pPr>
              <w:pBdr>
                <w:bottom w:val="single" w:sz="4" w:space="1" w:color="auto"/>
              </w:pBdr>
              <w:ind w:left="-49" w:right="-19"/>
              <w:jc w:val="right"/>
              <w:rPr>
                <w:rFonts w:ascii="Browallia New" w:hAnsi="Browallia New" w:cs="Browallia New"/>
                <w:lang w:val="en-GB"/>
              </w:rPr>
            </w:pPr>
            <w:r w:rsidRPr="00302A9E">
              <w:rPr>
                <w:rFonts w:ascii="Browallia New" w:hAnsi="Browallia New" w:cs="Browallia New"/>
              </w:rPr>
              <w:t>14,752</w:t>
            </w:r>
          </w:p>
        </w:tc>
        <w:tc>
          <w:tcPr>
            <w:tcW w:w="1296" w:type="dxa"/>
          </w:tcPr>
          <w:p w14:paraId="7BB40068" w14:textId="5A73EFB3" w:rsidR="00577089" w:rsidRPr="00B11ECB" w:rsidRDefault="00577089" w:rsidP="00577089">
            <w:pPr>
              <w:pBdr>
                <w:bottom w:val="single" w:sz="4" w:space="1" w:color="auto"/>
              </w:pBdr>
              <w:ind w:left="-19" w:right="-4"/>
              <w:jc w:val="right"/>
              <w:rPr>
                <w:rFonts w:ascii="Browallia New" w:hAnsi="Browallia New" w:cs="Browallia New"/>
                <w:lang w:val="en-GB"/>
              </w:rPr>
            </w:pPr>
            <w:r>
              <w:rPr>
                <w:rFonts w:ascii="Browallia New" w:hAnsi="Browallia New" w:cs="Browallia New"/>
                <w:lang w:val="en-GB"/>
              </w:rPr>
              <w:t>19,054</w:t>
            </w:r>
          </w:p>
        </w:tc>
        <w:tc>
          <w:tcPr>
            <w:tcW w:w="1305" w:type="dxa"/>
          </w:tcPr>
          <w:p w14:paraId="43807E4E" w14:textId="039DF340" w:rsidR="00577089" w:rsidRPr="00B11ECB" w:rsidRDefault="00577089" w:rsidP="00577089">
            <w:pPr>
              <w:pBdr>
                <w:bottom w:val="single" w:sz="4" w:space="1" w:color="auto"/>
              </w:pBdr>
              <w:ind w:left="-19" w:right="-4"/>
              <w:jc w:val="right"/>
              <w:rPr>
                <w:rFonts w:ascii="Browallia New" w:hAnsi="Browallia New" w:cs="Browallia New"/>
              </w:rPr>
            </w:pPr>
            <w:r w:rsidRPr="00302A9E">
              <w:rPr>
                <w:rFonts w:ascii="Browallia New" w:hAnsi="Browallia New" w:cs="Browallia New"/>
                <w:lang w:val="en-GB"/>
              </w:rPr>
              <w:t>14,752</w:t>
            </w:r>
          </w:p>
        </w:tc>
      </w:tr>
      <w:tr w:rsidR="00577089" w:rsidRPr="00B11ECB" w14:paraId="42CCDBBC" w14:textId="77777777" w:rsidTr="008C5CBB">
        <w:tc>
          <w:tcPr>
            <w:tcW w:w="3934" w:type="dxa"/>
          </w:tcPr>
          <w:p w14:paraId="78A18627" w14:textId="77777777" w:rsidR="00577089" w:rsidRPr="00B11ECB" w:rsidRDefault="00577089" w:rsidP="00577089">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4DF29548" w:rsidR="00577089" w:rsidRPr="00D005B0" w:rsidRDefault="00577089" w:rsidP="00577089">
            <w:pPr>
              <w:pBdr>
                <w:bottom w:val="single" w:sz="12" w:space="1" w:color="auto"/>
              </w:pBdr>
              <w:ind w:left="-49" w:right="-19"/>
              <w:jc w:val="right"/>
              <w:rPr>
                <w:rFonts w:ascii="Browallia New" w:hAnsi="Browallia New" w:cs="Browallia New"/>
              </w:rPr>
            </w:pPr>
            <w:r>
              <w:rPr>
                <w:rFonts w:ascii="Browallia New" w:hAnsi="Browallia New" w:cs="Browallia New"/>
              </w:rPr>
              <w:t>114,370</w:t>
            </w:r>
          </w:p>
        </w:tc>
        <w:tc>
          <w:tcPr>
            <w:tcW w:w="1287" w:type="dxa"/>
          </w:tcPr>
          <w:p w14:paraId="2AE99D1C" w14:textId="5D897FD1" w:rsidR="00577089" w:rsidRPr="00B11ECB" w:rsidRDefault="00577089" w:rsidP="00577089">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117,170</w:t>
            </w:r>
          </w:p>
        </w:tc>
        <w:tc>
          <w:tcPr>
            <w:tcW w:w="1296" w:type="dxa"/>
          </w:tcPr>
          <w:p w14:paraId="5F3D001B" w14:textId="2CBF802B" w:rsidR="00577089" w:rsidRPr="00B11ECB" w:rsidRDefault="00577089" w:rsidP="00577089">
            <w:pPr>
              <w:pBdr>
                <w:bottom w:val="single" w:sz="12" w:space="1" w:color="auto"/>
              </w:pBdr>
              <w:ind w:left="-19" w:right="-4"/>
              <w:jc w:val="right"/>
              <w:rPr>
                <w:rFonts w:ascii="Browallia New" w:hAnsi="Browallia New" w:cs="Browallia New"/>
                <w:lang w:val="en-GB"/>
              </w:rPr>
            </w:pPr>
            <w:r>
              <w:rPr>
                <w:rFonts w:ascii="Browallia New" w:hAnsi="Browallia New" w:cs="Browallia New"/>
                <w:lang w:val="en-GB"/>
              </w:rPr>
              <w:t>114,370</w:t>
            </w:r>
          </w:p>
        </w:tc>
        <w:tc>
          <w:tcPr>
            <w:tcW w:w="1305" w:type="dxa"/>
          </w:tcPr>
          <w:p w14:paraId="4239E9D8" w14:textId="7EF95D26" w:rsidR="00577089" w:rsidRPr="00B11ECB" w:rsidRDefault="00577089" w:rsidP="00577089">
            <w:pPr>
              <w:pBdr>
                <w:bottom w:val="single" w:sz="12" w:space="1" w:color="auto"/>
              </w:pBdr>
              <w:ind w:left="-45" w:right="-19"/>
              <w:jc w:val="right"/>
              <w:rPr>
                <w:rFonts w:ascii="Browallia New" w:hAnsi="Browallia New" w:cs="Browallia New"/>
              </w:rPr>
            </w:pPr>
            <w:r w:rsidRPr="00302A9E">
              <w:rPr>
                <w:rFonts w:ascii="Browallia New" w:hAnsi="Browallia New" w:cs="Browallia New"/>
                <w:lang w:val="en-GB"/>
              </w:rPr>
              <w:t>117,170</w:t>
            </w:r>
          </w:p>
        </w:tc>
      </w:tr>
      <w:tr w:rsidR="00374DEE" w:rsidRPr="00B11ECB" w14:paraId="4556AF56" w14:textId="77777777" w:rsidTr="000517AD">
        <w:trPr>
          <w:trHeight w:val="198"/>
        </w:trPr>
        <w:tc>
          <w:tcPr>
            <w:tcW w:w="3934" w:type="dxa"/>
            <w:vAlign w:val="center"/>
          </w:tcPr>
          <w:p w14:paraId="3F3B4F62" w14:textId="77777777" w:rsidR="00137312" w:rsidRDefault="00137312" w:rsidP="00374DEE">
            <w:pPr>
              <w:ind w:left="162" w:right="-36" w:hanging="162"/>
              <w:rPr>
                <w:rFonts w:ascii="Browallia New" w:hAnsi="Browallia New" w:cs="Browallia New"/>
                <w:b/>
                <w:bCs/>
              </w:rPr>
            </w:pPr>
          </w:p>
          <w:p w14:paraId="33408681" w14:textId="32854F2D" w:rsidR="00374DEE" w:rsidRPr="00B11ECB" w:rsidRDefault="00374DEE" w:rsidP="00374DEE">
            <w:pPr>
              <w:ind w:left="162" w:right="-36" w:hanging="162"/>
              <w:rPr>
                <w:rFonts w:ascii="Browallia New" w:hAnsi="Browallia New" w:cs="Browallia New"/>
                <w:b/>
                <w:bCs/>
                <w:cs/>
              </w:rPr>
            </w:pPr>
            <w:r w:rsidRPr="00B11ECB">
              <w:rPr>
                <w:rFonts w:ascii="Browallia New" w:hAnsi="Browallia New" w:cs="Browallia New"/>
                <w:b/>
                <w:bCs/>
                <w:cs/>
              </w:rPr>
              <w:lastRenderedPageBreak/>
              <w:t>หนี้สินที่เกิดจากสัญญา</w:t>
            </w:r>
          </w:p>
        </w:tc>
        <w:tc>
          <w:tcPr>
            <w:tcW w:w="1296" w:type="dxa"/>
          </w:tcPr>
          <w:p w14:paraId="4D74C16E" w14:textId="77777777" w:rsidR="00374DEE" w:rsidRPr="00B11ECB" w:rsidRDefault="00374DEE" w:rsidP="00374DEE">
            <w:pPr>
              <w:ind w:left="-49" w:right="-19"/>
              <w:jc w:val="right"/>
              <w:rPr>
                <w:rFonts w:ascii="Browallia New" w:hAnsi="Browallia New" w:cs="Browallia New"/>
                <w:lang w:val="en-GB"/>
              </w:rPr>
            </w:pPr>
          </w:p>
        </w:tc>
        <w:tc>
          <w:tcPr>
            <w:tcW w:w="1287" w:type="dxa"/>
          </w:tcPr>
          <w:p w14:paraId="132D6624" w14:textId="77777777" w:rsidR="00374DEE" w:rsidRPr="00B11ECB" w:rsidRDefault="00374DEE" w:rsidP="00374DEE">
            <w:pPr>
              <w:ind w:left="-24" w:right="-19" w:firstLine="57"/>
              <w:jc w:val="right"/>
              <w:rPr>
                <w:rFonts w:ascii="Browallia New" w:hAnsi="Browallia New" w:cs="Browallia New"/>
              </w:rPr>
            </w:pPr>
          </w:p>
        </w:tc>
        <w:tc>
          <w:tcPr>
            <w:tcW w:w="1296" w:type="dxa"/>
          </w:tcPr>
          <w:p w14:paraId="4FB42A00" w14:textId="77777777" w:rsidR="00374DEE" w:rsidRPr="00B11ECB" w:rsidRDefault="00374DEE" w:rsidP="00374DEE">
            <w:pPr>
              <w:ind w:left="-49" w:right="-19"/>
              <w:jc w:val="right"/>
              <w:rPr>
                <w:rFonts w:ascii="Browallia New" w:hAnsi="Browallia New" w:cs="Browallia New"/>
                <w:cs/>
                <w:lang w:val="en-GB"/>
              </w:rPr>
            </w:pPr>
          </w:p>
        </w:tc>
        <w:tc>
          <w:tcPr>
            <w:tcW w:w="1305" w:type="dxa"/>
          </w:tcPr>
          <w:p w14:paraId="4DBC214F" w14:textId="77777777" w:rsidR="00374DEE" w:rsidRPr="00B11ECB" w:rsidRDefault="00374DEE" w:rsidP="00374DEE">
            <w:pPr>
              <w:ind w:left="-45" w:right="14"/>
              <w:jc w:val="right"/>
              <w:rPr>
                <w:rFonts w:ascii="Browallia New" w:hAnsi="Browallia New" w:cs="Browallia New"/>
                <w:cs/>
              </w:rPr>
            </w:pPr>
          </w:p>
        </w:tc>
      </w:tr>
      <w:tr w:rsidR="001F63A5" w:rsidRPr="00B11ECB" w14:paraId="08EE1E6F" w14:textId="77777777" w:rsidTr="00FD0620">
        <w:tc>
          <w:tcPr>
            <w:tcW w:w="3934" w:type="dxa"/>
          </w:tcPr>
          <w:p w14:paraId="299155B4" w14:textId="77777777" w:rsidR="001F63A5" w:rsidRPr="00B11ECB" w:rsidRDefault="001F63A5" w:rsidP="001F63A5">
            <w:pPr>
              <w:ind w:left="162" w:right="-36" w:hanging="162"/>
              <w:rPr>
                <w:rFonts w:ascii="Browallia New" w:hAnsi="Browallia New" w:cs="Browallia New"/>
                <w:cs/>
              </w:rPr>
            </w:pPr>
            <w:r w:rsidRPr="00B11ECB">
              <w:rPr>
                <w:rFonts w:ascii="Browallia New" w:hAnsi="Browallia New" w:cs="Browallia New"/>
              </w:rPr>
              <w:lastRenderedPageBreak/>
              <w:t xml:space="preserve">  </w:t>
            </w:r>
            <w:r w:rsidRPr="00B11ECB">
              <w:rPr>
                <w:rFonts w:ascii="Browallia New" w:hAnsi="Browallia New" w:cs="Browallia New"/>
                <w:cs/>
              </w:rPr>
              <w:t>เงินรับล่วงหน้าจากลูกค้า</w:t>
            </w:r>
          </w:p>
        </w:tc>
        <w:tc>
          <w:tcPr>
            <w:tcW w:w="1296" w:type="dxa"/>
          </w:tcPr>
          <w:p w14:paraId="47919D9A" w14:textId="5436D7F9" w:rsidR="001F63A5" w:rsidRPr="00EF1DB3" w:rsidRDefault="001F63A5" w:rsidP="001F63A5">
            <w:pPr>
              <w:pBdr>
                <w:bottom w:val="single" w:sz="4" w:space="1" w:color="auto"/>
              </w:pBdr>
              <w:ind w:left="-24" w:right="-19" w:firstLine="57"/>
              <w:jc w:val="right"/>
              <w:rPr>
                <w:rFonts w:ascii="Browallia New" w:hAnsi="Browallia New" w:cs="Browallia New"/>
              </w:rPr>
            </w:pPr>
            <w:r>
              <w:rPr>
                <w:rFonts w:ascii="Browallia New" w:hAnsi="Browallia New" w:cs="Browallia New"/>
              </w:rPr>
              <w:t>19,707</w:t>
            </w:r>
          </w:p>
        </w:tc>
        <w:tc>
          <w:tcPr>
            <w:tcW w:w="1287" w:type="dxa"/>
          </w:tcPr>
          <w:p w14:paraId="3857F42A" w14:textId="418D4A81" w:rsidR="001F63A5" w:rsidRPr="00B11ECB" w:rsidRDefault="001F63A5" w:rsidP="001F63A5">
            <w:pPr>
              <w:pBdr>
                <w:bottom w:val="single" w:sz="4"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213EB338" w14:textId="23C8BC4B" w:rsidR="001F63A5" w:rsidRPr="00B11ECB" w:rsidRDefault="001F63A5" w:rsidP="001F63A5">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19,707</w:t>
            </w:r>
          </w:p>
        </w:tc>
        <w:tc>
          <w:tcPr>
            <w:tcW w:w="1305" w:type="dxa"/>
          </w:tcPr>
          <w:p w14:paraId="7D6E3B83" w14:textId="647002EA" w:rsidR="001F63A5" w:rsidRPr="00B11ECB" w:rsidRDefault="001F63A5" w:rsidP="001F63A5">
            <w:pPr>
              <w:pBdr>
                <w:bottom w:val="single" w:sz="4" w:space="1" w:color="auto"/>
              </w:pBdr>
              <w:ind w:left="-45" w:right="14"/>
              <w:jc w:val="right"/>
              <w:rPr>
                <w:rFonts w:ascii="Browallia New" w:hAnsi="Browallia New" w:cs="Browallia New"/>
                <w:cs/>
              </w:rPr>
            </w:pPr>
            <w:r w:rsidRPr="00302A9E">
              <w:rPr>
                <w:rFonts w:ascii="Browallia New" w:hAnsi="Browallia New" w:cs="Browallia New"/>
                <w:lang w:val="en-GB"/>
              </w:rPr>
              <w:t>20,890</w:t>
            </w:r>
          </w:p>
        </w:tc>
      </w:tr>
      <w:tr w:rsidR="001F63A5" w:rsidRPr="00B11ECB" w14:paraId="2D9BE521" w14:textId="77777777" w:rsidTr="00FD0620">
        <w:tc>
          <w:tcPr>
            <w:tcW w:w="3934" w:type="dxa"/>
          </w:tcPr>
          <w:p w14:paraId="321235F5" w14:textId="77777777" w:rsidR="001F63A5" w:rsidRPr="00B11ECB" w:rsidRDefault="001F63A5" w:rsidP="001F63A5">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57084884" w:rsidR="001F63A5" w:rsidRPr="00B11ECB" w:rsidRDefault="001F63A5" w:rsidP="001F63A5">
            <w:pPr>
              <w:pBdr>
                <w:bottom w:val="single" w:sz="12" w:space="1" w:color="auto"/>
              </w:pBdr>
              <w:ind w:left="-24" w:right="-19" w:firstLine="57"/>
              <w:jc w:val="right"/>
              <w:rPr>
                <w:rFonts w:ascii="Browallia New" w:hAnsi="Browallia New" w:cs="Browallia New"/>
              </w:rPr>
            </w:pPr>
            <w:r>
              <w:rPr>
                <w:rFonts w:ascii="Browallia New" w:hAnsi="Browallia New" w:cs="Browallia New"/>
              </w:rPr>
              <w:t>19,707</w:t>
            </w:r>
          </w:p>
        </w:tc>
        <w:tc>
          <w:tcPr>
            <w:tcW w:w="1287" w:type="dxa"/>
          </w:tcPr>
          <w:p w14:paraId="21CA965C" w14:textId="382CB2DC" w:rsidR="001F63A5" w:rsidRPr="00B11ECB" w:rsidRDefault="001F63A5" w:rsidP="001F63A5">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73F71EDC" w14:textId="66EC4B1B" w:rsidR="001F63A5" w:rsidRPr="00B11ECB" w:rsidRDefault="001F63A5" w:rsidP="001F63A5">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t>19,707</w:t>
            </w:r>
          </w:p>
        </w:tc>
        <w:tc>
          <w:tcPr>
            <w:tcW w:w="1305" w:type="dxa"/>
          </w:tcPr>
          <w:p w14:paraId="6A67DD26" w14:textId="25D67252" w:rsidR="001F63A5" w:rsidRPr="00B11ECB" w:rsidRDefault="001F63A5" w:rsidP="001F63A5">
            <w:pPr>
              <w:pBdr>
                <w:bottom w:val="single" w:sz="12" w:space="1" w:color="auto"/>
              </w:pBdr>
              <w:ind w:left="-45" w:right="14"/>
              <w:jc w:val="right"/>
              <w:rPr>
                <w:rFonts w:ascii="Browallia New" w:hAnsi="Browallia New" w:cs="Browallia New"/>
                <w:cs/>
                <w:lang w:val="en-GB"/>
              </w:rPr>
            </w:pPr>
            <w:r w:rsidRPr="00302A9E">
              <w:rPr>
                <w:rFonts w:ascii="Browallia New" w:hAnsi="Browallia New" w:cs="Browallia New"/>
                <w:lang w:val="en-GB"/>
              </w:rPr>
              <w:t>20,890</w:t>
            </w:r>
          </w:p>
        </w:tc>
      </w:tr>
    </w:tbl>
    <w:p w14:paraId="531A09A4" w14:textId="486350BF" w:rsidR="002D5234" w:rsidRPr="001555E6" w:rsidRDefault="002D5234">
      <w:pPr>
        <w:rPr>
          <w:rFonts w:ascii="Browallia New" w:hAnsi="Browallia New" w:cs="Browallia New"/>
          <w:szCs w:val="36"/>
        </w:rPr>
      </w:pPr>
    </w:p>
    <w:p w14:paraId="462E2CC2" w14:textId="25B104B5" w:rsidR="00AC45F6" w:rsidRPr="005C2BD1" w:rsidRDefault="00F55FC7" w:rsidP="003E0B20">
      <w:pPr>
        <w:pStyle w:val="afd"/>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034C9" w:rsidRPr="005C2BD1" w14:paraId="6D4E5B2B" w14:textId="77777777" w:rsidTr="00AA01B5">
        <w:trPr>
          <w:tblHeader/>
        </w:trPr>
        <w:tc>
          <w:tcPr>
            <w:tcW w:w="3548" w:type="dxa"/>
          </w:tcPr>
          <w:p w14:paraId="775F733C" w14:textId="77777777" w:rsidR="00C034C9" w:rsidRPr="005C2BD1" w:rsidRDefault="00C034C9" w:rsidP="00C034C9">
            <w:pPr>
              <w:pStyle w:val="aff1"/>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4581203B" w:rsidR="00C034C9" w:rsidRPr="005C2BD1" w:rsidRDefault="00F8074A" w:rsidP="00C034C9">
            <w:pPr>
              <w:ind w:left="-108" w:right="-108"/>
              <w:jc w:val="center"/>
              <w:rPr>
                <w:rFonts w:ascii="Browallia New" w:hAnsi="Browallia New" w:cs="Browallia New"/>
                <w:cs/>
              </w:rPr>
            </w:pPr>
            <w:r w:rsidRPr="00F8074A">
              <w:rPr>
                <w:rFonts w:ascii="Browallia New" w:hAnsi="Browallia New" w:cs="Browallia New"/>
              </w:rPr>
              <w:t>30</w:t>
            </w:r>
            <w:r w:rsidRPr="00F8074A">
              <w:rPr>
                <w:rFonts w:ascii="Browallia New" w:hAnsi="Browallia New" w:cs="Browallia New" w:hint="cs"/>
                <w:cs/>
              </w:rPr>
              <w:t xml:space="preserve"> </w:t>
            </w:r>
            <w:r w:rsidRPr="00F8074A">
              <w:rPr>
                <w:rFonts w:ascii="Browallia New" w:hAnsi="Browallia New" w:cs="Browallia New"/>
                <w:cs/>
              </w:rPr>
              <w:t>กันยายน</w:t>
            </w:r>
            <w:r w:rsidR="00C034C9" w:rsidRPr="00192EDE">
              <w:rPr>
                <w:rStyle w:val="normaltextrun"/>
                <w:rFonts w:ascii="Browallia New" w:hAnsi="Browallia New" w:cs="Browallia New"/>
                <w:cs/>
              </w:rPr>
              <w:br/>
            </w:r>
            <w:r w:rsidR="00C034C9" w:rsidRPr="005C4084">
              <w:rPr>
                <w:rStyle w:val="normaltextrun"/>
                <w:rFonts w:ascii="Browallia New" w:hAnsi="Browallia New" w:cs="Browallia New"/>
              </w:rPr>
              <w:t>2566</w:t>
            </w:r>
          </w:p>
        </w:tc>
        <w:tc>
          <w:tcPr>
            <w:tcW w:w="149" w:type="dxa"/>
            <w:tcBorders>
              <w:top w:val="single" w:sz="4" w:space="0" w:color="auto"/>
              <w:left w:val="nil"/>
              <w:right w:val="nil"/>
            </w:tcBorders>
            <w:vAlign w:val="bottom"/>
          </w:tcPr>
          <w:p w14:paraId="34658505" w14:textId="77777777" w:rsidR="00C034C9" w:rsidRPr="005C2BD1" w:rsidRDefault="00C034C9" w:rsidP="00C034C9">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DF9642E"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029233A7" w:rsidR="00C034C9" w:rsidRPr="005C2BD1" w:rsidRDefault="00C034C9" w:rsidP="00C034C9">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38" w:type="dxa"/>
            <w:vAlign w:val="bottom"/>
          </w:tcPr>
          <w:p w14:paraId="46B894EF" w14:textId="77777777" w:rsidR="00C034C9" w:rsidRPr="005C2BD1" w:rsidRDefault="00C034C9" w:rsidP="00C034C9">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0B694C8F" w:rsidR="00C034C9" w:rsidRPr="005C2BD1" w:rsidRDefault="00F8074A" w:rsidP="00C034C9">
            <w:pPr>
              <w:ind w:left="-108" w:right="-108"/>
              <w:jc w:val="center"/>
              <w:rPr>
                <w:rFonts w:ascii="Browallia New" w:hAnsi="Browallia New" w:cs="Browallia New"/>
              </w:rPr>
            </w:pPr>
            <w:r w:rsidRPr="00F8074A">
              <w:rPr>
                <w:rFonts w:ascii="Browallia New" w:hAnsi="Browallia New" w:cs="Browallia New"/>
              </w:rPr>
              <w:t>30</w:t>
            </w:r>
            <w:r w:rsidRPr="00F8074A">
              <w:rPr>
                <w:rFonts w:ascii="Browallia New" w:hAnsi="Browallia New" w:cs="Browallia New" w:hint="cs"/>
                <w:cs/>
              </w:rPr>
              <w:t xml:space="preserve"> </w:t>
            </w:r>
            <w:r w:rsidRPr="00F8074A">
              <w:rPr>
                <w:rFonts w:ascii="Browallia New" w:hAnsi="Browallia New" w:cs="Browallia New"/>
                <w:cs/>
              </w:rPr>
              <w:t>กันยายน</w:t>
            </w:r>
            <w:r w:rsidR="00C034C9" w:rsidRPr="00192EDE">
              <w:rPr>
                <w:rStyle w:val="normaltextrun"/>
                <w:rFonts w:ascii="Browallia New" w:hAnsi="Browallia New" w:cs="Browallia New"/>
                <w:cs/>
              </w:rPr>
              <w:br/>
            </w:r>
            <w:r w:rsidR="00C034C9" w:rsidRPr="005C4084">
              <w:rPr>
                <w:rStyle w:val="normaltextrun"/>
                <w:rFonts w:ascii="Browallia New" w:hAnsi="Browallia New" w:cs="Browallia New"/>
              </w:rPr>
              <w:t>2566</w:t>
            </w:r>
          </w:p>
        </w:tc>
        <w:tc>
          <w:tcPr>
            <w:tcW w:w="140" w:type="dxa"/>
            <w:tcBorders>
              <w:top w:val="single" w:sz="4" w:space="0" w:color="auto"/>
              <w:left w:val="nil"/>
              <w:right w:val="nil"/>
            </w:tcBorders>
            <w:vAlign w:val="bottom"/>
          </w:tcPr>
          <w:p w14:paraId="6E799355" w14:textId="77777777" w:rsidR="00C034C9" w:rsidRPr="005C2BD1" w:rsidRDefault="00C034C9" w:rsidP="00C034C9">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7E82C798"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320E0D52" w:rsidR="00C034C9" w:rsidRPr="005C2BD1" w:rsidRDefault="00C034C9" w:rsidP="00C034C9">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ff1"/>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7A0E7B" w:rsidRPr="005C2BD1" w14:paraId="40491F04" w14:textId="77777777" w:rsidTr="00623927">
        <w:trPr>
          <w:trHeight w:val="279"/>
        </w:trPr>
        <w:tc>
          <w:tcPr>
            <w:tcW w:w="3548" w:type="dxa"/>
            <w:hideMark/>
          </w:tcPr>
          <w:p w14:paraId="4B84224E" w14:textId="25C62035" w:rsidR="007A0E7B" w:rsidRPr="005C2BD1" w:rsidRDefault="007A0E7B" w:rsidP="007A0E7B">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tcPr>
          <w:p w14:paraId="2724DE8F" w14:textId="3FB7FE28" w:rsidR="007A0E7B" w:rsidRPr="007A0E7B" w:rsidRDefault="00920FA5" w:rsidP="00920FA5">
            <w:pPr>
              <w:tabs>
                <w:tab w:val="left" w:pos="720"/>
              </w:tabs>
              <w:ind w:left="-108" w:right="3"/>
              <w:jc w:val="right"/>
              <w:rPr>
                <w:rFonts w:ascii="Browallia New" w:hAnsi="Browallia New" w:cs="Browallia New"/>
                <w:sz w:val="27"/>
                <w:szCs w:val="27"/>
              </w:rPr>
            </w:pPr>
            <w:r>
              <w:rPr>
                <w:rFonts w:ascii="Browallia New" w:hAnsi="Browallia New" w:cs="Browallia New"/>
              </w:rPr>
              <w:t>404,744</w:t>
            </w:r>
            <w:r w:rsidR="001C57E7" w:rsidRPr="00302A9E">
              <w:rPr>
                <w:rFonts w:ascii="Browallia New" w:hAnsi="Browallia New" w:cs="Browallia New"/>
              </w:rPr>
              <w:t xml:space="preserve">    </w:t>
            </w:r>
            <w:r w:rsidR="001C57E7">
              <w:rPr>
                <w:rFonts w:ascii="Browallia New" w:hAnsi="Browallia New" w:cs="Browallia New"/>
              </w:rPr>
              <w:t xml:space="preserve">  </w:t>
            </w:r>
            <w:r w:rsidR="001C57E7" w:rsidRPr="00302A9E">
              <w:rPr>
                <w:rFonts w:ascii="Browallia New" w:hAnsi="Browallia New" w:cs="Browallia New"/>
              </w:rPr>
              <w:t xml:space="preserve"> </w:t>
            </w:r>
            <w:r w:rsidR="001C57E7" w:rsidRPr="00302A9E">
              <w:rPr>
                <w:rFonts w:ascii="Browallia New" w:hAnsi="Browallia New" w:cs="Browallia New"/>
                <w:cs/>
              </w:rPr>
              <w:t xml:space="preserve">  </w:t>
            </w:r>
          </w:p>
        </w:tc>
        <w:tc>
          <w:tcPr>
            <w:tcW w:w="149" w:type="dxa"/>
          </w:tcPr>
          <w:p w14:paraId="4C7ACDB8"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6021DBE1"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c>
          <w:tcPr>
            <w:tcW w:w="138" w:type="dxa"/>
          </w:tcPr>
          <w:p w14:paraId="21E45946"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2C046070" w:rsidR="007A0E7B" w:rsidRPr="00BD2AC0" w:rsidRDefault="00F91E82" w:rsidP="007A0E7B">
            <w:pPr>
              <w:tabs>
                <w:tab w:val="left" w:pos="720"/>
              </w:tabs>
              <w:ind w:left="-108" w:right="3"/>
              <w:jc w:val="right"/>
              <w:rPr>
                <w:rFonts w:ascii="Browallia New" w:hAnsi="Browallia New" w:cs="Browallia New"/>
                <w:sz w:val="27"/>
                <w:szCs w:val="27"/>
              </w:rPr>
            </w:pPr>
            <w:r w:rsidRPr="00F91E82">
              <w:rPr>
                <w:rFonts w:ascii="Browallia New" w:hAnsi="Browallia New" w:cs="Browallia New"/>
                <w:sz w:val="27"/>
                <w:szCs w:val="27"/>
              </w:rPr>
              <w:t>404,744</w:t>
            </w:r>
          </w:p>
        </w:tc>
        <w:tc>
          <w:tcPr>
            <w:tcW w:w="140" w:type="dxa"/>
          </w:tcPr>
          <w:p w14:paraId="7FB4A4AE"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6EEC30B7"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r>
      <w:tr w:rsidR="006E5746" w:rsidRPr="005C2BD1" w14:paraId="3585440B" w14:textId="77777777" w:rsidTr="00623927">
        <w:tc>
          <w:tcPr>
            <w:tcW w:w="3548" w:type="dxa"/>
            <w:hideMark/>
          </w:tcPr>
          <w:p w14:paraId="5037A9A1" w14:textId="37039027" w:rsidR="006E5746" w:rsidRPr="005C2BD1" w:rsidRDefault="006E5746" w:rsidP="006E5746">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0E3A8EE5" w:rsidR="006E5746" w:rsidRPr="007A0E7B" w:rsidRDefault="003C0177" w:rsidP="006E5746">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307,283</w:t>
            </w:r>
          </w:p>
        </w:tc>
        <w:tc>
          <w:tcPr>
            <w:tcW w:w="149" w:type="dxa"/>
          </w:tcPr>
          <w:p w14:paraId="1FA1253E" w14:textId="77777777" w:rsidR="006E5746" w:rsidRPr="004778F7" w:rsidRDefault="006E5746" w:rsidP="006E5746">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vAlign w:val="bottom"/>
          </w:tcPr>
          <w:p w14:paraId="041E70CE" w14:textId="48F97E25" w:rsidR="006E5746" w:rsidRPr="006E5746" w:rsidRDefault="006E5746" w:rsidP="006E5746">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258,337</w:t>
            </w:r>
          </w:p>
        </w:tc>
        <w:tc>
          <w:tcPr>
            <w:tcW w:w="138" w:type="dxa"/>
          </w:tcPr>
          <w:p w14:paraId="1EDA3893" w14:textId="77777777" w:rsidR="006E5746" w:rsidRPr="004778F7" w:rsidRDefault="006E5746" w:rsidP="006E5746">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0FCD0FDE" w:rsidR="006E5746" w:rsidRPr="00BD2AC0" w:rsidRDefault="00F91E82" w:rsidP="006E5746">
            <w:pPr>
              <w:tabs>
                <w:tab w:val="left" w:pos="720"/>
              </w:tabs>
              <w:ind w:left="-108" w:right="3"/>
              <w:jc w:val="right"/>
              <w:rPr>
                <w:rFonts w:ascii="Browallia New" w:hAnsi="Browallia New" w:cs="Browallia New"/>
                <w:sz w:val="27"/>
                <w:szCs w:val="27"/>
              </w:rPr>
            </w:pPr>
            <w:r w:rsidRPr="00F91E82">
              <w:rPr>
                <w:rFonts w:ascii="Browallia New" w:hAnsi="Browallia New" w:cs="Browallia New"/>
                <w:sz w:val="27"/>
                <w:szCs w:val="27"/>
              </w:rPr>
              <w:t>307,283</w:t>
            </w:r>
          </w:p>
        </w:tc>
        <w:tc>
          <w:tcPr>
            <w:tcW w:w="140" w:type="dxa"/>
          </w:tcPr>
          <w:p w14:paraId="3C15E7E7" w14:textId="77777777" w:rsidR="006E5746" w:rsidRPr="004778F7" w:rsidRDefault="006E5746" w:rsidP="006E5746">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vAlign w:val="bottom"/>
          </w:tcPr>
          <w:p w14:paraId="2F6E4CCE" w14:textId="7ABAEF81" w:rsidR="006E5746" w:rsidRPr="006E5746" w:rsidRDefault="006E5746" w:rsidP="006E5746">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258,337</w:t>
            </w:r>
          </w:p>
        </w:tc>
      </w:tr>
      <w:tr w:rsidR="007A0E7B" w:rsidRPr="005C2BD1" w14:paraId="0C13139C" w14:textId="77777777" w:rsidTr="00D20A82">
        <w:tc>
          <w:tcPr>
            <w:tcW w:w="3548" w:type="dxa"/>
            <w:hideMark/>
          </w:tcPr>
          <w:p w14:paraId="54901F3B" w14:textId="52DBACD3" w:rsidR="007A0E7B" w:rsidRPr="005C2BD1" w:rsidRDefault="007A0E7B" w:rsidP="007A0E7B">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tcPr>
          <w:p w14:paraId="380AEDFB" w14:textId="511A043E" w:rsidR="007A0E7B" w:rsidRPr="007A0E7B" w:rsidRDefault="003C0177" w:rsidP="007A0E7B">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(211,967)</w:t>
            </w:r>
          </w:p>
        </w:tc>
        <w:tc>
          <w:tcPr>
            <w:tcW w:w="149" w:type="dxa"/>
          </w:tcPr>
          <w:p w14:paraId="16587DF8"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70832E0F"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c>
          <w:tcPr>
            <w:tcW w:w="138" w:type="dxa"/>
          </w:tcPr>
          <w:p w14:paraId="05E25FF0"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58873AD9" w14:textId="52B23E86" w:rsidR="007A0E7B" w:rsidRPr="00BD2AC0" w:rsidRDefault="00F91E82" w:rsidP="007A0E7B">
            <w:pPr>
              <w:tabs>
                <w:tab w:val="left" w:pos="720"/>
              </w:tabs>
              <w:ind w:left="-108" w:right="3"/>
              <w:jc w:val="right"/>
              <w:rPr>
                <w:rFonts w:ascii="Browallia New" w:hAnsi="Browallia New" w:cs="Browallia New"/>
                <w:sz w:val="27"/>
                <w:szCs w:val="27"/>
              </w:rPr>
            </w:pPr>
            <w:r w:rsidRPr="00F91E82">
              <w:rPr>
                <w:rFonts w:ascii="Browallia New" w:hAnsi="Browallia New" w:cs="Browallia New"/>
                <w:sz w:val="27"/>
                <w:szCs w:val="27"/>
              </w:rPr>
              <w:t>(211,967)</w:t>
            </w:r>
          </w:p>
        </w:tc>
        <w:tc>
          <w:tcPr>
            <w:tcW w:w="140" w:type="dxa"/>
          </w:tcPr>
          <w:p w14:paraId="56E98DAB"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738ADB93"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r>
      <w:tr w:rsidR="007A0E7B" w:rsidRPr="005C2BD1" w14:paraId="11611E33" w14:textId="77777777" w:rsidTr="00D20A82">
        <w:tc>
          <w:tcPr>
            <w:tcW w:w="3548" w:type="dxa"/>
            <w:hideMark/>
          </w:tcPr>
          <w:p w14:paraId="52E40D6E" w14:textId="56EF5FE7" w:rsidR="007A0E7B" w:rsidRPr="005C2BD1" w:rsidRDefault="007A0E7B" w:rsidP="007A0E7B">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tcPr>
          <w:p w14:paraId="11E412ED" w14:textId="30D0D9A9" w:rsidR="007A0E7B" w:rsidRPr="007A0E7B" w:rsidRDefault="00E6727B" w:rsidP="007A0E7B">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95,316</w:t>
            </w:r>
          </w:p>
        </w:tc>
        <w:tc>
          <w:tcPr>
            <w:tcW w:w="149" w:type="dxa"/>
          </w:tcPr>
          <w:p w14:paraId="75B6B907"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3116866C" w:rsidR="007A0E7B" w:rsidRPr="004778F7" w:rsidRDefault="007A0E7B" w:rsidP="007A0E7B">
            <w:pPr>
              <w:tabs>
                <w:tab w:val="left" w:pos="720"/>
              </w:tabs>
              <w:ind w:left="-108" w:right="3"/>
              <w:jc w:val="right"/>
              <w:rPr>
                <w:rFonts w:ascii="Browallia New" w:hAnsi="Browallia New" w:cs="Browallia New"/>
              </w:rPr>
            </w:pPr>
            <w:r w:rsidRPr="000C10CE">
              <w:rPr>
                <w:rFonts w:ascii="Browallia New" w:hAnsi="Browallia New" w:cs="Browallia New"/>
                <w:sz w:val="27"/>
                <w:szCs w:val="27"/>
              </w:rPr>
              <w:t>102,418</w:t>
            </w:r>
          </w:p>
        </w:tc>
        <w:tc>
          <w:tcPr>
            <w:tcW w:w="138" w:type="dxa"/>
          </w:tcPr>
          <w:p w14:paraId="5F8DE8C1"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tcPr>
          <w:p w14:paraId="6227246E" w14:textId="6DA74E15" w:rsidR="007A0E7B" w:rsidRPr="00BD2AC0" w:rsidRDefault="00E6727B" w:rsidP="007A0E7B">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95,316</w:t>
            </w:r>
          </w:p>
        </w:tc>
        <w:tc>
          <w:tcPr>
            <w:tcW w:w="140" w:type="dxa"/>
          </w:tcPr>
          <w:p w14:paraId="12AD7485"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482FA5FD" w:rsidR="007A0E7B" w:rsidRPr="004778F7" w:rsidRDefault="007A0E7B" w:rsidP="007A0E7B">
            <w:pPr>
              <w:tabs>
                <w:tab w:val="left" w:pos="720"/>
              </w:tabs>
              <w:ind w:left="-108" w:right="3"/>
              <w:jc w:val="right"/>
              <w:rPr>
                <w:rFonts w:ascii="Browallia New" w:hAnsi="Browallia New" w:cs="Browallia New"/>
              </w:rPr>
            </w:pPr>
            <w:r w:rsidRPr="00BC4C6F">
              <w:rPr>
                <w:rFonts w:ascii="Browallia New" w:hAnsi="Browallia New" w:cs="Browallia New"/>
                <w:sz w:val="27"/>
                <w:szCs w:val="27"/>
              </w:rPr>
              <w:t>102,418</w:t>
            </w:r>
          </w:p>
        </w:tc>
      </w:tr>
      <w:tr w:rsidR="00774F7E" w:rsidRPr="005C2BD1" w14:paraId="5C63018D" w14:textId="77777777" w:rsidTr="0010534A">
        <w:trPr>
          <w:trHeight w:val="152"/>
        </w:trPr>
        <w:tc>
          <w:tcPr>
            <w:tcW w:w="3548" w:type="dxa"/>
          </w:tcPr>
          <w:p w14:paraId="55D04199" w14:textId="77777777" w:rsidR="00774F7E" w:rsidRPr="005C2BD1" w:rsidRDefault="00774F7E" w:rsidP="00774F7E">
            <w:pPr>
              <w:ind w:right="28"/>
              <w:rPr>
                <w:rFonts w:ascii="Browallia New" w:hAnsi="Browallia New" w:cs="Browallia New"/>
              </w:rPr>
            </w:pPr>
          </w:p>
        </w:tc>
        <w:tc>
          <w:tcPr>
            <w:tcW w:w="1143" w:type="dxa"/>
            <w:tcBorders>
              <w:top w:val="single" w:sz="12" w:space="0" w:color="auto"/>
            </w:tcBorders>
            <w:vAlign w:val="bottom"/>
          </w:tcPr>
          <w:p w14:paraId="317177D4" w14:textId="77777777" w:rsidR="00774F7E" w:rsidRPr="007A0E7B" w:rsidRDefault="00774F7E" w:rsidP="00774F7E">
            <w:pPr>
              <w:tabs>
                <w:tab w:val="left" w:pos="720"/>
              </w:tabs>
              <w:ind w:left="-108" w:right="3"/>
              <w:jc w:val="right"/>
              <w:rPr>
                <w:rFonts w:ascii="Browallia New" w:hAnsi="Browallia New" w:cs="Browallia New"/>
                <w:sz w:val="27"/>
                <w:szCs w:val="27"/>
                <w:cs/>
              </w:rPr>
            </w:pPr>
          </w:p>
        </w:tc>
        <w:tc>
          <w:tcPr>
            <w:tcW w:w="149" w:type="dxa"/>
          </w:tcPr>
          <w:p w14:paraId="690ED369" w14:textId="77777777" w:rsidR="00774F7E" w:rsidRPr="004778F7" w:rsidRDefault="00774F7E" w:rsidP="00774F7E">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774F7E" w:rsidRPr="004778F7" w:rsidRDefault="00774F7E" w:rsidP="00774F7E">
            <w:pPr>
              <w:tabs>
                <w:tab w:val="left" w:pos="720"/>
              </w:tabs>
              <w:ind w:left="-108" w:right="3"/>
              <w:jc w:val="right"/>
              <w:rPr>
                <w:rFonts w:ascii="Browallia New" w:hAnsi="Browallia New" w:cs="Browallia New"/>
              </w:rPr>
            </w:pPr>
          </w:p>
        </w:tc>
        <w:tc>
          <w:tcPr>
            <w:tcW w:w="138" w:type="dxa"/>
          </w:tcPr>
          <w:p w14:paraId="0F11B63B"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774F7E" w:rsidRPr="00BD2AC0" w:rsidRDefault="00774F7E" w:rsidP="002F41F8">
            <w:pPr>
              <w:tabs>
                <w:tab w:val="left" w:pos="720"/>
              </w:tabs>
              <w:ind w:left="-108" w:right="3"/>
              <w:rPr>
                <w:rFonts w:ascii="Browallia New" w:hAnsi="Browallia New" w:cs="Browallia New"/>
                <w:sz w:val="27"/>
                <w:szCs w:val="27"/>
              </w:rPr>
            </w:pPr>
          </w:p>
        </w:tc>
        <w:tc>
          <w:tcPr>
            <w:tcW w:w="140" w:type="dxa"/>
          </w:tcPr>
          <w:p w14:paraId="55F5CDA0"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774F7E" w:rsidRPr="004778F7" w:rsidRDefault="00774F7E" w:rsidP="00774F7E">
            <w:pPr>
              <w:tabs>
                <w:tab w:val="left" w:pos="720"/>
              </w:tabs>
              <w:ind w:left="-108" w:right="3"/>
              <w:jc w:val="right"/>
              <w:rPr>
                <w:rFonts w:ascii="Browallia New" w:hAnsi="Browallia New" w:cs="Browallia New"/>
              </w:rPr>
            </w:pPr>
          </w:p>
        </w:tc>
      </w:tr>
      <w:tr w:rsidR="00536143" w:rsidRPr="005C2BD1" w14:paraId="3C4AC933" w14:textId="77777777" w:rsidTr="00623927">
        <w:trPr>
          <w:trHeight w:val="68"/>
        </w:trPr>
        <w:tc>
          <w:tcPr>
            <w:tcW w:w="3548" w:type="dxa"/>
            <w:vAlign w:val="bottom"/>
            <w:hideMark/>
          </w:tcPr>
          <w:p w14:paraId="5D3F615A" w14:textId="66FFC30F" w:rsidR="00536143" w:rsidRPr="005C2BD1" w:rsidRDefault="00536143" w:rsidP="00536143">
            <w:pPr>
              <w:ind w:right="28"/>
              <w:rPr>
                <w:rFonts w:ascii="Browallia New" w:hAnsi="Browallia New" w:cs="Browallia New"/>
                <w:b/>
                <w:bCs/>
              </w:rPr>
            </w:pPr>
            <w:r w:rsidRPr="005C2BD1">
              <w:rPr>
                <w:rFonts w:ascii="Browallia New" w:hAnsi="Browallia New" w:cs="Browallia New"/>
                <w:b/>
                <w:bCs/>
                <w:cs/>
              </w:rPr>
              <w:t>ลูกหนี้</w:t>
            </w:r>
            <w:r>
              <w:rPr>
                <w:rFonts w:ascii="Browallia New" w:hAnsi="Browallia New" w:cs="Browallia New"/>
                <w:b/>
                <w:bCs/>
              </w:rPr>
              <w:t xml:space="preserve"> </w:t>
            </w:r>
            <w:r w:rsidR="0061397E">
              <w:rPr>
                <w:rFonts w:ascii="Browallia New" w:hAnsi="Browallia New" w:cs="Browallia New"/>
                <w:b/>
                <w:bCs/>
              </w:rPr>
              <w:t>–</w:t>
            </w:r>
            <w:r>
              <w:rPr>
                <w:rFonts w:ascii="Browallia New" w:hAnsi="Browallia New" w:cs="Browallia New"/>
                <w:b/>
                <w:bCs/>
              </w:rPr>
              <w:t xml:space="preserve"> </w:t>
            </w:r>
            <w:r w:rsidRPr="005C2BD1">
              <w:rPr>
                <w:rFonts w:ascii="Browallia New" w:hAnsi="Browallia New" w:cs="Browallia New"/>
                <w:b/>
                <w:bCs/>
                <w:cs/>
              </w:rPr>
              <w:t>เงินประกันผลงาน</w:t>
            </w:r>
          </w:p>
        </w:tc>
        <w:tc>
          <w:tcPr>
            <w:tcW w:w="1143" w:type="dxa"/>
            <w:tcBorders>
              <w:left w:val="nil"/>
              <w:bottom w:val="single" w:sz="12" w:space="0" w:color="auto"/>
              <w:right w:val="nil"/>
            </w:tcBorders>
            <w:vAlign w:val="center"/>
          </w:tcPr>
          <w:p w14:paraId="63869F72" w14:textId="2CC60E7B" w:rsidR="00536143" w:rsidRPr="007A0E7B" w:rsidRDefault="00E6727B" w:rsidP="00536143">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19,054</w:t>
            </w:r>
          </w:p>
        </w:tc>
        <w:tc>
          <w:tcPr>
            <w:tcW w:w="149" w:type="dxa"/>
            <w:vAlign w:val="center"/>
          </w:tcPr>
          <w:p w14:paraId="3E9FCBE1"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35D4D0F" w14:textId="0E919A15" w:rsidR="00536143" w:rsidRPr="004778F7" w:rsidRDefault="00536143" w:rsidP="00536143">
            <w:pPr>
              <w:tabs>
                <w:tab w:val="left" w:pos="720"/>
              </w:tabs>
              <w:ind w:left="-108" w:right="3"/>
              <w:jc w:val="right"/>
              <w:rPr>
                <w:rFonts w:ascii="Browallia New" w:hAnsi="Browallia New" w:cs="Browallia New"/>
              </w:rPr>
            </w:pPr>
            <w:r w:rsidRPr="00E72865">
              <w:rPr>
                <w:rFonts w:ascii="Browallia New" w:hAnsi="Browallia New" w:cs="Browallia New"/>
                <w:sz w:val="27"/>
                <w:szCs w:val="27"/>
              </w:rPr>
              <w:t>14,752</w:t>
            </w:r>
          </w:p>
        </w:tc>
        <w:tc>
          <w:tcPr>
            <w:tcW w:w="138" w:type="dxa"/>
            <w:vAlign w:val="center"/>
          </w:tcPr>
          <w:p w14:paraId="7D61F583"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241290FF" w:rsidR="00536143" w:rsidRPr="00BD2AC0" w:rsidRDefault="00E6727B" w:rsidP="00536143">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19,054</w:t>
            </w:r>
          </w:p>
        </w:tc>
        <w:tc>
          <w:tcPr>
            <w:tcW w:w="140" w:type="dxa"/>
            <w:vAlign w:val="center"/>
          </w:tcPr>
          <w:p w14:paraId="5CECB51C"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7FECD8EC" w14:textId="56635C78" w:rsidR="00536143" w:rsidRPr="004778F7" w:rsidRDefault="00536143" w:rsidP="00536143">
            <w:pPr>
              <w:tabs>
                <w:tab w:val="left" w:pos="720"/>
              </w:tabs>
              <w:ind w:left="-108" w:right="3"/>
              <w:jc w:val="right"/>
              <w:rPr>
                <w:rFonts w:ascii="Browallia New" w:hAnsi="Browallia New" w:cs="Browallia New"/>
              </w:rPr>
            </w:pPr>
            <w:r w:rsidRPr="0092453C">
              <w:rPr>
                <w:rFonts w:ascii="Browallia New" w:hAnsi="Browallia New" w:cs="Browallia New"/>
                <w:sz w:val="27"/>
                <w:szCs w:val="27"/>
              </w:rPr>
              <w:t>14,752</w:t>
            </w:r>
          </w:p>
        </w:tc>
      </w:tr>
      <w:tr w:rsidR="00536143" w:rsidRPr="005C2BD1" w14:paraId="221314A4" w14:textId="77777777" w:rsidTr="0010534A">
        <w:trPr>
          <w:trHeight w:val="188"/>
        </w:trPr>
        <w:tc>
          <w:tcPr>
            <w:tcW w:w="3548" w:type="dxa"/>
          </w:tcPr>
          <w:p w14:paraId="1C157FEC" w14:textId="77777777" w:rsidR="00536143" w:rsidRPr="005C2BD1" w:rsidRDefault="00536143" w:rsidP="00536143">
            <w:pPr>
              <w:ind w:right="28"/>
              <w:rPr>
                <w:rFonts w:ascii="Browallia New" w:hAnsi="Browallia New" w:cs="Browallia New"/>
              </w:rPr>
            </w:pPr>
          </w:p>
        </w:tc>
        <w:tc>
          <w:tcPr>
            <w:tcW w:w="1143" w:type="dxa"/>
            <w:tcBorders>
              <w:top w:val="single" w:sz="12" w:space="0" w:color="auto"/>
            </w:tcBorders>
            <w:vAlign w:val="bottom"/>
          </w:tcPr>
          <w:p w14:paraId="7FD944C4" w14:textId="77777777" w:rsidR="00536143" w:rsidRPr="007A0E7B" w:rsidRDefault="00536143" w:rsidP="00536143">
            <w:pPr>
              <w:tabs>
                <w:tab w:val="left" w:pos="720"/>
              </w:tabs>
              <w:ind w:left="-108" w:right="3"/>
              <w:jc w:val="right"/>
              <w:rPr>
                <w:rFonts w:ascii="Browallia New" w:hAnsi="Browallia New" w:cs="Browallia New"/>
                <w:sz w:val="27"/>
                <w:szCs w:val="27"/>
                <w:cs/>
              </w:rPr>
            </w:pPr>
          </w:p>
        </w:tc>
        <w:tc>
          <w:tcPr>
            <w:tcW w:w="149" w:type="dxa"/>
          </w:tcPr>
          <w:p w14:paraId="4D3010B5" w14:textId="77777777" w:rsidR="00536143" w:rsidRPr="004778F7" w:rsidRDefault="00536143" w:rsidP="00536143">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6F9B8D56"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536143" w:rsidRPr="00BD2AC0" w:rsidRDefault="00536143" w:rsidP="00536143">
            <w:pPr>
              <w:tabs>
                <w:tab w:val="left" w:pos="720"/>
              </w:tabs>
              <w:ind w:left="-108" w:right="3"/>
              <w:jc w:val="right"/>
              <w:rPr>
                <w:rFonts w:ascii="Browallia New" w:hAnsi="Browallia New" w:cs="Browallia New"/>
                <w:sz w:val="27"/>
                <w:szCs w:val="27"/>
              </w:rPr>
            </w:pPr>
          </w:p>
        </w:tc>
        <w:tc>
          <w:tcPr>
            <w:tcW w:w="140" w:type="dxa"/>
          </w:tcPr>
          <w:p w14:paraId="72110598"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536143" w:rsidRPr="004778F7" w:rsidRDefault="00536143" w:rsidP="00536143">
            <w:pPr>
              <w:tabs>
                <w:tab w:val="left" w:pos="720"/>
              </w:tabs>
              <w:ind w:left="-108" w:right="3"/>
              <w:jc w:val="right"/>
              <w:rPr>
                <w:rFonts w:ascii="Browallia New" w:hAnsi="Browallia New" w:cs="Browallia New"/>
              </w:rPr>
            </w:pPr>
          </w:p>
        </w:tc>
      </w:tr>
      <w:tr w:rsidR="00536143" w:rsidRPr="005C2BD1" w14:paraId="47DECC56" w14:textId="77777777" w:rsidTr="0010534A">
        <w:tc>
          <w:tcPr>
            <w:tcW w:w="3548" w:type="dxa"/>
            <w:hideMark/>
          </w:tcPr>
          <w:p w14:paraId="510B9C10" w14:textId="77777777" w:rsidR="00536143" w:rsidRPr="005C2BD1" w:rsidRDefault="00536143" w:rsidP="00536143">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536143" w:rsidRPr="007A0E7B" w:rsidRDefault="00536143" w:rsidP="00536143">
            <w:pPr>
              <w:tabs>
                <w:tab w:val="left" w:pos="720"/>
              </w:tabs>
              <w:ind w:left="-108" w:right="3"/>
              <w:jc w:val="right"/>
              <w:rPr>
                <w:rFonts w:ascii="Browallia New" w:hAnsi="Browallia New" w:cs="Browallia New"/>
                <w:sz w:val="27"/>
                <w:szCs w:val="27"/>
                <w:cs/>
              </w:rPr>
            </w:pPr>
          </w:p>
        </w:tc>
        <w:tc>
          <w:tcPr>
            <w:tcW w:w="149" w:type="dxa"/>
          </w:tcPr>
          <w:p w14:paraId="4B6FF60C"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Pr>
          <w:p w14:paraId="213F00E7"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09126FE5"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vAlign w:val="bottom"/>
          </w:tcPr>
          <w:p w14:paraId="235B4CBB" w14:textId="77777777" w:rsidR="00536143" w:rsidRPr="00BD2AC0" w:rsidRDefault="00536143" w:rsidP="00536143">
            <w:pPr>
              <w:tabs>
                <w:tab w:val="left" w:pos="720"/>
              </w:tabs>
              <w:ind w:left="-108" w:right="3"/>
              <w:jc w:val="right"/>
              <w:rPr>
                <w:rFonts w:ascii="Browallia New" w:hAnsi="Browallia New" w:cs="Browallia New"/>
                <w:sz w:val="27"/>
                <w:szCs w:val="27"/>
              </w:rPr>
            </w:pPr>
          </w:p>
        </w:tc>
        <w:tc>
          <w:tcPr>
            <w:tcW w:w="140" w:type="dxa"/>
          </w:tcPr>
          <w:p w14:paraId="009B5FAE"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Pr>
          <w:p w14:paraId="63B23D19" w14:textId="77777777" w:rsidR="00536143" w:rsidRPr="004778F7" w:rsidRDefault="00536143" w:rsidP="00536143">
            <w:pPr>
              <w:tabs>
                <w:tab w:val="left" w:pos="720"/>
              </w:tabs>
              <w:ind w:left="-108" w:right="3"/>
              <w:jc w:val="right"/>
              <w:rPr>
                <w:rFonts w:ascii="Browallia New" w:hAnsi="Browallia New" w:cs="Browallia New"/>
              </w:rPr>
            </w:pPr>
          </w:p>
        </w:tc>
      </w:tr>
      <w:tr w:rsidR="007A0E7B" w:rsidRPr="00693EDD" w14:paraId="514EEBF3" w14:textId="77777777" w:rsidTr="00623927">
        <w:trPr>
          <w:trHeight w:val="68"/>
        </w:trPr>
        <w:tc>
          <w:tcPr>
            <w:tcW w:w="3548" w:type="dxa"/>
            <w:hideMark/>
          </w:tcPr>
          <w:p w14:paraId="4951E5E5" w14:textId="26FA3B83" w:rsidR="007A0E7B" w:rsidRPr="00693EDD" w:rsidRDefault="007A0E7B" w:rsidP="007A0E7B">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tcPr>
          <w:p w14:paraId="65ED562F" w14:textId="0111E5E2" w:rsidR="007A0E7B" w:rsidRPr="007A0E7B" w:rsidRDefault="001C57E7" w:rsidP="007A0E7B">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158,812</w:t>
            </w:r>
          </w:p>
        </w:tc>
        <w:tc>
          <w:tcPr>
            <w:tcW w:w="149" w:type="dxa"/>
          </w:tcPr>
          <w:p w14:paraId="5D103AAA"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3CDF5CDB"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150,479</w:t>
            </w:r>
          </w:p>
        </w:tc>
        <w:tc>
          <w:tcPr>
            <w:tcW w:w="138" w:type="dxa"/>
          </w:tcPr>
          <w:p w14:paraId="7D0DD7F0" w14:textId="77777777" w:rsidR="007A0E7B" w:rsidRPr="00693EDD" w:rsidRDefault="007A0E7B" w:rsidP="007A0E7B">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17220A73" w14:textId="6B7D0AA5" w:rsidR="007A0E7B" w:rsidRPr="00BD2AC0" w:rsidRDefault="00311EA7" w:rsidP="007A0E7B">
            <w:pPr>
              <w:tabs>
                <w:tab w:val="left" w:pos="720"/>
              </w:tabs>
              <w:ind w:left="-108" w:right="3"/>
              <w:jc w:val="right"/>
              <w:rPr>
                <w:rFonts w:ascii="Browallia New" w:hAnsi="Browallia New" w:cs="Browallia New"/>
                <w:sz w:val="27"/>
                <w:szCs w:val="27"/>
              </w:rPr>
            </w:pPr>
            <w:r w:rsidRPr="00311EA7">
              <w:rPr>
                <w:rFonts w:ascii="Browallia New" w:hAnsi="Browallia New" w:cs="Browallia New"/>
                <w:sz w:val="27"/>
                <w:szCs w:val="27"/>
              </w:rPr>
              <w:t>129,202</w:t>
            </w:r>
          </w:p>
        </w:tc>
        <w:tc>
          <w:tcPr>
            <w:tcW w:w="140" w:type="dxa"/>
          </w:tcPr>
          <w:p w14:paraId="0FF7A5C9"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5FFA21A9"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123,014</w:t>
            </w:r>
          </w:p>
        </w:tc>
      </w:tr>
      <w:tr w:rsidR="007A0E7B" w:rsidRPr="00693EDD" w14:paraId="6D948791" w14:textId="77777777" w:rsidTr="00FE698F">
        <w:tc>
          <w:tcPr>
            <w:tcW w:w="3548" w:type="dxa"/>
            <w:hideMark/>
          </w:tcPr>
          <w:p w14:paraId="5BBEB16D" w14:textId="77777777" w:rsidR="007A0E7B" w:rsidRPr="00693EDD" w:rsidRDefault="007A0E7B" w:rsidP="007A0E7B">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tcPr>
          <w:p w14:paraId="3DA98EDF" w14:textId="3C2C926A" w:rsidR="007A0E7B" w:rsidRPr="007A0E7B" w:rsidRDefault="001C57E7" w:rsidP="007A0E7B">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106,670</w:t>
            </w:r>
          </w:p>
        </w:tc>
        <w:tc>
          <w:tcPr>
            <w:tcW w:w="149" w:type="dxa"/>
          </w:tcPr>
          <w:p w14:paraId="2CDAC68C"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19EA4403"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c>
          <w:tcPr>
            <w:tcW w:w="138" w:type="dxa"/>
          </w:tcPr>
          <w:p w14:paraId="6F593BAA" w14:textId="77777777" w:rsidR="007A0E7B" w:rsidRPr="00693EDD" w:rsidRDefault="007A0E7B" w:rsidP="007A0E7B">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tcPr>
          <w:p w14:paraId="4D52EAE8" w14:textId="6537A914" w:rsidR="007A0E7B" w:rsidRPr="00BD2AC0" w:rsidRDefault="00311EA7" w:rsidP="00311EA7">
            <w:pPr>
              <w:tabs>
                <w:tab w:val="left" w:pos="720"/>
              </w:tabs>
              <w:ind w:left="-108" w:right="3"/>
              <w:jc w:val="right"/>
              <w:rPr>
                <w:rFonts w:ascii="Browallia New" w:hAnsi="Browallia New" w:cs="Browallia New"/>
                <w:sz w:val="27"/>
                <w:szCs w:val="27"/>
              </w:rPr>
            </w:pPr>
            <w:r w:rsidRPr="00311EA7">
              <w:rPr>
                <w:rFonts w:ascii="Browallia New" w:hAnsi="Browallia New" w:cs="Browallia New"/>
                <w:sz w:val="27"/>
                <w:szCs w:val="27"/>
              </w:rPr>
              <w:t>106,670</w:t>
            </w:r>
          </w:p>
        </w:tc>
        <w:tc>
          <w:tcPr>
            <w:tcW w:w="140" w:type="dxa"/>
          </w:tcPr>
          <w:p w14:paraId="010AB3C1"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4B3FE4FB"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r>
      <w:tr w:rsidR="007A0E7B" w:rsidRPr="00693EDD" w14:paraId="7C856E89" w14:textId="77777777" w:rsidTr="00623927">
        <w:tc>
          <w:tcPr>
            <w:tcW w:w="3548" w:type="dxa"/>
            <w:hideMark/>
          </w:tcPr>
          <w:p w14:paraId="7621B4D4" w14:textId="6393D072" w:rsidR="007A0E7B" w:rsidRPr="00693EDD" w:rsidRDefault="007A0E7B" w:rsidP="007A0E7B">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1CFDAE02" w:rsidR="007A0E7B" w:rsidRPr="007A0E7B" w:rsidRDefault="001C57E7" w:rsidP="00EF314A">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(86,963)</w:t>
            </w:r>
          </w:p>
        </w:tc>
        <w:tc>
          <w:tcPr>
            <w:tcW w:w="149" w:type="dxa"/>
            <w:vAlign w:val="bottom"/>
          </w:tcPr>
          <w:p w14:paraId="0DBD5D6C" w14:textId="77777777" w:rsidR="007A0E7B" w:rsidRPr="00693EDD" w:rsidRDefault="007A0E7B" w:rsidP="00EF314A">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vAlign w:val="bottom"/>
          </w:tcPr>
          <w:p w14:paraId="314EC972" w14:textId="77777777" w:rsidR="007A0E7B" w:rsidRDefault="007A0E7B" w:rsidP="00EF314A">
            <w:pPr>
              <w:tabs>
                <w:tab w:val="left" w:pos="720"/>
              </w:tabs>
              <w:ind w:right="3"/>
              <w:jc w:val="right"/>
              <w:rPr>
                <w:rFonts w:ascii="Browallia New" w:hAnsi="Browallia New" w:cs="Browallia New"/>
                <w:sz w:val="27"/>
                <w:szCs w:val="27"/>
              </w:rPr>
            </w:pPr>
          </w:p>
          <w:p w14:paraId="34B5AFAF" w14:textId="0C5B065F" w:rsidR="007A0E7B" w:rsidRPr="00693EDD" w:rsidRDefault="007A0E7B" w:rsidP="00EF314A">
            <w:pPr>
              <w:tabs>
                <w:tab w:val="left" w:pos="720"/>
              </w:tabs>
              <w:ind w:left="-108" w:right="3"/>
              <w:jc w:val="right"/>
              <w:rPr>
                <w:rFonts w:ascii="Browallia New" w:hAnsi="Browallia New" w:cs="Browallia New"/>
              </w:rPr>
            </w:pPr>
            <w:r>
              <w:rPr>
                <w:rFonts w:ascii="Browallia New" w:hAnsi="Browallia New" w:cs="Browallia New"/>
                <w:sz w:val="27"/>
                <w:szCs w:val="27"/>
              </w:rPr>
              <w:t>(72,687)</w:t>
            </w:r>
          </w:p>
        </w:tc>
        <w:tc>
          <w:tcPr>
            <w:tcW w:w="138" w:type="dxa"/>
            <w:vAlign w:val="bottom"/>
          </w:tcPr>
          <w:p w14:paraId="39218FEF" w14:textId="77777777" w:rsidR="007A0E7B" w:rsidRPr="00693EDD" w:rsidRDefault="007A0E7B" w:rsidP="00EF314A">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678EE929" w:rsidR="007A0E7B" w:rsidRPr="00BD2AC0" w:rsidRDefault="00311EA7" w:rsidP="00EF314A">
            <w:pPr>
              <w:tabs>
                <w:tab w:val="left" w:pos="720"/>
              </w:tabs>
              <w:ind w:left="-108" w:right="3"/>
              <w:jc w:val="right"/>
              <w:rPr>
                <w:rFonts w:ascii="Browallia New" w:hAnsi="Browallia New" w:cs="Browallia New"/>
                <w:sz w:val="27"/>
                <w:szCs w:val="27"/>
              </w:rPr>
            </w:pPr>
            <w:r w:rsidRPr="00311EA7">
              <w:rPr>
                <w:rFonts w:ascii="Browallia New" w:hAnsi="Browallia New" w:cs="Browallia New"/>
                <w:sz w:val="27"/>
                <w:szCs w:val="27"/>
              </w:rPr>
              <w:t>(86,963)</w:t>
            </w:r>
          </w:p>
        </w:tc>
        <w:tc>
          <w:tcPr>
            <w:tcW w:w="140" w:type="dxa"/>
            <w:vAlign w:val="bottom"/>
          </w:tcPr>
          <w:p w14:paraId="09AE60E8" w14:textId="77777777" w:rsidR="007A0E7B" w:rsidRPr="00693EDD" w:rsidRDefault="007A0E7B" w:rsidP="00EF314A">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vAlign w:val="bottom"/>
          </w:tcPr>
          <w:p w14:paraId="01C84ED8" w14:textId="6E0FF7EB" w:rsidR="007A0E7B" w:rsidRPr="00693EDD" w:rsidRDefault="007A0E7B" w:rsidP="00EF314A">
            <w:pPr>
              <w:tabs>
                <w:tab w:val="left" w:pos="720"/>
              </w:tabs>
              <w:ind w:right="3"/>
              <w:jc w:val="right"/>
              <w:rPr>
                <w:rFonts w:ascii="Browallia New" w:hAnsi="Browallia New" w:cs="Browallia New"/>
              </w:rPr>
            </w:pPr>
            <w:r>
              <w:rPr>
                <w:rFonts w:ascii="Browallia New" w:hAnsi="Browallia New" w:cs="Browallia New"/>
                <w:sz w:val="27"/>
                <w:szCs w:val="27"/>
              </w:rPr>
              <w:t>(79,806)</w:t>
            </w:r>
          </w:p>
        </w:tc>
      </w:tr>
      <w:tr w:rsidR="007A0E7B" w:rsidRPr="00693EDD" w14:paraId="224A1BFE" w14:textId="77777777" w:rsidTr="00FE698F">
        <w:tc>
          <w:tcPr>
            <w:tcW w:w="3548" w:type="dxa"/>
            <w:hideMark/>
          </w:tcPr>
          <w:p w14:paraId="25EE7536" w14:textId="1D116D0E" w:rsidR="007A0E7B" w:rsidRPr="00693EDD" w:rsidRDefault="007A0E7B" w:rsidP="007A0E7B">
            <w:pPr>
              <w:ind w:right="28"/>
              <w:rPr>
                <w:rFonts w:ascii="Browallia New" w:hAnsi="Browallia New" w:cs="Browallia New"/>
              </w:rPr>
            </w:pPr>
            <w:r w:rsidRPr="00A92525">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tcPr>
          <w:p w14:paraId="48135156" w14:textId="3A1F9B04" w:rsidR="007A0E7B" w:rsidRPr="007A0E7B" w:rsidRDefault="00E6727B" w:rsidP="007A0E7B">
            <w:pPr>
              <w:tabs>
                <w:tab w:val="left" w:pos="720"/>
              </w:tabs>
              <w:ind w:left="-108" w:right="3"/>
              <w:jc w:val="right"/>
              <w:rPr>
                <w:rFonts w:ascii="Browallia New" w:hAnsi="Browallia New" w:cs="Browallia New"/>
                <w:sz w:val="27"/>
                <w:szCs w:val="27"/>
                <w:cs/>
              </w:rPr>
            </w:pPr>
            <w:r>
              <w:rPr>
                <w:rFonts w:ascii="Browallia New" w:hAnsi="Browallia New" w:cs="Browallia New"/>
                <w:sz w:val="27"/>
                <w:szCs w:val="27"/>
              </w:rPr>
              <w:t>19,707</w:t>
            </w:r>
          </w:p>
        </w:tc>
        <w:tc>
          <w:tcPr>
            <w:tcW w:w="149" w:type="dxa"/>
          </w:tcPr>
          <w:p w14:paraId="28243D57"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409164AA" w:rsidR="007A0E7B" w:rsidRPr="00693EDD" w:rsidRDefault="007A0E7B" w:rsidP="007A0E7B">
            <w:pPr>
              <w:tabs>
                <w:tab w:val="left" w:pos="720"/>
              </w:tabs>
              <w:ind w:left="-108" w:right="3"/>
              <w:jc w:val="right"/>
              <w:rPr>
                <w:rFonts w:ascii="Browallia New" w:hAnsi="Browallia New" w:cs="Browallia New"/>
              </w:rPr>
            </w:pPr>
            <w:r w:rsidRPr="00E72865">
              <w:rPr>
                <w:rFonts w:ascii="Browallia New" w:hAnsi="Browallia New" w:cs="Browallia New"/>
                <w:sz w:val="27"/>
                <w:szCs w:val="27"/>
              </w:rPr>
              <w:t>28,009</w:t>
            </w:r>
          </w:p>
        </w:tc>
        <w:tc>
          <w:tcPr>
            <w:tcW w:w="138" w:type="dxa"/>
          </w:tcPr>
          <w:p w14:paraId="10A66644" w14:textId="77777777" w:rsidR="007A0E7B" w:rsidRPr="00693EDD" w:rsidRDefault="007A0E7B" w:rsidP="007A0E7B">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tcPr>
          <w:p w14:paraId="5AADFA1F" w14:textId="2E0C9333" w:rsidR="007A0E7B" w:rsidRPr="00BD2AC0" w:rsidRDefault="00E6727B" w:rsidP="007A0E7B">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19,707</w:t>
            </w:r>
          </w:p>
        </w:tc>
        <w:tc>
          <w:tcPr>
            <w:tcW w:w="140" w:type="dxa"/>
          </w:tcPr>
          <w:p w14:paraId="5F6152AC"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24CF988A" w:rsidR="007A0E7B" w:rsidRPr="00693EDD" w:rsidRDefault="007A0E7B" w:rsidP="007A0E7B">
            <w:pPr>
              <w:tabs>
                <w:tab w:val="left" w:pos="720"/>
              </w:tabs>
              <w:ind w:left="-108" w:right="3"/>
              <w:jc w:val="right"/>
              <w:rPr>
                <w:rFonts w:ascii="Browallia New" w:hAnsi="Browallia New" w:cs="Browallia New"/>
              </w:rPr>
            </w:pPr>
            <w:r w:rsidRPr="00F81DB6">
              <w:rPr>
                <w:rFonts w:ascii="Browallia New" w:hAnsi="Browallia New" w:cs="Browallia New"/>
                <w:sz w:val="27"/>
                <w:szCs w:val="27"/>
              </w:rPr>
              <w:t>20,890</w:t>
            </w:r>
          </w:p>
        </w:tc>
      </w:tr>
    </w:tbl>
    <w:p w14:paraId="07ABE13B" w14:textId="0BA25298" w:rsidR="003564E8" w:rsidRPr="00693EDD" w:rsidRDefault="003564E8">
      <w:pPr>
        <w:rPr>
          <w:rFonts w:ascii="Browallia New" w:hAnsi="Browallia New" w:cs="Browallia New"/>
          <w:u w:val="single"/>
          <w:cs/>
        </w:rPr>
      </w:pPr>
    </w:p>
    <w:p w14:paraId="35B4CD61" w14:textId="73510EA6" w:rsidR="00766EBB" w:rsidRPr="00693EDD" w:rsidRDefault="00766EBB" w:rsidP="003E0B20">
      <w:pPr>
        <w:pStyle w:val="afd"/>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623927" w:rsidRDefault="00F55FC7" w:rsidP="00D77DDE">
      <w:pPr>
        <w:ind w:left="851" w:right="30"/>
        <w:jc w:val="thaiDistribute"/>
        <w:rPr>
          <w:rFonts w:ascii="Browallia New" w:hAnsi="Browallia New" w:cs="Browallia New"/>
        </w:rPr>
      </w:pPr>
    </w:p>
    <w:p w14:paraId="0D31B05D" w14:textId="13EDBD43"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331163" w:rsidRPr="00331163">
        <w:rPr>
          <w:rFonts w:ascii="Browallia New" w:hAnsi="Browallia New" w:cs="Browallia New"/>
        </w:rPr>
        <w:t>30</w:t>
      </w:r>
      <w:r w:rsidR="00331163" w:rsidRPr="00331163">
        <w:rPr>
          <w:rFonts w:ascii="Browallia New" w:hAnsi="Browallia New" w:cs="Browallia New" w:hint="cs"/>
          <w:cs/>
        </w:rPr>
        <w:t xml:space="preserve"> </w:t>
      </w:r>
      <w:r w:rsidR="00331163" w:rsidRPr="00331163">
        <w:rPr>
          <w:rFonts w:ascii="Browallia New" w:hAnsi="Browallia New" w:cs="Browallia New"/>
          <w:cs/>
        </w:rPr>
        <w:t xml:space="preserve">กันยายน </w:t>
      </w:r>
      <w:r w:rsidR="00536143" w:rsidRPr="005C4084">
        <w:rPr>
          <w:rFonts w:ascii="Browallia New" w:hAnsi="Browallia New" w:cs="Browallia New"/>
          <w:spacing w:val="-4"/>
        </w:rPr>
        <w:t>2566</w:t>
      </w:r>
      <w:r w:rsidRPr="00693EDD">
        <w:rPr>
          <w:rFonts w:ascii="Browallia New" w:hAnsi="Browallia New" w:cs="Browallia New"/>
        </w:rPr>
        <w:t xml:space="preserve"> </w:t>
      </w:r>
      <w:r w:rsidR="00EE3393">
        <w:rPr>
          <w:rFonts w:ascii="Browallia New" w:hAnsi="Browallia New" w:cs="Browallia New" w:hint="cs"/>
          <w:cs/>
        </w:rPr>
        <w:t>กลุ่ม</w:t>
      </w:r>
      <w:r w:rsidRPr="00693EDD">
        <w:rPr>
          <w:rFonts w:ascii="Browallia New" w:hAnsi="Browallia New" w:cs="Browallia New"/>
          <w:cs/>
        </w:rPr>
        <w:t>บริษัทคาดว่าจะมีรายได้ที่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w:t>
      </w:r>
      <w:r w:rsidR="00221B93">
        <w:rPr>
          <w:rFonts w:ascii="Browallia New" w:hAnsi="Browallia New" w:cs="Browallia New" w:hint="cs"/>
          <w:cs/>
        </w:rPr>
        <w:t>ี่</w:t>
      </w:r>
      <w:r w:rsidR="0064649D" w:rsidRPr="00693EDD">
        <w:rPr>
          <w:rFonts w:ascii="Browallia New" w:hAnsi="Browallia New" w:cs="Browallia New"/>
          <w:cs/>
        </w:rPr>
        <w:t>ยัง</w:t>
      </w:r>
      <w:r w:rsidR="008911F8" w:rsidRPr="00693EDD">
        <w:rPr>
          <w:rFonts w:ascii="Browallia New" w:hAnsi="Browallia New" w:cs="Browallia New"/>
          <w:cs/>
        </w:rPr>
        <w:t>ปฏิบัติ</w:t>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w:t>
      </w:r>
      <w:r w:rsidRPr="00C62936">
        <w:rPr>
          <w:rFonts w:ascii="Browallia New" w:hAnsi="Browallia New" w:cs="Browallia New"/>
          <w:cs/>
        </w:rPr>
        <w:t>แล้วบางส่วน</w:t>
      </w:r>
      <w:r w:rsidRPr="00C62936">
        <w:rPr>
          <w:rFonts w:ascii="Browallia New" w:hAnsi="Browallia New" w:cs="Browallia New"/>
        </w:rPr>
        <w:t>)</w:t>
      </w:r>
      <w:r w:rsidR="00F60E66" w:rsidRPr="00C62936">
        <w:rPr>
          <w:rFonts w:ascii="Browallia New" w:hAnsi="Browallia New" w:cs="Browallia New"/>
        </w:rPr>
        <w:t xml:space="preserve"> </w:t>
      </w:r>
      <w:r w:rsidR="00BF6E8B" w:rsidRPr="00C62936">
        <w:rPr>
          <w:rFonts w:ascii="Browallia New" w:hAnsi="Browallia New" w:cs="Browallia New"/>
          <w:cs/>
        </w:rPr>
        <w:t>ภายใต้</w:t>
      </w:r>
      <w:r w:rsidRPr="00C62936">
        <w:rPr>
          <w:rFonts w:ascii="Browallia New" w:hAnsi="Browallia New" w:cs="Browallia New"/>
          <w:cs/>
        </w:rPr>
        <w:t>สัญญาที่ทำ</w:t>
      </w:r>
      <w:r w:rsidR="00127D20" w:rsidRPr="00C62936">
        <w:rPr>
          <w:rFonts w:ascii="Browallia New" w:hAnsi="Browallia New" w:cs="Browallia New"/>
          <w:cs/>
        </w:rPr>
        <w:t>ไว้</w:t>
      </w:r>
      <w:r w:rsidRPr="00C62936">
        <w:rPr>
          <w:rFonts w:ascii="Browallia New" w:hAnsi="Browallia New" w:cs="Browallia New"/>
          <w:cs/>
        </w:rPr>
        <w:t>กับลูกค้า</w:t>
      </w:r>
      <w:r w:rsidR="00F60E66" w:rsidRPr="00C62936">
        <w:rPr>
          <w:rFonts w:ascii="Browallia New" w:hAnsi="Browallia New" w:cs="Browallia New"/>
        </w:rPr>
        <w:t xml:space="preserve"> </w:t>
      </w:r>
      <w:r w:rsidRPr="00C62936">
        <w:rPr>
          <w:rFonts w:ascii="Browallia New" w:hAnsi="Browallia New" w:cs="Browallia New"/>
          <w:cs/>
        </w:rPr>
        <w:t>จำนวน</w:t>
      </w:r>
      <w:r w:rsidRPr="00B9420E">
        <w:rPr>
          <w:rFonts w:ascii="Browallia New" w:hAnsi="Browallia New" w:cs="Browallia New"/>
          <w:cs/>
        </w:rPr>
        <w:t>รวม</w:t>
      </w:r>
      <w:r w:rsidR="00507C50" w:rsidRPr="00B9420E">
        <w:rPr>
          <w:rFonts w:ascii="Browallia New" w:hAnsi="Browallia New" w:cs="Browallia New"/>
        </w:rPr>
        <w:t xml:space="preserve"> </w:t>
      </w:r>
      <w:r w:rsidR="00FF4375">
        <w:rPr>
          <w:rFonts w:ascii="Browallia New" w:hAnsi="Browallia New" w:cs="Browallia New"/>
        </w:rPr>
        <w:t>272.87</w:t>
      </w:r>
      <w:r w:rsidR="00051128" w:rsidRPr="00B9420E">
        <w:rPr>
          <w:rFonts w:ascii="Browallia New" w:hAnsi="Browallia New" w:cs="Browallia New"/>
        </w:rPr>
        <w:t xml:space="preserve"> </w:t>
      </w:r>
      <w:r w:rsidRPr="00B9420E">
        <w:rPr>
          <w:rFonts w:ascii="Browallia New" w:hAnsi="Browallia New" w:cs="Browallia New"/>
          <w:cs/>
        </w:rPr>
        <w:t>ล้าน</w:t>
      </w:r>
      <w:r w:rsidRPr="00C62936">
        <w:rPr>
          <w:rFonts w:ascii="Browallia New" w:hAnsi="Browallia New" w:cs="Browallia New"/>
          <w:cs/>
        </w:rPr>
        <w:t>บาท</w:t>
      </w:r>
      <w:r w:rsidR="00F60E66" w:rsidRPr="00C62936">
        <w:rPr>
          <w:rFonts w:ascii="Browallia New" w:hAnsi="Browallia New" w:cs="Browallia New"/>
        </w:rPr>
        <w:t xml:space="preserve"> </w:t>
      </w:r>
      <w:r w:rsidRPr="00C62936">
        <w:rPr>
          <w:rFonts w:ascii="Browallia New" w:hAnsi="Browallia New" w:cs="Browallia New"/>
        </w:rPr>
        <w:t>(</w:t>
      </w:r>
      <w:r w:rsidRPr="00C62936">
        <w:rPr>
          <w:rFonts w:ascii="Browallia New" w:hAnsi="Browallia New" w:cs="Browallia New"/>
          <w:cs/>
        </w:rPr>
        <w:t>งบการเงินเฉพาะ</w:t>
      </w:r>
      <w:r w:rsidR="00137312">
        <w:rPr>
          <w:rFonts w:ascii="Browallia New" w:hAnsi="Browallia New" w:cs="Browallia New"/>
        </w:rPr>
        <w:br/>
      </w:r>
      <w:r w:rsidRPr="00C62936">
        <w:rPr>
          <w:rFonts w:ascii="Browallia New" w:hAnsi="Browallia New" w:cs="Browallia New"/>
          <w:cs/>
        </w:rPr>
        <w:t>ของบริษัท</w:t>
      </w:r>
      <w:r w:rsidR="001236B9">
        <w:rPr>
          <w:rFonts w:ascii="Browallia New" w:hAnsi="Browallia New" w:cs="Browallia New"/>
        </w:rPr>
        <w:t xml:space="preserve"> - </w:t>
      </w:r>
      <w:r w:rsidRPr="00911901">
        <w:rPr>
          <w:rFonts w:ascii="Browallia New" w:hAnsi="Browallia New" w:cs="Browallia New"/>
          <w:cs/>
        </w:rPr>
        <w:t>จำนวน</w:t>
      </w:r>
      <w:r w:rsidR="007650F1" w:rsidRPr="00911901">
        <w:rPr>
          <w:rFonts w:ascii="Browallia New" w:hAnsi="Browallia New" w:cs="Browallia New"/>
          <w:cs/>
        </w:rPr>
        <w:t>รวม</w:t>
      </w:r>
      <w:r w:rsidR="007650F1" w:rsidRPr="00911901">
        <w:rPr>
          <w:rFonts w:ascii="Browallia New" w:hAnsi="Browallia New" w:cs="Browallia New"/>
        </w:rPr>
        <w:t xml:space="preserve"> </w:t>
      </w:r>
      <w:r w:rsidR="00FF4375">
        <w:rPr>
          <w:rFonts w:ascii="Browallia New" w:hAnsi="Browallia New" w:cs="Browallia New"/>
        </w:rPr>
        <w:t>255.91</w:t>
      </w:r>
      <w:r w:rsidR="00E26CBA" w:rsidRPr="00911901">
        <w:rPr>
          <w:rFonts w:ascii="Browallia New" w:hAnsi="Browallia New" w:cs="Browallia New"/>
        </w:rPr>
        <w:t xml:space="preserve"> </w:t>
      </w:r>
      <w:r w:rsidR="007650F1" w:rsidRPr="00911901">
        <w:rPr>
          <w:rFonts w:ascii="Browallia New" w:hAnsi="Browallia New" w:cs="Browallia New"/>
          <w:cs/>
        </w:rPr>
        <w:t>ล้านบาท</w:t>
      </w:r>
      <w:r w:rsidRPr="00911901">
        <w:rPr>
          <w:rFonts w:ascii="Browallia New" w:hAnsi="Browallia New" w:cs="Browallia New"/>
        </w:rPr>
        <w:t>)</w:t>
      </w:r>
      <w:r w:rsidR="00F60E66" w:rsidRPr="005C2BD1">
        <w:rPr>
          <w:rFonts w:ascii="Browallia New" w:hAnsi="Browallia New" w:cs="Browallia New"/>
        </w:rPr>
        <w:t xml:space="preserve"> </w:t>
      </w:r>
    </w:p>
    <w:p w14:paraId="44145B14" w14:textId="77777777" w:rsidR="00006EF4" w:rsidRDefault="00006EF4">
      <w:pPr>
        <w:rPr>
          <w:rFonts w:ascii="Browallia New" w:hAnsi="Browallia New" w:cs="Browallia New"/>
          <w:b/>
          <w:bCs/>
          <w:sz w:val="22"/>
          <w:szCs w:val="22"/>
        </w:rPr>
      </w:pPr>
    </w:p>
    <w:p w14:paraId="74A3DF33" w14:textId="29E95604" w:rsidR="00F72E0B" w:rsidRDefault="00F72E0B">
      <w:pPr>
        <w:rPr>
          <w:rFonts w:ascii="Browallia New" w:hAnsi="Browallia New" w:cs="Browallia New"/>
          <w:b/>
          <w:bCs/>
          <w:sz w:val="22"/>
          <w:szCs w:val="22"/>
        </w:rPr>
      </w:pPr>
      <w:r>
        <w:rPr>
          <w:rFonts w:ascii="Browallia New" w:hAnsi="Browallia New" w:cs="Browallia New"/>
          <w:b/>
          <w:bCs/>
          <w:szCs w:val="22"/>
        </w:rPr>
        <w:br w:type="page"/>
      </w:r>
    </w:p>
    <w:p w14:paraId="48562975" w14:textId="29636ECE" w:rsidR="002037AC" w:rsidRPr="005C2BD1" w:rsidRDefault="003E4706" w:rsidP="007809D2">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p>
    <w:p w14:paraId="7CD20345" w14:textId="77777777" w:rsidR="003A5EBE" w:rsidRPr="00E56228" w:rsidRDefault="003A5EBE" w:rsidP="00DC495D">
      <w:pPr>
        <w:pStyle w:val="afd"/>
        <w:spacing w:after="0" w:line="240" w:lineRule="auto"/>
        <w:ind w:left="360"/>
        <w:jc w:val="thaiDistribute"/>
        <w:rPr>
          <w:rFonts w:ascii="Browallia New" w:hAnsi="Browallia New" w:cs="Browallia New"/>
          <w:sz w:val="20"/>
          <w:szCs w:val="20"/>
        </w:rPr>
      </w:pPr>
    </w:p>
    <w:tbl>
      <w:tblPr>
        <w:tblW w:w="9019" w:type="dxa"/>
        <w:tblInd w:w="378" w:type="dxa"/>
        <w:tblLayout w:type="fixed"/>
        <w:tblLook w:val="0000" w:firstRow="0" w:lastRow="0" w:firstColumn="0" w:lastColumn="0" w:noHBand="0" w:noVBand="0"/>
      </w:tblPr>
      <w:tblGrid>
        <w:gridCol w:w="3249"/>
        <w:gridCol w:w="1260"/>
        <w:gridCol w:w="236"/>
        <w:gridCol w:w="1260"/>
        <w:gridCol w:w="236"/>
        <w:gridCol w:w="1260"/>
        <w:gridCol w:w="236"/>
        <w:gridCol w:w="1282"/>
      </w:tblGrid>
      <w:tr w:rsidR="003E4706" w:rsidRPr="005C2BD1" w14:paraId="4856297A" w14:textId="77777777" w:rsidTr="00623927">
        <w:trPr>
          <w:cantSplit/>
          <w:trHeight w:val="20"/>
        </w:trPr>
        <w:tc>
          <w:tcPr>
            <w:tcW w:w="3249" w:type="dxa"/>
            <w:vAlign w:val="bottom"/>
          </w:tcPr>
          <w:p w14:paraId="48562976"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623927">
        <w:trPr>
          <w:cantSplit/>
          <w:trHeight w:val="20"/>
        </w:trPr>
        <w:tc>
          <w:tcPr>
            <w:tcW w:w="3249" w:type="dxa"/>
            <w:vAlign w:val="bottom"/>
          </w:tcPr>
          <w:p w14:paraId="4856297B"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CD32AB" w:rsidRPr="005C2BD1" w14:paraId="4856298C" w14:textId="77777777" w:rsidTr="00623927">
        <w:trPr>
          <w:cantSplit/>
          <w:trHeight w:val="20"/>
        </w:trPr>
        <w:tc>
          <w:tcPr>
            <w:tcW w:w="3249" w:type="dxa"/>
            <w:vAlign w:val="bottom"/>
          </w:tcPr>
          <w:p w14:paraId="48562980" w14:textId="77777777" w:rsidR="00CD32AB" w:rsidRPr="005C2BD1" w:rsidRDefault="00CD32AB" w:rsidP="00CD32AB">
            <w:pPr>
              <w:pStyle w:val="3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2DFCEBE8" w:rsidR="00CD32AB" w:rsidRPr="005C2BD1" w:rsidRDefault="003E4250" w:rsidP="00CD32AB">
            <w:pPr>
              <w:ind w:left="-105" w:right="-108"/>
              <w:jc w:val="center"/>
              <w:rPr>
                <w:rFonts w:ascii="Browallia New" w:hAnsi="Browallia New" w:cs="Browallia New"/>
                <w:cs/>
              </w:rPr>
            </w:pPr>
            <w:r w:rsidRPr="003E4250">
              <w:rPr>
                <w:rFonts w:ascii="Browallia New" w:hAnsi="Browallia New" w:cs="Browallia New"/>
              </w:rPr>
              <w:t>30</w:t>
            </w:r>
            <w:r w:rsidRPr="003E4250">
              <w:rPr>
                <w:rFonts w:ascii="Browallia New" w:hAnsi="Browallia New" w:cs="Browallia New" w:hint="cs"/>
                <w:cs/>
              </w:rPr>
              <w:t xml:space="preserve"> </w:t>
            </w:r>
            <w:r w:rsidRPr="003E4250">
              <w:rPr>
                <w:rFonts w:ascii="Browallia New" w:hAnsi="Browallia New" w:cs="Browallia New"/>
                <w:cs/>
              </w:rPr>
              <w:t>กันยายน</w:t>
            </w:r>
            <w:r w:rsidR="00CD32AB" w:rsidRPr="00192EDE">
              <w:rPr>
                <w:rStyle w:val="normaltextrun"/>
                <w:rFonts w:ascii="Browallia New" w:hAnsi="Browallia New" w:cs="Browallia New"/>
                <w:cs/>
              </w:rPr>
              <w:br/>
            </w:r>
            <w:r w:rsidR="00CD32AB"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983" w14:textId="77777777" w:rsidR="00CD32AB" w:rsidRPr="005C2BD1" w:rsidRDefault="00CD32AB" w:rsidP="00CD32AB">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50EE021B"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017C3C9C"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vAlign w:val="bottom"/>
          </w:tcPr>
          <w:p w14:paraId="48562986" w14:textId="77777777" w:rsidR="00CD32AB" w:rsidRPr="005C2BD1"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4E221A34" w:rsidR="00CD32AB" w:rsidRPr="005C2BD1" w:rsidRDefault="003E4250" w:rsidP="00CD32AB">
            <w:pPr>
              <w:ind w:left="-105" w:right="-108"/>
              <w:jc w:val="center"/>
              <w:rPr>
                <w:rFonts w:ascii="Browallia New" w:hAnsi="Browallia New" w:cs="Browallia New"/>
                <w:cs/>
              </w:rPr>
            </w:pPr>
            <w:r w:rsidRPr="003E4250">
              <w:rPr>
                <w:rFonts w:ascii="Browallia New" w:hAnsi="Browallia New" w:cs="Browallia New"/>
              </w:rPr>
              <w:t>30</w:t>
            </w:r>
            <w:r w:rsidRPr="003E4250">
              <w:rPr>
                <w:rFonts w:ascii="Browallia New" w:hAnsi="Browallia New" w:cs="Browallia New" w:hint="cs"/>
                <w:cs/>
              </w:rPr>
              <w:t xml:space="preserve"> </w:t>
            </w:r>
            <w:r w:rsidRPr="003E4250">
              <w:rPr>
                <w:rFonts w:ascii="Browallia New" w:hAnsi="Browallia New" w:cs="Browallia New"/>
                <w:cs/>
              </w:rPr>
              <w:t>กันยายน</w:t>
            </w:r>
            <w:r w:rsidR="00CD32AB" w:rsidRPr="00192EDE">
              <w:rPr>
                <w:rStyle w:val="normaltextrun"/>
                <w:rFonts w:ascii="Browallia New" w:hAnsi="Browallia New" w:cs="Browallia New"/>
                <w:cs/>
              </w:rPr>
              <w:br/>
            </w:r>
            <w:r w:rsidR="00CD32AB" w:rsidRPr="005C4084">
              <w:rPr>
                <w:rStyle w:val="normaltextrun"/>
                <w:rFonts w:ascii="Browallia New" w:hAnsi="Browallia New" w:cs="Browallia New"/>
              </w:rPr>
              <w:t>2566</w:t>
            </w:r>
          </w:p>
        </w:tc>
        <w:tc>
          <w:tcPr>
            <w:tcW w:w="236" w:type="dxa"/>
            <w:tcBorders>
              <w:top w:val="single" w:sz="4" w:space="0" w:color="auto"/>
            </w:tcBorders>
            <w:vAlign w:val="bottom"/>
          </w:tcPr>
          <w:p w14:paraId="48562989" w14:textId="77777777" w:rsidR="00CD32AB" w:rsidRPr="005C2BD1"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04B805FB"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C2BD1" w14:paraId="48562995" w14:textId="77777777" w:rsidTr="00623927">
        <w:trPr>
          <w:cantSplit/>
          <w:trHeight w:val="20"/>
        </w:trPr>
        <w:tc>
          <w:tcPr>
            <w:tcW w:w="3249"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5"/>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7F23AC" w:rsidRPr="005C2BD1" w14:paraId="6D221981" w14:textId="77777777" w:rsidTr="00623927">
        <w:trPr>
          <w:cantSplit/>
          <w:trHeight w:val="20"/>
        </w:trPr>
        <w:tc>
          <w:tcPr>
            <w:tcW w:w="3249" w:type="dxa"/>
            <w:vAlign w:val="bottom"/>
          </w:tcPr>
          <w:p w14:paraId="596C6EEF" w14:textId="6B9E0C65" w:rsidR="007F23AC" w:rsidRPr="005C2BD1" w:rsidRDefault="007F23AC" w:rsidP="007F23AC">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tcPr>
          <w:p w14:paraId="2FE8B139" w14:textId="6928A7B2" w:rsidR="007F23AC" w:rsidRPr="00623927" w:rsidRDefault="007F23AC" w:rsidP="007F23AC">
            <w:pPr>
              <w:jc w:val="right"/>
              <w:rPr>
                <w:rFonts w:ascii="Browallia New" w:hAnsi="Browallia New" w:cs="Browallia New"/>
              </w:rPr>
            </w:pPr>
            <w:r>
              <w:rPr>
                <w:rFonts w:ascii="Browallia New" w:hAnsi="Browallia New" w:cs="Browallia New"/>
              </w:rPr>
              <w:t>1,106,316</w:t>
            </w:r>
          </w:p>
        </w:tc>
        <w:tc>
          <w:tcPr>
            <w:tcW w:w="236" w:type="dxa"/>
            <w:tcBorders>
              <w:left w:val="nil"/>
            </w:tcBorders>
            <w:vAlign w:val="bottom"/>
          </w:tcPr>
          <w:p w14:paraId="0CE3AEDA" w14:textId="77777777" w:rsidR="007F23AC" w:rsidRPr="005C2BD1" w:rsidRDefault="007F23AC" w:rsidP="007F23AC">
            <w:pPr>
              <w:rPr>
                <w:rFonts w:ascii="Browallia New" w:hAnsi="Browallia New" w:cs="Browallia New"/>
              </w:rPr>
            </w:pPr>
          </w:p>
        </w:tc>
        <w:tc>
          <w:tcPr>
            <w:tcW w:w="1260" w:type="dxa"/>
          </w:tcPr>
          <w:p w14:paraId="15B79E31" w14:textId="132083DF" w:rsidR="007F23AC" w:rsidRPr="005C2BD1" w:rsidRDefault="007F23AC" w:rsidP="007F23AC">
            <w:pPr>
              <w:jc w:val="right"/>
              <w:rPr>
                <w:rFonts w:ascii="Browallia New" w:hAnsi="Browallia New" w:cs="Browallia New"/>
              </w:rPr>
            </w:pPr>
            <w:r w:rsidRPr="00544B5B">
              <w:rPr>
                <w:rFonts w:ascii="Browallia New" w:hAnsi="Browallia New" w:cs="Browallia New"/>
              </w:rPr>
              <w:t>1</w:t>
            </w:r>
            <w:r w:rsidRPr="00302A9E">
              <w:rPr>
                <w:rFonts w:ascii="Browallia New" w:hAnsi="Browallia New" w:cs="Browallia New"/>
                <w:cs/>
                <w:lang w:val="th-TH"/>
              </w:rPr>
              <w:t>,306,697</w:t>
            </w:r>
          </w:p>
        </w:tc>
        <w:tc>
          <w:tcPr>
            <w:tcW w:w="236" w:type="dxa"/>
            <w:tcBorders>
              <w:left w:val="nil"/>
            </w:tcBorders>
            <w:vAlign w:val="bottom"/>
          </w:tcPr>
          <w:p w14:paraId="403C6BBB" w14:textId="77777777" w:rsidR="007F23AC" w:rsidRPr="005C2BD1" w:rsidRDefault="007F23AC" w:rsidP="007F23AC">
            <w:pPr>
              <w:ind w:right="30"/>
              <w:rPr>
                <w:rFonts w:ascii="Browallia New" w:hAnsi="Browallia New" w:cs="Browallia New"/>
              </w:rPr>
            </w:pPr>
          </w:p>
        </w:tc>
        <w:tc>
          <w:tcPr>
            <w:tcW w:w="1260" w:type="dxa"/>
          </w:tcPr>
          <w:p w14:paraId="68FDCC08" w14:textId="54C6CE97" w:rsidR="007F23AC" w:rsidRPr="00623927" w:rsidRDefault="007F23AC" w:rsidP="007F23AC">
            <w:pPr>
              <w:jc w:val="right"/>
              <w:rPr>
                <w:rFonts w:ascii="Browallia New" w:hAnsi="Browallia New" w:cs="Browallia New"/>
              </w:rPr>
            </w:pPr>
            <w:r>
              <w:rPr>
                <w:rFonts w:ascii="Browallia New" w:hAnsi="Browallia New" w:cs="Browallia New"/>
              </w:rPr>
              <w:t>1,092,499</w:t>
            </w:r>
          </w:p>
        </w:tc>
        <w:tc>
          <w:tcPr>
            <w:tcW w:w="236" w:type="dxa"/>
            <w:vAlign w:val="bottom"/>
          </w:tcPr>
          <w:p w14:paraId="6B894CB5" w14:textId="77777777" w:rsidR="007F23AC" w:rsidRPr="005C2BD1" w:rsidRDefault="007F23AC" w:rsidP="007F23AC">
            <w:pPr>
              <w:pStyle w:val="a5"/>
              <w:ind w:left="-157" w:right="30"/>
              <w:rPr>
                <w:rFonts w:ascii="Browallia New" w:hAnsi="Browallia New" w:cs="Browallia New"/>
                <w:sz w:val="28"/>
                <w:szCs w:val="28"/>
              </w:rPr>
            </w:pPr>
          </w:p>
        </w:tc>
        <w:tc>
          <w:tcPr>
            <w:tcW w:w="1282" w:type="dxa"/>
          </w:tcPr>
          <w:p w14:paraId="0D50BAFC" w14:textId="674A0032" w:rsidR="007F23AC" w:rsidRPr="005C2BD1" w:rsidRDefault="007F23AC" w:rsidP="007F23AC">
            <w:pPr>
              <w:jc w:val="right"/>
              <w:rPr>
                <w:rFonts w:ascii="Browallia New" w:hAnsi="Browallia New" w:cs="Browallia New"/>
                <w:cs/>
              </w:rPr>
            </w:pPr>
            <w:r w:rsidRPr="00544B5B">
              <w:rPr>
                <w:rFonts w:ascii="Browallia New" w:hAnsi="Browallia New" w:cs="Browallia New"/>
              </w:rPr>
              <w:t>1</w:t>
            </w:r>
            <w:r w:rsidRPr="00302A9E">
              <w:rPr>
                <w:rFonts w:ascii="Browallia New" w:hAnsi="Browallia New" w:cs="Browallia New"/>
                <w:cs/>
                <w:lang w:val="th-TH"/>
              </w:rPr>
              <w:t>,276,298</w:t>
            </w:r>
          </w:p>
        </w:tc>
      </w:tr>
      <w:tr w:rsidR="007F23AC" w:rsidRPr="005C2BD1" w14:paraId="485629A7" w14:textId="77777777" w:rsidTr="00623927">
        <w:trPr>
          <w:cantSplit/>
          <w:trHeight w:val="20"/>
        </w:trPr>
        <w:tc>
          <w:tcPr>
            <w:tcW w:w="3249" w:type="dxa"/>
            <w:vAlign w:val="bottom"/>
          </w:tcPr>
          <w:p w14:paraId="4856299F" w14:textId="0E4E68F6" w:rsidR="007F23AC" w:rsidRPr="005C2BD1" w:rsidRDefault="007F23AC" w:rsidP="007F23AC">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tcPr>
          <w:p w14:paraId="485629A0" w14:textId="57B64F40" w:rsidR="007F23AC" w:rsidRPr="00623927" w:rsidRDefault="007F23AC" w:rsidP="007F23AC">
            <w:pPr>
              <w:jc w:val="right"/>
              <w:rPr>
                <w:rFonts w:ascii="Browallia New" w:hAnsi="Browallia New" w:cs="Browallia New"/>
              </w:rPr>
            </w:pPr>
            <w:r>
              <w:rPr>
                <w:rFonts w:ascii="Browallia New" w:hAnsi="Browallia New" w:cs="Browallia New"/>
              </w:rPr>
              <w:t>203,511</w:t>
            </w:r>
          </w:p>
        </w:tc>
        <w:tc>
          <w:tcPr>
            <w:tcW w:w="236" w:type="dxa"/>
            <w:tcBorders>
              <w:left w:val="nil"/>
            </w:tcBorders>
            <w:vAlign w:val="bottom"/>
          </w:tcPr>
          <w:p w14:paraId="485629A1" w14:textId="77777777" w:rsidR="007F23AC" w:rsidRPr="005C2BD1" w:rsidRDefault="007F23AC" w:rsidP="007F23AC">
            <w:pPr>
              <w:rPr>
                <w:rFonts w:ascii="Browallia New" w:hAnsi="Browallia New" w:cs="Browallia New"/>
              </w:rPr>
            </w:pPr>
          </w:p>
        </w:tc>
        <w:tc>
          <w:tcPr>
            <w:tcW w:w="1260" w:type="dxa"/>
          </w:tcPr>
          <w:p w14:paraId="485629A2" w14:textId="1CF679E0"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213,275</w:t>
            </w:r>
          </w:p>
        </w:tc>
        <w:tc>
          <w:tcPr>
            <w:tcW w:w="236" w:type="dxa"/>
            <w:tcBorders>
              <w:left w:val="nil"/>
            </w:tcBorders>
            <w:vAlign w:val="bottom"/>
          </w:tcPr>
          <w:p w14:paraId="485629A3" w14:textId="77777777" w:rsidR="007F23AC" w:rsidRPr="005C2BD1" w:rsidRDefault="007F23AC" w:rsidP="007F23AC">
            <w:pPr>
              <w:ind w:right="30"/>
              <w:rPr>
                <w:rFonts w:ascii="Browallia New" w:hAnsi="Browallia New" w:cs="Browallia New"/>
              </w:rPr>
            </w:pPr>
          </w:p>
        </w:tc>
        <w:tc>
          <w:tcPr>
            <w:tcW w:w="1260" w:type="dxa"/>
          </w:tcPr>
          <w:p w14:paraId="485629A4" w14:textId="69F05FD4" w:rsidR="007F23AC" w:rsidRPr="00623927" w:rsidRDefault="007F23AC" w:rsidP="007F23AC">
            <w:pPr>
              <w:jc w:val="right"/>
              <w:rPr>
                <w:rFonts w:ascii="Browallia New" w:hAnsi="Browallia New" w:cs="Browallia New"/>
              </w:rPr>
            </w:pPr>
            <w:r>
              <w:rPr>
                <w:rFonts w:ascii="Browallia New" w:hAnsi="Browallia New" w:cs="Browallia New"/>
              </w:rPr>
              <w:t>203,511</w:t>
            </w:r>
          </w:p>
        </w:tc>
        <w:tc>
          <w:tcPr>
            <w:tcW w:w="236" w:type="dxa"/>
            <w:vAlign w:val="bottom"/>
          </w:tcPr>
          <w:p w14:paraId="485629A5" w14:textId="77777777" w:rsidR="007F23AC" w:rsidRPr="005C2BD1" w:rsidRDefault="007F23AC" w:rsidP="007F23AC">
            <w:pPr>
              <w:pStyle w:val="a5"/>
              <w:ind w:left="-157" w:right="30"/>
              <w:rPr>
                <w:rFonts w:ascii="Browallia New" w:hAnsi="Browallia New" w:cs="Browallia New"/>
                <w:sz w:val="28"/>
                <w:szCs w:val="28"/>
              </w:rPr>
            </w:pPr>
          </w:p>
        </w:tc>
        <w:tc>
          <w:tcPr>
            <w:tcW w:w="1282" w:type="dxa"/>
          </w:tcPr>
          <w:p w14:paraId="485629A6" w14:textId="36AE3595"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213,275</w:t>
            </w:r>
          </w:p>
        </w:tc>
      </w:tr>
      <w:tr w:rsidR="007F23AC" w:rsidRPr="005C2BD1" w14:paraId="559332B3" w14:textId="77777777" w:rsidTr="00623927">
        <w:trPr>
          <w:cantSplit/>
          <w:trHeight w:val="20"/>
        </w:trPr>
        <w:tc>
          <w:tcPr>
            <w:tcW w:w="3249" w:type="dxa"/>
            <w:vAlign w:val="bottom"/>
          </w:tcPr>
          <w:p w14:paraId="1B1023C5" w14:textId="36650329" w:rsidR="007F23AC" w:rsidRPr="005C2BD1" w:rsidRDefault="007F23AC" w:rsidP="007F23AC">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tcPr>
          <w:p w14:paraId="553908FE" w14:textId="080B2032" w:rsidR="007F23AC" w:rsidRPr="00623927" w:rsidRDefault="007F23AC" w:rsidP="007F23AC">
            <w:pPr>
              <w:jc w:val="right"/>
              <w:rPr>
                <w:rFonts w:ascii="Browallia New" w:hAnsi="Browallia New" w:cs="Browallia New"/>
              </w:rPr>
            </w:pPr>
            <w:r>
              <w:rPr>
                <w:rFonts w:ascii="Browallia New" w:hAnsi="Browallia New" w:cs="Browallia New"/>
              </w:rPr>
              <w:t>114,912</w:t>
            </w:r>
          </w:p>
        </w:tc>
        <w:tc>
          <w:tcPr>
            <w:tcW w:w="236" w:type="dxa"/>
            <w:tcBorders>
              <w:left w:val="nil"/>
            </w:tcBorders>
            <w:vAlign w:val="bottom"/>
          </w:tcPr>
          <w:p w14:paraId="081ADC9B" w14:textId="77777777" w:rsidR="007F23AC" w:rsidRPr="005C2BD1" w:rsidRDefault="007F23AC" w:rsidP="007F23AC">
            <w:pPr>
              <w:rPr>
                <w:rFonts w:ascii="Browallia New" w:hAnsi="Browallia New" w:cs="Browallia New"/>
              </w:rPr>
            </w:pPr>
          </w:p>
        </w:tc>
        <w:tc>
          <w:tcPr>
            <w:tcW w:w="1260" w:type="dxa"/>
          </w:tcPr>
          <w:p w14:paraId="098DE21B" w14:textId="544A593D"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97,112</w:t>
            </w:r>
          </w:p>
        </w:tc>
        <w:tc>
          <w:tcPr>
            <w:tcW w:w="236" w:type="dxa"/>
            <w:tcBorders>
              <w:left w:val="nil"/>
            </w:tcBorders>
            <w:vAlign w:val="bottom"/>
          </w:tcPr>
          <w:p w14:paraId="2327D757" w14:textId="77777777" w:rsidR="007F23AC" w:rsidRPr="005C2BD1" w:rsidRDefault="007F23AC" w:rsidP="007F23AC">
            <w:pPr>
              <w:ind w:right="30"/>
              <w:rPr>
                <w:rFonts w:ascii="Browallia New" w:hAnsi="Browallia New" w:cs="Browallia New"/>
              </w:rPr>
            </w:pPr>
          </w:p>
        </w:tc>
        <w:tc>
          <w:tcPr>
            <w:tcW w:w="1260" w:type="dxa"/>
          </w:tcPr>
          <w:p w14:paraId="4A7CDA8E" w14:textId="45993436" w:rsidR="007F23AC" w:rsidRPr="00623927" w:rsidRDefault="007F23AC" w:rsidP="007F23AC">
            <w:pPr>
              <w:jc w:val="right"/>
              <w:rPr>
                <w:rFonts w:ascii="Browallia New" w:hAnsi="Browallia New" w:cs="Browallia New"/>
              </w:rPr>
            </w:pPr>
            <w:r>
              <w:rPr>
                <w:rFonts w:ascii="Browallia New" w:hAnsi="Browallia New" w:cs="Browallia New"/>
              </w:rPr>
              <w:t>108,424</w:t>
            </w:r>
          </w:p>
        </w:tc>
        <w:tc>
          <w:tcPr>
            <w:tcW w:w="236" w:type="dxa"/>
            <w:vAlign w:val="bottom"/>
          </w:tcPr>
          <w:p w14:paraId="32D94B09" w14:textId="77777777" w:rsidR="007F23AC" w:rsidRPr="005C2BD1" w:rsidRDefault="007F23AC" w:rsidP="007F23AC">
            <w:pPr>
              <w:pStyle w:val="a5"/>
              <w:ind w:left="-157" w:right="30"/>
              <w:rPr>
                <w:rFonts w:ascii="Browallia New" w:hAnsi="Browallia New" w:cs="Browallia New"/>
                <w:sz w:val="28"/>
                <w:szCs w:val="28"/>
              </w:rPr>
            </w:pPr>
          </w:p>
        </w:tc>
        <w:tc>
          <w:tcPr>
            <w:tcW w:w="1282" w:type="dxa"/>
          </w:tcPr>
          <w:p w14:paraId="55205CC1" w14:textId="434E5745"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87,931</w:t>
            </w:r>
          </w:p>
        </w:tc>
      </w:tr>
      <w:tr w:rsidR="007F23AC" w:rsidRPr="005C2BD1" w14:paraId="485629B9" w14:textId="77777777" w:rsidTr="00623927">
        <w:trPr>
          <w:cantSplit/>
          <w:trHeight w:val="20"/>
        </w:trPr>
        <w:tc>
          <w:tcPr>
            <w:tcW w:w="3249" w:type="dxa"/>
            <w:vAlign w:val="bottom"/>
          </w:tcPr>
          <w:p w14:paraId="485629B1" w14:textId="77777777" w:rsidR="007F23AC" w:rsidRPr="005C2BD1" w:rsidRDefault="007F23AC" w:rsidP="007F23AC">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tcPr>
          <w:p w14:paraId="485629B2" w14:textId="2DDEDEC1" w:rsidR="007F23AC" w:rsidRPr="00623927" w:rsidRDefault="007F23AC" w:rsidP="007F23AC">
            <w:pPr>
              <w:jc w:val="right"/>
              <w:rPr>
                <w:rFonts w:ascii="Browallia New" w:hAnsi="Browallia New" w:cs="Browallia New"/>
              </w:rPr>
            </w:pPr>
            <w:r>
              <w:rPr>
                <w:rFonts w:ascii="Browallia New" w:hAnsi="Browallia New" w:cs="Browallia New"/>
              </w:rPr>
              <w:t>49,814</w:t>
            </w:r>
          </w:p>
        </w:tc>
        <w:tc>
          <w:tcPr>
            <w:tcW w:w="236" w:type="dxa"/>
            <w:tcBorders>
              <w:left w:val="nil"/>
            </w:tcBorders>
            <w:vAlign w:val="bottom"/>
          </w:tcPr>
          <w:p w14:paraId="485629B3" w14:textId="77777777" w:rsidR="007F23AC" w:rsidRPr="005C2BD1" w:rsidRDefault="007F23AC" w:rsidP="007F23AC">
            <w:pPr>
              <w:rPr>
                <w:rFonts w:ascii="Browallia New" w:hAnsi="Browallia New" w:cs="Browallia New"/>
              </w:rPr>
            </w:pPr>
          </w:p>
        </w:tc>
        <w:tc>
          <w:tcPr>
            <w:tcW w:w="1260" w:type="dxa"/>
          </w:tcPr>
          <w:p w14:paraId="485629B4" w14:textId="2F76D14D"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48,129</w:t>
            </w:r>
          </w:p>
        </w:tc>
        <w:tc>
          <w:tcPr>
            <w:tcW w:w="236" w:type="dxa"/>
            <w:tcBorders>
              <w:left w:val="nil"/>
            </w:tcBorders>
            <w:vAlign w:val="bottom"/>
          </w:tcPr>
          <w:p w14:paraId="485629B5" w14:textId="77777777" w:rsidR="007F23AC" w:rsidRPr="005C2BD1" w:rsidRDefault="007F23AC" w:rsidP="007F23AC">
            <w:pPr>
              <w:ind w:right="30"/>
              <w:rPr>
                <w:rFonts w:ascii="Browallia New" w:hAnsi="Browallia New" w:cs="Browallia New"/>
              </w:rPr>
            </w:pPr>
          </w:p>
        </w:tc>
        <w:tc>
          <w:tcPr>
            <w:tcW w:w="1260" w:type="dxa"/>
          </w:tcPr>
          <w:p w14:paraId="485629B6" w14:textId="2174E08C" w:rsidR="007F23AC" w:rsidRPr="00623927" w:rsidRDefault="007F23AC" w:rsidP="007F23AC">
            <w:pPr>
              <w:jc w:val="right"/>
              <w:rPr>
                <w:rFonts w:ascii="Browallia New" w:hAnsi="Browallia New" w:cs="Browallia New"/>
              </w:rPr>
            </w:pPr>
            <w:r>
              <w:rPr>
                <w:rFonts w:ascii="Browallia New" w:hAnsi="Browallia New" w:cs="Browallia New"/>
              </w:rPr>
              <w:t>49,814</w:t>
            </w:r>
          </w:p>
        </w:tc>
        <w:tc>
          <w:tcPr>
            <w:tcW w:w="236" w:type="dxa"/>
            <w:vAlign w:val="bottom"/>
          </w:tcPr>
          <w:p w14:paraId="485629B7" w14:textId="77777777" w:rsidR="007F23AC" w:rsidRPr="005C2BD1" w:rsidRDefault="007F23AC" w:rsidP="007F23AC">
            <w:pPr>
              <w:pStyle w:val="a5"/>
              <w:ind w:left="-157" w:right="30"/>
              <w:rPr>
                <w:rFonts w:ascii="Browallia New" w:hAnsi="Browallia New" w:cs="Browallia New"/>
                <w:sz w:val="28"/>
                <w:szCs w:val="28"/>
              </w:rPr>
            </w:pPr>
          </w:p>
        </w:tc>
        <w:tc>
          <w:tcPr>
            <w:tcW w:w="1282" w:type="dxa"/>
          </w:tcPr>
          <w:p w14:paraId="485629B8" w14:textId="7C484BA3"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48,129</w:t>
            </w:r>
          </w:p>
        </w:tc>
      </w:tr>
      <w:tr w:rsidR="007F23AC" w:rsidRPr="005C2BD1" w14:paraId="485629C2" w14:textId="77777777" w:rsidTr="00623927">
        <w:trPr>
          <w:cantSplit/>
          <w:trHeight w:val="20"/>
        </w:trPr>
        <w:tc>
          <w:tcPr>
            <w:tcW w:w="3249" w:type="dxa"/>
            <w:vAlign w:val="bottom"/>
          </w:tcPr>
          <w:p w14:paraId="485629BA" w14:textId="77777777" w:rsidR="007F23AC" w:rsidRPr="005C2BD1" w:rsidRDefault="007F23AC" w:rsidP="007F23AC">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5A145B9E" w:rsidR="007F23AC" w:rsidRPr="00623927" w:rsidRDefault="007F23AC" w:rsidP="007F23AC">
            <w:pPr>
              <w:jc w:val="right"/>
              <w:rPr>
                <w:rFonts w:ascii="Browallia New" w:hAnsi="Browallia New" w:cs="Browallia New"/>
              </w:rPr>
            </w:pPr>
            <w:r>
              <w:rPr>
                <w:rFonts w:ascii="Browallia New" w:hAnsi="Browallia New" w:cs="Browallia New"/>
              </w:rPr>
              <w:t>34,260</w:t>
            </w:r>
          </w:p>
        </w:tc>
        <w:tc>
          <w:tcPr>
            <w:tcW w:w="236" w:type="dxa"/>
            <w:tcBorders>
              <w:left w:val="nil"/>
            </w:tcBorders>
            <w:vAlign w:val="bottom"/>
          </w:tcPr>
          <w:p w14:paraId="485629BC" w14:textId="77777777" w:rsidR="007F23AC" w:rsidRPr="005C2BD1" w:rsidRDefault="007F23AC" w:rsidP="007F23AC">
            <w:pPr>
              <w:rPr>
                <w:rFonts w:ascii="Browallia New" w:hAnsi="Browallia New" w:cs="Browallia New"/>
              </w:rPr>
            </w:pPr>
          </w:p>
        </w:tc>
        <w:tc>
          <w:tcPr>
            <w:tcW w:w="1260" w:type="dxa"/>
            <w:tcBorders>
              <w:bottom w:val="single" w:sz="4" w:space="0" w:color="auto"/>
            </w:tcBorders>
          </w:tcPr>
          <w:p w14:paraId="485629BD" w14:textId="7C8AB628"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80,339</w:t>
            </w:r>
          </w:p>
        </w:tc>
        <w:tc>
          <w:tcPr>
            <w:tcW w:w="236" w:type="dxa"/>
            <w:tcBorders>
              <w:left w:val="nil"/>
            </w:tcBorders>
            <w:vAlign w:val="bottom"/>
          </w:tcPr>
          <w:p w14:paraId="485629BE" w14:textId="77777777" w:rsidR="007F23AC" w:rsidRPr="005C2BD1" w:rsidRDefault="007F23AC" w:rsidP="007F23AC">
            <w:pPr>
              <w:ind w:right="30"/>
              <w:rPr>
                <w:rFonts w:ascii="Browallia New" w:hAnsi="Browallia New" w:cs="Browallia New"/>
              </w:rPr>
            </w:pPr>
          </w:p>
        </w:tc>
        <w:tc>
          <w:tcPr>
            <w:tcW w:w="1260" w:type="dxa"/>
            <w:tcBorders>
              <w:bottom w:val="single" w:sz="4" w:space="0" w:color="auto"/>
            </w:tcBorders>
          </w:tcPr>
          <w:p w14:paraId="485629BF" w14:textId="1BD7280A" w:rsidR="007F23AC" w:rsidRPr="00623927" w:rsidRDefault="007F23AC" w:rsidP="007F23AC">
            <w:pPr>
              <w:jc w:val="right"/>
              <w:rPr>
                <w:rFonts w:ascii="Browallia New" w:hAnsi="Browallia New" w:cs="Browallia New"/>
              </w:rPr>
            </w:pPr>
            <w:r>
              <w:rPr>
                <w:rFonts w:ascii="Browallia New" w:hAnsi="Browallia New" w:cs="Browallia New"/>
              </w:rPr>
              <w:t>34,260</w:t>
            </w:r>
          </w:p>
        </w:tc>
        <w:tc>
          <w:tcPr>
            <w:tcW w:w="236" w:type="dxa"/>
            <w:vAlign w:val="bottom"/>
          </w:tcPr>
          <w:p w14:paraId="485629C0" w14:textId="77777777" w:rsidR="007F23AC" w:rsidRPr="005C2BD1" w:rsidRDefault="007F23AC" w:rsidP="007F23AC">
            <w:pPr>
              <w:pStyle w:val="a5"/>
              <w:ind w:left="-157" w:right="30"/>
              <w:rPr>
                <w:rFonts w:ascii="Browallia New" w:hAnsi="Browallia New" w:cs="Browallia New"/>
                <w:sz w:val="28"/>
                <w:szCs w:val="28"/>
              </w:rPr>
            </w:pPr>
          </w:p>
        </w:tc>
        <w:tc>
          <w:tcPr>
            <w:tcW w:w="1282" w:type="dxa"/>
            <w:tcBorders>
              <w:bottom w:val="single" w:sz="4" w:space="0" w:color="auto"/>
            </w:tcBorders>
          </w:tcPr>
          <w:p w14:paraId="485629C1" w14:textId="707B05CE"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80,339</w:t>
            </w:r>
          </w:p>
        </w:tc>
      </w:tr>
      <w:tr w:rsidR="007F23AC" w:rsidRPr="005C2BD1" w14:paraId="485629CB" w14:textId="77777777" w:rsidTr="00623927">
        <w:trPr>
          <w:cantSplit/>
          <w:trHeight w:val="20"/>
        </w:trPr>
        <w:tc>
          <w:tcPr>
            <w:tcW w:w="3249" w:type="dxa"/>
            <w:vAlign w:val="bottom"/>
          </w:tcPr>
          <w:p w14:paraId="485629C3" w14:textId="77777777" w:rsidR="007F23AC" w:rsidRPr="005C2BD1" w:rsidRDefault="007F23AC" w:rsidP="007F23AC">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tcPr>
          <w:p w14:paraId="485629C4" w14:textId="5A0B9D81" w:rsidR="007F23AC" w:rsidRPr="00623927" w:rsidRDefault="007F23AC" w:rsidP="007F23AC">
            <w:pPr>
              <w:jc w:val="right"/>
              <w:rPr>
                <w:rFonts w:ascii="Browallia New" w:hAnsi="Browallia New" w:cs="Browallia New"/>
              </w:rPr>
            </w:pPr>
            <w:r>
              <w:rPr>
                <w:rFonts w:ascii="Browallia New" w:hAnsi="Browallia New" w:cs="Browallia New"/>
              </w:rPr>
              <w:t>1,508,813</w:t>
            </w:r>
          </w:p>
        </w:tc>
        <w:tc>
          <w:tcPr>
            <w:tcW w:w="236" w:type="dxa"/>
            <w:tcBorders>
              <w:left w:val="nil"/>
            </w:tcBorders>
            <w:vAlign w:val="bottom"/>
          </w:tcPr>
          <w:p w14:paraId="485629C5" w14:textId="77777777" w:rsidR="007F23AC" w:rsidRPr="005C2BD1" w:rsidRDefault="007F23AC" w:rsidP="007F23AC">
            <w:pPr>
              <w:rPr>
                <w:rFonts w:ascii="Browallia New" w:hAnsi="Browallia New" w:cs="Browallia New"/>
              </w:rPr>
            </w:pPr>
          </w:p>
        </w:tc>
        <w:tc>
          <w:tcPr>
            <w:tcW w:w="1260" w:type="dxa"/>
            <w:tcBorders>
              <w:top w:val="single" w:sz="4" w:space="0" w:color="auto"/>
            </w:tcBorders>
          </w:tcPr>
          <w:p w14:paraId="485629C6" w14:textId="3A9A919E"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1,745,552</w:t>
            </w:r>
          </w:p>
        </w:tc>
        <w:tc>
          <w:tcPr>
            <w:tcW w:w="236" w:type="dxa"/>
            <w:tcBorders>
              <w:left w:val="nil"/>
            </w:tcBorders>
            <w:vAlign w:val="bottom"/>
          </w:tcPr>
          <w:p w14:paraId="485629C7" w14:textId="77777777" w:rsidR="007F23AC" w:rsidRPr="005C2BD1" w:rsidRDefault="007F23AC" w:rsidP="007F23AC">
            <w:pPr>
              <w:ind w:right="30"/>
              <w:rPr>
                <w:rFonts w:ascii="Browallia New" w:hAnsi="Browallia New" w:cs="Browallia New"/>
              </w:rPr>
            </w:pPr>
          </w:p>
        </w:tc>
        <w:tc>
          <w:tcPr>
            <w:tcW w:w="1260" w:type="dxa"/>
            <w:tcBorders>
              <w:top w:val="single" w:sz="4" w:space="0" w:color="auto"/>
            </w:tcBorders>
          </w:tcPr>
          <w:p w14:paraId="485629C8" w14:textId="2827BE8F" w:rsidR="007F23AC" w:rsidRPr="00623927" w:rsidRDefault="007F23AC" w:rsidP="007F23AC">
            <w:pPr>
              <w:jc w:val="right"/>
              <w:rPr>
                <w:rFonts w:ascii="Browallia New" w:hAnsi="Browallia New" w:cs="Browallia New"/>
              </w:rPr>
            </w:pPr>
            <w:r>
              <w:rPr>
                <w:rFonts w:ascii="Browallia New" w:hAnsi="Browallia New" w:cs="Browallia New"/>
              </w:rPr>
              <w:t>1,488,508</w:t>
            </w:r>
          </w:p>
        </w:tc>
        <w:tc>
          <w:tcPr>
            <w:tcW w:w="236" w:type="dxa"/>
            <w:vAlign w:val="bottom"/>
          </w:tcPr>
          <w:p w14:paraId="485629C9" w14:textId="77777777" w:rsidR="007F23AC" w:rsidRPr="005C2BD1" w:rsidRDefault="007F23AC" w:rsidP="007F23AC">
            <w:pPr>
              <w:pStyle w:val="a5"/>
              <w:ind w:left="-157" w:right="30"/>
              <w:rPr>
                <w:rFonts w:ascii="Browallia New" w:hAnsi="Browallia New" w:cs="Browallia New"/>
                <w:sz w:val="28"/>
                <w:szCs w:val="28"/>
              </w:rPr>
            </w:pPr>
          </w:p>
        </w:tc>
        <w:tc>
          <w:tcPr>
            <w:tcW w:w="1282" w:type="dxa"/>
            <w:tcBorders>
              <w:top w:val="single" w:sz="4" w:space="0" w:color="auto"/>
            </w:tcBorders>
          </w:tcPr>
          <w:p w14:paraId="485629CA" w14:textId="56D135E3" w:rsidR="007F23AC" w:rsidRPr="005C2BD1" w:rsidRDefault="007F23AC" w:rsidP="007F23AC">
            <w:pPr>
              <w:jc w:val="right"/>
              <w:rPr>
                <w:rFonts w:ascii="Browallia New" w:hAnsi="Browallia New" w:cs="Browallia New"/>
              </w:rPr>
            </w:pPr>
            <w:r w:rsidRPr="00302A9E">
              <w:rPr>
                <w:rFonts w:ascii="Browallia New" w:hAnsi="Browallia New" w:cs="Browallia New"/>
                <w:cs/>
                <w:lang w:val="th-TH"/>
              </w:rPr>
              <w:t>1,705,972</w:t>
            </w:r>
          </w:p>
        </w:tc>
      </w:tr>
      <w:tr w:rsidR="007F23AC" w:rsidRPr="005C2BD1" w14:paraId="5FED9DD9" w14:textId="77777777" w:rsidTr="00623927">
        <w:trPr>
          <w:cantSplit/>
          <w:trHeight w:val="20"/>
        </w:trPr>
        <w:tc>
          <w:tcPr>
            <w:tcW w:w="3249" w:type="dxa"/>
            <w:vAlign w:val="bottom"/>
          </w:tcPr>
          <w:p w14:paraId="10DA30A1" w14:textId="41E0F39B" w:rsidR="007F23AC" w:rsidRPr="005C2BD1" w:rsidRDefault="007F23AC" w:rsidP="007F23AC">
            <w:pPr>
              <w:tabs>
                <w:tab w:val="left" w:pos="540"/>
              </w:tabs>
              <w:ind w:left="-108"/>
              <w:rPr>
                <w:rFonts w:ascii="Browallia New" w:hAnsi="Browallia New" w:cs="Browallia New"/>
                <w:cs/>
                <w:lang w:val="th-TH"/>
              </w:rPr>
            </w:pPr>
            <w:r w:rsidRPr="00B80644">
              <w:rPr>
                <w:rFonts w:ascii="Browallia New" w:hAnsi="Browallia New" w:cs="Browallia New" w:hint="cs"/>
                <w:u w:val="single"/>
                <w:cs/>
                <w:lang w:val="th-TH"/>
              </w:rPr>
              <w:t>หัก</w:t>
            </w:r>
            <w:r>
              <w:rPr>
                <w:rFonts w:ascii="Browallia New" w:hAnsi="Browallia New" w:cs="Browallia New" w:hint="cs"/>
                <w:cs/>
                <w:lang w:val="th-TH"/>
              </w:rPr>
              <w:t xml:space="preserve"> ค่าเผื่อการลดมูลค่าของสินค้า</w:t>
            </w:r>
          </w:p>
        </w:tc>
        <w:tc>
          <w:tcPr>
            <w:tcW w:w="1260" w:type="dxa"/>
            <w:tcBorders>
              <w:left w:val="nil"/>
              <w:bottom w:val="single" w:sz="4" w:space="0" w:color="auto"/>
            </w:tcBorders>
          </w:tcPr>
          <w:p w14:paraId="1D884A7C" w14:textId="0AA6474A" w:rsidR="007F23AC" w:rsidRPr="004B4F3F" w:rsidDel="00CD32AB" w:rsidRDefault="007F23AC" w:rsidP="007F23AC">
            <w:pPr>
              <w:jc w:val="right"/>
              <w:rPr>
                <w:rFonts w:ascii="Browallia New" w:hAnsi="Browallia New" w:cs="Browallia New"/>
                <w:cs/>
              </w:rPr>
            </w:pPr>
            <w:r>
              <w:rPr>
                <w:rFonts w:ascii="Browallia New" w:hAnsi="Browallia New" w:cs="Browallia New"/>
              </w:rPr>
              <w:t>(5,930)</w:t>
            </w:r>
          </w:p>
        </w:tc>
        <w:tc>
          <w:tcPr>
            <w:tcW w:w="236" w:type="dxa"/>
            <w:tcBorders>
              <w:left w:val="nil"/>
            </w:tcBorders>
            <w:vAlign w:val="bottom"/>
          </w:tcPr>
          <w:p w14:paraId="109E4127" w14:textId="77777777" w:rsidR="007F23AC" w:rsidRPr="005C2BD1" w:rsidRDefault="007F23AC" w:rsidP="007F23AC">
            <w:pPr>
              <w:rPr>
                <w:rFonts w:ascii="Browallia New" w:hAnsi="Browallia New" w:cs="Browallia New"/>
              </w:rPr>
            </w:pPr>
          </w:p>
        </w:tc>
        <w:tc>
          <w:tcPr>
            <w:tcW w:w="1260" w:type="dxa"/>
            <w:tcBorders>
              <w:bottom w:val="single" w:sz="4" w:space="0" w:color="auto"/>
            </w:tcBorders>
          </w:tcPr>
          <w:p w14:paraId="2236414C" w14:textId="50188A68" w:rsidR="007F23AC" w:rsidRPr="00302A9E" w:rsidRDefault="007F23AC" w:rsidP="007F23AC">
            <w:pPr>
              <w:jc w:val="center"/>
              <w:rPr>
                <w:rFonts w:ascii="Browallia New" w:hAnsi="Browallia New" w:cs="Browallia New"/>
                <w:cs/>
                <w:lang w:val="th-TH"/>
              </w:rPr>
            </w:pPr>
            <w:r>
              <w:rPr>
                <w:rFonts w:ascii="Browallia New" w:hAnsi="Browallia New" w:cs="Browallia New" w:hint="cs"/>
                <w:cs/>
                <w:lang w:val="th-TH"/>
              </w:rPr>
              <w:t xml:space="preserve">       -</w:t>
            </w:r>
          </w:p>
        </w:tc>
        <w:tc>
          <w:tcPr>
            <w:tcW w:w="236" w:type="dxa"/>
            <w:tcBorders>
              <w:left w:val="nil"/>
            </w:tcBorders>
            <w:vAlign w:val="bottom"/>
          </w:tcPr>
          <w:p w14:paraId="1673C911" w14:textId="77777777" w:rsidR="007F23AC" w:rsidRPr="005C2BD1" w:rsidRDefault="007F23AC" w:rsidP="007F23AC">
            <w:pPr>
              <w:ind w:right="30"/>
              <w:rPr>
                <w:rFonts w:ascii="Browallia New" w:hAnsi="Browallia New" w:cs="Browallia New"/>
              </w:rPr>
            </w:pPr>
          </w:p>
        </w:tc>
        <w:tc>
          <w:tcPr>
            <w:tcW w:w="1260" w:type="dxa"/>
            <w:tcBorders>
              <w:bottom w:val="single" w:sz="4" w:space="0" w:color="auto"/>
            </w:tcBorders>
          </w:tcPr>
          <w:p w14:paraId="72F55D73" w14:textId="17C62CE6" w:rsidR="007F23AC" w:rsidRPr="004B4F3F" w:rsidDel="00CD32AB" w:rsidRDefault="007F23AC" w:rsidP="007F23AC">
            <w:pPr>
              <w:jc w:val="right"/>
              <w:rPr>
                <w:rFonts w:ascii="Browallia New" w:hAnsi="Browallia New" w:cs="Browallia New"/>
                <w:cs/>
              </w:rPr>
            </w:pPr>
            <w:r>
              <w:rPr>
                <w:rFonts w:ascii="Browallia New" w:hAnsi="Browallia New" w:cs="Browallia New"/>
              </w:rPr>
              <w:t>(5,930)</w:t>
            </w:r>
          </w:p>
        </w:tc>
        <w:tc>
          <w:tcPr>
            <w:tcW w:w="236" w:type="dxa"/>
            <w:vAlign w:val="bottom"/>
          </w:tcPr>
          <w:p w14:paraId="4A0F0188" w14:textId="77777777" w:rsidR="007F23AC" w:rsidRPr="005C2BD1" w:rsidRDefault="007F23AC" w:rsidP="007F23AC">
            <w:pPr>
              <w:pStyle w:val="a5"/>
              <w:ind w:left="-157" w:right="30"/>
              <w:rPr>
                <w:rFonts w:ascii="Browallia New" w:hAnsi="Browallia New" w:cs="Browallia New"/>
                <w:sz w:val="28"/>
                <w:szCs w:val="28"/>
              </w:rPr>
            </w:pPr>
          </w:p>
        </w:tc>
        <w:tc>
          <w:tcPr>
            <w:tcW w:w="1282" w:type="dxa"/>
            <w:tcBorders>
              <w:bottom w:val="single" w:sz="4" w:space="0" w:color="auto"/>
            </w:tcBorders>
          </w:tcPr>
          <w:p w14:paraId="3CBAA8E1" w14:textId="63AAFA39" w:rsidR="007F23AC" w:rsidRPr="00302A9E" w:rsidRDefault="007F23AC" w:rsidP="007F23AC">
            <w:pPr>
              <w:jc w:val="center"/>
              <w:rPr>
                <w:rFonts w:ascii="Browallia New" w:hAnsi="Browallia New" w:cs="Browallia New"/>
                <w:cs/>
                <w:lang w:val="th-TH"/>
              </w:rPr>
            </w:pPr>
            <w:r>
              <w:rPr>
                <w:rFonts w:ascii="Browallia New" w:hAnsi="Browallia New" w:cs="Browallia New" w:hint="cs"/>
                <w:cs/>
                <w:lang w:val="th-TH"/>
              </w:rPr>
              <w:t xml:space="preserve">       -</w:t>
            </w:r>
          </w:p>
        </w:tc>
      </w:tr>
      <w:tr w:rsidR="007F23AC" w:rsidRPr="005C2BD1" w14:paraId="2BE4634E" w14:textId="77777777" w:rsidTr="00623927">
        <w:trPr>
          <w:cantSplit/>
          <w:trHeight w:val="20"/>
        </w:trPr>
        <w:tc>
          <w:tcPr>
            <w:tcW w:w="3249" w:type="dxa"/>
            <w:vAlign w:val="bottom"/>
          </w:tcPr>
          <w:p w14:paraId="40CB169C" w14:textId="04122FD4" w:rsidR="007F23AC" w:rsidRPr="005C2BD1" w:rsidRDefault="007F23AC" w:rsidP="007F23AC">
            <w:pPr>
              <w:tabs>
                <w:tab w:val="left" w:pos="540"/>
              </w:tabs>
              <w:ind w:left="-108"/>
              <w:rPr>
                <w:rFonts w:ascii="Browallia New" w:hAnsi="Browallia New" w:cs="Browallia New"/>
                <w:cs/>
                <w:lang w:val="th-TH"/>
              </w:rPr>
            </w:pPr>
            <w:r>
              <w:rPr>
                <w:rFonts w:ascii="Browallia New" w:hAnsi="Browallia New" w:cs="Browallia New" w:hint="cs"/>
                <w:cs/>
                <w:lang w:val="th-TH"/>
              </w:rPr>
              <w:t>สุทธิ</w:t>
            </w:r>
          </w:p>
        </w:tc>
        <w:tc>
          <w:tcPr>
            <w:tcW w:w="1260" w:type="dxa"/>
            <w:tcBorders>
              <w:top w:val="single" w:sz="4" w:space="0" w:color="auto"/>
              <w:left w:val="nil"/>
              <w:bottom w:val="single" w:sz="12" w:space="0" w:color="auto"/>
            </w:tcBorders>
          </w:tcPr>
          <w:p w14:paraId="4A2F28C7" w14:textId="2809AB2A" w:rsidR="007F23AC" w:rsidRPr="004B4F3F" w:rsidDel="00CD32AB" w:rsidRDefault="007F23AC" w:rsidP="007F23AC">
            <w:pPr>
              <w:jc w:val="right"/>
              <w:rPr>
                <w:rFonts w:ascii="Browallia New" w:hAnsi="Browallia New" w:cs="Browallia New"/>
                <w:cs/>
              </w:rPr>
            </w:pPr>
            <w:r>
              <w:rPr>
                <w:rFonts w:ascii="Browallia New" w:hAnsi="Browallia New" w:cs="Browallia New"/>
              </w:rPr>
              <w:t>1,502,883</w:t>
            </w:r>
          </w:p>
        </w:tc>
        <w:tc>
          <w:tcPr>
            <w:tcW w:w="236" w:type="dxa"/>
            <w:tcBorders>
              <w:left w:val="nil"/>
            </w:tcBorders>
            <w:vAlign w:val="bottom"/>
          </w:tcPr>
          <w:p w14:paraId="0E3C266C" w14:textId="77777777" w:rsidR="007F23AC" w:rsidRPr="005C2BD1" w:rsidRDefault="007F23AC" w:rsidP="007F23AC">
            <w:pPr>
              <w:rPr>
                <w:rFonts w:ascii="Browallia New" w:hAnsi="Browallia New" w:cs="Browallia New"/>
              </w:rPr>
            </w:pPr>
          </w:p>
        </w:tc>
        <w:tc>
          <w:tcPr>
            <w:tcW w:w="1260" w:type="dxa"/>
            <w:tcBorders>
              <w:top w:val="single" w:sz="4" w:space="0" w:color="auto"/>
              <w:bottom w:val="single" w:sz="12" w:space="0" w:color="auto"/>
            </w:tcBorders>
          </w:tcPr>
          <w:p w14:paraId="349AC5B1" w14:textId="5F1125B7" w:rsidR="007F23AC" w:rsidRPr="00302A9E" w:rsidRDefault="007F23AC" w:rsidP="007F23AC">
            <w:pPr>
              <w:jc w:val="right"/>
              <w:rPr>
                <w:rFonts w:ascii="Browallia New" w:hAnsi="Browallia New" w:cs="Browallia New"/>
                <w:cs/>
                <w:lang w:val="th-TH"/>
              </w:rPr>
            </w:pPr>
            <w:r w:rsidRPr="006D76B0">
              <w:rPr>
                <w:rFonts w:ascii="Browallia New" w:hAnsi="Browallia New" w:cs="Browallia New" w:hint="cs"/>
              </w:rPr>
              <w:t>1</w:t>
            </w:r>
            <w:r>
              <w:rPr>
                <w:rFonts w:ascii="Browallia New" w:hAnsi="Browallia New" w:cs="Browallia New" w:hint="cs"/>
                <w:cs/>
                <w:lang w:val="th-TH"/>
              </w:rPr>
              <w:t>,</w:t>
            </w:r>
            <w:r w:rsidRPr="006D76B0">
              <w:rPr>
                <w:rFonts w:ascii="Browallia New" w:hAnsi="Browallia New" w:cs="Browallia New" w:hint="cs"/>
              </w:rPr>
              <w:t>745</w:t>
            </w:r>
            <w:r>
              <w:rPr>
                <w:rFonts w:ascii="Browallia New" w:hAnsi="Browallia New" w:cs="Browallia New" w:hint="cs"/>
                <w:cs/>
                <w:lang w:val="th-TH"/>
              </w:rPr>
              <w:t>,</w:t>
            </w:r>
            <w:r w:rsidRPr="006D76B0">
              <w:rPr>
                <w:rFonts w:ascii="Browallia New" w:hAnsi="Browallia New" w:cs="Browallia New" w:hint="cs"/>
              </w:rPr>
              <w:t>552</w:t>
            </w:r>
          </w:p>
        </w:tc>
        <w:tc>
          <w:tcPr>
            <w:tcW w:w="236" w:type="dxa"/>
            <w:tcBorders>
              <w:left w:val="nil"/>
            </w:tcBorders>
            <w:vAlign w:val="bottom"/>
          </w:tcPr>
          <w:p w14:paraId="309EE394" w14:textId="77777777" w:rsidR="007F23AC" w:rsidRPr="005C2BD1" w:rsidRDefault="007F23AC" w:rsidP="007F23AC">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28B528D5" w:rsidR="007F23AC" w:rsidRPr="004B4F3F" w:rsidDel="00CD32AB" w:rsidRDefault="007F23AC" w:rsidP="007F23AC">
            <w:pPr>
              <w:jc w:val="right"/>
              <w:rPr>
                <w:rFonts w:ascii="Browallia New" w:hAnsi="Browallia New" w:cs="Browallia New"/>
              </w:rPr>
            </w:pPr>
            <w:r>
              <w:rPr>
                <w:rFonts w:ascii="Browallia New" w:hAnsi="Browallia New" w:cs="Browallia New"/>
              </w:rPr>
              <w:t>1,482,578</w:t>
            </w:r>
          </w:p>
        </w:tc>
        <w:tc>
          <w:tcPr>
            <w:tcW w:w="236" w:type="dxa"/>
            <w:vAlign w:val="bottom"/>
          </w:tcPr>
          <w:p w14:paraId="00BA97EF" w14:textId="77777777" w:rsidR="007F23AC" w:rsidRPr="005C2BD1" w:rsidRDefault="007F23AC" w:rsidP="007F23AC">
            <w:pPr>
              <w:pStyle w:val="a5"/>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0509CF83" w:rsidR="007F23AC" w:rsidRPr="00302A9E" w:rsidRDefault="007F23AC" w:rsidP="007F23AC">
            <w:pPr>
              <w:jc w:val="right"/>
              <w:rPr>
                <w:rFonts w:ascii="Browallia New" w:hAnsi="Browallia New" w:cs="Browallia New"/>
                <w:cs/>
                <w:lang w:val="th-TH"/>
              </w:rPr>
            </w:pPr>
            <w:r w:rsidRPr="006D76B0">
              <w:rPr>
                <w:rFonts w:ascii="Browallia New" w:hAnsi="Browallia New" w:cs="Browallia New" w:hint="cs"/>
              </w:rPr>
              <w:t>1</w:t>
            </w:r>
            <w:r>
              <w:rPr>
                <w:rFonts w:ascii="Browallia New" w:hAnsi="Browallia New" w:cs="Browallia New" w:hint="cs"/>
                <w:cs/>
                <w:lang w:val="th-TH"/>
              </w:rPr>
              <w:t>,</w:t>
            </w:r>
            <w:r w:rsidRPr="006D76B0">
              <w:rPr>
                <w:rFonts w:ascii="Browallia New" w:hAnsi="Browallia New" w:cs="Browallia New" w:hint="cs"/>
              </w:rPr>
              <w:t>705</w:t>
            </w:r>
            <w:r>
              <w:rPr>
                <w:rFonts w:ascii="Browallia New" w:hAnsi="Browallia New" w:cs="Browallia New" w:hint="cs"/>
                <w:cs/>
                <w:lang w:val="th-TH"/>
              </w:rPr>
              <w:t>,</w:t>
            </w:r>
            <w:r w:rsidRPr="006D76B0">
              <w:rPr>
                <w:rFonts w:ascii="Browallia New" w:hAnsi="Browallia New" w:cs="Browallia New" w:hint="cs"/>
              </w:rPr>
              <w:t>972</w:t>
            </w:r>
          </w:p>
        </w:tc>
      </w:tr>
    </w:tbl>
    <w:p w14:paraId="52AA851D" w14:textId="5CAE5555" w:rsidR="00444913" w:rsidRDefault="00444913">
      <w:pPr>
        <w:rPr>
          <w:rFonts w:ascii="Browallia New" w:hAnsi="Browallia New" w:cs="Browallia New"/>
        </w:rPr>
      </w:pPr>
    </w:p>
    <w:p w14:paraId="7D197CCA" w14:textId="7FBA4800" w:rsidR="006A0F2F" w:rsidRDefault="006A0F2F" w:rsidP="00BC0AC8">
      <w:pPr>
        <w:ind w:left="374"/>
        <w:jc w:val="thaiDistribute"/>
        <w:rPr>
          <w:rFonts w:ascii="Browallia New" w:hAnsi="Browallia New" w:cs="Browallia New"/>
        </w:rPr>
      </w:pPr>
      <w:r w:rsidRPr="00076B52">
        <w:rPr>
          <w:rFonts w:ascii="Browallia New" w:hAnsi="Browallia New" w:cs="Browallia New"/>
          <w:cs/>
        </w:rPr>
        <w:t>บริษัท</w:t>
      </w:r>
      <w:r>
        <w:rPr>
          <w:rFonts w:ascii="Browallia New" w:hAnsi="Browallia New" w:cs="Browallia New" w:hint="cs"/>
          <w:cs/>
        </w:rPr>
        <w:t>และบริษัทย่อย</w:t>
      </w:r>
      <w:r w:rsidRPr="00076B52">
        <w:rPr>
          <w:rFonts w:ascii="Browallia New" w:hAnsi="Browallia New" w:cs="Browallia New"/>
          <w:cs/>
        </w:rPr>
        <w:t>มีรายการเคล</w:t>
      </w:r>
      <w:r w:rsidR="00A731C7">
        <w:rPr>
          <w:rFonts w:ascii="Browallia New" w:hAnsi="Browallia New" w:cs="Browallia New" w:hint="cs"/>
          <w:cs/>
        </w:rPr>
        <w:t>ื่</w:t>
      </w:r>
      <w:r w:rsidRPr="00076B52">
        <w:rPr>
          <w:rFonts w:ascii="Browallia New" w:hAnsi="Browallia New" w:cs="Browallia New"/>
          <w:cs/>
        </w:rPr>
        <w:t>อนไหวของค่าเผื่อ</w:t>
      </w:r>
      <w:r w:rsidR="00CA736D">
        <w:rPr>
          <w:rFonts w:ascii="Browallia New" w:hAnsi="Browallia New" w:cs="Browallia New" w:hint="cs"/>
          <w:cs/>
        </w:rPr>
        <w:t>การลด</w:t>
      </w:r>
      <w:r w:rsidRPr="00076B52">
        <w:rPr>
          <w:rFonts w:ascii="Browallia New" w:hAnsi="Browallia New" w:cs="Browallia New"/>
          <w:cs/>
        </w:rPr>
        <w:t>มูลค่า</w:t>
      </w:r>
      <w:r w:rsidR="00CA736D">
        <w:rPr>
          <w:rFonts w:ascii="Browallia New" w:hAnsi="Browallia New" w:cs="Browallia New" w:hint="cs"/>
          <w:cs/>
        </w:rPr>
        <w:t>ของ</w:t>
      </w:r>
      <w:r w:rsidRPr="00076B52">
        <w:rPr>
          <w:rFonts w:ascii="Browallia New" w:hAnsi="Browallia New" w:cs="Browallia New"/>
          <w:cs/>
        </w:rPr>
        <w:t>สินค้า</w:t>
      </w:r>
      <w:r w:rsidR="00B50D61">
        <w:rPr>
          <w:rFonts w:ascii="Browallia New" w:hAnsi="Browallia New" w:cs="Browallia New" w:hint="cs"/>
          <w:cs/>
        </w:rPr>
        <w:t>เพิ่มขึ้น</w:t>
      </w:r>
      <w:r w:rsidR="001F44C7" w:rsidRPr="001F44C7">
        <w:rPr>
          <w:rFonts w:ascii="Browallia New" w:hAnsi="Browallia New" w:cs="Browallia New"/>
          <w:cs/>
        </w:rPr>
        <w:t>สำหรับงวด</w:t>
      </w:r>
      <w:r w:rsidR="001F44C7" w:rsidRPr="001F44C7">
        <w:rPr>
          <w:rFonts w:ascii="Browallia New" w:hAnsi="Browallia New" w:cs="Browallia New" w:hint="cs"/>
          <w:cs/>
        </w:rPr>
        <w:t>เก้า</w:t>
      </w:r>
      <w:r w:rsidR="001F44C7" w:rsidRPr="001F44C7">
        <w:rPr>
          <w:rFonts w:ascii="Browallia New" w:hAnsi="Browallia New" w:cs="Browallia New"/>
          <w:cs/>
        </w:rPr>
        <w:t>เดือนสิ้นสุดวันที่</w:t>
      </w:r>
      <w:r w:rsidR="001F44C7" w:rsidRPr="001F44C7">
        <w:rPr>
          <w:rFonts w:ascii="Browallia New" w:hAnsi="Browallia New" w:cs="Browallia New"/>
        </w:rPr>
        <w:t xml:space="preserve"> </w:t>
      </w:r>
      <w:r w:rsidR="00BC0AC8">
        <w:rPr>
          <w:rFonts w:ascii="Browallia New" w:hAnsi="Browallia New" w:cs="Browallia New" w:hint="cs"/>
          <w:cs/>
        </w:rPr>
        <w:t xml:space="preserve">   </w:t>
      </w:r>
      <w:r w:rsidR="001F44C7" w:rsidRPr="001F44C7">
        <w:rPr>
          <w:rFonts w:ascii="Browallia New" w:hAnsi="Browallia New" w:cs="Browallia New"/>
        </w:rPr>
        <w:t>30</w:t>
      </w:r>
      <w:r w:rsidR="001F44C7" w:rsidRPr="001F44C7">
        <w:rPr>
          <w:rFonts w:ascii="Browallia New" w:hAnsi="Browallia New" w:cs="Browallia New" w:hint="cs"/>
          <w:cs/>
        </w:rPr>
        <w:t xml:space="preserve"> </w:t>
      </w:r>
      <w:r w:rsidR="001F44C7" w:rsidRPr="001F44C7">
        <w:rPr>
          <w:rFonts w:ascii="Browallia New" w:hAnsi="Browallia New" w:cs="Browallia New"/>
          <w:cs/>
        </w:rPr>
        <w:t>กันยายน</w:t>
      </w:r>
      <w:r w:rsidR="001D6454" w:rsidRPr="001D6454">
        <w:rPr>
          <w:rFonts w:ascii="Browallia New" w:hAnsi="Browallia New" w:cs="Browallia New"/>
          <w:cs/>
        </w:rPr>
        <w:t xml:space="preserve"> </w:t>
      </w:r>
      <w:r w:rsidRPr="00076B52">
        <w:rPr>
          <w:rFonts w:ascii="Browallia New" w:hAnsi="Browallia New" w:cs="Browallia New"/>
        </w:rPr>
        <w:t>256</w:t>
      </w:r>
      <w:r w:rsidR="00533575">
        <w:rPr>
          <w:rFonts w:ascii="Browallia New" w:hAnsi="Browallia New" w:cs="Browallia New"/>
        </w:rPr>
        <w:t>6</w:t>
      </w:r>
      <w:r w:rsidRPr="00076B52">
        <w:rPr>
          <w:rFonts w:ascii="Browallia New" w:hAnsi="Browallia New" w:cs="Browallia New"/>
          <w:lang w:val="en-GB"/>
        </w:rPr>
        <w:t xml:space="preserve"> </w:t>
      </w:r>
      <w:r w:rsidRPr="00076B52">
        <w:rPr>
          <w:rFonts w:ascii="Browallia New" w:hAnsi="Browallia New" w:cs="Browallia New"/>
          <w:cs/>
        </w:rPr>
        <w:t>ดังต่อไปนี้</w:t>
      </w:r>
    </w:p>
    <w:p w14:paraId="55D53C3B" w14:textId="77777777" w:rsidR="006A0F2F" w:rsidRPr="00B7589C" w:rsidRDefault="006A0F2F" w:rsidP="006A0F2F">
      <w:pPr>
        <w:ind w:left="374"/>
        <w:jc w:val="thaiDistribute"/>
        <w:rPr>
          <w:rFonts w:ascii="Browallia New" w:hAnsi="Browallia New" w:cs="Browallia New"/>
        </w:rPr>
      </w:pPr>
    </w:p>
    <w:p w14:paraId="70747E2B" w14:textId="77777777" w:rsidR="006A0F2F" w:rsidRPr="00076B52" w:rsidRDefault="006A0F2F" w:rsidP="006A0F2F">
      <w:pPr>
        <w:ind w:left="6906" w:firstLine="294"/>
        <w:jc w:val="right"/>
        <w:rPr>
          <w:rFonts w:ascii="Browallia New" w:hAnsi="Browallia New" w:cs="Browallia New"/>
        </w:rPr>
      </w:pPr>
      <w:r w:rsidRPr="00076B52">
        <w:rPr>
          <w:rFonts w:ascii="Browallia New" w:hAnsi="Browallia New" w:cs="Browallia New"/>
          <w:cs/>
        </w:rPr>
        <w:t xml:space="preserve">(หน่วย </w:t>
      </w:r>
      <w:r w:rsidRPr="00076B52">
        <w:rPr>
          <w:rFonts w:ascii="Browallia New" w:hAnsi="Browallia New" w:cs="Browallia New"/>
          <w:lang w:val="en-GB"/>
        </w:rPr>
        <w:t>:</w:t>
      </w:r>
      <w:r w:rsidRPr="00076B52">
        <w:rPr>
          <w:rFonts w:ascii="Browallia New" w:hAnsi="Browallia New" w:cs="Browallia New" w:hint="cs"/>
          <w:cs/>
        </w:rPr>
        <w:t xml:space="preserve"> พัน</w:t>
      </w:r>
      <w:r w:rsidRPr="00076B52">
        <w:rPr>
          <w:rFonts w:ascii="Browallia New" w:hAnsi="Browallia New" w:cs="Browallia New"/>
          <w:cs/>
        </w:rPr>
        <w:t>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076B52" w14:paraId="55ACAB0E" w14:textId="77777777" w:rsidTr="00623927">
        <w:trPr>
          <w:cantSplit/>
          <w:trHeight w:val="258"/>
        </w:trPr>
        <w:tc>
          <w:tcPr>
            <w:tcW w:w="6030" w:type="dxa"/>
          </w:tcPr>
          <w:p w14:paraId="4019368D" w14:textId="77777777" w:rsidR="006A0F2F" w:rsidRPr="00076B52" w:rsidRDefault="006A0F2F" w:rsidP="00EC1B50">
            <w:pPr>
              <w:pStyle w:val="33"/>
              <w:tabs>
                <w:tab w:val="clear" w:pos="360"/>
                <w:tab w:val="clear" w:pos="720"/>
              </w:tabs>
              <w:rPr>
                <w:rFonts w:ascii="Browallia New" w:hAnsi="Browallia New" w:cs="Browallia New"/>
                <w:sz w:val="28"/>
                <w:szCs w:val="28"/>
              </w:rPr>
            </w:pPr>
          </w:p>
        </w:tc>
        <w:tc>
          <w:tcPr>
            <w:tcW w:w="270" w:type="dxa"/>
          </w:tcPr>
          <w:p w14:paraId="224E8DAD" w14:textId="77777777" w:rsidR="006A0F2F" w:rsidRPr="00076B52" w:rsidRDefault="006A0F2F" w:rsidP="00EC1B50">
            <w:pPr>
              <w:ind w:right="-108"/>
              <w:rPr>
                <w:rFonts w:ascii="Browallia New" w:hAnsi="Browallia New" w:cs="Browallia New"/>
                <w:cs/>
              </w:rPr>
            </w:pPr>
          </w:p>
        </w:tc>
        <w:tc>
          <w:tcPr>
            <w:tcW w:w="2745" w:type="dxa"/>
            <w:tcBorders>
              <w:bottom w:val="single" w:sz="4" w:space="0" w:color="auto"/>
            </w:tcBorders>
            <w:vAlign w:val="bottom"/>
          </w:tcPr>
          <w:p w14:paraId="3A9DE024" w14:textId="77777777"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hint="cs"/>
                <w:cs/>
              </w:rPr>
              <w:t>งบการเงินรวมและ</w:t>
            </w:r>
            <w:r>
              <w:rPr>
                <w:rFonts w:ascii="Browallia New" w:hAnsi="Browallia New" w:cs="Browallia New"/>
              </w:rPr>
              <w:br/>
            </w:r>
            <w:r w:rsidRPr="00076B52">
              <w:rPr>
                <w:rFonts w:ascii="Browallia New" w:hAnsi="Browallia New" w:cs="Browallia New"/>
                <w:cs/>
              </w:rPr>
              <w:t>งบการเงินเฉพาะของบริษัท</w:t>
            </w:r>
          </w:p>
        </w:tc>
      </w:tr>
      <w:tr w:rsidR="006A0F2F" w:rsidRPr="00076B52" w14:paraId="12DAE37C" w14:textId="77777777" w:rsidTr="00623927">
        <w:trPr>
          <w:cantSplit/>
          <w:trHeight w:val="258"/>
        </w:trPr>
        <w:tc>
          <w:tcPr>
            <w:tcW w:w="6030" w:type="dxa"/>
          </w:tcPr>
          <w:p w14:paraId="5C2B1A17" w14:textId="77777777" w:rsidR="006A0F2F" w:rsidRPr="00076B52" w:rsidRDefault="006A0F2F" w:rsidP="00EC1B50">
            <w:pPr>
              <w:pStyle w:val="33"/>
              <w:tabs>
                <w:tab w:val="clear" w:pos="360"/>
                <w:tab w:val="clear" w:pos="720"/>
              </w:tabs>
              <w:rPr>
                <w:rFonts w:ascii="Browallia New" w:hAnsi="Browallia New" w:cs="Browallia New"/>
                <w:sz w:val="28"/>
                <w:szCs w:val="28"/>
              </w:rPr>
            </w:pPr>
          </w:p>
        </w:tc>
        <w:tc>
          <w:tcPr>
            <w:tcW w:w="270" w:type="dxa"/>
          </w:tcPr>
          <w:p w14:paraId="7C94D4AB" w14:textId="77777777" w:rsidR="006A0F2F" w:rsidRPr="00076B52" w:rsidRDefault="006A0F2F" w:rsidP="00EC1B50">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53CFDA6A"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rPr>
              <w:t>256</w:t>
            </w:r>
            <w:r w:rsidR="00533575">
              <w:rPr>
                <w:rFonts w:ascii="Browallia New" w:hAnsi="Browallia New" w:cs="Browallia New"/>
              </w:rPr>
              <w:t>6</w:t>
            </w:r>
          </w:p>
        </w:tc>
      </w:tr>
      <w:tr w:rsidR="006A0F2F" w:rsidRPr="00076B52" w14:paraId="25C12826" w14:textId="77777777" w:rsidTr="00623927">
        <w:trPr>
          <w:cantSplit/>
          <w:trHeight w:val="60"/>
        </w:trPr>
        <w:tc>
          <w:tcPr>
            <w:tcW w:w="6030" w:type="dxa"/>
          </w:tcPr>
          <w:p w14:paraId="7255BF38" w14:textId="77777777" w:rsidR="006A0F2F" w:rsidRPr="00076B52" w:rsidRDefault="006A0F2F" w:rsidP="00EC1B50">
            <w:pPr>
              <w:pStyle w:val="33"/>
              <w:tabs>
                <w:tab w:val="clear" w:pos="360"/>
                <w:tab w:val="clear" w:pos="720"/>
              </w:tabs>
              <w:rPr>
                <w:rFonts w:ascii="Browallia New" w:hAnsi="Browallia New" w:cs="Browallia New"/>
                <w:sz w:val="28"/>
                <w:szCs w:val="28"/>
                <w:u w:val="single"/>
                <w:cs/>
              </w:rPr>
            </w:pPr>
          </w:p>
        </w:tc>
        <w:tc>
          <w:tcPr>
            <w:tcW w:w="270" w:type="dxa"/>
          </w:tcPr>
          <w:p w14:paraId="5E95C9DE" w14:textId="77777777" w:rsidR="006A0F2F" w:rsidRPr="00076B52" w:rsidRDefault="006A0F2F" w:rsidP="00EC1B50">
            <w:pPr>
              <w:pStyle w:val="33"/>
              <w:tabs>
                <w:tab w:val="clear" w:pos="360"/>
                <w:tab w:val="clear" w:pos="720"/>
              </w:tabs>
              <w:jc w:val="center"/>
              <w:rPr>
                <w:rFonts w:ascii="Browallia New" w:hAnsi="Browallia New" w:cs="Browallia New"/>
                <w:sz w:val="28"/>
                <w:szCs w:val="28"/>
                <w:lang w:val="en-GB"/>
              </w:rPr>
            </w:pPr>
          </w:p>
        </w:tc>
        <w:tc>
          <w:tcPr>
            <w:tcW w:w="2745" w:type="dxa"/>
          </w:tcPr>
          <w:p w14:paraId="336E33AC" w14:textId="77777777" w:rsidR="006A0F2F" w:rsidRPr="00076B52" w:rsidRDefault="006A0F2F" w:rsidP="00EC1B50">
            <w:pPr>
              <w:pStyle w:val="33"/>
              <w:tabs>
                <w:tab w:val="clear" w:pos="360"/>
                <w:tab w:val="clear" w:pos="720"/>
              </w:tabs>
              <w:jc w:val="center"/>
              <w:rPr>
                <w:rFonts w:ascii="Browallia New" w:hAnsi="Browallia New" w:cs="Browallia New"/>
                <w:sz w:val="28"/>
                <w:szCs w:val="28"/>
                <w:lang w:val="en-GB"/>
              </w:rPr>
            </w:pPr>
          </w:p>
        </w:tc>
      </w:tr>
      <w:tr w:rsidR="006A0F2F" w:rsidRPr="00076B52" w14:paraId="4EA10F85" w14:textId="77777777" w:rsidTr="00623927">
        <w:trPr>
          <w:cantSplit/>
          <w:trHeight w:val="258"/>
        </w:trPr>
        <w:tc>
          <w:tcPr>
            <w:tcW w:w="6030" w:type="dxa"/>
          </w:tcPr>
          <w:p w14:paraId="7E2E0B66" w14:textId="4ACB6300" w:rsidR="006A0F2F" w:rsidRPr="001C00FA" w:rsidRDefault="006A0F2F" w:rsidP="00EC1B50">
            <w:pPr>
              <w:tabs>
                <w:tab w:val="left" w:pos="540"/>
              </w:tabs>
              <w:jc w:val="thaiDistribute"/>
              <w:rPr>
                <w:rFonts w:ascii="Browallia New" w:hAnsi="Browallia New" w:cs="Browallia New"/>
              </w:rPr>
            </w:pPr>
            <w:r w:rsidRPr="00076B52">
              <w:rPr>
                <w:rFonts w:ascii="Browallia New" w:hAnsi="Browallia New" w:cs="Browallia New" w:hint="cs"/>
                <w:cs/>
                <w:lang w:val="en-GB"/>
              </w:rPr>
              <w:t xml:space="preserve">ยอดคงเหลือ ณ วันที่ </w:t>
            </w:r>
            <w:r w:rsidRPr="00076B52">
              <w:rPr>
                <w:rFonts w:ascii="Browallia New" w:hAnsi="Browallia New" w:cs="Browallia New"/>
              </w:rPr>
              <w:t>1</w:t>
            </w:r>
            <w:r w:rsidRPr="00076B52">
              <w:rPr>
                <w:rFonts w:ascii="Browallia New" w:hAnsi="Browallia New" w:cs="Browallia New"/>
                <w:lang w:val="en-GB"/>
              </w:rPr>
              <w:t xml:space="preserve"> </w:t>
            </w:r>
            <w:r w:rsidRPr="00076B52">
              <w:rPr>
                <w:rFonts w:ascii="Browallia New" w:hAnsi="Browallia New" w:cs="Browallia New" w:hint="cs"/>
                <w:cs/>
                <w:lang w:val="en-GB"/>
              </w:rPr>
              <w:t>มกราคม</w:t>
            </w:r>
            <w:r w:rsidRPr="00076B52">
              <w:rPr>
                <w:rFonts w:ascii="Browallia New" w:hAnsi="Browallia New" w:cs="Browallia New"/>
                <w:cs/>
                <w:lang w:val="en-GB"/>
              </w:rPr>
              <w:t xml:space="preserve"> </w:t>
            </w:r>
            <w:r>
              <w:rPr>
                <w:rFonts w:ascii="Browallia New" w:hAnsi="Browallia New" w:cs="Browallia New"/>
              </w:rPr>
              <w:t>256</w:t>
            </w:r>
            <w:r w:rsidR="00533575">
              <w:rPr>
                <w:rFonts w:ascii="Browallia New" w:hAnsi="Browallia New" w:cs="Browallia New"/>
              </w:rPr>
              <w:t>6</w:t>
            </w:r>
          </w:p>
        </w:tc>
        <w:tc>
          <w:tcPr>
            <w:tcW w:w="270" w:type="dxa"/>
          </w:tcPr>
          <w:p w14:paraId="477840D7" w14:textId="77777777" w:rsidR="006A0F2F" w:rsidRPr="00076B52" w:rsidRDefault="006A0F2F" w:rsidP="00EC1B50">
            <w:pPr>
              <w:jc w:val="right"/>
              <w:rPr>
                <w:rFonts w:ascii="Browallia New" w:hAnsi="Browallia New" w:cs="Browallia New"/>
                <w:cs/>
              </w:rPr>
            </w:pPr>
          </w:p>
        </w:tc>
        <w:tc>
          <w:tcPr>
            <w:tcW w:w="2745" w:type="dxa"/>
          </w:tcPr>
          <w:p w14:paraId="6B5C4A73" w14:textId="05022FF5" w:rsidR="006A0F2F" w:rsidRPr="00076B52" w:rsidRDefault="00867AFF" w:rsidP="00623927">
            <w:pPr>
              <w:jc w:val="center"/>
              <w:rPr>
                <w:rFonts w:ascii="Browallia New" w:hAnsi="Browallia New" w:cs="Browallia New"/>
              </w:rPr>
            </w:pPr>
            <w:r w:rsidRPr="001B4A92">
              <w:rPr>
                <w:rFonts w:ascii="Browallia New" w:hAnsi="Browallia New" w:cs="Browallia New" w:hint="cs"/>
                <w:cs/>
                <w:lang w:val="th-TH"/>
              </w:rPr>
              <w:t xml:space="preserve">   </w:t>
            </w:r>
            <w:r w:rsidR="00A16857">
              <w:rPr>
                <w:rFonts w:ascii="Browallia New" w:hAnsi="Browallia New" w:cs="Browallia New" w:hint="cs"/>
                <w:cs/>
                <w:lang w:val="th-TH"/>
              </w:rPr>
              <w:t xml:space="preserve">                         </w:t>
            </w:r>
            <w:r w:rsidRPr="001B4A92">
              <w:rPr>
                <w:rFonts w:ascii="Browallia New" w:hAnsi="Browallia New" w:cs="Browallia New" w:hint="cs"/>
                <w:cs/>
                <w:lang w:val="th-TH"/>
              </w:rPr>
              <w:t xml:space="preserve">    -</w:t>
            </w:r>
          </w:p>
        </w:tc>
      </w:tr>
      <w:tr w:rsidR="006A0F2F" w:rsidRPr="00076B52" w14:paraId="712407CD" w14:textId="77777777" w:rsidTr="00623927">
        <w:trPr>
          <w:cantSplit/>
          <w:trHeight w:val="258"/>
        </w:trPr>
        <w:tc>
          <w:tcPr>
            <w:tcW w:w="6030" w:type="dxa"/>
          </w:tcPr>
          <w:p w14:paraId="13DD30F8" w14:textId="4B0D46A1" w:rsidR="006A0F2F" w:rsidRPr="00076B52" w:rsidRDefault="00F740BD" w:rsidP="00EC1B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Pr>
                <w:rFonts w:ascii="Browallia New" w:hAnsi="Browallia New" w:cs="Browallia New" w:hint="cs"/>
                <w:cs/>
              </w:rPr>
              <w:t>เพิ่มขึ้น</w:t>
            </w:r>
          </w:p>
        </w:tc>
        <w:tc>
          <w:tcPr>
            <w:tcW w:w="270" w:type="dxa"/>
          </w:tcPr>
          <w:p w14:paraId="27AC50CB" w14:textId="77777777" w:rsidR="006A0F2F" w:rsidRPr="00076B52" w:rsidRDefault="006A0F2F" w:rsidP="00EC1B50">
            <w:pPr>
              <w:jc w:val="right"/>
              <w:rPr>
                <w:rFonts w:ascii="Browallia New" w:hAnsi="Browallia New" w:cs="Browallia New"/>
              </w:rPr>
            </w:pPr>
          </w:p>
        </w:tc>
        <w:tc>
          <w:tcPr>
            <w:tcW w:w="2745" w:type="dxa"/>
            <w:tcBorders>
              <w:bottom w:val="single" w:sz="4" w:space="0" w:color="auto"/>
            </w:tcBorders>
          </w:tcPr>
          <w:p w14:paraId="18A44627" w14:textId="12DDC39C" w:rsidR="006A0F2F" w:rsidRPr="00076B52" w:rsidRDefault="00030284" w:rsidP="00867AFF">
            <w:pPr>
              <w:jc w:val="right"/>
              <w:rPr>
                <w:rFonts w:ascii="Browallia New" w:hAnsi="Browallia New" w:cs="Browallia New"/>
              </w:rPr>
            </w:pPr>
            <w:r>
              <w:rPr>
                <w:rFonts w:ascii="Browallia New" w:hAnsi="Browallia New" w:cs="Browallia New"/>
              </w:rPr>
              <w:t>5,930</w:t>
            </w:r>
          </w:p>
        </w:tc>
      </w:tr>
      <w:tr w:rsidR="006A0F2F" w:rsidRPr="00076B52" w14:paraId="4A49EC09" w14:textId="77777777" w:rsidTr="00623927">
        <w:trPr>
          <w:cantSplit/>
          <w:trHeight w:val="247"/>
        </w:trPr>
        <w:tc>
          <w:tcPr>
            <w:tcW w:w="6030" w:type="dxa"/>
          </w:tcPr>
          <w:p w14:paraId="0E4C482D" w14:textId="4652C4FA" w:rsidR="006A0F2F" w:rsidRPr="00076B52" w:rsidRDefault="006A0F2F" w:rsidP="00EC1B50">
            <w:pPr>
              <w:tabs>
                <w:tab w:val="left" w:pos="540"/>
              </w:tabs>
              <w:jc w:val="thaiDistribute"/>
              <w:rPr>
                <w:rFonts w:ascii="Browallia New" w:hAnsi="Browallia New" w:cs="Browallia New"/>
                <w:lang w:val="en-GB"/>
              </w:rPr>
            </w:pPr>
            <w:r w:rsidRPr="00076B52">
              <w:rPr>
                <w:rFonts w:ascii="Browallia New" w:hAnsi="Browallia New" w:cs="Browallia New"/>
                <w:cs/>
                <w:lang w:val="en-GB"/>
              </w:rPr>
              <w:t xml:space="preserve">ยอดคงเหลือ ณ วันที่ </w:t>
            </w:r>
            <w:r w:rsidR="001F44C7" w:rsidRPr="001F44C7">
              <w:rPr>
                <w:rFonts w:ascii="Browallia New" w:hAnsi="Browallia New" w:cs="Browallia New"/>
              </w:rPr>
              <w:t>30</w:t>
            </w:r>
            <w:r w:rsidR="001F44C7" w:rsidRPr="001F44C7">
              <w:rPr>
                <w:rFonts w:ascii="Browallia New" w:hAnsi="Browallia New" w:cs="Browallia New" w:hint="cs"/>
                <w:cs/>
              </w:rPr>
              <w:t xml:space="preserve"> </w:t>
            </w:r>
            <w:r w:rsidR="001F44C7" w:rsidRPr="001F44C7">
              <w:rPr>
                <w:rFonts w:ascii="Browallia New" w:hAnsi="Browallia New" w:cs="Browallia New"/>
                <w:cs/>
              </w:rPr>
              <w:t xml:space="preserve">กันยายน </w:t>
            </w:r>
            <w:r>
              <w:rPr>
                <w:rFonts w:ascii="Browallia New" w:hAnsi="Browallia New" w:cs="Browallia New"/>
              </w:rPr>
              <w:t>256</w:t>
            </w:r>
            <w:r w:rsidR="002F06AA">
              <w:rPr>
                <w:rFonts w:ascii="Browallia New" w:hAnsi="Browallia New" w:cs="Browallia New"/>
              </w:rPr>
              <w:t>6</w:t>
            </w:r>
          </w:p>
        </w:tc>
        <w:tc>
          <w:tcPr>
            <w:tcW w:w="270" w:type="dxa"/>
          </w:tcPr>
          <w:p w14:paraId="1F798DD6" w14:textId="77777777" w:rsidR="006A0F2F" w:rsidRPr="00076B52" w:rsidRDefault="006A0F2F" w:rsidP="00EC1B50">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7366F43D" w:rsidR="006A0F2F" w:rsidRPr="00076B52" w:rsidRDefault="00703C20" w:rsidP="00623927">
            <w:pPr>
              <w:jc w:val="right"/>
              <w:rPr>
                <w:rFonts w:ascii="Browallia New" w:hAnsi="Browallia New" w:cs="Browallia New"/>
              </w:rPr>
            </w:pPr>
            <w:r>
              <w:rPr>
                <w:rFonts w:ascii="Browallia New" w:hAnsi="Browallia New" w:cs="Browallia New"/>
              </w:rPr>
              <w:t>5,930</w:t>
            </w:r>
          </w:p>
        </w:tc>
      </w:tr>
    </w:tbl>
    <w:p w14:paraId="10F0F448" w14:textId="77777777" w:rsidR="006A0F2F" w:rsidRDefault="006A0F2F" w:rsidP="006A0F2F">
      <w:pPr>
        <w:tabs>
          <w:tab w:val="left" w:pos="7655"/>
          <w:tab w:val="left" w:pos="7797"/>
          <w:tab w:val="left" w:pos="7938"/>
        </w:tabs>
        <w:ind w:left="387"/>
        <w:jc w:val="thaiDistribute"/>
        <w:rPr>
          <w:rFonts w:ascii="Browallia New" w:hAnsi="Browallia New" w:cs="Browallia New"/>
          <w:lang w:val="en-GB"/>
        </w:rPr>
      </w:pPr>
    </w:p>
    <w:p w14:paraId="06D82DED" w14:textId="56F34DB5" w:rsidR="006A0F2F" w:rsidRPr="00C41DA7" w:rsidRDefault="006A0F2F" w:rsidP="001F44C7">
      <w:pPr>
        <w:tabs>
          <w:tab w:val="left" w:pos="7655"/>
          <w:tab w:val="left" w:pos="7797"/>
          <w:tab w:val="left" w:pos="7938"/>
        </w:tabs>
        <w:ind w:left="378"/>
        <w:jc w:val="thaiDistribute"/>
        <w:rPr>
          <w:rFonts w:ascii="Browallia New" w:hAnsi="Browallia New" w:cs="Browallia New"/>
        </w:rPr>
      </w:pPr>
      <w:r w:rsidRPr="00296343">
        <w:rPr>
          <w:rFonts w:ascii="Browallia New" w:hAnsi="Browallia New" w:cs="Browallia New"/>
          <w:cs/>
          <w:lang w:val="en-GB"/>
        </w:rPr>
        <w:t>ต้นทุนสินค้าที่บันทึกเป็นค่าใช้จ่าย</w:t>
      </w:r>
      <w:r w:rsidR="001F44C7" w:rsidRPr="001F44C7">
        <w:rPr>
          <w:rFonts w:ascii="Browallia New" w:hAnsi="Browallia New" w:cs="Browallia New"/>
          <w:cs/>
          <w:lang w:val="en-GB"/>
        </w:rPr>
        <w:t>สำหรับงวด</w:t>
      </w:r>
      <w:r w:rsidR="001F44C7" w:rsidRPr="001F44C7">
        <w:rPr>
          <w:rFonts w:ascii="Browallia New" w:hAnsi="Browallia New" w:cs="Browallia New" w:hint="cs"/>
          <w:cs/>
          <w:lang w:val="en-GB"/>
        </w:rPr>
        <w:t>เก้า</w:t>
      </w:r>
      <w:r w:rsidR="001F44C7" w:rsidRPr="001F44C7">
        <w:rPr>
          <w:rFonts w:ascii="Browallia New" w:hAnsi="Browallia New" w:cs="Browallia New"/>
          <w:cs/>
          <w:lang w:val="en-GB"/>
        </w:rPr>
        <w:t>เดือนสิ้นสุดวันที่</w:t>
      </w:r>
      <w:r w:rsidR="001F44C7" w:rsidRPr="001F44C7">
        <w:rPr>
          <w:rFonts w:ascii="Browallia New" w:hAnsi="Browallia New" w:cs="Browallia New"/>
        </w:rPr>
        <w:t xml:space="preserve"> 30</w:t>
      </w:r>
      <w:r w:rsidR="001F44C7" w:rsidRPr="001F44C7">
        <w:rPr>
          <w:rFonts w:ascii="Browallia New" w:hAnsi="Browallia New" w:cs="Browallia New" w:hint="cs"/>
          <w:cs/>
          <w:lang w:val="en-GB"/>
        </w:rPr>
        <w:t xml:space="preserve"> </w:t>
      </w:r>
      <w:r w:rsidR="001F44C7" w:rsidRPr="001F44C7">
        <w:rPr>
          <w:rFonts w:ascii="Browallia New" w:hAnsi="Browallia New" w:cs="Browallia New"/>
          <w:cs/>
          <w:lang w:val="en-GB"/>
        </w:rPr>
        <w:t xml:space="preserve">กันยายน </w:t>
      </w:r>
      <w:r w:rsidR="00795836">
        <w:rPr>
          <w:rFonts w:ascii="Browallia New" w:hAnsi="Browallia New" w:cs="Browallia New"/>
        </w:rPr>
        <w:t xml:space="preserve">2566 </w:t>
      </w:r>
      <w:r w:rsidRPr="00296343">
        <w:rPr>
          <w:rFonts w:ascii="Browallia New" w:hAnsi="Browallia New" w:cs="Browallia New"/>
          <w:cs/>
          <w:lang w:val="en-GB"/>
        </w:rPr>
        <w:t xml:space="preserve">และ </w:t>
      </w:r>
      <w:r w:rsidRPr="00296343">
        <w:rPr>
          <w:rFonts w:ascii="Browallia New" w:hAnsi="Browallia New" w:cs="Browallia New"/>
        </w:rPr>
        <w:t>256</w:t>
      </w:r>
      <w:r w:rsidR="00795836">
        <w:rPr>
          <w:rFonts w:ascii="Browallia New" w:hAnsi="Browallia New" w:cs="Browallia New"/>
        </w:rPr>
        <w:t>5</w:t>
      </w:r>
      <w:r w:rsidRPr="00296343">
        <w:rPr>
          <w:rFonts w:ascii="Browallia New" w:hAnsi="Browallia New" w:cs="Browallia New"/>
          <w:lang w:val="en-GB"/>
        </w:rPr>
        <w:t xml:space="preserve"> </w:t>
      </w:r>
      <w:r w:rsidRPr="00296343">
        <w:rPr>
          <w:rFonts w:ascii="Browallia New" w:hAnsi="Browallia New" w:cs="Browallia New"/>
          <w:cs/>
          <w:lang w:val="en-GB"/>
        </w:rPr>
        <w:t>มีดังนี้</w:t>
      </w:r>
    </w:p>
    <w:p w14:paraId="2E668051" w14:textId="77777777" w:rsidR="006A0F2F" w:rsidRPr="00623927"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EE353C" w14:paraId="5CB70A65" w14:textId="77777777" w:rsidTr="00623927">
        <w:trPr>
          <w:cantSplit/>
        </w:trPr>
        <w:tc>
          <w:tcPr>
            <w:tcW w:w="3636" w:type="dxa"/>
          </w:tcPr>
          <w:p w14:paraId="2D556524" w14:textId="77777777" w:rsidR="006A0F2F" w:rsidRPr="00EE353C" w:rsidRDefault="006A0F2F" w:rsidP="00EC1B50">
            <w:pPr>
              <w:pStyle w:val="3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EE353C" w:rsidRDefault="006A0F2F" w:rsidP="00EC1B5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EE353C" w:rsidRDefault="006A0F2F" w:rsidP="00EC1B50">
            <w:pPr>
              <w:pStyle w:val="3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EE353C" w:rsidRDefault="006A0F2F" w:rsidP="00EC1B50">
            <w:pPr>
              <w:pStyle w:val="33"/>
              <w:tabs>
                <w:tab w:val="clear" w:pos="360"/>
                <w:tab w:val="clear" w:pos="720"/>
              </w:tabs>
              <w:jc w:val="right"/>
              <w:rPr>
                <w:rFonts w:ascii="Browallia New" w:hAnsi="Browallia New" w:cs="Browallia New"/>
                <w:sz w:val="28"/>
                <w:szCs w:val="28"/>
              </w:rPr>
            </w:pPr>
            <w:r w:rsidRPr="00EE353C">
              <w:rPr>
                <w:rFonts w:ascii="Browallia New" w:hAnsi="Browallia New" w:cs="Browallia New"/>
                <w:sz w:val="28"/>
                <w:szCs w:val="28"/>
              </w:rPr>
              <w:t>(</w:t>
            </w:r>
            <w:r w:rsidRPr="00EE353C">
              <w:rPr>
                <w:rFonts w:ascii="Browallia New" w:hAnsi="Browallia New" w:cs="Browallia New"/>
                <w:sz w:val="28"/>
                <w:szCs w:val="28"/>
                <w:cs/>
              </w:rPr>
              <w:t xml:space="preserve">หน่วย </w:t>
            </w:r>
            <w:r w:rsidRPr="00EE353C">
              <w:rPr>
                <w:rFonts w:ascii="Browallia New" w:hAnsi="Browallia New" w:cs="Browallia New"/>
                <w:sz w:val="28"/>
                <w:szCs w:val="28"/>
                <w:lang w:val="en-GB"/>
              </w:rPr>
              <w:t>:</w:t>
            </w:r>
            <w:r w:rsidRPr="00EE353C">
              <w:rPr>
                <w:rFonts w:ascii="Browallia New" w:hAnsi="Browallia New" w:cs="Browallia New"/>
                <w:sz w:val="28"/>
                <w:szCs w:val="28"/>
                <w:cs/>
                <w:lang w:val="en-GB"/>
              </w:rPr>
              <w:t xml:space="preserve"> พัน</w:t>
            </w:r>
            <w:r w:rsidRPr="00EE353C">
              <w:rPr>
                <w:rFonts w:ascii="Browallia New" w:hAnsi="Browallia New" w:cs="Browallia New"/>
                <w:sz w:val="28"/>
                <w:szCs w:val="28"/>
                <w:cs/>
              </w:rPr>
              <w:t>บาท)</w:t>
            </w:r>
          </w:p>
        </w:tc>
      </w:tr>
      <w:tr w:rsidR="006A0F2F" w:rsidRPr="00EE353C" w14:paraId="5FF82EB0" w14:textId="77777777" w:rsidTr="00623927">
        <w:trPr>
          <w:cantSplit/>
        </w:trPr>
        <w:tc>
          <w:tcPr>
            <w:tcW w:w="3636" w:type="dxa"/>
          </w:tcPr>
          <w:p w14:paraId="7516B515" w14:textId="77777777" w:rsidR="006A0F2F" w:rsidRPr="00EE353C" w:rsidRDefault="006A0F2F" w:rsidP="00EC1B50">
            <w:pPr>
              <w:pStyle w:val="33"/>
              <w:tabs>
                <w:tab w:val="clear" w:pos="360"/>
                <w:tab w:val="clear" w:pos="720"/>
              </w:tabs>
              <w:jc w:val="center"/>
              <w:rPr>
                <w:rFonts w:ascii="Browallia New" w:hAnsi="Browallia New" w:cs="Browallia New"/>
                <w:sz w:val="28"/>
                <w:szCs w:val="28"/>
              </w:rPr>
            </w:pPr>
            <w:r w:rsidRPr="00EE353C">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77777777" w:rsidR="006A0F2F" w:rsidRPr="00EE353C" w:rsidRDefault="006A0F2F" w:rsidP="00EC1B50">
            <w:pPr>
              <w:jc w:val="center"/>
              <w:rPr>
                <w:rFonts w:ascii="Browallia New" w:hAnsi="Browallia New" w:cs="Browallia New"/>
              </w:rPr>
            </w:pPr>
            <w:r w:rsidRPr="00EE353C">
              <w:rPr>
                <w:rFonts w:ascii="Browallia New" w:hAnsi="Browallia New" w:cs="Browallia New"/>
                <w:cs/>
              </w:rPr>
              <w:t>งบการเงินรวม</w:t>
            </w:r>
          </w:p>
        </w:tc>
        <w:tc>
          <w:tcPr>
            <w:tcW w:w="236" w:type="dxa"/>
            <w:tcBorders>
              <w:left w:val="nil"/>
            </w:tcBorders>
          </w:tcPr>
          <w:p w14:paraId="0FE3EED3" w14:textId="77777777" w:rsidR="006A0F2F" w:rsidRPr="00EE353C" w:rsidRDefault="006A0F2F" w:rsidP="00EC1B50">
            <w:pPr>
              <w:ind w:right="72"/>
              <w:rPr>
                <w:rFonts w:ascii="Browallia New" w:hAnsi="Browallia New" w:cs="Browallia New"/>
              </w:rPr>
            </w:pPr>
          </w:p>
        </w:tc>
        <w:tc>
          <w:tcPr>
            <w:tcW w:w="2633" w:type="dxa"/>
            <w:gridSpan w:val="3"/>
            <w:tcBorders>
              <w:bottom w:val="single" w:sz="4" w:space="0" w:color="auto"/>
            </w:tcBorders>
          </w:tcPr>
          <w:p w14:paraId="364DC12A" w14:textId="77777777" w:rsidR="006A0F2F" w:rsidRPr="00EE353C" w:rsidRDefault="006A0F2F" w:rsidP="00EC1B50">
            <w:pPr>
              <w:ind w:right="72"/>
              <w:jc w:val="center"/>
              <w:rPr>
                <w:rFonts w:ascii="Browallia New" w:hAnsi="Browallia New" w:cs="Browallia New"/>
              </w:rPr>
            </w:pPr>
            <w:r w:rsidRPr="00EE353C">
              <w:rPr>
                <w:rFonts w:ascii="Browallia New" w:hAnsi="Browallia New" w:cs="Browallia New"/>
                <w:cs/>
              </w:rPr>
              <w:t>งบการเงินเฉพาะของบริษัท</w:t>
            </w:r>
          </w:p>
        </w:tc>
      </w:tr>
      <w:tr w:rsidR="006A0F2F" w:rsidRPr="00EE353C" w14:paraId="250B73B3" w14:textId="77777777" w:rsidTr="00623927">
        <w:trPr>
          <w:cantSplit/>
        </w:trPr>
        <w:tc>
          <w:tcPr>
            <w:tcW w:w="3636" w:type="dxa"/>
          </w:tcPr>
          <w:p w14:paraId="4F240C40" w14:textId="77777777" w:rsidR="006A0F2F" w:rsidRPr="00EE353C" w:rsidRDefault="006A0F2F" w:rsidP="00EC1B50">
            <w:pPr>
              <w:pStyle w:val="3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7684DC22" w:rsidR="006A0F2F" w:rsidRPr="00EE353C" w:rsidRDefault="006A0F2F" w:rsidP="00EC1B50">
            <w:pPr>
              <w:ind w:left="-105" w:right="-108"/>
              <w:jc w:val="center"/>
              <w:rPr>
                <w:rFonts w:ascii="Browallia New" w:hAnsi="Browallia New" w:cs="Browallia New"/>
              </w:rPr>
            </w:pPr>
            <w:r w:rsidRPr="00EE353C">
              <w:rPr>
                <w:rFonts w:ascii="Browallia New" w:hAnsi="Browallia New" w:cs="Browallia New"/>
              </w:rPr>
              <w:t>256</w:t>
            </w:r>
            <w:r w:rsidR="00DE7CB0" w:rsidRPr="00EE353C">
              <w:rPr>
                <w:rFonts w:ascii="Browallia New" w:hAnsi="Browallia New" w:cs="Browallia New"/>
              </w:rPr>
              <w:t>6</w:t>
            </w:r>
          </w:p>
        </w:tc>
        <w:tc>
          <w:tcPr>
            <w:tcW w:w="236" w:type="dxa"/>
            <w:tcBorders>
              <w:top w:val="single" w:sz="4" w:space="0" w:color="auto"/>
              <w:left w:val="nil"/>
            </w:tcBorders>
            <w:vAlign w:val="bottom"/>
          </w:tcPr>
          <w:p w14:paraId="7A0FE992" w14:textId="77777777" w:rsidR="006A0F2F" w:rsidRPr="00EE353C" w:rsidRDefault="006A0F2F" w:rsidP="00EC1B50">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73385910" w:rsidR="006A0F2F" w:rsidRPr="00EE353C" w:rsidRDefault="006A0F2F" w:rsidP="00EC1B50">
            <w:pPr>
              <w:ind w:left="-105" w:right="-108"/>
              <w:jc w:val="center"/>
              <w:rPr>
                <w:rFonts w:ascii="Browallia New" w:hAnsi="Browallia New" w:cs="Browallia New"/>
              </w:rPr>
            </w:pPr>
            <w:r w:rsidRPr="00EE353C">
              <w:rPr>
                <w:rFonts w:ascii="Browallia New" w:hAnsi="Browallia New" w:cs="Browallia New"/>
              </w:rPr>
              <w:t>256</w:t>
            </w:r>
            <w:r w:rsidR="00DE7CB0" w:rsidRPr="00EE353C">
              <w:rPr>
                <w:rFonts w:ascii="Browallia New" w:hAnsi="Browallia New" w:cs="Browallia New"/>
              </w:rPr>
              <w:t>5</w:t>
            </w:r>
          </w:p>
        </w:tc>
        <w:tc>
          <w:tcPr>
            <w:tcW w:w="236" w:type="dxa"/>
            <w:tcBorders>
              <w:left w:val="nil"/>
            </w:tcBorders>
          </w:tcPr>
          <w:p w14:paraId="0D43D162" w14:textId="77777777" w:rsidR="006A0F2F" w:rsidRPr="00EE353C" w:rsidRDefault="006A0F2F" w:rsidP="00EC1B50">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3DC75CD" w:rsidR="006A0F2F" w:rsidRPr="00EE353C" w:rsidRDefault="006A0F2F" w:rsidP="00EC1B50">
            <w:pPr>
              <w:ind w:left="-105" w:right="-108"/>
              <w:jc w:val="center"/>
              <w:rPr>
                <w:rFonts w:ascii="Browallia New" w:hAnsi="Browallia New" w:cs="Browallia New"/>
              </w:rPr>
            </w:pPr>
            <w:r w:rsidRPr="00EE353C">
              <w:rPr>
                <w:rFonts w:ascii="Browallia New" w:hAnsi="Browallia New" w:cs="Browallia New"/>
              </w:rPr>
              <w:t>256</w:t>
            </w:r>
            <w:r w:rsidR="00DE7CB0" w:rsidRPr="00EE353C">
              <w:rPr>
                <w:rFonts w:ascii="Browallia New" w:hAnsi="Browallia New" w:cs="Browallia New"/>
              </w:rPr>
              <w:t>6</w:t>
            </w:r>
          </w:p>
        </w:tc>
        <w:tc>
          <w:tcPr>
            <w:tcW w:w="236" w:type="dxa"/>
            <w:tcBorders>
              <w:top w:val="single" w:sz="4" w:space="0" w:color="auto"/>
            </w:tcBorders>
            <w:vAlign w:val="bottom"/>
          </w:tcPr>
          <w:p w14:paraId="72575D5F" w14:textId="77777777" w:rsidR="006A0F2F" w:rsidRPr="00EE353C" w:rsidRDefault="006A0F2F" w:rsidP="00EC1B50">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57629A70" w:rsidR="006A0F2F" w:rsidRPr="00EE353C" w:rsidRDefault="006A0F2F" w:rsidP="00EC1B50">
            <w:pPr>
              <w:ind w:left="-105" w:right="-108"/>
              <w:jc w:val="center"/>
              <w:rPr>
                <w:rFonts w:ascii="Browallia New" w:hAnsi="Browallia New" w:cs="Browallia New"/>
              </w:rPr>
            </w:pPr>
            <w:r w:rsidRPr="00EE353C">
              <w:rPr>
                <w:rFonts w:ascii="Browallia New" w:hAnsi="Browallia New" w:cs="Browallia New"/>
              </w:rPr>
              <w:t>256</w:t>
            </w:r>
            <w:r w:rsidR="00DE7CB0" w:rsidRPr="00EE353C">
              <w:rPr>
                <w:rFonts w:ascii="Browallia New" w:hAnsi="Browallia New" w:cs="Browallia New"/>
              </w:rPr>
              <w:t>5</w:t>
            </w:r>
          </w:p>
        </w:tc>
      </w:tr>
      <w:tr w:rsidR="006A0F2F" w:rsidRPr="00EE353C" w14:paraId="5F1C18A3" w14:textId="77777777" w:rsidTr="00623927">
        <w:trPr>
          <w:cantSplit/>
          <w:trHeight w:val="368"/>
        </w:trPr>
        <w:tc>
          <w:tcPr>
            <w:tcW w:w="3636" w:type="dxa"/>
            <w:vAlign w:val="bottom"/>
          </w:tcPr>
          <w:p w14:paraId="43625F43" w14:textId="77777777" w:rsidR="006A0F2F" w:rsidRPr="00EE353C" w:rsidRDefault="006A0F2F" w:rsidP="00EC1B50">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EE353C" w:rsidRDefault="006A0F2F" w:rsidP="00EC1B50">
            <w:pPr>
              <w:jc w:val="right"/>
              <w:rPr>
                <w:rFonts w:ascii="Browallia New" w:hAnsi="Browallia New" w:cs="Browallia New"/>
                <w:sz w:val="20"/>
                <w:szCs w:val="20"/>
              </w:rPr>
            </w:pPr>
          </w:p>
        </w:tc>
        <w:tc>
          <w:tcPr>
            <w:tcW w:w="236" w:type="dxa"/>
            <w:tcBorders>
              <w:left w:val="nil"/>
            </w:tcBorders>
          </w:tcPr>
          <w:p w14:paraId="40AAAC3F" w14:textId="77777777" w:rsidR="006A0F2F" w:rsidRPr="00EE353C" w:rsidRDefault="006A0F2F" w:rsidP="00EC1B50">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EE353C" w:rsidRDefault="006A0F2F" w:rsidP="00EC1B50">
            <w:pPr>
              <w:jc w:val="right"/>
              <w:rPr>
                <w:rFonts w:ascii="Browallia New" w:hAnsi="Browallia New" w:cs="Browallia New"/>
                <w:sz w:val="20"/>
                <w:szCs w:val="20"/>
              </w:rPr>
            </w:pPr>
          </w:p>
        </w:tc>
        <w:tc>
          <w:tcPr>
            <w:tcW w:w="236" w:type="dxa"/>
            <w:tcBorders>
              <w:left w:val="nil"/>
            </w:tcBorders>
          </w:tcPr>
          <w:p w14:paraId="5C4BDE77" w14:textId="77777777" w:rsidR="006A0F2F" w:rsidRPr="00EE353C" w:rsidRDefault="006A0F2F" w:rsidP="00EC1B50">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EE353C" w:rsidRDefault="006A0F2F" w:rsidP="00EC1B50">
            <w:pPr>
              <w:jc w:val="right"/>
              <w:rPr>
                <w:rFonts w:ascii="Browallia New" w:hAnsi="Browallia New" w:cs="Browallia New"/>
                <w:sz w:val="20"/>
                <w:szCs w:val="20"/>
              </w:rPr>
            </w:pPr>
          </w:p>
        </w:tc>
        <w:tc>
          <w:tcPr>
            <w:tcW w:w="236" w:type="dxa"/>
          </w:tcPr>
          <w:p w14:paraId="21A04E74" w14:textId="77777777" w:rsidR="006A0F2F" w:rsidRPr="00EE353C" w:rsidRDefault="006A0F2F" w:rsidP="00EC1B50">
            <w:pPr>
              <w:pStyle w:val="a5"/>
              <w:ind w:left="-157" w:right="0"/>
              <w:rPr>
                <w:rFonts w:ascii="Browallia New" w:hAnsi="Browallia New" w:cs="Browallia New"/>
                <w:sz w:val="20"/>
                <w:szCs w:val="20"/>
              </w:rPr>
            </w:pPr>
          </w:p>
        </w:tc>
        <w:tc>
          <w:tcPr>
            <w:tcW w:w="1204" w:type="dxa"/>
          </w:tcPr>
          <w:p w14:paraId="1DEE6EC4" w14:textId="77777777" w:rsidR="006A0F2F" w:rsidRPr="00EE353C" w:rsidRDefault="006A0F2F" w:rsidP="00EC1B50">
            <w:pPr>
              <w:jc w:val="right"/>
              <w:rPr>
                <w:rFonts w:ascii="Browallia New" w:hAnsi="Browallia New" w:cs="Browallia New"/>
                <w:sz w:val="20"/>
                <w:szCs w:val="20"/>
              </w:rPr>
            </w:pPr>
          </w:p>
        </w:tc>
      </w:tr>
      <w:tr w:rsidR="00005630" w:rsidRPr="00EE353C" w14:paraId="39D102E6" w14:textId="77777777" w:rsidTr="00623927">
        <w:trPr>
          <w:cantSplit/>
        </w:trPr>
        <w:tc>
          <w:tcPr>
            <w:tcW w:w="3636" w:type="dxa"/>
          </w:tcPr>
          <w:p w14:paraId="53EA1156" w14:textId="77777777" w:rsidR="00005630" w:rsidRPr="00EE353C" w:rsidRDefault="00005630" w:rsidP="00005630">
            <w:pPr>
              <w:tabs>
                <w:tab w:val="left" w:pos="540"/>
              </w:tabs>
              <w:ind w:left="-108"/>
              <w:rPr>
                <w:rFonts w:ascii="Browallia New" w:hAnsi="Browallia New" w:cs="Browallia New"/>
                <w:cs/>
                <w:lang w:val="th-TH"/>
              </w:rPr>
            </w:pPr>
            <w:r w:rsidRPr="00EE353C">
              <w:rPr>
                <w:rFonts w:ascii="Browallia New" w:hAnsi="Browallia New" w:cs="Browallia New"/>
                <w:cs/>
              </w:rPr>
              <w:t>ต้นทุนขายสินค้า</w:t>
            </w:r>
          </w:p>
        </w:tc>
        <w:tc>
          <w:tcPr>
            <w:tcW w:w="1134" w:type="dxa"/>
            <w:tcBorders>
              <w:left w:val="nil"/>
            </w:tcBorders>
          </w:tcPr>
          <w:p w14:paraId="55A7EE34" w14:textId="488C368E" w:rsidR="00005630" w:rsidRPr="00EE353C" w:rsidRDefault="00005630" w:rsidP="00005630">
            <w:pPr>
              <w:jc w:val="right"/>
              <w:rPr>
                <w:rFonts w:ascii="Browallia New" w:hAnsi="Browallia New" w:cs="Browallia New"/>
              </w:rPr>
            </w:pPr>
            <w:r>
              <w:rPr>
                <w:rFonts w:ascii="Browallia New" w:hAnsi="Browallia New" w:cs="Browallia New"/>
              </w:rPr>
              <w:t>3,602,684</w:t>
            </w:r>
          </w:p>
        </w:tc>
        <w:tc>
          <w:tcPr>
            <w:tcW w:w="236" w:type="dxa"/>
            <w:tcBorders>
              <w:left w:val="nil"/>
            </w:tcBorders>
          </w:tcPr>
          <w:p w14:paraId="266A1231" w14:textId="77777777" w:rsidR="00005630" w:rsidRPr="00EE353C" w:rsidRDefault="00005630" w:rsidP="00005630">
            <w:pPr>
              <w:rPr>
                <w:rFonts w:ascii="Browallia New" w:hAnsi="Browallia New" w:cs="Browallia New"/>
              </w:rPr>
            </w:pPr>
          </w:p>
        </w:tc>
        <w:tc>
          <w:tcPr>
            <w:tcW w:w="1134" w:type="dxa"/>
          </w:tcPr>
          <w:p w14:paraId="4E489859" w14:textId="52B06CAA" w:rsidR="00005630" w:rsidRPr="00EE353C" w:rsidRDefault="00B8768C" w:rsidP="00005630">
            <w:pPr>
              <w:jc w:val="right"/>
              <w:rPr>
                <w:rFonts w:ascii="Browallia New" w:hAnsi="Browallia New" w:cs="Browallia New"/>
              </w:rPr>
            </w:pPr>
            <w:r>
              <w:rPr>
                <w:rFonts w:ascii="Browallia New" w:hAnsi="Browallia New" w:cs="Browallia New"/>
              </w:rPr>
              <w:t>3,666,690</w:t>
            </w:r>
          </w:p>
        </w:tc>
        <w:tc>
          <w:tcPr>
            <w:tcW w:w="236" w:type="dxa"/>
            <w:tcBorders>
              <w:left w:val="nil"/>
            </w:tcBorders>
          </w:tcPr>
          <w:p w14:paraId="52097129" w14:textId="77777777" w:rsidR="00005630" w:rsidRPr="00EE353C" w:rsidRDefault="00005630" w:rsidP="00005630">
            <w:pPr>
              <w:ind w:right="30"/>
              <w:rPr>
                <w:rFonts w:ascii="Browallia New" w:hAnsi="Browallia New" w:cs="Browallia New"/>
              </w:rPr>
            </w:pPr>
          </w:p>
        </w:tc>
        <w:tc>
          <w:tcPr>
            <w:tcW w:w="1193" w:type="dxa"/>
          </w:tcPr>
          <w:p w14:paraId="4F472223" w14:textId="07CE375A" w:rsidR="00005630" w:rsidRPr="00EE353C" w:rsidRDefault="00005630" w:rsidP="00005630">
            <w:pPr>
              <w:jc w:val="right"/>
              <w:rPr>
                <w:rFonts w:ascii="Browallia New" w:hAnsi="Browallia New" w:cs="Browallia New"/>
              </w:rPr>
            </w:pPr>
            <w:r>
              <w:rPr>
                <w:rFonts w:ascii="Browallia New" w:hAnsi="Browallia New" w:cs="Browallia New"/>
              </w:rPr>
              <w:t>3,551,815</w:t>
            </w:r>
          </w:p>
        </w:tc>
        <w:tc>
          <w:tcPr>
            <w:tcW w:w="236" w:type="dxa"/>
          </w:tcPr>
          <w:p w14:paraId="76F5764C" w14:textId="77777777" w:rsidR="00005630" w:rsidRPr="00EE353C" w:rsidRDefault="00005630" w:rsidP="00005630">
            <w:pPr>
              <w:pStyle w:val="a5"/>
              <w:ind w:left="-157" w:right="30"/>
              <w:rPr>
                <w:rFonts w:ascii="Browallia New" w:hAnsi="Browallia New" w:cs="Browallia New"/>
                <w:sz w:val="28"/>
                <w:szCs w:val="28"/>
              </w:rPr>
            </w:pPr>
          </w:p>
        </w:tc>
        <w:tc>
          <w:tcPr>
            <w:tcW w:w="1204" w:type="dxa"/>
          </w:tcPr>
          <w:p w14:paraId="41C83CCB" w14:textId="6A114126" w:rsidR="00005630" w:rsidRPr="00EE353C" w:rsidRDefault="00B8768C" w:rsidP="00005630">
            <w:pPr>
              <w:jc w:val="right"/>
              <w:rPr>
                <w:rFonts w:ascii="Browallia New" w:hAnsi="Browallia New" w:cs="Browallia New"/>
              </w:rPr>
            </w:pPr>
            <w:r>
              <w:rPr>
                <w:rFonts w:ascii="Browallia New" w:hAnsi="Browallia New" w:cs="Browallia New"/>
              </w:rPr>
              <w:t>3,602,063</w:t>
            </w:r>
          </w:p>
        </w:tc>
      </w:tr>
      <w:tr w:rsidR="00005630" w:rsidRPr="00EE353C" w14:paraId="75E70E37" w14:textId="77777777" w:rsidTr="00623927">
        <w:trPr>
          <w:cantSplit/>
        </w:trPr>
        <w:tc>
          <w:tcPr>
            <w:tcW w:w="3636" w:type="dxa"/>
          </w:tcPr>
          <w:p w14:paraId="22691284" w14:textId="1A140AA0" w:rsidR="00005630" w:rsidRPr="00EE353C" w:rsidRDefault="00005630" w:rsidP="00005630">
            <w:pPr>
              <w:tabs>
                <w:tab w:val="left" w:pos="1451"/>
              </w:tabs>
              <w:ind w:left="99" w:right="-7" w:hanging="207"/>
              <w:rPr>
                <w:rFonts w:ascii="Browallia New" w:hAnsi="Browallia New" w:cs="Browallia New"/>
              </w:rPr>
            </w:pPr>
            <w:r w:rsidRPr="00EE353C">
              <w:rPr>
                <w:rFonts w:ascii="Browallia New" w:hAnsi="Browallia New" w:cs="Browallia New" w:hint="cs"/>
                <w:cs/>
              </w:rPr>
              <w:t>ค่าเผื่อการลดมูลค่าของสินค้า</w:t>
            </w:r>
          </w:p>
        </w:tc>
        <w:tc>
          <w:tcPr>
            <w:tcW w:w="1134" w:type="dxa"/>
            <w:tcBorders>
              <w:left w:val="nil"/>
              <w:bottom w:val="single" w:sz="4" w:space="0" w:color="auto"/>
            </w:tcBorders>
            <w:vAlign w:val="bottom"/>
          </w:tcPr>
          <w:p w14:paraId="33F80714" w14:textId="4615B23D" w:rsidR="00005630" w:rsidRPr="00EE353C" w:rsidRDefault="00005630" w:rsidP="00005630">
            <w:pPr>
              <w:jc w:val="right"/>
              <w:rPr>
                <w:rFonts w:ascii="Browallia New" w:hAnsi="Browallia New" w:cs="Browallia New"/>
              </w:rPr>
            </w:pPr>
            <w:r>
              <w:rPr>
                <w:rFonts w:ascii="Browallia New" w:hAnsi="Browallia New" w:cs="Browallia New"/>
              </w:rPr>
              <w:t>5,930</w:t>
            </w:r>
          </w:p>
        </w:tc>
        <w:tc>
          <w:tcPr>
            <w:tcW w:w="236" w:type="dxa"/>
            <w:tcBorders>
              <w:left w:val="nil"/>
            </w:tcBorders>
            <w:vAlign w:val="bottom"/>
          </w:tcPr>
          <w:p w14:paraId="4D345BCA" w14:textId="77777777" w:rsidR="00005630" w:rsidRPr="00EE353C" w:rsidRDefault="00005630" w:rsidP="00005630">
            <w:pPr>
              <w:jc w:val="right"/>
              <w:rPr>
                <w:rFonts w:ascii="Browallia New" w:hAnsi="Browallia New" w:cs="Browallia New"/>
              </w:rPr>
            </w:pPr>
          </w:p>
        </w:tc>
        <w:tc>
          <w:tcPr>
            <w:tcW w:w="1134" w:type="dxa"/>
            <w:tcBorders>
              <w:bottom w:val="single" w:sz="4" w:space="0" w:color="auto"/>
            </w:tcBorders>
            <w:vAlign w:val="bottom"/>
          </w:tcPr>
          <w:p w14:paraId="6CB21FD5" w14:textId="534FCB43" w:rsidR="00005630" w:rsidRPr="00EE353C" w:rsidRDefault="00005630" w:rsidP="00005630">
            <w:pPr>
              <w:jc w:val="center"/>
              <w:rPr>
                <w:rFonts w:ascii="Browallia New" w:hAnsi="Browallia New" w:cs="Browallia New"/>
              </w:rPr>
            </w:pPr>
            <w:r w:rsidRPr="00EE353C">
              <w:rPr>
                <w:rFonts w:ascii="Browallia New" w:hAnsi="Browallia New" w:cs="Browallia New" w:hint="cs"/>
                <w:cs/>
                <w:lang w:val="th-TH"/>
              </w:rPr>
              <w:t xml:space="preserve">       -</w:t>
            </w:r>
          </w:p>
        </w:tc>
        <w:tc>
          <w:tcPr>
            <w:tcW w:w="236" w:type="dxa"/>
            <w:tcBorders>
              <w:left w:val="nil"/>
            </w:tcBorders>
            <w:vAlign w:val="bottom"/>
          </w:tcPr>
          <w:p w14:paraId="087C2B37" w14:textId="77777777" w:rsidR="00005630" w:rsidRPr="00EE353C" w:rsidRDefault="00005630" w:rsidP="00005630">
            <w:pPr>
              <w:ind w:right="30"/>
              <w:jc w:val="right"/>
              <w:rPr>
                <w:rFonts w:ascii="Browallia New" w:hAnsi="Browallia New" w:cs="Browallia New"/>
              </w:rPr>
            </w:pPr>
          </w:p>
        </w:tc>
        <w:tc>
          <w:tcPr>
            <w:tcW w:w="1193" w:type="dxa"/>
            <w:tcBorders>
              <w:bottom w:val="single" w:sz="4" w:space="0" w:color="auto"/>
            </w:tcBorders>
            <w:vAlign w:val="bottom"/>
          </w:tcPr>
          <w:p w14:paraId="1E9281C6" w14:textId="0D2E367D" w:rsidR="00005630" w:rsidRPr="00EE353C" w:rsidRDefault="00005630" w:rsidP="00005630">
            <w:pPr>
              <w:jc w:val="right"/>
              <w:rPr>
                <w:rFonts w:ascii="Browallia New" w:hAnsi="Browallia New" w:cs="Browallia New"/>
              </w:rPr>
            </w:pPr>
            <w:r>
              <w:rPr>
                <w:rFonts w:ascii="Browallia New" w:hAnsi="Browallia New" w:cs="Browallia New"/>
              </w:rPr>
              <w:t>5,930</w:t>
            </w:r>
          </w:p>
        </w:tc>
        <w:tc>
          <w:tcPr>
            <w:tcW w:w="236" w:type="dxa"/>
            <w:vAlign w:val="bottom"/>
          </w:tcPr>
          <w:p w14:paraId="75894385" w14:textId="77777777" w:rsidR="00005630" w:rsidRPr="00EE353C" w:rsidRDefault="00005630" w:rsidP="00005630">
            <w:pPr>
              <w:pStyle w:val="a5"/>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218DD8B1" w:rsidR="00005630" w:rsidRPr="00EE353C" w:rsidRDefault="00005630" w:rsidP="00005630">
            <w:pPr>
              <w:jc w:val="center"/>
              <w:rPr>
                <w:rFonts w:ascii="Browallia New" w:hAnsi="Browallia New" w:cs="Browallia New"/>
              </w:rPr>
            </w:pPr>
            <w:r w:rsidRPr="00EE353C">
              <w:rPr>
                <w:rFonts w:ascii="Browallia New" w:hAnsi="Browallia New" w:cs="Browallia New" w:hint="cs"/>
                <w:cs/>
                <w:lang w:val="th-TH"/>
              </w:rPr>
              <w:t xml:space="preserve">       -</w:t>
            </w:r>
          </w:p>
        </w:tc>
      </w:tr>
      <w:tr w:rsidR="00005630" w:rsidRPr="00EE353C" w14:paraId="226A8000" w14:textId="77777777" w:rsidTr="00623927">
        <w:trPr>
          <w:cantSplit/>
        </w:trPr>
        <w:tc>
          <w:tcPr>
            <w:tcW w:w="3636" w:type="dxa"/>
          </w:tcPr>
          <w:p w14:paraId="3C194CC4" w14:textId="77777777" w:rsidR="00005630" w:rsidRPr="00EE353C" w:rsidRDefault="00005630" w:rsidP="00005630">
            <w:pPr>
              <w:tabs>
                <w:tab w:val="left" w:pos="540"/>
              </w:tabs>
              <w:ind w:left="-108"/>
              <w:rPr>
                <w:rFonts w:ascii="Browallia New" w:hAnsi="Browallia New" w:cs="Browallia New"/>
              </w:rPr>
            </w:pPr>
            <w:r w:rsidRPr="00EE353C">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4963A108" w:rsidR="00005630" w:rsidRPr="00EE353C" w:rsidRDefault="00005630" w:rsidP="00005630">
            <w:pPr>
              <w:jc w:val="right"/>
              <w:rPr>
                <w:rFonts w:ascii="Browallia New" w:hAnsi="Browallia New" w:cs="Browallia New"/>
              </w:rPr>
            </w:pPr>
            <w:r>
              <w:rPr>
                <w:rFonts w:ascii="Browallia New" w:hAnsi="Browallia New" w:cs="Browallia New"/>
              </w:rPr>
              <w:t>3,608,614</w:t>
            </w:r>
          </w:p>
        </w:tc>
        <w:tc>
          <w:tcPr>
            <w:tcW w:w="236" w:type="dxa"/>
            <w:tcBorders>
              <w:left w:val="nil"/>
            </w:tcBorders>
          </w:tcPr>
          <w:p w14:paraId="4DB4659A" w14:textId="77777777" w:rsidR="00005630" w:rsidRPr="00EE353C" w:rsidRDefault="00005630" w:rsidP="00005630">
            <w:pPr>
              <w:rPr>
                <w:rFonts w:ascii="Browallia New" w:hAnsi="Browallia New" w:cs="Browallia New"/>
              </w:rPr>
            </w:pPr>
          </w:p>
        </w:tc>
        <w:tc>
          <w:tcPr>
            <w:tcW w:w="1134" w:type="dxa"/>
            <w:tcBorders>
              <w:top w:val="single" w:sz="4" w:space="0" w:color="auto"/>
              <w:bottom w:val="single" w:sz="12" w:space="0" w:color="auto"/>
            </w:tcBorders>
          </w:tcPr>
          <w:p w14:paraId="1CAA9472" w14:textId="75AA78C5" w:rsidR="00005630" w:rsidRPr="00EE353C" w:rsidRDefault="00B8768C" w:rsidP="00005630">
            <w:pPr>
              <w:jc w:val="right"/>
              <w:rPr>
                <w:rFonts w:ascii="Browallia New" w:hAnsi="Browallia New" w:cs="Browallia New"/>
              </w:rPr>
            </w:pPr>
            <w:r>
              <w:rPr>
                <w:rFonts w:ascii="Browallia New" w:hAnsi="Browallia New" w:cs="Browallia New"/>
              </w:rPr>
              <w:t>3,666,690</w:t>
            </w:r>
          </w:p>
        </w:tc>
        <w:tc>
          <w:tcPr>
            <w:tcW w:w="236" w:type="dxa"/>
            <w:tcBorders>
              <w:left w:val="nil"/>
            </w:tcBorders>
          </w:tcPr>
          <w:p w14:paraId="570DA88A" w14:textId="77777777" w:rsidR="00005630" w:rsidRPr="00EE353C" w:rsidRDefault="00005630" w:rsidP="00005630">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40ED1521" w:rsidR="00005630" w:rsidRPr="00EE353C" w:rsidRDefault="00005630" w:rsidP="00005630">
            <w:pPr>
              <w:jc w:val="right"/>
              <w:rPr>
                <w:rFonts w:ascii="Browallia New" w:hAnsi="Browallia New" w:cs="Browallia New"/>
              </w:rPr>
            </w:pPr>
            <w:r>
              <w:rPr>
                <w:rFonts w:ascii="Browallia New" w:hAnsi="Browallia New" w:cs="Browallia New"/>
              </w:rPr>
              <w:t>3,557,745</w:t>
            </w:r>
          </w:p>
        </w:tc>
        <w:tc>
          <w:tcPr>
            <w:tcW w:w="236" w:type="dxa"/>
          </w:tcPr>
          <w:p w14:paraId="3617218C" w14:textId="77777777" w:rsidR="00005630" w:rsidRPr="00EE353C" w:rsidRDefault="00005630" w:rsidP="00005630">
            <w:pPr>
              <w:pStyle w:val="a5"/>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4DC91910" w:rsidR="00005630" w:rsidRPr="00EE353C" w:rsidRDefault="00B8768C" w:rsidP="00005630">
            <w:pPr>
              <w:jc w:val="right"/>
              <w:rPr>
                <w:rFonts w:ascii="Browallia New" w:hAnsi="Browallia New" w:cs="Browallia New"/>
              </w:rPr>
            </w:pPr>
            <w:r>
              <w:rPr>
                <w:rFonts w:ascii="Browallia New" w:hAnsi="Browallia New" w:cs="Browallia New"/>
              </w:rPr>
              <w:t>3,602,063</w:t>
            </w:r>
          </w:p>
        </w:tc>
      </w:tr>
    </w:tbl>
    <w:p w14:paraId="7DBE0F32" w14:textId="77777777" w:rsidR="00181F44" w:rsidRDefault="00181F44">
      <w:pPr>
        <w:rPr>
          <w:rFonts w:ascii="Browallia New" w:hAnsi="Browallia New" w:cs="Browallia New"/>
        </w:rPr>
      </w:pPr>
    </w:p>
    <w:p w14:paraId="29C4D63A" w14:textId="77777777" w:rsidR="00181F44" w:rsidRDefault="00181F44">
      <w:pPr>
        <w:rPr>
          <w:rFonts w:ascii="Browallia New" w:hAnsi="Browallia New" w:cs="Browallia New"/>
        </w:rPr>
      </w:pPr>
    </w:p>
    <w:p w14:paraId="5E13AE8C" w14:textId="682BC697" w:rsidR="001B5E65" w:rsidRDefault="001B5E65">
      <w:pPr>
        <w:rPr>
          <w:rFonts w:ascii="Browallia New" w:hAnsi="Browallia New" w:cs="Browallia New"/>
          <w:sz w:val="22"/>
        </w:rPr>
      </w:pPr>
      <w:r>
        <w:rPr>
          <w:rFonts w:ascii="Browallia New" w:hAnsi="Browallia New" w:cs="Browallia New"/>
        </w:rPr>
        <w:br w:type="page"/>
      </w:r>
    </w:p>
    <w:p w14:paraId="485629FF" w14:textId="71810AF8" w:rsidR="004C0874" w:rsidRPr="005C2BD1" w:rsidRDefault="004C0874" w:rsidP="00AA01B5">
      <w:pPr>
        <w:pStyle w:val="afd"/>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lastRenderedPageBreak/>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9045" w:type="dxa"/>
        <w:tblInd w:w="270" w:type="dxa"/>
        <w:tblLayout w:type="fixed"/>
        <w:tblLook w:val="0000" w:firstRow="0" w:lastRow="0" w:firstColumn="0" w:lastColumn="0" w:noHBand="0" w:noVBand="0"/>
      </w:tblPr>
      <w:tblGrid>
        <w:gridCol w:w="2169"/>
        <w:gridCol w:w="2487"/>
        <w:gridCol w:w="981"/>
        <w:gridCol w:w="236"/>
        <w:gridCol w:w="614"/>
        <w:gridCol w:w="426"/>
        <w:gridCol w:w="425"/>
        <w:gridCol w:w="850"/>
        <w:gridCol w:w="857"/>
      </w:tblGrid>
      <w:tr w:rsidR="00C3162A" w:rsidRPr="005C2BD1" w14:paraId="3A159717" w14:textId="77777777" w:rsidTr="0098761F">
        <w:trPr>
          <w:cantSplit/>
        </w:trPr>
        <w:tc>
          <w:tcPr>
            <w:tcW w:w="2169"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5"/>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98761F">
        <w:trPr>
          <w:cantSplit/>
          <w:trHeight w:val="226"/>
        </w:trPr>
        <w:tc>
          <w:tcPr>
            <w:tcW w:w="2169"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A459AF" w:rsidRPr="005C2BD1" w14:paraId="0806F19F" w14:textId="77777777" w:rsidTr="0098761F">
        <w:trPr>
          <w:cantSplit/>
        </w:trPr>
        <w:tc>
          <w:tcPr>
            <w:tcW w:w="2169" w:type="dxa"/>
            <w:vAlign w:val="bottom"/>
          </w:tcPr>
          <w:p w14:paraId="228BC37C" w14:textId="77777777" w:rsidR="00A459AF" w:rsidRPr="005C2BD1" w:rsidRDefault="00A459AF" w:rsidP="00A459AF">
            <w:pPr>
              <w:pBdr>
                <w:bottom w:val="single" w:sz="4" w:space="1" w:color="auto"/>
              </w:pBdr>
              <w:ind w:right="-12"/>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A459AF" w:rsidRPr="005C2BD1" w:rsidRDefault="00A459AF" w:rsidP="00A459AF">
            <w:pPr>
              <w:pBdr>
                <w:bottom w:val="single" w:sz="4" w:space="1" w:color="auto"/>
              </w:pBdr>
              <w:ind w:right="-12"/>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7671849D" w:rsidR="00A459AF" w:rsidRPr="005C2BD1" w:rsidRDefault="0092447C" w:rsidP="00A459AF">
            <w:pPr>
              <w:pBdr>
                <w:bottom w:val="single" w:sz="4" w:space="1" w:color="auto"/>
              </w:pBdr>
              <w:ind w:right="-12"/>
              <w:jc w:val="center"/>
              <w:rPr>
                <w:rFonts w:ascii="Browallia New" w:hAnsi="Browallia New" w:cs="Browallia New"/>
                <w:sz w:val="20"/>
                <w:szCs w:val="20"/>
                <w:lang w:val="en-GB"/>
              </w:rPr>
            </w:pPr>
            <w:r w:rsidRPr="0092447C">
              <w:rPr>
                <w:rFonts w:ascii="Browallia New" w:hAnsi="Browallia New" w:cs="Browallia New"/>
                <w:sz w:val="20"/>
                <w:szCs w:val="20"/>
              </w:rPr>
              <w:t>30</w:t>
            </w:r>
            <w:r w:rsidRPr="0092447C">
              <w:rPr>
                <w:rFonts w:ascii="Browallia New" w:hAnsi="Browallia New" w:cs="Browallia New" w:hint="cs"/>
                <w:sz w:val="20"/>
                <w:szCs w:val="20"/>
                <w:cs/>
              </w:rPr>
              <w:t xml:space="preserve"> ก.ย.</w:t>
            </w:r>
            <w:r w:rsidR="00A459AF" w:rsidRPr="005C2BD1">
              <w:rPr>
                <w:rFonts w:ascii="Browallia New" w:hAnsi="Browallia New" w:cs="Browallia New"/>
                <w:sz w:val="20"/>
                <w:szCs w:val="20"/>
                <w:cs/>
              </w:rPr>
              <w:br/>
            </w:r>
            <w:r w:rsidR="00A459AF" w:rsidRPr="005C2BD1">
              <w:rPr>
                <w:rFonts w:ascii="Browallia New" w:hAnsi="Browallia New" w:cs="Browallia New"/>
                <w:sz w:val="20"/>
                <w:szCs w:val="20"/>
              </w:rPr>
              <w:t>256</w:t>
            </w:r>
            <w:r w:rsidR="00A459AF">
              <w:rPr>
                <w:rFonts w:ascii="Browallia New" w:hAnsi="Browallia New" w:cs="Browallia New"/>
                <w:sz w:val="20"/>
                <w:szCs w:val="20"/>
              </w:rPr>
              <w:t>6</w:t>
            </w:r>
          </w:p>
        </w:tc>
        <w:tc>
          <w:tcPr>
            <w:tcW w:w="851" w:type="dxa"/>
            <w:gridSpan w:val="2"/>
            <w:vAlign w:val="bottom"/>
          </w:tcPr>
          <w:p w14:paraId="1E4B9F2D" w14:textId="2E4E18E5"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c>
          <w:tcPr>
            <w:tcW w:w="850" w:type="dxa"/>
            <w:vAlign w:val="bottom"/>
          </w:tcPr>
          <w:p w14:paraId="56263366" w14:textId="40937E33" w:rsidR="00A459AF" w:rsidRPr="005C2BD1" w:rsidRDefault="0092447C" w:rsidP="00A459AF">
            <w:pPr>
              <w:pBdr>
                <w:bottom w:val="single" w:sz="4" w:space="1" w:color="auto"/>
              </w:pBdr>
              <w:ind w:right="-12"/>
              <w:jc w:val="center"/>
              <w:rPr>
                <w:rFonts w:ascii="Browallia New" w:hAnsi="Browallia New" w:cs="Browallia New"/>
                <w:sz w:val="20"/>
                <w:szCs w:val="20"/>
                <w:lang w:val="en-GB"/>
              </w:rPr>
            </w:pPr>
            <w:r w:rsidRPr="0092447C">
              <w:rPr>
                <w:rFonts w:ascii="Browallia New" w:hAnsi="Browallia New" w:cs="Browallia New"/>
                <w:sz w:val="20"/>
                <w:szCs w:val="20"/>
              </w:rPr>
              <w:t>30</w:t>
            </w:r>
            <w:r w:rsidRPr="0092447C">
              <w:rPr>
                <w:rFonts w:ascii="Browallia New" w:hAnsi="Browallia New" w:cs="Browallia New" w:hint="cs"/>
                <w:sz w:val="20"/>
                <w:szCs w:val="20"/>
                <w:cs/>
              </w:rPr>
              <w:t xml:space="preserve"> ก.ย.</w:t>
            </w:r>
            <w:r w:rsidR="00A459AF" w:rsidRPr="005C2BD1">
              <w:rPr>
                <w:rFonts w:ascii="Browallia New" w:hAnsi="Browallia New" w:cs="Browallia New"/>
                <w:sz w:val="20"/>
                <w:szCs w:val="20"/>
                <w:cs/>
              </w:rPr>
              <w:br/>
            </w:r>
            <w:r w:rsidR="00A459AF" w:rsidRPr="005C2BD1">
              <w:rPr>
                <w:rFonts w:ascii="Browallia New" w:hAnsi="Browallia New" w:cs="Browallia New"/>
                <w:sz w:val="20"/>
                <w:szCs w:val="20"/>
              </w:rPr>
              <w:t>256</w:t>
            </w:r>
            <w:r w:rsidR="00A459AF">
              <w:rPr>
                <w:rFonts w:ascii="Browallia New" w:hAnsi="Browallia New" w:cs="Browallia New"/>
                <w:sz w:val="20"/>
                <w:szCs w:val="20"/>
              </w:rPr>
              <w:t>6</w:t>
            </w:r>
          </w:p>
        </w:tc>
        <w:tc>
          <w:tcPr>
            <w:tcW w:w="857" w:type="dxa"/>
            <w:vAlign w:val="bottom"/>
          </w:tcPr>
          <w:p w14:paraId="128EB6C9" w14:textId="050AAEFC"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r>
      <w:tr w:rsidR="00C3162A" w:rsidRPr="005C2BD1" w14:paraId="23243AAC" w14:textId="77777777" w:rsidTr="0098761F">
        <w:trPr>
          <w:cantSplit/>
          <w:trHeight w:hRule="exact" w:val="202"/>
        </w:trPr>
        <w:tc>
          <w:tcPr>
            <w:tcW w:w="4656" w:type="dxa"/>
            <w:gridSpan w:val="2"/>
          </w:tcPr>
          <w:p w14:paraId="0D7027DF" w14:textId="77777777" w:rsidR="00C3162A" w:rsidRPr="005C2BD1" w:rsidRDefault="00C3162A" w:rsidP="0010534A">
            <w:pPr>
              <w:pStyle w:val="a5"/>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5"/>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98761F">
        <w:trPr>
          <w:cantSplit/>
        </w:trPr>
        <w:tc>
          <w:tcPr>
            <w:tcW w:w="4656" w:type="dxa"/>
            <w:gridSpan w:val="2"/>
          </w:tcPr>
          <w:p w14:paraId="3FEBA357" w14:textId="77777777" w:rsidR="00C3162A" w:rsidRPr="005C2BD1" w:rsidRDefault="00C3162A" w:rsidP="0010534A">
            <w:pPr>
              <w:pStyle w:val="a5"/>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5"/>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98761F">
        <w:trPr>
          <w:cantSplit/>
          <w:trHeight w:val="69"/>
        </w:trPr>
        <w:tc>
          <w:tcPr>
            <w:tcW w:w="2169" w:type="dxa"/>
          </w:tcPr>
          <w:p w14:paraId="248E5299" w14:textId="77777777" w:rsidR="003424F9" w:rsidRPr="00D47D70" w:rsidRDefault="003424F9" w:rsidP="003424F9">
            <w:pPr>
              <w:tabs>
                <w:tab w:val="left" w:pos="540"/>
              </w:tabs>
              <w:ind w:left="214" w:right="-108" w:hanging="214"/>
              <w:rPr>
                <w:rFonts w:ascii="Browallia New" w:hAnsi="Browallia New" w:cs="Browallia New"/>
                <w:sz w:val="20"/>
                <w:szCs w:val="20"/>
              </w:rPr>
            </w:pPr>
            <w:r w:rsidRPr="00D47D70">
              <w:rPr>
                <w:rFonts w:ascii="Browallia New" w:hAnsi="Browallia New" w:cs="Browallia New"/>
                <w:sz w:val="20"/>
                <w:szCs w:val="20"/>
                <w:cs/>
              </w:rPr>
              <w:t>บริษัท</w:t>
            </w:r>
            <w:r w:rsidRPr="00D47D70">
              <w:rPr>
                <w:rFonts w:ascii="Browallia New" w:hAnsi="Browallia New" w:cs="Browallia New"/>
                <w:sz w:val="20"/>
                <w:szCs w:val="20"/>
              </w:rPr>
              <w:t xml:space="preserve"> </w:t>
            </w:r>
            <w:r w:rsidRPr="00D47D70">
              <w:rPr>
                <w:rFonts w:ascii="Browallia New" w:hAnsi="Browallia New" w:cs="Browallia New"/>
                <w:sz w:val="20"/>
                <w:szCs w:val="20"/>
                <w:cs/>
              </w:rPr>
              <w:t>สยามสตีล</w:t>
            </w:r>
            <w:r w:rsidRPr="00D47D70">
              <w:rPr>
                <w:rFonts w:ascii="Browallia New" w:hAnsi="Browallia New" w:cs="Browallia New"/>
                <w:sz w:val="20"/>
                <w:szCs w:val="20"/>
              </w:rPr>
              <w:t xml:space="preserve"> </w:t>
            </w:r>
            <w:r w:rsidRPr="00D47D70">
              <w:rPr>
                <w:rFonts w:ascii="Browallia New" w:hAnsi="Browallia New" w:cs="Browallia New"/>
                <w:sz w:val="20"/>
                <w:szCs w:val="20"/>
                <w:cs/>
              </w:rPr>
              <w:t>เวียดนาม</w:t>
            </w:r>
            <w:r w:rsidRPr="00D47D70">
              <w:rPr>
                <w:rFonts w:ascii="Browallia New" w:hAnsi="Browallia New" w:cs="Browallia New"/>
                <w:sz w:val="20"/>
                <w:szCs w:val="20"/>
              </w:rPr>
              <w:t xml:space="preserve"> </w:t>
            </w:r>
            <w:r w:rsidRPr="00D47D70">
              <w:rPr>
                <w:rFonts w:ascii="Browallia New" w:hAnsi="Browallia New" w:cs="Browallia New"/>
                <w:sz w:val="20"/>
                <w:szCs w:val="20"/>
                <w:cs/>
              </w:rPr>
              <w:t>จำกัด</w:t>
            </w:r>
          </w:p>
        </w:tc>
        <w:tc>
          <w:tcPr>
            <w:tcW w:w="2487" w:type="dxa"/>
          </w:tcPr>
          <w:p w14:paraId="03036B10" w14:textId="549ECF2C" w:rsidR="003424F9" w:rsidRPr="00D47D70" w:rsidRDefault="003424F9" w:rsidP="008C319A">
            <w:pPr>
              <w:pStyle w:val="a5"/>
              <w:ind w:left="82" w:right="-58" w:hanging="180"/>
              <w:jc w:val="left"/>
              <w:rPr>
                <w:rFonts w:ascii="Browallia New" w:hAnsi="Browallia New" w:cs="Browallia New"/>
                <w:sz w:val="20"/>
                <w:szCs w:val="20"/>
              </w:rPr>
            </w:pPr>
            <w:r w:rsidRPr="00D47D70">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D47D70">
              <w:rPr>
                <w:rFonts w:ascii="Browallia New" w:hAnsi="Browallia New" w:cs="Browallia New"/>
                <w:sz w:val="20"/>
                <w:szCs w:val="20"/>
              </w:rPr>
              <w:t xml:space="preserve"> </w:t>
            </w:r>
            <w:r w:rsidRPr="00D47D70">
              <w:rPr>
                <w:rFonts w:ascii="Browallia New" w:hAnsi="Browallia New" w:cs="Browallia New"/>
                <w:sz w:val="20"/>
                <w:szCs w:val="20"/>
                <w:cs/>
              </w:rPr>
              <w:t>เฟอร์นิเจอร์</w:t>
            </w:r>
            <w:r w:rsidRPr="00D47D70">
              <w:rPr>
                <w:rFonts w:ascii="Browallia New" w:hAnsi="Browallia New" w:cs="Browallia New" w:hint="cs"/>
                <w:sz w:val="20"/>
                <w:szCs w:val="20"/>
                <w:cs/>
              </w:rPr>
              <w:t xml:space="preserve"> </w:t>
            </w:r>
            <w:r w:rsidRPr="00D47D70">
              <w:rPr>
                <w:rFonts w:ascii="Browallia New" w:hAnsi="Browallia New" w:cs="Browallia New"/>
                <w:sz w:val="20"/>
                <w:szCs w:val="20"/>
                <w:cs/>
              </w:rPr>
              <w:t>ยานยนต์และอิเล็กทรอนิกส์</w:t>
            </w:r>
          </w:p>
        </w:tc>
        <w:tc>
          <w:tcPr>
            <w:tcW w:w="981" w:type="dxa"/>
            <w:vAlign w:val="bottom"/>
          </w:tcPr>
          <w:p w14:paraId="352EF01F" w14:textId="767CB10D" w:rsidR="003424F9" w:rsidRPr="00D47D70" w:rsidRDefault="00B14C9E" w:rsidP="0036153A">
            <w:pPr>
              <w:tabs>
                <w:tab w:val="left" w:pos="540"/>
              </w:tabs>
              <w:ind w:left="-108" w:right="-36" w:firstLine="32"/>
              <w:jc w:val="right"/>
              <w:rPr>
                <w:rFonts w:ascii="Browallia New" w:hAnsi="Browallia New" w:cs="Browallia New"/>
                <w:sz w:val="20"/>
                <w:szCs w:val="20"/>
              </w:rPr>
            </w:pPr>
            <w:r w:rsidRPr="00D47D70">
              <w:rPr>
                <w:rFonts w:ascii="Browallia New" w:hAnsi="Browallia New" w:cs="Browallia New"/>
                <w:sz w:val="20"/>
                <w:szCs w:val="20"/>
              </w:rPr>
              <w:t>26,698</w:t>
            </w:r>
          </w:p>
        </w:tc>
        <w:tc>
          <w:tcPr>
            <w:tcW w:w="850" w:type="dxa"/>
            <w:gridSpan w:val="2"/>
            <w:vAlign w:val="bottom"/>
          </w:tcPr>
          <w:p w14:paraId="64BEAEA7" w14:textId="4FD30C44" w:rsidR="003424F9" w:rsidRPr="00D47D70" w:rsidRDefault="003D0B54" w:rsidP="00623927">
            <w:pPr>
              <w:ind w:right="-12"/>
              <w:jc w:val="right"/>
              <w:rPr>
                <w:rFonts w:ascii="Browallia New" w:hAnsi="Browallia New" w:cs="Browallia New"/>
                <w:sz w:val="20"/>
                <w:szCs w:val="20"/>
              </w:rPr>
            </w:pPr>
            <w:r w:rsidRPr="00D47D70">
              <w:rPr>
                <w:rFonts w:ascii="Browallia New" w:hAnsi="Browallia New" w:cs="Browallia New"/>
                <w:sz w:val="20"/>
                <w:szCs w:val="20"/>
              </w:rPr>
              <w:t>90.00</w:t>
            </w:r>
          </w:p>
        </w:tc>
        <w:tc>
          <w:tcPr>
            <w:tcW w:w="851" w:type="dxa"/>
            <w:gridSpan w:val="2"/>
            <w:vAlign w:val="bottom"/>
          </w:tcPr>
          <w:p w14:paraId="023F21E6" w14:textId="2CF58054" w:rsidR="003424F9" w:rsidRPr="00D47D70" w:rsidRDefault="003424F9" w:rsidP="0036153A">
            <w:pPr>
              <w:ind w:right="-12"/>
              <w:jc w:val="right"/>
              <w:rPr>
                <w:rFonts w:ascii="Browallia New" w:hAnsi="Browallia New" w:cs="Browallia New"/>
                <w:sz w:val="20"/>
                <w:szCs w:val="20"/>
              </w:rPr>
            </w:pPr>
            <w:r w:rsidRPr="00D47D70">
              <w:rPr>
                <w:rFonts w:ascii="Browallia New" w:hAnsi="Browallia New" w:cs="Browallia New"/>
                <w:sz w:val="20"/>
                <w:szCs w:val="20"/>
              </w:rPr>
              <w:t>90.00</w:t>
            </w:r>
          </w:p>
        </w:tc>
        <w:tc>
          <w:tcPr>
            <w:tcW w:w="850" w:type="dxa"/>
            <w:vAlign w:val="bottom"/>
          </w:tcPr>
          <w:p w14:paraId="4B04373E" w14:textId="0AE323D7" w:rsidR="003424F9" w:rsidRPr="00D47D70" w:rsidRDefault="003D0B54" w:rsidP="0036153A">
            <w:pPr>
              <w:pBdr>
                <w:bottom w:val="single" w:sz="4" w:space="1" w:color="auto"/>
              </w:pBdr>
              <w:ind w:right="-12"/>
              <w:jc w:val="right"/>
              <w:rPr>
                <w:rFonts w:ascii="Browallia New" w:hAnsi="Browallia New" w:cs="Browallia New"/>
                <w:sz w:val="20"/>
                <w:szCs w:val="20"/>
              </w:rPr>
            </w:pPr>
            <w:r w:rsidRPr="00D47D70">
              <w:rPr>
                <w:rFonts w:ascii="Browallia New" w:hAnsi="Browallia New" w:cs="Browallia New"/>
                <w:sz w:val="20"/>
                <w:szCs w:val="20"/>
              </w:rPr>
              <w:t>24,029</w:t>
            </w:r>
          </w:p>
        </w:tc>
        <w:tc>
          <w:tcPr>
            <w:tcW w:w="857" w:type="dxa"/>
            <w:vAlign w:val="bottom"/>
          </w:tcPr>
          <w:p w14:paraId="7BC81253" w14:textId="261EDCE9" w:rsidR="003424F9" w:rsidRPr="00D47D70" w:rsidRDefault="003424F9" w:rsidP="0036153A">
            <w:pPr>
              <w:pBdr>
                <w:bottom w:val="single" w:sz="4" w:space="1" w:color="auto"/>
              </w:pBdr>
              <w:ind w:right="-12"/>
              <w:jc w:val="right"/>
              <w:rPr>
                <w:rFonts w:ascii="Browallia New" w:hAnsi="Browallia New" w:cs="Browallia New"/>
                <w:sz w:val="20"/>
                <w:szCs w:val="20"/>
              </w:rPr>
            </w:pPr>
            <w:r w:rsidRPr="00D47D70">
              <w:rPr>
                <w:rFonts w:ascii="Browallia New" w:hAnsi="Browallia New" w:cs="Browallia New"/>
                <w:sz w:val="20"/>
                <w:szCs w:val="20"/>
              </w:rPr>
              <w:t>24,029</w:t>
            </w:r>
          </w:p>
        </w:tc>
      </w:tr>
      <w:tr w:rsidR="003424F9" w:rsidRPr="005C2BD1" w14:paraId="3B6EE4CA" w14:textId="77777777" w:rsidTr="0098761F">
        <w:trPr>
          <w:cantSplit/>
          <w:trHeight w:val="66"/>
        </w:trPr>
        <w:tc>
          <w:tcPr>
            <w:tcW w:w="4656" w:type="dxa"/>
            <w:gridSpan w:val="2"/>
            <w:vAlign w:val="center"/>
          </w:tcPr>
          <w:p w14:paraId="0C16554B" w14:textId="77777777" w:rsidR="003424F9" w:rsidRPr="00D47D70" w:rsidRDefault="003424F9" w:rsidP="003424F9">
            <w:pPr>
              <w:tabs>
                <w:tab w:val="left" w:pos="540"/>
              </w:tabs>
              <w:ind w:right="31"/>
              <w:rPr>
                <w:rFonts w:ascii="Browallia New" w:hAnsi="Browallia New" w:cs="Browallia New"/>
                <w:sz w:val="20"/>
                <w:szCs w:val="20"/>
              </w:rPr>
            </w:pPr>
            <w:r w:rsidRPr="00D47D70">
              <w:rPr>
                <w:rFonts w:ascii="Browallia New" w:hAnsi="Browallia New" w:cs="Browallia New"/>
                <w:sz w:val="20"/>
                <w:szCs w:val="20"/>
                <w:cs/>
              </w:rPr>
              <w:t>รวม</w:t>
            </w:r>
          </w:p>
        </w:tc>
        <w:tc>
          <w:tcPr>
            <w:tcW w:w="981" w:type="dxa"/>
            <w:vAlign w:val="bottom"/>
          </w:tcPr>
          <w:p w14:paraId="4FD2D970" w14:textId="77777777" w:rsidR="003424F9" w:rsidRPr="00D47D70"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D47D70"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D47D70"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6B9C5544" w:rsidR="003424F9" w:rsidRPr="00D47D70" w:rsidRDefault="00D658A0" w:rsidP="0036153A">
            <w:pPr>
              <w:pBdr>
                <w:bottom w:val="single" w:sz="12" w:space="1" w:color="auto"/>
              </w:pBdr>
              <w:ind w:right="-12"/>
              <w:jc w:val="right"/>
              <w:rPr>
                <w:rFonts w:ascii="Browallia New" w:hAnsi="Browallia New" w:cs="Browallia New"/>
                <w:sz w:val="20"/>
                <w:szCs w:val="20"/>
              </w:rPr>
            </w:pPr>
            <w:r w:rsidRPr="00D47D70">
              <w:rPr>
                <w:rFonts w:ascii="Browallia New" w:hAnsi="Browallia New" w:cs="Browallia New"/>
                <w:sz w:val="20"/>
                <w:szCs w:val="20"/>
              </w:rPr>
              <w:t>24</w:t>
            </w:r>
            <w:r w:rsidR="00D47D70" w:rsidRPr="00D47D70">
              <w:rPr>
                <w:rFonts w:ascii="Browallia New" w:hAnsi="Browallia New" w:cs="Browallia New"/>
                <w:sz w:val="20"/>
                <w:szCs w:val="20"/>
              </w:rPr>
              <w:t>,029</w:t>
            </w:r>
          </w:p>
        </w:tc>
        <w:tc>
          <w:tcPr>
            <w:tcW w:w="857" w:type="dxa"/>
            <w:vAlign w:val="bottom"/>
          </w:tcPr>
          <w:p w14:paraId="34299CBE" w14:textId="6A06897D" w:rsidR="003424F9" w:rsidRPr="00D47D70" w:rsidRDefault="003424F9" w:rsidP="0036153A">
            <w:pPr>
              <w:pBdr>
                <w:bottom w:val="single" w:sz="12" w:space="1" w:color="auto"/>
              </w:pBdr>
              <w:ind w:right="-12"/>
              <w:jc w:val="right"/>
              <w:rPr>
                <w:rFonts w:ascii="Browallia New" w:hAnsi="Browallia New" w:cs="Browallia New"/>
                <w:sz w:val="20"/>
                <w:szCs w:val="20"/>
                <w:cs/>
              </w:rPr>
            </w:pPr>
            <w:r w:rsidRPr="00D47D70">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afd"/>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26" w:type="dxa"/>
        <w:tblInd w:w="270" w:type="dxa"/>
        <w:tblLayout w:type="fixed"/>
        <w:tblLook w:val="0000" w:firstRow="0" w:lastRow="0" w:firstColumn="0" w:lastColumn="0" w:noHBand="0" w:noVBand="0"/>
      </w:tblPr>
      <w:tblGrid>
        <w:gridCol w:w="3330"/>
        <w:gridCol w:w="1530"/>
        <w:gridCol w:w="1985"/>
        <w:gridCol w:w="283"/>
        <w:gridCol w:w="1998"/>
      </w:tblGrid>
      <w:tr w:rsidR="004C0874" w:rsidRPr="005C2BD1" w14:paraId="48562A3D" w14:textId="77777777" w:rsidTr="00057D87">
        <w:trPr>
          <w:cantSplit/>
        </w:trPr>
        <w:tc>
          <w:tcPr>
            <w:tcW w:w="3330" w:type="dxa"/>
          </w:tcPr>
          <w:p w14:paraId="48562A3A"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1530" w:type="dxa"/>
            <w:tcBorders>
              <w:left w:val="nil"/>
            </w:tcBorders>
          </w:tcPr>
          <w:p w14:paraId="48562A3B"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57D87">
        <w:trPr>
          <w:cantSplit/>
        </w:trPr>
        <w:tc>
          <w:tcPr>
            <w:tcW w:w="3330" w:type="dxa"/>
          </w:tcPr>
          <w:p w14:paraId="48562A3E"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53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57D87">
        <w:trPr>
          <w:cantSplit/>
        </w:trPr>
        <w:tc>
          <w:tcPr>
            <w:tcW w:w="3330" w:type="dxa"/>
          </w:tcPr>
          <w:p w14:paraId="48562A42" w14:textId="77777777" w:rsidR="004C0874" w:rsidRPr="005C2BD1" w:rsidRDefault="004C0874" w:rsidP="003E0B20">
            <w:pPr>
              <w:pStyle w:val="33"/>
              <w:tabs>
                <w:tab w:val="clear" w:pos="360"/>
                <w:tab w:val="clear" w:pos="720"/>
              </w:tabs>
              <w:rPr>
                <w:rFonts w:ascii="Browallia New" w:hAnsi="Browallia New" w:cs="Browallia New"/>
                <w:sz w:val="28"/>
                <w:szCs w:val="28"/>
              </w:rPr>
            </w:pPr>
          </w:p>
        </w:tc>
        <w:tc>
          <w:tcPr>
            <w:tcW w:w="153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46E930D1" w:rsidR="004C0874" w:rsidRPr="005C2BD1" w:rsidRDefault="00C65479" w:rsidP="003E0B20">
            <w:pPr>
              <w:ind w:left="-105" w:right="-108"/>
              <w:jc w:val="center"/>
              <w:rPr>
                <w:rFonts w:ascii="Browallia New" w:hAnsi="Browallia New" w:cs="Browallia New"/>
              </w:rPr>
            </w:pPr>
            <w:r w:rsidRPr="00C65479">
              <w:rPr>
                <w:rFonts w:ascii="Browallia New" w:hAnsi="Browallia New" w:cs="Browallia New"/>
                <w:spacing w:val="-4"/>
              </w:rPr>
              <w:t>30</w:t>
            </w:r>
            <w:r w:rsidRPr="00C65479">
              <w:rPr>
                <w:rFonts w:ascii="Browallia New" w:hAnsi="Browallia New" w:cs="Browallia New" w:hint="cs"/>
                <w:spacing w:val="-4"/>
                <w:cs/>
              </w:rPr>
              <w:t xml:space="preserve"> </w:t>
            </w:r>
            <w:bookmarkStart w:id="3" w:name="_Hlk112838075"/>
            <w:r w:rsidRPr="00C65479">
              <w:rPr>
                <w:rFonts w:ascii="Browallia New" w:hAnsi="Browallia New" w:cs="Browallia New"/>
                <w:spacing w:val="-4"/>
                <w:cs/>
              </w:rPr>
              <w:t>กันยายน</w:t>
            </w:r>
            <w:bookmarkEnd w:id="3"/>
            <w:r w:rsidRPr="00C65479">
              <w:rPr>
                <w:rFonts w:ascii="Browallia New" w:hAnsi="Browallia New" w:cs="Browallia New"/>
                <w:spacing w:val="-4"/>
                <w:cs/>
              </w:rPr>
              <w:t xml:space="preserve"> </w:t>
            </w:r>
            <w:r w:rsidR="00A459AF" w:rsidRPr="005C4084">
              <w:rPr>
                <w:rFonts w:ascii="Browallia New" w:hAnsi="Browallia New" w:cs="Browallia New"/>
                <w:spacing w:val="-4"/>
              </w:rPr>
              <w:t>2566</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767C5B03"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A459AF">
              <w:rPr>
                <w:rFonts w:ascii="Browallia New" w:hAnsi="Browallia New" w:cs="Browallia New"/>
              </w:rPr>
              <w:t>5</w:t>
            </w:r>
          </w:p>
        </w:tc>
      </w:tr>
      <w:tr w:rsidR="004C0874" w:rsidRPr="005C2BD1" w14:paraId="48562A4D" w14:textId="77777777" w:rsidTr="00057D87">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53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5"/>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F56614" w:rsidRPr="005C2BD1" w14:paraId="48562A53" w14:textId="77777777" w:rsidTr="006D014C">
        <w:trPr>
          <w:cantSplit/>
        </w:trPr>
        <w:tc>
          <w:tcPr>
            <w:tcW w:w="3330" w:type="dxa"/>
            <w:vAlign w:val="bottom"/>
          </w:tcPr>
          <w:p w14:paraId="48562A4E" w14:textId="77777777" w:rsidR="00F56614" w:rsidRPr="005C2BD1" w:rsidRDefault="00F56614" w:rsidP="00F56614">
            <w:pPr>
              <w:ind w:right="31"/>
              <w:rPr>
                <w:rFonts w:ascii="Browallia New" w:hAnsi="Browallia New" w:cs="Browallia New"/>
              </w:rPr>
            </w:pPr>
            <w:r w:rsidRPr="005C2BD1">
              <w:rPr>
                <w:rFonts w:ascii="Browallia New" w:hAnsi="Browallia New" w:cs="Browallia New"/>
                <w:cs/>
              </w:rPr>
              <w:t>ที่ดิน</w:t>
            </w:r>
          </w:p>
        </w:tc>
        <w:tc>
          <w:tcPr>
            <w:tcW w:w="1530" w:type="dxa"/>
            <w:tcBorders>
              <w:left w:val="nil"/>
            </w:tcBorders>
            <w:vAlign w:val="bottom"/>
          </w:tcPr>
          <w:p w14:paraId="48562A4F" w14:textId="77777777" w:rsidR="00F56614" w:rsidRPr="005C2BD1" w:rsidRDefault="00F56614" w:rsidP="00F56614">
            <w:pPr>
              <w:ind w:left="-108" w:right="30"/>
              <w:jc w:val="right"/>
              <w:rPr>
                <w:rFonts w:ascii="Browallia New" w:hAnsi="Browallia New" w:cs="Browallia New"/>
              </w:rPr>
            </w:pPr>
          </w:p>
        </w:tc>
        <w:tc>
          <w:tcPr>
            <w:tcW w:w="1985" w:type="dxa"/>
          </w:tcPr>
          <w:p w14:paraId="48562A50" w14:textId="79F4720A" w:rsidR="00F56614" w:rsidRPr="005C2BD1" w:rsidRDefault="00F56614" w:rsidP="00F56614">
            <w:pPr>
              <w:ind w:left="-108"/>
              <w:jc w:val="right"/>
              <w:rPr>
                <w:rFonts w:ascii="Browallia New" w:hAnsi="Browallia New" w:cs="Browallia New"/>
                <w:cs/>
              </w:rPr>
            </w:pPr>
            <w:r w:rsidRPr="00F56614">
              <w:rPr>
                <w:rFonts w:ascii="Browallia New" w:hAnsi="Browallia New" w:cs="Browallia New"/>
              </w:rPr>
              <w:t>24,621</w:t>
            </w:r>
          </w:p>
        </w:tc>
        <w:tc>
          <w:tcPr>
            <w:tcW w:w="283" w:type="dxa"/>
            <w:vAlign w:val="bottom"/>
          </w:tcPr>
          <w:p w14:paraId="48562A51" w14:textId="77777777" w:rsidR="00F56614" w:rsidRPr="005C2BD1" w:rsidRDefault="00F56614" w:rsidP="00F56614">
            <w:pPr>
              <w:pStyle w:val="a5"/>
              <w:ind w:left="-108" w:right="30"/>
              <w:rPr>
                <w:rFonts w:ascii="Browallia New" w:hAnsi="Browallia New" w:cs="Browallia New"/>
                <w:sz w:val="28"/>
                <w:szCs w:val="28"/>
                <w:lang w:eastAsia="en-US"/>
              </w:rPr>
            </w:pPr>
          </w:p>
        </w:tc>
        <w:tc>
          <w:tcPr>
            <w:tcW w:w="1998" w:type="dxa"/>
            <w:vAlign w:val="bottom"/>
          </w:tcPr>
          <w:p w14:paraId="48562A52" w14:textId="08554047" w:rsidR="00F56614" w:rsidRPr="005C2BD1" w:rsidRDefault="00F56614" w:rsidP="00F56614">
            <w:pPr>
              <w:ind w:left="-108"/>
              <w:jc w:val="right"/>
              <w:rPr>
                <w:rFonts w:ascii="Browallia New" w:hAnsi="Browallia New" w:cs="Browallia New"/>
              </w:rPr>
            </w:pPr>
            <w:r w:rsidRPr="00544B5B">
              <w:rPr>
                <w:rFonts w:ascii="Browallia New" w:hAnsi="Browallia New" w:cs="Browallia New"/>
              </w:rPr>
              <w:t>24</w:t>
            </w:r>
            <w:r w:rsidRPr="00A53E32">
              <w:rPr>
                <w:rFonts w:ascii="Browallia New" w:hAnsi="Browallia New" w:cs="Browallia New"/>
              </w:rPr>
              <w:t>,621</w:t>
            </w:r>
          </w:p>
        </w:tc>
      </w:tr>
      <w:tr w:rsidR="00F56614" w:rsidRPr="005C2BD1" w14:paraId="48562A59" w14:textId="77777777" w:rsidTr="006D014C">
        <w:trPr>
          <w:cantSplit/>
        </w:trPr>
        <w:tc>
          <w:tcPr>
            <w:tcW w:w="3330" w:type="dxa"/>
            <w:vAlign w:val="bottom"/>
          </w:tcPr>
          <w:p w14:paraId="48562A54" w14:textId="77777777" w:rsidR="00F56614" w:rsidRPr="005C2BD1" w:rsidRDefault="00F56614" w:rsidP="00F56614">
            <w:pPr>
              <w:ind w:right="31"/>
              <w:rPr>
                <w:rFonts w:ascii="Browallia New" w:hAnsi="Browallia New" w:cs="Browallia New"/>
              </w:rPr>
            </w:pPr>
            <w:r w:rsidRPr="005C2BD1">
              <w:rPr>
                <w:rFonts w:ascii="Browallia New" w:hAnsi="Browallia New" w:cs="Browallia New"/>
                <w:cs/>
              </w:rPr>
              <w:t>ที่ดินและอาคาร</w:t>
            </w:r>
          </w:p>
        </w:tc>
        <w:tc>
          <w:tcPr>
            <w:tcW w:w="1530" w:type="dxa"/>
            <w:tcBorders>
              <w:left w:val="nil"/>
            </w:tcBorders>
            <w:vAlign w:val="bottom"/>
          </w:tcPr>
          <w:p w14:paraId="48562A55" w14:textId="77777777" w:rsidR="00F56614" w:rsidRPr="005C2BD1" w:rsidRDefault="00F56614" w:rsidP="00F56614">
            <w:pPr>
              <w:ind w:left="-108"/>
              <w:jc w:val="right"/>
              <w:rPr>
                <w:rFonts w:ascii="Browallia New" w:hAnsi="Browallia New" w:cs="Browallia New"/>
              </w:rPr>
            </w:pPr>
          </w:p>
        </w:tc>
        <w:tc>
          <w:tcPr>
            <w:tcW w:w="1985" w:type="dxa"/>
          </w:tcPr>
          <w:p w14:paraId="48562A56" w14:textId="31C7E019" w:rsidR="00F56614" w:rsidRPr="005C2BD1" w:rsidRDefault="00F56614" w:rsidP="00F56614">
            <w:pPr>
              <w:ind w:left="-108"/>
              <w:jc w:val="right"/>
              <w:rPr>
                <w:rFonts w:ascii="Browallia New" w:hAnsi="Browallia New" w:cs="Browallia New"/>
              </w:rPr>
            </w:pPr>
            <w:r w:rsidRPr="00F56614">
              <w:rPr>
                <w:rFonts w:ascii="Browallia New" w:hAnsi="Browallia New" w:cs="Browallia New"/>
              </w:rPr>
              <w:t>6,734</w:t>
            </w:r>
          </w:p>
        </w:tc>
        <w:tc>
          <w:tcPr>
            <w:tcW w:w="283" w:type="dxa"/>
            <w:vAlign w:val="bottom"/>
          </w:tcPr>
          <w:p w14:paraId="48562A57" w14:textId="77777777" w:rsidR="00F56614" w:rsidRPr="005C2BD1" w:rsidRDefault="00F56614" w:rsidP="00F56614">
            <w:pPr>
              <w:pStyle w:val="a5"/>
              <w:ind w:left="-108" w:right="0"/>
              <w:rPr>
                <w:rFonts w:ascii="Browallia New" w:hAnsi="Browallia New" w:cs="Browallia New"/>
                <w:sz w:val="28"/>
                <w:szCs w:val="28"/>
                <w:lang w:eastAsia="en-US"/>
              </w:rPr>
            </w:pPr>
          </w:p>
        </w:tc>
        <w:tc>
          <w:tcPr>
            <w:tcW w:w="1998" w:type="dxa"/>
            <w:vAlign w:val="bottom"/>
          </w:tcPr>
          <w:p w14:paraId="48562A58" w14:textId="68F14C4E" w:rsidR="00F56614" w:rsidRPr="005C2BD1" w:rsidRDefault="00F56614" w:rsidP="00F56614">
            <w:pPr>
              <w:ind w:left="-108"/>
              <w:jc w:val="right"/>
              <w:rPr>
                <w:rFonts w:ascii="Browallia New" w:hAnsi="Browallia New" w:cs="Browallia New"/>
              </w:rPr>
            </w:pPr>
            <w:r w:rsidRPr="00A53E32">
              <w:rPr>
                <w:rFonts w:ascii="Browallia New" w:hAnsi="Browallia New" w:cs="Browallia New"/>
              </w:rPr>
              <w:t>6,734</w:t>
            </w:r>
          </w:p>
        </w:tc>
      </w:tr>
      <w:tr w:rsidR="00F56614" w:rsidRPr="005C2BD1" w14:paraId="48562A5F" w14:textId="77777777" w:rsidTr="006D014C">
        <w:trPr>
          <w:cantSplit/>
        </w:trPr>
        <w:tc>
          <w:tcPr>
            <w:tcW w:w="3330" w:type="dxa"/>
          </w:tcPr>
          <w:p w14:paraId="48562A5A" w14:textId="77777777" w:rsidR="00F56614" w:rsidRPr="005C2BD1" w:rsidRDefault="00F56614" w:rsidP="00F56614">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530" w:type="dxa"/>
            <w:tcBorders>
              <w:left w:val="nil"/>
            </w:tcBorders>
            <w:vAlign w:val="bottom"/>
          </w:tcPr>
          <w:p w14:paraId="48562A5B" w14:textId="77777777" w:rsidR="00F56614" w:rsidRPr="005C2BD1" w:rsidRDefault="00F56614" w:rsidP="00F56614">
            <w:pPr>
              <w:ind w:left="-108" w:right="30"/>
              <w:jc w:val="right"/>
              <w:rPr>
                <w:rFonts w:ascii="Browallia New" w:hAnsi="Browallia New" w:cs="Browallia New"/>
              </w:rPr>
            </w:pPr>
          </w:p>
        </w:tc>
        <w:tc>
          <w:tcPr>
            <w:tcW w:w="1985" w:type="dxa"/>
            <w:tcBorders>
              <w:top w:val="single" w:sz="4" w:space="0" w:color="auto"/>
              <w:bottom w:val="single" w:sz="12" w:space="0" w:color="auto"/>
            </w:tcBorders>
          </w:tcPr>
          <w:p w14:paraId="48562A5C" w14:textId="5BECE4D7" w:rsidR="00F56614" w:rsidRPr="005C2BD1" w:rsidRDefault="00F56614" w:rsidP="00F56614">
            <w:pPr>
              <w:ind w:left="-108"/>
              <w:jc w:val="right"/>
              <w:rPr>
                <w:rFonts w:ascii="Browallia New" w:hAnsi="Browallia New" w:cs="Browallia New"/>
              </w:rPr>
            </w:pPr>
            <w:r w:rsidRPr="00F56614">
              <w:rPr>
                <w:rFonts w:ascii="Browallia New" w:hAnsi="Browallia New" w:cs="Browallia New"/>
              </w:rPr>
              <w:t>31,355</w:t>
            </w:r>
          </w:p>
        </w:tc>
        <w:tc>
          <w:tcPr>
            <w:tcW w:w="283" w:type="dxa"/>
            <w:vAlign w:val="bottom"/>
          </w:tcPr>
          <w:p w14:paraId="48562A5D" w14:textId="77777777" w:rsidR="00F56614" w:rsidRPr="005C2BD1" w:rsidRDefault="00F56614" w:rsidP="00F56614">
            <w:pPr>
              <w:pStyle w:val="a5"/>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1975FE1D" w:rsidR="00F56614" w:rsidRPr="005C2BD1" w:rsidRDefault="00F56614" w:rsidP="00F56614">
            <w:pPr>
              <w:ind w:left="-108"/>
              <w:jc w:val="right"/>
              <w:rPr>
                <w:rFonts w:ascii="Browallia New" w:hAnsi="Browallia New" w:cs="Browallia New"/>
              </w:rPr>
            </w:pPr>
            <w:r w:rsidRPr="00A53E32">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538F2D1F" w:rsidR="001155D4" w:rsidRPr="005C2BD1" w:rsidRDefault="004C0874" w:rsidP="00C3162A">
      <w:pPr>
        <w:ind w:left="360"/>
        <w:jc w:val="thaiDistribute"/>
        <w:rPr>
          <w:rFonts w:ascii="Browallia New" w:hAnsi="Browallia New" w:cs="Browallia New"/>
          <w:cs/>
        </w:rPr>
      </w:pPr>
      <w:r w:rsidRPr="00423179">
        <w:rPr>
          <w:rFonts w:ascii="Browallia New" w:hAnsi="Browallia New" w:cs="Browallia New"/>
          <w:cs/>
        </w:rPr>
        <w:t>ณ</w:t>
      </w:r>
      <w:r w:rsidR="00F60E66" w:rsidRPr="00423179">
        <w:rPr>
          <w:rFonts w:ascii="Browallia New" w:hAnsi="Browallia New" w:cs="Browallia New"/>
        </w:rPr>
        <w:t xml:space="preserve"> </w:t>
      </w:r>
      <w:r w:rsidRPr="00423179">
        <w:rPr>
          <w:rFonts w:ascii="Browallia New" w:hAnsi="Browallia New" w:cs="Browallia New"/>
          <w:cs/>
        </w:rPr>
        <w:t>วันที่</w:t>
      </w:r>
      <w:r w:rsidR="00F60E66" w:rsidRPr="00423179">
        <w:rPr>
          <w:rFonts w:ascii="Browallia New" w:hAnsi="Browallia New" w:cs="Browallia New"/>
        </w:rPr>
        <w:t xml:space="preserve"> </w:t>
      </w:r>
      <w:r w:rsidR="00C65479" w:rsidRPr="00423179">
        <w:rPr>
          <w:rFonts w:ascii="Browallia New" w:hAnsi="Browallia New" w:cs="Browallia New"/>
        </w:rPr>
        <w:t>30</w:t>
      </w:r>
      <w:r w:rsidR="00C65479" w:rsidRPr="00423179">
        <w:rPr>
          <w:rFonts w:ascii="Browallia New" w:hAnsi="Browallia New" w:cs="Browallia New" w:hint="cs"/>
          <w:cs/>
        </w:rPr>
        <w:t xml:space="preserve"> </w:t>
      </w:r>
      <w:r w:rsidR="00C65479" w:rsidRPr="00423179">
        <w:rPr>
          <w:rFonts w:ascii="Browallia New" w:hAnsi="Browallia New" w:cs="Browallia New"/>
          <w:cs/>
        </w:rPr>
        <w:t xml:space="preserve">กันยายน </w:t>
      </w:r>
      <w:r w:rsidR="00C81C44" w:rsidRPr="00423179">
        <w:rPr>
          <w:rFonts w:ascii="Browallia New" w:hAnsi="Browallia New" w:cs="Browallia New"/>
          <w:spacing w:val="-4"/>
        </w:rPr>
        <w:t>2566</w:t>
      </w:r>
      <w:r w:rsidR="00C81C44" w:rsidRPr="00423179">
        <w:rPr>
          <w:rFonts w:ascii="Browallia New" w:hAnsi="Browallia New" w:cs="Browallia New"/>
        </w:rPr>
        <w:t xml:space="preserve"> </w:t>
      </w:r>
      <w:r w:rsidR="00F60E66" w:rsidRPr="00423179">
        <w:rPr>
          <w:rFonts w:ascii="Browallia New" w:hAnsi="Browallia New" w:cs="Browallia New"/>
        </w:rPr>
        <w:t xml:space="preserve"> </w:t>
      </w:r>
      <w:r w:rsidR="00656606" w:rsidRPr="00423179">
        <w:rPr>
          <w:rFonts w:ascii="Browallia New" w:hAnsi="Browallia New" w:cs="Browallia New"/>
          <w:cs/>
        </w:rPr>
        <w:t>มูลค่ายุติธรรมของอสังหาริมทรัพย์เพ</w:t>
      </w:r>
      <w:r w:rsidR="00281C5C" w:rsidRPr="00423179">
        <w:rPr>
          <w:rFonts w:ascii="Browallia New" w:hAnsi="Browallia New" w:cs="Browallia New" w:hint="cs"/>
          <w:cs/>
        </w:rPr>
        <w:t>ื่</w:t>
      </w:r>
      <w:r w:rsidR="00656606" w:rsidRPr="00423179">
        <w:rPr>
          <w:rFonts w:ascii="Browallia New" w:hAnsi="Browallia New" w:cs="Browallia New"/>
          <w:cs/>
        </w:rPr>
        <w:t>อการลงทุนข้างต้น คำนวณโดยการเปรียบเทียบกับราคาตลาด</w:t>
      </w:r>
      <w:r w:rsidR="0055004D" w:rsidRPr="00423179">
        <w:rPr>
          <w:rFonts w:ascii="Browallia New" w:hAnsi="Browallia New" w:cs="Browallia New" w:hint="cs"/>
          <w:cs/>
        </w:rPr>
        <w:t>โดยเฉล</w:t>
      </w:r>
      <w:r w:rsidR="00E8165E" w:rsidRPr="00423179">
        <w:rPr>
          <w:rFonts w:ascii="Browallia New" w:hAnsi="Browallia New" w:cs="Browallia New" w:hint="cs"/>
          <w:cs/>
        </w:rPr>
        <w:t>ี่</w:t>
      </w:r>
      <w:r w:rsidR="0055004D" w:rsidRPr="00423179">
        <w:rPr>
          <w:rFonts w:ascii="Browallia New" w:hAnsi="Browallia New" w:cs="Browallia New" w:hint="cs"/>
          <w:cs/>
        </w:rPr>
        <w:t>ย</w:t>
      </w:r>
      <w:r w:rsidR="00656606" w:rsidRPr="00423179">
        <w:rPr>
          <w:rFonts w:ascii="Browallia New" w:hAnsi="Browallia New" w:cs="Browallia New"/>
          <w:cs/>
        </w:rPr>
        <w:t>ของอสังหาริมทรัพย์บริเวณข้างเคียง</w:t>
      </w:r>
      <w:r w:rsidR="008F712D" w:rsidRPr="00423179">
        <w:rPr>
          <w:rFonts w:ascii="Browallia New" w:hAnsi="Browallia New" w:cs="Browallia New" w:hint="cs"/>
          <w:cs/>
        </w:rPr>
        <w:t>ล่าสุดเมื</w:t>
      </w:r>
      <w:r w:rsidR="00D83A4D" w:rsidRPr="00423179">
        <w:rPr>
          <w:rFonts w:ascii="Browallia New" w:hAnsi="Browallia New" w:cs="Browallia New" w:hint="cs"/>
          <w:cs/>
        </w:rPr>
        <w:t>่</w:t>
      </w:r>
      <w:r w:rsidR="008F712D" w:rsidRPr="00423179">
        <w:rPr>
          <w:rFonts w:ascii="Browallia New" w:hAnsi="Browallia New" w:cs="Browallia New" w:hint="cs"/>
          <w:cs/>
        </w:rPr>
        <w:t>อวันท</w:t>
      </w:r>
      <w:r w:rsidR="004D037E" w:rsidRPr="00423179">
        <w:rPr>
          <w:rFonts w:ascii="Browallia New" w:hAnsi="Browallia New" w:cs="Browallia New" w:hint="cs"/>
          <w:cs/>
        </w:rPr>
        <w:t>ี่</w:t>
      </w:r>
      <w:r w:rsidR="008F712D" w:rsidRPr="00423179">
        <w:rPr>
          <w:rFonts w:ascii="Browallia New" w:hAnsi="Browallia New" w:cs="Browallia New" w:hint="cs"/>
          <w:cs/>
        </w:rPr>
        <w:t xml:space="preserve"> </w:t>
      </w:r>
      <w:r w:rsidR="00BA2BED" w:rsidRPr="00423179">
        <w:rPr>
          <w:rFonts w:ascii="Browallia New" w:hAnsi="Browallia New" w:cs="Browallia New"/>
        </w:rPr>
        <w:t xml:space="preserve">31 </w:t>
      </w:r>
      <w:r w:rsidR="00BA2BED" w:rsidRPr="00423179">
        <w:rPr>
          <w:rFonts w:ascii="Browallia New" w:hAnsi="Browallia New" w:cs="Browallia New" w:hint="cs"/>
          <w:cs/>
        </w:rPr>
        <w:t xml:space="preserve">ธันวาคม </w:t>
      </w:r>
      <w:r w:rsidR="00BA2BED" w:rsidRPr="00423179">
        <w:rPr>
          <w:rFonts w:ascii="Browallia New" w:hAnsi="Browallia New" w:cs="Browallia New"/>
        </w:rPr>
        <w:t>256</w:t>
      </w:r>
      <w:r w:rsidR="00C81C44" w:rsidRPr="00423179">
        <w:rPr>
          <w:rFonts w:ascii="Browallia New" w:hAnsi="Browallia New" w:cs="Browallia New"/>
        </w:rPr>
        <w:t>5</w:t>
      </w:r>
      <w:r w:rsidR="00656606" w:rsidRPr="00423179">
        <w:rPr>
          <w:rFonts w:ascii="Browallia New" w:hAnsi="Browallia New" w:cs="Browallia New"/>
          <w:cs/>
        </w:rPr>
        <w:t xml:space="preserve"> มีมูลค่าประมาณ</w:t>
      </w:r>
      <w:r w:rsidR="00656606" w:rsidRPr="00423179">
        <w:rPr>
          <w:rFonts w:ascii="Browallia New" w:eastAsia="Cordia New" w:hAnsi="Browallia New" w:cs="Browallia New"/>
        </w:rPr>
        <w:t xml:space="preserve"> </w:t>
      </w:r>
      <w:r w:rsidR="000A2011" w:rsidRPr="00423179">
        <w:rPr>
          <w:rFonts w:ascii="Browallia New" w:hAnsi="Browallia New" w:cs="Browallia New"/>
        </w:rPr>
        <w:t>60.36</w:t>
      </w:r>
      <w:r w:rsidR="00AE2B69" w:rsidRPr="00423179">
        <w:rPr>
          <w:rFonts w:ascii="Browallia New" w:eastAsia="Cordia New" w:hAnsi="Browallia New" w:cs="Browallia New"/>
        </w:rPr>
        <w:t xml:space="preserve"> </w:t>
      </w:r>
      <w:r w:rsidR="0060588E" w:rsidRPr="00423179">
        <w:rPr>
          <w:rFonts w:ascii="Browallia New" w:eastAsia="Cordia New" w:hAnsi="Browallia New" w:cs="Browallia New"/>
        </w:rPr>
        <w:br/>
      </w:r>
      <w:r w:rsidR="00656606" w:rsidRPr="00423179">
        <w:rPr>
          <w:rFonts w:ascii="Browallia New" w:hAnsi="Browallia New" w:cs="Browallia New"/>
          <w:cs/>
          <w:lang w:val="en-GB"/>
        </w:rPr>
        <w:t>ล้านบาท</w:t>
      </w:r>
      <w:r w:rsidR="00656606" w:rsidRPr="00423179">
        <w:rPr>
          <w:rFonts w:ascii="Browallia New" w:hAnsi="Browallia New" w:cs="Browallia New"/>
          <w:lang w:val="en-GB"/>
        </w:rPr>
        <w:t xml:space="preserve"> (</w:t>
      </w:r>
      <w:r w:rsidR="00656606" w:rsidRPr="00423179">
        <w:rPr>
          <w:rFonts w:ascii="Browallia New" w:hAnsi="Browallia New" w:cs="Browallia New"/>
        </w:rPr>
        <w:t>256</w:t>
      </w:r>
      <w:r w:rsidR="00C81C44" w:rsidRPr="00423179">
        <w:rPr>
          <w:rFonts w:ascii="Browallia New" w:hAnsi="Browallia New" w:cs="Browallia New"/>
        </w:rPr>
        <w:t>5</w:t>
      </w:r>
      <w:r w:rsidR="00656606" w:rsidRPr="00423179">
        <w:rPr>
          <w:rFonts w:ascii="Browallia New" w:hAnsi="Browallia New" w:cs="Browallia New"/>
          <w:lang w:val="en-GB"/>
        </w:rPr>
        <w:t xml:space="preserve"> : </w:t>
      </w:r>
      <w:r w:rsidR="00656606" w:rsidRPr="00423179">
        <w:rPr>
          <w:rFonts w:ascii="Browallia New" w:hAnsi="Browallia New" w:cs="Browallia New"/>
        </w:rPr>
        <w:t>60</w:t>
      </w:r>
      <w:r w:rsidR="00656606" w:rsidRPr="00423179">
        <w:rPr>
          <w:rFonts w:ascii="Browallia New" w:hAnsi="Browallia New" w:cs="Browallia New"/>
          <w:lang w:val="en-GB"/>
        </w:rPr>
        <w:t>.</w:t>
      </w:r>
      <w:r w:rsidR="00656606" w:rsidRPr="00423179">
        <w:rPr>
          <w:rFonts w:ascii="Browallia New" w:hAnsi="Browallia New" w:cs="Browallia New"/>
        </w:rPr>
        <w:t>36</w:t>
      </w:r>
      <w:r w:rsidR="00656606" w:rsidRPr="00423179">
        <w:rPr>
          <w:rFonts w:ascii="Browallia New" w:hAnsi="Browallia New" w:cs="Browallia New"/>
          <w:lang w:val="en-GB"/>
        </w:rPr>
        <w:t xml:space="preserve"> </w:t>
      </w:r>
      <w:r w:rsidR="00656606" w:rsidRPr="00423179">
        <w:rPr>
          <w:rFonts w:ascii="Browallia New" w:hAnsi="Browallia New" w:cs="Browallia New" w:hint="cs"/>
          <w:cs/>
          <w:lang w:val="en-GB"/>
        </w:rPr>
        <w:t>ล้านบาท</w:t>
      </w:r>
      <w:r w:rsidR="00656606" w:rsidRPr="00423179">
        <w:rPr>
          <w:rFonts w:ascii="Browallia New" w:hAnsi="Browallia New" w:cs="Browallia New"/>
          <w:lang w:val="en-GB"/>
        </w:rPr>
        <w:t>)</w:t>
      </w:r>
    </w:p>
    <w:p w14:paraId="3D053FA2" w14:textId="4D531B88" w:rsidR="00DD24E2" w:rsidRPr="00C65479" w:rsidRDefault="00DD24E2">
      <w:pPr>
        <w:rPr>
          <w:rFonts w:ascii="Browallia New" w:hAnsi="Browallia New" w:cs="Browallia New"/>
          <w:b/>
          <w:bCs/>
          <w:sz w:val="22"/>
          <w:cs/>
          <w:lang w:val="en-GB"/>
        </w:rPr>
      </w:pPr>
    </w:p>
    <w:p w14:paraId="48562A63" w14:textId="43FE3DE9" w:rsidR="003E4706" w:rsidRPr="000B5D94" w:rsidRDefault="003E4706" w:rsidP="003E0B20">
      <w:pPr>
        <w:pStyle w:val="afd"/>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24C53DA7"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w:t>
      </w:r>
      <w:r w:rsidR="00492A1A">
        <w:rPr>
          <w:rFonts w:ascii="Browallia New" w:hAnsi="Browallia New" w:cs="Browallia New" w:hint="cs"/>
          <w:cs/>
        </w:rPr>
        <w:t>ื่</w:t>
      </w:r>
      <w:r w:rsidRPr="005C2BD1">
        <w:rPr>
          <w:rFonts w:ascii="Browallia New" w:hAnsi="Browallia New" w:cs="Browallia New"/>
          <w:cs/>
        </w:rPr>
        <w:t>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w:t>
      </w:r>
      <w:r w:rsidR="00E50E46" w:rsidRPr="00E50E46">
        <w:rPr>
          <w:rFonts w:ascii="Browallia New" w:hAnsi="Browallia New" w:cs="Browallia New"/>
          <w:cs/>
        </w:rPr>
        <w:t>สำหรับงวด</w:t>
      </w:r>
      <w:r w:rsidR="00E50E46" w:rsidRPr="00E50E46">
        <w:rPr>
          <w:rFonts w:ascii="Browallia New" w:hAnsi="Browallia New" w:cs="Browallia New" w:hint="cs"/>
          <w:cs/>
        </w:rPr>
        <w:t>เก้า</w:t>
      </w:r>
      <w:r w:rsidR="00E50E46" w:rsidRPr="00E50E46">
        <w:rPr>
          <w:rFonts w:ascii="Browallia New" w:hAnsi="Browallia New" w:cs="Browallia New"/>
          <w:cs/>
        </w:rPr>
        <w:t>เดือนสิ้นสุดวันที่</w:t>
      </w:r>
      <w:r w:rsidR="00E50E46" w:rsidRPr="00E50E46">
        <w:rPr>
          <w:rFonts w:ascii="Browallia New" w:hAnsi="Browallia New" w:cs="Browallia New"/>
        </w:rPr>
        <w:t xml:space="preserve"> 30</w:t>
      </w:r>
      <w:r w:rsidR="00E50E46" w:rsidRPr="00E50E46">
        <w:rPr>
          <w:rFonts w:ascii="Browallia New" w:hAnsi="Browallia New" w:cs="Browallia New" w:hint="cs"/>
          <w:cs/>
        </w:rPr>
        <w:t xml:space="preserve"> </w:t>
      </w:r>
      <w:r w:rsidR="00E50E46" w:rsidRPr="00E50E46">
        <w:rPr>
          <w:rFonts w:ascii="Browallia New" w:hAnsi="Browallia New" w:cs="Browallia New"/>
          <w:cs/>
        </w:rPr>
        <w:t xml:space="preserve">กันยายน </w:t>
      </w:r>
      <w:r w:rsidR="000969BB" w:rsidRPr="005C4084">
        <w:rPr>
          <w:rFonts w:ascii="Browallia New" w:hAnsi="Browallia New" w:cs="Browallia New"/>
          <w:spacing w:val="-4"/>
        </w:rPr>
        <w:t>2566</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114" w:type="dxa"/>
        <w:tblInd w:w="270" w:type="dxa"/>
        <w:tblLayout w:type="fixed"/>
        <w:tblLook w:val="0000" w:firstRow="0" w:lastRow="0" w:firstColumn="0" w:lastColumn="0" w:noHBand="0" w:noVBand="0"/>
      </w:tblPr>
      <w:tblGrid>
        <w:gridCol w:w="711"/>
        <w:gridCol w:w="3981"/>
        <w:gridCol w:w="1984"/>
        <w:gridCol w:w="238"/>
        <w:gridCol w:w="2200"/>
      </w:tblGrid>
      <w:tr w:rsidR="003B4502" w:rsidRPr="005C2BD1" w14:paraId="48562A6B" w14:textId="77777777" w:rsidTr="00623927">
        <w:tc>
          <w:tcPr>
            <w:tcW w:w="4692"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623927">
        <w:tc>
          <w:tcPr>
            <w:tcW w:w="4692"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623927">
        <w:trPr>
          <w:trHeight w:val="58"/>
        </w:trPr>
        <w:tc>
          <w:tcPr>
            <w:tcW w:w="4692"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1984"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200"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623927">
        <w:tc>
          <w:tcPr>
            <w:tcW w:w="4692" w:type="dxa"/>
            <w:gridSpan w:val="2"/>
          </w:tcPr>
          <w:p w14:paraId="48562A76" w14:textId="70D0D062"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0969BB">
              <w:rPr>
                <w:rFonts w:ascii="Browallia New" w:hAnsi="Browallia New" w:cs="Browallia New"/>
                <w:snapToGrid w:val="0"/>
                <w:lang w:eastAsia="th-TH"/>
              </w:rPr>
              <w:t>6</w:t>
            </w:r>
          </w:p>
        </w:tc>
        <w:tc>
          <w:tcPr>
            <w:tcW w:w="1984" w:type="dxa"/>
          </w:tcPr>
          <w:p w14:paraId="48562A77" w14:textId="15D73A1D" w:rsidR="00412226" w:rsidRPr="001C507F" w:rsidRDefault="005A6B9C" w:rsidP="003E0B20">
            <w:pPr>
              <w:tabs>
                <w:tab w:val="left" w:pos="3090"/>
                <w:tab w:val="left" w:pos="4860"/>
              </w:tabs>
              <w:ind w:left="-108" w:right="-33"/>
              <w:jc w:val="right"/>
              <w:rPr>
                <w:rFonts w:ascii="Browallia New" w:hAnsi="Browallia New" w:cs="Browallia New"/>
                <w:snapToGrid w:val="0"/>
                <w:lang w:eastAsia="th-TH"/>
              </w:rPr>
            </w:pPr>
            <w:r w:rsidRPr="001C507F">
              <w:rPr>
                <w:rFonts w:ascii="Browallia New" w:hAnsi="Browallia New" w:cs="Browallia New"/>
                <w:snapToGrid w:val="0"/>
                <w:lang w:eastAsia="th-TH"/>
              </w:rPr>
              <w:t>1,049,023</w:t>
            </w:r>
          </w:p>
        </w:tc>
        <w:tc>
          <w:tcPr>
            <w:tcW w:w="238" w:type="dxa"/>
          </w:tcPr>
          <w:p w14:paraId="48562A78" w14:textId="77777777" w:rsidR="00412226" w:rsidRPr="001C507F" w:rsidRDefault="00412226" w:rsidP="003E0B20">
            <w:pPr>
              <w:tabs>
                <w:tab w:val="left" w:pos="3090"/>
                <w:tab w:val="left" w:pos="4860"/>
              </w:tabs>
              <w:ind w:right="-33"/>
              <w:jc w:val="right"/>
              <w:rPr>
                <w:rFonts w:ascii="Browallia New" w:hAnsi="Browallia New" w:cs="Browallia New"/>
                <w:snapToGrid w:val="0"/>
                <w:lang w:eastAsia="th-TH"/>
              </w:rPr>
            </w:pPr>
          </w:p>
        </w:tc>
        <w:tc>
          <w:tcPr>
            <w:tcW w:w="2200" w:type="dxa"/>
          </w:tcPr>
          <w:p w14:paraId="48562A79" w14:textId="7CDD1D68" w:rsidR="00412226" w:rsidRPr="001C507F" w:rsidRDefault="006B69AD" w:rsidP="003E0B20">
            <w:pPr>
              <w:tabs>
                <w:tab w:val="left" w:pos="3090"/>
                <w:tab w:val="left" w:pos="4860"/>
              </w:tabs>
              <w:ind w:left="-159" w:right="-33"/>
              <w:jc w:val="right"/>
              <w:rPr>
                <w:rFonts w:ascii="Browallia New" w:hAnsi="Browallia New" w:cs="Browallia New"/>
                <w:snapToGrid w:val="0"/>
                <w:lang w:eastAsia="th-TH"/>
              </w:rPr>
            </w:pPr>
            <w:r w:rsidRPr="001C507F">
              <w:rPr>
                <w:rFonts w:ascii="Browallia New" w:hAnsi="Browallia New" w:cs="Browallia New"/>
                <w:snapToGrid w:val="0"/>
                <w:lang w:eastAsia="th-TH"/>
              </w:rPr>
              <w:t>1,036,647</w:t>
            </w:r>
          </w:p>
        </w:tc>
      </w:tr>
      <w:tr w:rsidR="00F91956" w:rsidRPr="005C2BD1" w14:paraId="48562A80" w14:textId="77777777" w:rsidTr="00623927">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3981"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1984" w:type="dxa"/>
          </w:tcPr>
          <w:p w14:paraId="48562A7D" w14:textId="26ADA7AA" w:rsidR="00F91956" w:rsidRPr="00B16203" w:rsidRDefault="00E94C7D" w:rsidP="00F91956">
            <w:pPr>
              <w:tabs>
                <w:tab w:val="left" w:pos="1470"/>
              </w:tabs>
              <w:ind w:left="-108" w:right="-33"/>
              <w:jc w:val="right"/>
              <w:rPr>
                <w:rFonts w:ascii="Browallia New" w:hAnsi="Browallia New" w:cs="Browallia New"/>
                <w:snapToGrid w:val="0"/>
                <w:highlight w:val="yellow"/>
                <w:lang w:eastAsia="th-TH"/>
              </w:rPr>
            </w:pPr>
            <w:r w:rsidRPr="00E94C7D">
              <w:rPr>
                <w:rFonts w:ascii="Browallia New" w:hAnsi="Browallia New" w:cs="Browallia New"/>
                <w:snapToGrid w:val="0"/>
                <w:cs/>
                <w:lang w:eastAsia="th-TH"/>
              </w:rPr>
              <w:t xml:space="preserve">                  </w:t>
            </w:r>
            <w:r w:rsidR="004A22ED" w:rsidRPr="004A22ED">
              <w:rPr>
                <w:rFonts w:ascii="Browallia New" w:hAnsi="Browallia New" w:cs="Browallia New"/>
                <w:snapToGrid w:val="0"/>
                <w:lang w:eastAsia="th-TH"/>
              </w:rPr>
              <w:t>33</w:t>
            </w:r>
            <w:r w:rsidRPr="00E94C7D">
              <w:rPr>
                <w:rFonts w:ascii="Browallia New" w:hAnsi="Browallia New" w:cs="Browallia New"/>
                <w:snapToGrid w:val="0"/>
                <w:lang w:eastAsia="th-TH"/>
              </w:rPr>
              <w:t>,</w:t>
            </w:r>
            <w:r w:rsidR="004A22ED" w:rsidRPr="004A22ED">
              <w:rPr>
                <w:rFonts w:ascii="Browallia New" w:hAnsi="Browallia New" w:cs="Browallia New"/>
                <w:snapToGrid w:val="0"/>
                <w:lang w:eastAsia="th-TH"/>
              </w:rPr>
              <w:t>174</w:t>
            </w:r>
          </w:p>
        </w:tc>
        <w:tc>
          <w:tcPr>
            <w:tcW w:w="238" w:type="dxa"/>
          </w:tcPr>
          <w:p w14:paraId="48562A7E" w14:textId="77777777" w:rsidR="00F91956" w:rsidRPr="00423179" w:rsidRDefault="00F91956" w:rsidP="00F91956">
            <w:pPr>
              <w:tabs>
                <w:tab w:val="left" w:pos="1470"/>
              </w:tabs>
              <w:ind w:right="-33"/>
              <w:jc w:val="right"/>
              <w:rPr>
                <w:rFonts w:ascii="Browallia New" w:hAnsi="Browallia New" w:cs="Browallia New"/>
                <w:snapToGrid w:val="0"/>
                <w:highlight w:val="yellow"/>
                <w:lang w:eastAsia="th-TH"/>
              </w:rPr>
            </w:pPr>
          </w:p>
        </w:tc>
        <w:tc>
          <w:tcPr>
            <w:tcW w:w="2200" w:type="dxa"/>
          </w:tcPr>
          <w:p w14:paraId="48562A7F" w14:textId="32DFB60A" w:rsidR="00F91956" w:rsidRPr="00423179" w:rsidRDefault="004A22ED" w:rsidP="00F91956">
            <w:pPr>
              <w:tabs>
                <w:tab w:val="left" w:pos="3090"/>
                <w:tab w:val="left" w:pos="4860"/>
              </w:tabs>
              <w:ind w:left="-159" w:right="-33"/>
              <w:jc w:val="right"/>
              <w:rPr>
                <w:rFonts w:ascii="Browallia New" w:hAnsi="Browallia New" w:cs="Browallia New"/>
                <w:snapToGrid w:val="0"/>
                <w:highlight w:val="yellow"/>
                <w:lang w:eastAsia="th-TH"/>
              </w:rPr>
            </w:pPr>
            <w:r w:rsidRPr="004A22ED">
              <w:rPr>
                <w:rFonts w:ascii="Browallia New" w:hAnsi="Browallia New" w:cs="Browallia New"/>
                <w:snapToGrid w:val="0"/>
                <w:lang w:eastAsia="th-TH"/>
              </w:rPr>
              <w:t>33</w:t>
            </w:r>
            <w:r w:rsidR="0066102B" w:rsidRPr="0066102B">
              <w:rPr>
                <w:rFonts w:ascii="Browallia New" w:hAnsi="Browallia New" w:cs="Browallia New"/>
                <w:snapToGrid w:val="0"/>
                <w:lang w:eastAsia="th-TH"/>
              </w:rPr>
              <w:t>,</w:t>
            </w:r>
            <w:r w:rsidRPr="004A22ED">
              <w:rPr>
                <w:rFonts w:ascii="Browallia New" w:hAnsi="Browallia New" w:cs="Browallia New"/>
                <w:snapToGrid w:val="0"/>
                <w:lang w:eastAsia="th-TH"/>
              </w:rPr>
              <w:t>095</w:t>
            </w:r>
          </w:p>
        </w:tc>
      </w:tr>
      <w:tr w:rsidR="00F91956" w:rsidRPr="005C2BD1" w14:paraId="48562A86" w14:textId="77777777" w:rsidTr="00623927">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3981"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1984" w:type="dxa"/>
          </w:tcPr>
          <w:p w14:paraId="48562A83" w14:textId="0200514D" w:rsidR="00F91956" w:rsidRPr="00B16203" w:rsidRDefault="002A78EF" w:rsidP="00F91956">
            <w:pPr>
              <w:tabs>
                <w:tab w:val="left" w:pos="3090"/>
                <w:tab w:val="left" w:pos="4860"/>
              </w:tabs>
              <w:ind w:left="-108" w:right="-33"/>
              <w:jc w:val="right"/>
              <w:rPr>
                <w:rFonts w:ascii="Browallia New" w:hAnsi="Browallia New" w:cs="Browallia New"/>
                <w:snapToGrid w:val="0"/>
                <w:highlight w:val="yellow"/>
                <w:lang w:eastAsia="th-TH"/>
              </w:rPr>
            </w:pPr>
            <w:r w:rsidRPr="002A78EF">
              <w:rPr>
                <w:rFonts w:ascii="Browallia New" w:hAnsi="Browallia New" w:cs="Browallia New"/>
                <w:snapToGrid w:val="0"/>
                <w:cs/>
                <w:lang w:eastAsia="th-TH"/>
              </w:rPr>
              <w:t xml:space="preserve">                  (</w:t>
            </w:r>
            <w:r w:rsidR="004A22ED" w:rsidRPr="004A22ED">
              <w:rPr>
                <w:rFonts w:ascii="Browallia New" w:hAnsi="Browallia New" w:cs="Browallia New"/>
                <w:snapToGrid w:val="0"/>
                <w:lang w:eastAsia="th-TH"/>
              </w:rPr>
              <w:t>51</w:t>
            </w:r>
            <w:r w:rsidRPr="002A78EF">
              <w:rPr>
                <w:rFonts w:ascii="Browallia New" w:hAnsi="Browallia New" w:cs="Browallia New"/>
                <w:snapToGrid w:val="0"/>
                <w:lang w:eastAsia="th-TH"/>
              </w:rPr>
              <w:t>,</w:t>
            </w:r>
            <w:r w:rsidR="004A22ED" w:rsidRPr="004A22ED">
              <w:rPr>
                <w:rFonts w:ascii="Browallia New" w:hAnsi="Browallia New" w:cs="Browallia New"/>
                <w:snapToGrid w:val="0"/>
                <w:lang w:eastAsia="th-TH"/>
              </w:rPr>
              <w:t>451</w:t>
            </w:r>
            <w:r w:rsidRPr="002A78EF">
              <w:rPr>
                <w:rFonts w:ascii="Browallia New" w:hAnsi="Browallia New" w:cs="Browallia New"/>
                <w:snapToGrid w:val="0"/>
                <w:cs/>
                <w:lang w:eastAsia="th-TH"/>
              </w:rPr>
              <w:t>)</w:t>
            </w:r>
          </w:p>
        </w:tc>
        <w:tc>
          <w:tcPr>
            <w:tcW w:w="238" w:type="dxa"/>
          </w:tcPr>
          <w:p w14:paraId="48562A84" w14:textId="77777777" w:rsidR="00F91956" w:rsidRPr="00423179" w:rsidRDefault="00F91956" w:rsidP="00F91956">
            <w:pPr>
              <w:tabs>
                <w:tab w:val="left" w:pos="3090"/>
                <w:tab w:val="left" w:pos="4860"/>
              </w:tabs>
              <w:ind w:right="-33"/>
              <w:jc w:val="right"/>
              <w:rPr>
                <w:rFonts w:ascii="Browallia New" w:hAnsi="Browallia New" w:cs="Browallia New"/>
                <w:snapToGrid w:val="0"/>
                <w:highlight w:val="yellow"/>
                <w:lang w:eastAsia="th-TH"/>
              </w:rPr>
            </w:pPr>
          </w:p>
        </w:tc>
        <w:tc>
          <w:tcPr>
            <w:tcW w:w="2200" w:type="dxa"/>
          </w:tcPr>
          <w:p w14:paraId="48562A85" w14:textId="21282AE9" w:rsidR="00F91956" w:rsidRPr="00423179" w:rsidRDefault="00C4118D" w:rsidP="00F91956">
            <w:pPr>
              <w:tabs>
                <w:tab w:val="left" w:pos="3090"/>
                <w:tab w:val="left" w:pos="4860"/>
              </w:tabs>
              <w:ind w:left="-159" w:right="-33"/>
              <w:jc w:val="right"/>
              <w:rPr>
                <w:rFonts w:ascii="Browallia New" w:hAnsi="Browallia New" w:cs="Browallia New"/>
                <w:snapToGrid w:val="0"/>
                <w:highlight w:val="yellow"/>
                <w:lang w:eastAsia="th-TH"/>
              </w:rPr>
            </w:pPr>
            <w:r w:rsidRPr="00C4118D">
              <w:rPr>
                <w:rFonts w:ascii="Browallia New" w:hAnsi="Browallia New" w:cs="Browallia New"/>
                <w:snapToGrid w:val="0"/>
                <w:cs/>
                <w:lang w:eastAsia="th-TH"/>
              </w:rPr>
              <w:t>(</w:t>
            </w:r>
            <w:r w:rsidR="004A22ED" w:rsidRPr="004A22ED">
              <w:rPr>
                <w:rFonts w:ascii="Browallia New" w:hAnsi="Browallia New" w:cs="Browallia New"/>
                <w:snapToGrid w:val="0"/>
                <w:lang w:eastAsia="th-TH"/>
              </w:rPr>
              <w:t>51</w:t>
            </w:r>
            <w:r w:rsidRPr="00C4118D">
              <w:rPr>
                <w:rFonts w:ascii="Browallia New" w:hAnsi="Browallia New" w:cs="Browallia New"/>
                <w:snapToGrid w:val="0"/>
                <w:lang w:eastAsia="th-TH"/>
              </w:rPr>
              <w:t>,</w:t>
            </w:r>
            <w:r w:rsidR="004A22ED" w:rsidRPr="004A22ED">
              <w:rPr>
                <w:rFonts w:ascii="Browallia New" w:hAnsi="Browallia New" w:cs="Browallia New"/>
                <w:snapToGrid w:val="0"/>
                <w:lang w:eastAsia="th-TH"/>
              </w:rPr>
              <w:t>451</w:t>
            </w:r>
            <w:r w:rsidRPr="00C4118D">
              <w:rPr>
                <w:rFonts w:ascii="Browallia New" w:hAnsi="Browallia New" w:cs="Browallia New"/>
                <w:snapToGrid w:val="0"/>
                <w:cs/>
                <w:lang w:eastAsia="th-TH"/>
              </w:rPr>
              <w:t>)</w:t>
            </w:r>
          </w:p>
        </w:tc>
      </w:tr>
      <w:tr w:rsidR="00F91956" w:rsidRPr="005C2BD1" w14:paraId="48562A8C" w14:textId="77777777" w:rsidTr="00623927">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3981"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48562A88" w14:textId="585B1D5C" w:rsidR="00DF6519" w:rsidRPr="00623927" w:rsidRDefault="00157105" w:rsidP="0040488A">
            <w:pPr>
              <w:tabs>
                <w:tab w:val="left" w:pos="453"/>
                <w:tab w:val="left" w:pos="3090"/>
                <w:tab w:val="left" w:pos="4860"/>
              </w:tabs>
              <w:ind w:left="-108"/>
              <w:rPr>
                <w:rFonts w:ascii="Browallia New" w:hAnsi="Browallia New" w:cs="Browallia New"/>
                <w:snapToGrid w:val="0"/>
                <w:cs/>
                <w:lang w:val="en-GB" w:eastAsia="th-TH"/>
              </w:rPr>
            </w:pPr>
            <w:r w:rsidRPr="0092598F">
              <w:rPr>
                <w:rFonts w:ascii="Browallia New" w:hAnsi="Browallia New" w:cs="Browallia New" w:hint="cs"/>
                <w:snapToGrid w:val="0"/>
                <w:cs/>
                <w:lang w:val="en-GB" w:eastAsia="th-TH"/>
              </w:rPr>
              <w:t>ค่าเสื่อมราคาสะสม</w:t>
            </w:r>
            <w:r w:rsidR="00E01D9A">
              <w:rPr>
                <w:rFonts w:ascii="Browallia New" w:hAnsi="Browallia New" w:cs="Browallia New" w:hint="cs"/>
                <w:snapToGrid w:val="0"/>
                <w:cs/>
                <w:lang w:val="en-GB" w:eastAsia="th-TH"/>
              </w:rPr>
              <w:t>ของ</w:t>
            </w:r>
            <w:r w:rsidRPr="0092598F">
              <w:rPr>
                <w:rFonts w:ascii="Browallia New" w:hAnsi="Browallia New" w:cs="Browallia New" w:hint="cs"/>
                <w:snapToGrid w:val="0"/>
                <w:cs/>
                <w:lang w:val="en-GB" w:eastAsia="th-TH"/>
              </w:rPr>
              <w:t>สินทรัพย์ที่จำหน่า</w:t>
            </w:r>
            <w:r w:rsidR="0040488A">
              <w:rPr>
                <w:rFonts w:ascii="Browallia New" w:hAnsi="Browallia New" w:cs="Browallia New" w:hint="cs"/>
                <w:snapToGrid w:val="0"/>
                <w:cs/>
                <w:lang w:val="en-GB" w:eastAsia="th-TH"/>
              </w:rPr>
              <w:t>ย</w:t>
            </w:r>
          </w:p>
        </w:tc>
        <w:tc>
          <w:tcPr>
            <w:tcW w:w="1984" w:type="dxa"/>
          </w:tcPr>
          <w:p w14:paraId="7B746AB8" w14:textId="23FE441C" w:rsidR="00EC2718" w:rsidRPr="00EC2718" w:rsidRDefault="00EC2718" w:rsidP="00EC2718">
            <w:pPr>
              <w:tabs>
                <w:tab w:val="left" w:pos="3090"/>
                <w:tab w:val="left" w:pos="4860"/>
              </w:tabs>
              <w:ind w:left="-108" w:right="-33"/>
              <w:jc w:val="right"/>
              <w:rPr>
                <w:rFonts w:ascii="Browallia New" w:hAnsi="Browallia New" w:cs="Browallia New"/>
                <w:snapToGrid w:val="0"/>
                <w:lang w:eastAsia="th-TH"/>
              </w:rPr>
            </w:pPr>
            <w:r w:rsidRPr="00EC2718">
              <w:rPr>
                <w:rFonts w:ascii="Browallia New" w:hAnsi="Browallia New" w:cs="Browallia New"/>
                <w:snapToGrid w:val="0"/>
                <w:cs/>
                <w:lang w:eastAsia="th-TH"/>
              </w:rPr>
              <w:t xml:space="preserve">                  (</w:t>
            </w:r>
            <w:r w:rsidR="004A22ED" w:rsidRPr="004A22ED">
              <w:rPr>
                <w:rFonts w:ascii="Browallia New" w:hAnsi="Browallia New" w:cs="Browallia New"/>
                <w:snapToGrid w:val="0"/>
                <w:lang w:eastAsia="th-TH"/>
              </w:rPr>
              <w:t>46</w:t>
            </w:r>
            <w:r w:rsidRPr="00EC2718">
              <w:rPr>
                <w:rFonts w:ascii="Browallia New" w:hAnsi="Browallia New" w:cs="Browallia New"/>
                <w:snapToGrid w:val="0"/>
                <w:cs/>
                <w:lang w:eastAsia="th-TH"/>
              </w:rPr>
              <w:t>,</w:t>
            </w:r>
            <w:r w:rsidR="004A22ED" w:rsidRPr="004A22ED">
              <w:rPr>
                <w:rFonts w:ascii="Browallia New" w:hAnsi="Browallia New" w:cs="Browallia New"/>
                <w:snapToGrid w:val="0"/>
                <w:lang w:eastAsia="th-TH"/>
              </w:rPr>
              <w:t>774</w:t>
            </w:r>
            <w:r w:rsidRPr="00EC2718">
              <w:rPr>
                <w:rFonts w:ascii="Browallia New" w:hAnsi="Browallia New" w:cs="Browallia New"/>
                <w:snapToGrid w:val="0"/>
                <w:cs/>
                <w:lang w:eastAsia="th-TH"/>
              </w:rPr>
              <w:t>)</w:t>
            </w:r>
          </w:p>
          <w:p w14:paraId="48562A89" w14:textId="7204A546" w:rsidR="003C7B13" w:rsidRPr="00B16203" w:rsidRDefault="00EC2718" w:rsidP="00EC2718">
            <w:pPr>
              <w:tabs>
                <w:tab w:val="left" w:pos="3090"/>
                <w:tab w:val="left" w:pos="4860"/>
              </w:tabs>
              <w:ind w:left="-108" w:right="-33"/>
              <w:jc w:val="right"/>
              <w:rPr>
                <w:rFonts w:ascii="Browallia New" w:hAnsi="Browallia New" w:cs="Browallia New"/>
                <w:snapToGrid w:val="0"/>
                <w:highlight w:val="yellow"/>
                <w:lang w:eastAsia="th-TH"/>
              </w:rPr>
            </w:pPr>
            <w:r w:rsidRPr="00EC2718">
              <w:rPr>
                <w:rFonts w:ascii="Browallia New" w:hAnsi="Browallia New" w:cs="Browallia New"/>
                <w:snapToGrid w:val="0"/>
                <w:cs/>
                <w:lang w:eastAsia="th-TH"/>
              </w:rPr>
              <w:t xml:space="preserve">       </w:t>
            </w:r>
            <w:r w:rsidR="004A22ED" w:rsidRPr="004A22ED">
              <w:rPr>
                <w:rFonts w:ascii="Browallia New" w:hAnsi="Browallia New" w:cs="Browallia New"/>
                <w:snapToGrid w:val="0"/>
                <w:lang w:eastAsia="th-TH"/>
              </w:rPr>
              <w:t>51</w:t>
            </w:r>
            <w:r w:rsidRPr="00EC2718">
              <w:rPr>
                <w:rFonts w:ascii="Browallia New" w:hAnsi="Browallia New" w:cs="Browallia New"/>
                <w:snapToGrid w:val="0"/>
                <w:lang w:eastAsia="th-TH"/>
              </w:rPr>
              <w:t>,</w:t>
            </w:r>
            <w:r w:rsidR="004A22ED" w:rsidRPr="004A22ED">
              <w:rPr>
                <w:rFonts w:ascii="Browallia New" w:hAnsi="Browallia New" w:cs="Browallia New"/>
                <w:snapToGrid w:val="0"/>
                <w:lang w:eastAsia="th-TH"/>
              </w:rPr>
              <w:t>445</w:t>
            </w:r>
          </w:p>
        </w:tc>
        <w:tc>
          <w:tcPr>
            <w:tcW w:w="238" w:type="dxa"/>
          </w:tcPr>
          <w:p w14:paraId="48562A8A" w14:textId="77777777" w:rsidR="00F91956" w:rsidRPr="00423179" w:rsidRDefault="00F91956" w:rsidP="00F91956">
            <w:pPr>
              <w:rPr>
                <w:rFonts w:ascii="Browallia New" w:hAnsi="Browallia New" w:cs="Browallia New"/>
                <w:highlight w:val="yellow"/>
              </w:rPr>
            </w:pPr>
          </w:p>
        </w:tc>
        <w:tc>
          <w:tcPr>
            <w:tcW w:w="2200" w:type="dxa"/>
          </w:tcPr>
          <w:p w14:paraId="70C17E44" w14:textId="73A0C4DF" w:rsidR="003C7B13" w:rsidRDefault="004B325C" w:rsidP="00623927">
            <w:pPr>
              <w:tabs>
                <w:tab w:val="left" w:pos="1596"/>
                <w:tab w:val="left" w:pos="3090"/>
                <w:tab w:val="left" w:pos="4860"/>
              </w:tabs>
              <w:ind w:right="-33"/>
              <w:jc w:val="right"/>
              <w:rPr>
                <w:rFonts w:ascii="Browallia New" w:hAnsi="Browallia New" w:cs="Browallia New"/>
                <w:snapToGrid w:val="0"/>
                <w:lang w:eastAsia="th-TH"/>
              </w:rPr>
            </w:pPr>
            <w:r w:rsidRPr="004B325C">
              <w:rPr>
                <w:rFonts w:ascii="Browallia New" w:hAnsi="Browallia New" w:cs="Browallia New"/>
                <w:snapToGrid w:val="0"/>
                <w:cs/>
                <w:lang w:eastAsia="th-TH"/>
              </w:rPr>
              <w:t>(</w:t>
            </w:r>
            <w:r w:rsidR="004A22ED" w:rsidRPr="004A22ED">
              <w:rPr>
                <w:rFonts w:ascii="Browallia New" w:hAnsi="Browallia New" w:cs="Browallia New"/>
                <w:snapToGrid w:val="0"/>
                <w:lang w:eastAsia="th-TH"/>
              </w:rPr>
              <w:t>45</w:t>
            </w:r>
            <w:r w:rsidRPr="004B325C">
              <w:rPr>
                <w:rFonts w:ascii="Browallia New" w:hAnsi="Browallia New" w:cs="Browallia New"/>
                <w:snapToGrid w:val="0"/>
                <w:lang w:eastAsia="th-TH"/>
              </w:rPr>
              <w:t>,</w:t>
            </w:r>
            <w:r w:rsidR="004A22ED" w:rsidRPr="004A22ED">
              <w:rPr>
                <w:rFonts w:ascii="Browallia New" w:hAnsi="Browallia New" w:cs="Browallia New"/>
                <w:snapToGrid w:val="0"/>
                <w:lang w:eastAsia="th-TH"/>
              </w:rPr>
              <w:t>931</w:t>
            </w:r>
            <w:r w:rsidRPr="004B325C">
              <w:rPr>
                <w:rFonts w:ascii="Browallia New" w:hAnsi="Browallia New" w:cs="Browallia New"/>
                <w:snapToGrid w:val="0"/>
                <w:cs/>
                <w:lang w:eastAsia="th-TH"/>
              </w:rPr>
              <w:t>)</w:t>
            </w:r>
          </w:p>
          <w:p w14:paraId="48562A8B" w14:textId="19954E3C" w:rsidR="00850C9D" w:rsidRPr="00423179" w:rsidRDefault="004A22ED" w:rsidP="00623927">
            <w:pPr>
              <w:tabs>
                <w:tab w:val="left" w:pos="1596"/>
                <w:tab w:val="left" w:pos="3090"/>
                <w:tab w:val="left" w:pos="4860"/>
              </w:tabs>
              <w:ind w:right="-33"/>
              <w:jc w:val="right"/>
              <w:rPr>
                <w:rFonts w:ascii="Browallia New" w:hAnsi="Browallia New" w:cs="Browallia New"/>
                <w:snapToGrid w:val="0"/>
                <w:highlight w:val="yellow"/>
                <w:lang w:eastAsia="th-TH"/>
              </w:rPr>
            </w:pPr>
            <w:r w:rsidRPr="004A22ED">
              <w:rPr>
                <w:rFonts w:ascii="Browallia New" w:hAnsi="Browallia New" w:cs="Browallia New"/>
                <w:snapToGrid w:val="0"/>
                <w:lang w:eastAsia="th-TH"/>
              </w:rPr>
              <w:t>51</w:t>
            </w:r>
            <w:r w:rsidR="00850C9D" w:rsidRPr="00850C9D">
              <w:rPr>
                <w:rFonts w:ascii="Browallia New" w:hAnsi="Browallia New" w:cs="Browallia New"/>
                <w:snapToGrid w:val="0"/>
                <w:lang w:eastAsia="th-TH"/>
              </w:rPr>
              <w:t>,</w:t>
            </w:r>
            <w:r w:rsidRPr="004A22ED">
              <w:rPr>
                <w:rFonts w:ascii="Browallia New" w:hAnsi="Browallia New" w:cs="Browallia New"/>
                <w:snapToGrid w:val="0"/>
                <w:lang w:eastAsia="th-TH"/>
              </w:rPr>
              <w:t>445</w:t>
            </w:r>
          </w:p>
        </w:tc>
      </w:tr>
      <w:tr w:rsidR="008F6009" w:rsidRPr="005C2BD1" w14:paraId="48562A9D" w14:textId="77777777" w:rsidTr="00623927">
        <w:trPr>
          <w:trHeight w:val="263"/>
        </w:trPr>
        <w:tc>
          <w:tcPr>
            <w:tcW w:w="4692" w:type="dxa"/>
            <w:gridSpan w:val="2"/>
          </w:tcPr>
          <w:p w14:paraId="48562A99" w14:textId="702B0E11"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E50E46" w:rsidRPr="00E50E46">
              <w:rPr>
                <w:rFonts w:ascii="Browallia New" w:hAnsi="Browallia New" w:cs="Browallia New"/>
                <w:spacing w:val="-4"/>
              </w:rPr>
              <w:t>30</w:t>
            </w:r>
            <w:r w:rsidR="00E50E46" w:rsidRPr="00E50E46">
              <w:rPr>
                <w:rFonts w:ascii="Browallia New" w:hAnsi="Browallia New" w:cs="Browallia New" w:hint="cs"/>
                <w:spacing w:val="-4"/>
                <w:cs/>
              </w:rPr>
              <w:t xml:space="preserve"> </w:t>
            </w:r>
            <w:r w:rsidR="00E50E46" w:rsidRPr="00E50E46">
              <w:rPr>
                <w:rFonts w:ascii="Browallia New" w:hAnsi="Browallia New" w:cs="Browallia New"/>
                <w:spacing w:val="-4"/>
                <w:cs/>
              </w:rPr>
              <w:t xml:space="preserve">กันยายน </w:t>
            </w:r>
            <w:r w:rsidR="000969BB" w:rsidRPr="005C4084">
              <w:rPr>
                <w:rFonts w:ascii="Browallia New" w:hAnsi="Browallia New" w:cs="Browallia New"/>
                <w:spacing w:val="-4"/>
              </w:rPr>
              <w:t>2566</w:t>
            </w:r>
          </w:p>
        </w:tc>
        <w:tc>
          <w:tcPr>
            <w:tcW w:w="1984" w:type="dxa"/>
            <w:tcBorders>
              <w:top w:val="single" w:sz="4" w:space="0" w:color="auto"/>
              <w:bottom w:val="single" w:sz="12" w:space="0" w:color="auto"/>
            </w:tcBorders>
          </w:tcPr>
          <w:p w14:paraId="48562A9A" w14:textId="2DAD5279" w:rsidR="008F6009" w:rsidRPr="00B16203" w:rsidRDefault="004A22ED" w:rsidP="008F6009">
            <w:pPr>
              <w:tabs>
                <w:tab w:val="left" w:pos="3090"/>
                <w:tab w:val="left" w:pos="4860"/>
              </w:tabs>
              <w:ind w:left="-108" w:right="-33"/>
              <w:jc w:val="right"/>
              <w:rPr>
                <w:rFonts w:ascii="Browallia New" w:hAnsi="Browallia New" w:cs="Browallia New"/>
                <w:snapToGrid w:val="0"/>
                <w:highlight w:val="yellow"/>
                <w:cs/>
                <w:lang w:eastAsia="th-TH"/>
              </w:rPr>
            </w:pPr>
            <w:r w:rsidRPr="004A22ED">
              <w:rPr>
                <w:rFonts w:ascii="Browallia New" w:hAnsi="Browallia New" w:cs="Browallia New"/>
                <w:snapToGrid w:val="0"/>
                <w:lang w:eastAsia="th-TH"/>
              </w:rPr>
              <w:t>1</w:t>
            </w:r>
            <w:r w:rsidR="00CE464E" w:rsidRPr="00CE464E">
              <w:rPr>
                <w:rFonts w:ascii="Browallia New" w:hAnsi="Browallia New" w:cs="Browallia New"/>
                <w:snapToGrid w:val="0"/>
                <w:lang w:eastAsia="th-TH"/>
              </w:rPr>
              <w:t>,</w:t>
            </w:r>
            <w:r w:rsidRPr="004A22ED">
              <w:rPr>
                <w:rFonts w:ascii="Browallia New" w:hAnsi="Browallia New" w:cs="Browallia New"/>
                <w:snapToGrid w:val="0"/>
                <w:lang w:eastAsia="th-TH"/>
              </w:rPr>
              <w:t>035</w:t>
            </w:r>
            <w:r w:rsidR="00CE464E" w:rsidRPr="00CE464E">
              <w:rPr>
                <w:rFonts w:ascii="Browallia New" w:hAnsi="Browallia New" w:cs="Browallia New"/>
                <w:snapToGrid w:val="0"/>
                <w:lang w:eastAsia="th-TH"/>
              </w:rPr>
              <w:t>,</w:t>
            </w:r>
            <w:r w:rsidRPr="004A22ED">
              <w:rPr>
                <w:rFonts w:ascii="Browallia New" w:hAnsi="Browallia New" w:cs="Browallia New"/>
                <w:snapToGrid w:val="0"/>
                <w:lang w:eastAsia="th-TH"/>
              </w:rPr>
              <w:t>417</w:t>
            </w:r>
          </w:p>
        </w:tc>
        <w:tc>
          <w:tcPr>
            <w:tcW w:w="238" w:type="dxa"/>
            <w:vAlign w:val="bottom"/>
          </w:tcPr>
          <w:p w14:paraId="48562A9B" w14:textId="77777777" w:rsidR="008F6009" w:rsidRPr="00423179" w:rsidRDefault="008F6009" w:rsidP="008F6009">
            <w:pPr>
              <w:tabs>
                <w:tab w:val="left" w:pos="3090"/>
                <w:tab w:val="left" w:pos="4860"/>
              </w:tabs>
              <w:ind w:right="-33"/>
              <w:jc w:val="right"/>
              <w:rPr>
                <w:rFonts w:ascii="Browallia New" w:hAnsi="Browallia New" w:cs="Browallia New"/>
                <w:snapToGrid w:val="0"/>
                <w:highlight w:val="yellow"/>
                <w:lang w:eastAsia="th-TH"/>
              </w:rPr>
            </w:pPr>
          </w:p>
        </w:tc>
        <w:tc>
          <w:tcPr>
            <w:tcW w:w="2200" w:type="dxa"/>
            <w:tcBorders>
              <w:top w:val="single" w:sz="4" w:space="0" w:color="auto"/>
              <w:bottom w:val="single" w:sz="12" w:space="0" w:color="auto"/>
            </w:tcBorders>
            <w:vAlign w:val="bottom"/>
          </w:tcPr>
          <w:p w14:paraId="48562A9C" w14:textId="0A868106" w:rsidR="008F6009" w:rsidRPr="00423179" w:rsidRDefault="001926FF" w:rsidP="008F6009">
            <w:pPr>
              <w:tabs>
                <w:tab w:val="left" w:pos="3090"/>
                <w:tab w:val="left" w:pos="4860"/>
              </w:tabs>
              <w:ind w:left="-159" w:right="-33"/>
              <w:jc w:val="right"/>
              <w:rPr>
                <w:rFonts w:ascii="Browallia New" w:hAnsi="Browallia New" w:cs="Browallia New"/>
                <w:snapToGrid w:val="0"/>
                <w:highlight w:val="yellow"/>
                <w:lang w:eastAsia="th-TH"/>
              </w:rPr>
            </w:pPr>
            <w:r w:rsidRPr="001926FF">
              <w:rPr>
                <w:rFonts w:ascii="Browallia New" w:hAnsi="Browallia New" w:cs="Browallia New"/>
                <w:snapToGrid w:val="0"/>
                <w:cs/>
                <w:lang w:eastAsia="th-TH"/>
              </w:rPr>
              <w:t xml:space="preserve">                    </w:t>
            </w:r>
            <w:r w:rsidR="004A22ED" w:rsidRPr="004A22ED">
              <w:rPr>
                <w:rFonts w:ascii="Browallia New" w:hAnsi="Browallia New" w:cs="Browallia New"/>
                <w:snapToGrid w:val="0"/>
                <w:lang w:eastAsia="th-TH"/>
              </w:rPr>
              <w:t>1</w:t>
            </w:r>
            <w:r w:rsidRPr="001926FF">
              <w:rPr>
                <w:rFonts w:ascii="Browallia New" w:hAnsi="Browallia New" w:cs="Browallia New"/>
                <w:snapToGrid w:val="0"/>
                <w:lang w:eastAsia="th-TH"/>
              </w:rPr>
              <w:t>,</w:t>
            </w:r>
            <w:r w:rsidR="004A22ED" w:rsidRPr="004A22ED">
              <w:rPr>
                <w:rFonts w:ascii="Browallia New" w:hAnsi="Browallia New" w:cs="Browallia New"/>
                <w:snapToGrid w:val="0"/>
                <w:lang w:eastAsia="th-TH"/>
              </w:rPr>
              <w:t>023</w:t>
            </w:r>
            <w:r w:rsidRPr="001926FF">
              <w:rPr>
                <w:rFonts w:ascii="Browallia New" w:hAnsi="Browallia New" w:cs="Browallia New"/>
                <w:snapToGrid w:val="0"/>
                <w:lang w:eastAsia="th-TH"/>
              </w:rPr>
              <w:t>,</w:t>
            </w:r>
            <w:r w:rsidR="004A22ED" w:rsidRPr="004A22ED">
              <w:rPr>
                <w:rFonts w:ascii="Browallia New" w:hAnsi="Browallia New" w:cs="Browallia New"/>
                <w:snapToGrid w:val="0"/>
                <w:lang w:eastAsia="th-TH"/>
              </w:rPr>
              <w:t>805</w:t>
            </w:r>
          </w:p>
        </w:tc>
      </w:tr>
    </w:tbl>
    <w:p w14:paraId="48562A9E" w14:textId="4C7E0F31" w:rsidR="003A6598" w:rsidRDefault="003A6598" w:rsidP="00623927">
      <w:pPr>
        <w:pStyle w:val="afd"/>
        <w:spacing w:after="0" w:line="240" w:lineRule="auto"/>
        <w:ind w:left="360"/>
        <w:rPr>
          <w:rFonts w:ascii="Browallia New" w:hAnsi="Browallia New" w:cs="Browallia New"/>
        </w:rPr>
      </w:pPr>
    </w:p>
    <w:p w14:paraId="48562A9F" w14:textId="2514CDF2" w:rsidR="003E4706" w:rsidRPr="008E7E82" w:rsidRDefault="003E4706" w:rsidP="003E0B20">
      <w:pPr>
        <w:pStyle w:val="afd"/>
        <w:numPr>
          <w:ilvl w:val="0"/>
          <w:numId w:val="1"/>
        </w:numPr>
        <w:spacing w:after="0" w:line="240" w:lineRule="auto"/>
        <w:rPr>
          <w:rFonts w:ascii="Browallia New" w:hAnsi="Browallia New" w:cs="Browallia New"/>
          <w:b/>
          <w:bCs/>
        </w:rPr>
      </w:pPr>
      <w:r w:rsidRPr="008E7E82">
        <w:rPr>
          <w:rFonts w:ascii="Browallia New" w:hAnsi="Browallia New" w:cs="Browallia New"/>
          <w:b/>
          <w:bCs/>
          <w:cs/>
        </w:rPr>
        <w:lastRenderedPageBreak/>
        <w:t>เงิน</w:t>
      </w:r>
      <w:r w:rsidR="001344A8" w:rsidRPr="008E7E82">
        <w:rPr>
          <w:rFonts w:ascii="Browallia New" w:hAnsi="Browallia New" w:cs="Browallia New"/>
          <w:b/>
          <w:bCs/>
          <w:cs/>
        </w:rPr>
        <w:t>เบิกเกินบัญชีและเงินกู</w:t>
      </w:r>
      <w:r w:rsidR="00F11E88" w:rsidRPr="008E7E82">
        <w:rPr>
          <w:rFonts w:ascii="Browallia New" w:hAnsi="Browallia New" w:cs="Browallia New"/>
          <w:b/>
          <w:bCs/>
          <w:cs/>
        </w:rPr>
        <w:t>้ยืมระยะสั้นจากสถาบันการเงิน</w:t>
      </w:r>
    </w:p>
    <w:p w14:paraId="5DC31CD7" w14:textId="77777777" w:rsidR="000A4FF2" w:rsidRPr="0098761F" w:rsidRDefault="000A4FF2" w:rsidP="000A4FF2">
      <w:pPr>
        <w:pStyle w:val="afd"/>
        <w:spacing w:after="0" w:line="240" w:lineRule="auto"/>
        <w:ind w:left="360"/>
        <w:rPr>
          <w:rFonts w:ascii="Browallia New" w:hAnsi="Browallia New" w:cs="Browallia New"/>
          <w:b/>
          <w:bCs/>
          <w:sz w:val="16"/>
          <w:szCs w:val="16"/>
          <w:highlight w:val="yellow"/>
        </w:rPr>
      </w:pPr>
    </w:p>
    <w:tbl>
      <w:tblPr>
        <w:tblW w:w="8987" w:type="dxa"/>
        <w:tblInd w:w="369" w:type="dxa"/>
        <w:tblLayout w:type="fixed"/>
        <w:tblLook w:val="0000" w:firstRow="0" w:lastRow="0" w:firstColumn="0" w:lastColumn="0" w:noHBand="0" w:noVBand="0"/>
      </w:tblPr>
      <w:tblGrid>
        <w:gridCol w:w="2750"/>
        <w:gridCol w:w="1417"/>
        <w:gridCol w:w="236"/>
        <w:gridCol w:w="1182"/>
        <w:gridCol w:w="283"/>
        <w:gridCol w:w="1418"/>
        <w:gridCol w:w="236"/>
        <w:gridCol w:w="1465"/>
      </w:tblGrid>
      <w:tr w:rsidR="004548B9" w:rsidRPr="00890A4C" w14:paraId="677F9E5C" w14:textId="77777777" w:rsidTr="00C77741">
        <w:trPr>
          <w:cantSplit/>
        </w:trPr>
        <w:tc>
          <w:tcPr>
            <w:tcW w:w="2750" w:type="dxa"/>
          </w:tcPr>
          <w:p w14:paraId="1F3F9570"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1417" w:type="dxa"/>
            <w:tcBorders>
              <w:left w:val="nil"/>
            </w:tcBorders>
          </w:tcPr>
          <w:p w14:paraId="6554BD88"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1182" w:type="dxa"/>
          </w:tcPr>
          <w:p w14:paraId="0874A59F"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p>
        </w:tc>
        <w:tc>
          <w:tcPr>
            <w:tcW w:w="283" w:type="dxa"/>
          </w:tcPr>
          <w:p w14:paraId="7E027516"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p>
        </w:tc>
        <w:tc>
          <w:tcPr>
            <w:tcW w:w="3119" w:type="dxa"/>
            <w:gridSpan w:val="3"/>
          </w:tcPr>
          <w:p w14:paraId="3F52D344"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r w:rsidRPr="00890A4C">
              <w:rPr>
                <w:rFonts w:ascii="Browallia New" w:hAnsi="Browallia New" w:cs="Browallia New"/>
                <w:sz w:val="28"/>
                <w:szCs w:val="28"/>
              </w:rPr>
              <w:t>(</w:t>
            </w:r>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4548B9" w:rsidRPr="00890A4C" w14:paraId="062C7EA5" w14:textId="77777777" w:rsidTr="00C77741">
        <w:trPr>
          <w:cantSplit/>
        </w:trPr>
        <w:tc>
          <w:tcPr>
            <w:tcW w:w="2750" w:type="dxa"/>
          </w:tcPr>
          <w:p w14:paraId="25EB1447"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35" w:type="dxa"/>
            <w:gridSpan w:val="3"/>
            <w:tcBorders>
              <w:left w:val="nil"/>
              <w:bottom w:val="single" w:sz="4" w:space="0" w:color="auto"/>
            </w:tcBorders>
          </w:tcPr>
          <w:p w14:paraId="4675AE00" w14:textId="77777777" w:rsidR="004548B9" w:rsidRPr="00890A4C" w:rsidRDefault="004548B9" w:rsidP="00C77741">
            <w:pPr>
              <w:ind w:right="72"/>
              <w:jc w:val="center"/>
              <w:rPr>
                <w:rFonts w:ascii="Browallia New" w:hAnsi="Browallia New" w:cs="Browallia New"/>
                <w:color w:val="000000"/>
                <w:cs/>
              </w:rPr>
            </w:pPr>
            <w:r w:rsidRPr="00890A4C">
              <w:rPr>
                <w:rFonts w:ascii="Browallia New" w:hAnsi="Browallia New" w:cs="Browallia New"/>
                <w:cs/>
              </w:rPr>
              <w:t>อัตราดอกเบี้ยร้อยละต่อปี</w:t>
            </w:r>
          </w:p>
        </w:tc>
        <w:tc>
          <w:tcPr>
            <w:tcW w:w="283" w:type="dxa"/>
          </w:tcPr>
          <w:p w14:paraId="2BA11769" w14:textId="77777777" w:rsidR="004548B9" w:rsidRPr="00890A4C" w:rsidRDefault="004548B9" w:rsidP="00C77741">
            <w:pPr>
              <w:ind w:right="72"/>
              <w:jc w:val="center"/>
              <w:rPr>
                <w:rFonts w:ascii="Browallia New" w:hAnsi="Browallia New" w:cs="Browallia New"/>
                <w:color w:val="000000"/>
                <w:cs/>
              </w:rPr>
            </w:pPr>
          </w:p>
        </w:tc>
        <w:tc>
          <w:tcPr>
            <w:tcW w:w="3119" w:type="dxa"/>
            <w:gridSpan w:val="3"/>
            <w:tcBorders>
              <w:bottom w:val="single" w:sz="4" w:space="0" w:color="auto"/>
            </w:tcBorders>
          </w:tcPr>
          <w:p w14:paraId="5E0BCFB7" w14:textId="77777777" w:rsidR="004548B9" w:rsidRPr="00890A4C" w:rsidRDefault="004548B9" w:rsidP="00C77741">
            <w:pPr>
              <w:ind w:right="72"/>
              <w:jc w:val="center"/>
              <w:rPr>
                <w:rFonts w:ascii="Browallia New" w:hAnsi="Browallia New" w:cs="Browallia New"/>
              </w:rPr>
            </w:pPr>
            <w:r w:rsidRPr="00890A4C">
              <w:rPr>
                <w:rFonts w:ascii="Browallia New" w:hAnsi="Browallia New" w:cs="Browallia New"/>
                <w:color w:val="000000"/>
                <w:cs/>
              </w:rPr>
              <w:t>งบการเงินรวม</w:t>
            </w:r>
          </w:p>
        </w:tc>
      </w:tr>
      <w:tr w:rsidR="00E16333" w:rsidRPr="00890A4C" w14:paraId="0F1E8615" w14:textId="77777777" w:rsidTr="00C77741">
        <w:trPr>
          <w:cantSplit/>
        </w:trPr>
        <w:tc>
          <w:tcPr>
            <w:tcW w:w="2750" w:type="dxa"/>
          </w:tcPr>
          <w:p w14:paraId="74032747" w14:textId="77777777" w:rsidR="00E16333" w:rsidRPr="00890A4C" w:rsidRDefault="00E16333" w:rsidP="00E16333">
            <w:pPr>
              <w:pStyle w:val="3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3806B67F" w14:textId="26797ADB" w:rsidR="00E16333" w:rsidRPr="00890A4C" w:rsidRDefault="001C2626" w:rsidP="00E16333">
            <w:pPr>
              <w:ind w:right="72"/>
              <w:jc w:val="center"/>
              <w:rPr>
                <w:rFonts w:ascii="Browallia New" w:hAnsi="Browallia New" w:cs="Browallia New"/>
              </w:rPr>
            </w:pPr>
            <w:r w:rsidRPr="001C2626">
              <w:rPr>
                <w:rFonts w:ascii="Browallia New" w:hAnsi="Browallia New" w:cs="Browallia New"/>
              </w:rPr>
              <w:t>30</w:t>
            </w:r>
            <w:r w:rsidRPr="001C2626">
              <w:rPr>
                <w:rFonts w:ascii="Browallia New" w:hAnsi="Browallia New" w:cs="Browallia New" w:hint="cs"/>
                <w:cs/>
              </w:rPr>
              <w:t xml:space="preserve"> </w:t>
            </w:r>
            <w:r w:rsidRPr="001C2626">
              <w:rPr>
                <w:rFonts w:ascii="Browallia New" w:hAnsi="Browallia New" w:cs="Browallia New"/>
                <w:cs/>
              </w:rPr>
              <w:t xml:space="preserve">กันยายน </w:t>
            </w:r>
            <w:r w:rsidR="00E16333">
              <w:rPr>
                <w:rFonts w:ascii="Browallia New" w:hAnsi="Browallia New" w:cs="Browallia New"/>
              </w:rPr>
              <w:t>2566</w:t>
            </w:r>
          </w:p>
        </w:tc>
        <w:tc>
          <w:tcPr>
            <w:tcW w:w="236" w:type="dxa"/>
          </w:tcPr>
          <w:p w14:paraId="7493E898" w14:textId="77777777" w:rsidR="00E16333" w:rsidRPr="00890A4C" w:rsidRDefault="00E16333" w:rsidP="00E16333">
            <w:pPr>
              <w:ind w:right="72"/>
              <w:jc w:val="center"/>
              <w:rPr>
                <w:rFonts w:ascii="Browallia New" w:hAnsi="Browallia New" w:cs="Browallia New"/>
              </w:rPr>
            </w:pPr>
          </w:p>
        </w:tc>
        <w:tc>
          <w:tcPr>
            <w:tcW w:w="1182" w:type="dxa"/>
            <w:tcBorders>
              <w:bottom w:val="single" w:sz="4" w:space="0" w:color="auto"/>
            </w:tcBorders>
          </w:tcPr>
          <w:p w14:paraId="694F13D7" w14:textId="42283101" w:rsidR="00E16333" w:rsidRPr="00890A4C" w:rsidRDefault="00E16333" w:rsidP="00E16333">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c>
          <w:tcPr>
            <w:tcW w:w="283" w:type="dxa"/>
          </w:tcPr>
          <w:p w14:paraId="19B90C6E" w14:textId="77777777" w:rsidR="00E16333" w:rsidRPr="00890A4C" w:rsidRDefault="00E16333" w:rsidP="00E16333">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6B1E8BF5" w14:textId="4DE34DDB" w:rsidR="00E16333" w:rsidRPr="00890A4C" w:rsidRDefault="001C2626" w:rsidP="00E16333">
            <w:pPr>
              <w:ind w:left="-105" w:right="-108"/>
              <w:jc w:val="center"/>
              <w:rPr>
                <w:rFonts w:ascii="Browallia New" w:hAnsi="Browallia New" w:cs="Browallia New"/>
              </w:rPr>
            </w:pPr>
            <w:r w:rsidRPr="001C2626">
              <w:rPr>
                <w:rFonts w:ascii="Browallia New" w:hAnsi="Browallia New" w:cs="Browallia New"/>
              </w:rPr>
              <w:t>30</w:t>
            </w:r>
            <w:r w:rsidRPr="001C2626">
              <w:rPr>
                <w:rFonts w:ascii="Browallia New" w:hAnsi="Browallia New" w:cs="Browallia New" w:hint="cs"/>
                <w:cs/>
              </w:rPr>
              <w:t xml:space="preserve"> </w:t>
            </w:r>
            <w:r w:rsidRPr="001C2626">
              <w:rPr>
                <w:rFonts w:ascii="Browallia New" w:hAnsi="Browallia New" w:cs="Browallia New"/>
                <w:cs/>
              </w:rPr>
              <w:t xml:space="preserve">กันยายน </w:t>
            </w:r>
            <w:r w:rsidR="00E16333">
              <w:rPr>
                <w:rFonts w:ascii="Browallia New" w:hAnsi="Browallia New" w:cs="Browallia New"/>
              </w:rPr>
              <w:t>2566</w:t>
            </w:r>
          </w:p>
        </w:tc>
        <w:tc>
          <w:tcPr>
            <w:tcW w:w="236" w:type="dxa"/>
            <w:tcBorders>
              <w:top w:val="single" w:sz="4" w:space="0" w:color="auto"/>
            </w:tcBorders>
          </w:tcPr>
          <w:p w14:paraId="0DEC3875" w14:textId="77777777" w:rsidR="00E16333" w:rsidRPr="00890A4C" w:rsidRDefault="00E16333" w:rsidP="00E16333">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3A3E9D1F" w14:textId="6F2460EE" w:rsidR="00E16333" w:rsidRPr="00890A4C" w:rsidRDefault="00E16333" w:rsidP="00E16333">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r>
      <w:tr w:rsidR="00E16333" w:rsidRPr="00890A4C" w14:paraId="1F45A88A" w14:textId="77777777" w:rsidTr="00C77741">
        <w:trPr>
          <w:cantSplit/>
          <w:trHeight w:hRule="exact" w:val="307"/>
        </w:trPr>
        <w:tc>
          <w:tcPr>
            <w:tcW w:w="2750" w:type="dxa"/>
            <w:vAlign w:val="bottom"/>
          </w:tcPr>
          <w:p w14:paraId="210A829C" w14:textId="77777777" w:rsidR="00E16333" w:rsidRPr="00890A4C" w:rsidRDefault="00E16333" w:rsidP="00E16333">
            <w:pPr>
              <w:rPr>
                <w:rFonts w:ascii="Browallia New" w:hAnsi="Browallia New" w:cs="Browallia New"/>
              </w:rPr>
            </w:pPr>
          </w:p>
        </w:tc>
        <w:tc>
          <w:tcPr>
            <w:tcW w:w="1417" w:type="dxa"/>
            <w:tcBorders>
              <w:top w:val="single" w:sz="4" w:space="0" w:color="auto"/>
              <w:left w:val="nil"/>
            </w:tcBorders>
          </w:tcPr>
          <w:p w14:paraId="2B41703E" w14:textId="77777777" w:rsidR="00E16333" w:rsidRPr="00890A4C" w:rsidRDefault="00E16333" w:rsidP="00E16333">
            <w:pPr>
              <w:rPr>
                <w:rFonts w:ascii="Browallia New" w:hAnsi="Browallia New" w:cs="Browallia New"/>
              </w:rPr>
            </w:pPr>
          </w:p>
        </w:tc>
        <w:tc>
          <w:tcPr>
            <w:tcW w:w="236" w:type="dxa"/>
          </w:tcPr>
          <w:p w14:paraId="087BBEA3" w14:textId="77777777" w:rsidR="00E16333" w:rsidRPr="00890A4C" w:rsidRDefault="00E16333" w:rsidP="00E16333">
            <w:pPr>
              <w:rPr>
                <w:rFonts w:ascii="Browallia New" w:hAnsi="Browallia New" w:cs="Browallia New"/>
              </w:rPr>
            </w:pPr>
          </w:p>
        </w:tc>
        <w:tc>
          <w:tcPr>
            <w:tcW w:w="1182" w:type="dxa"/>
          </w:tcPr>
          <w:p w14:paraId="0E4D2AF7" w14:textId="77777777" w:rsidR="00E16333" w:rsidRPr="00890A4C" w:rsidRDefault="00E16333" w:rsidP="00E16333">
            <w:pPr>
              <w:jc w:val="right"/>
              <w:rPr>
                <w:rFonts w:ascii="Browallia New" w:hAnsi="Browallia New" w:cs="Browallia New"/>
              </w:rPr>
            </w:pPr>
          </w:p>
        </w:tc>
        <w:tc>
          <w:tcPr>
            <w:tcW w:w="283" w:type="dxa"/>
          </w:tcPr>
          <w:p w14:paraId="4175FE9A" w14:textId="77777777" w:rsidR="00E16333" w:rsidRPr="00890A4C" w:rsidRDefault="00E16333" w:rsidP="00E16333">
            <w:pPr>
              <w:jc w:val="right"/>
              <w:rPr>
                <w:rFonts w:ascii="Browallia New" w:hAnsi="Browallia New" w:cs="Browallia New"/>
              </w:rPr>
            </w:pPr>
          </w:p>
        </w:tc>
        <w:tc>
          <w:tcPr>
            <w:tcW w:w="1418" w:type="dxa"/>
          </w:tcPr>
          <w:p w14:paraId="66B52E9D" w14:textId="77777777" w:rsidR="00E16333" w:rsidRPr="00890A4C" w:rsidRDefault="00E16333" w:rsidP="00E16333">
            <w:pPr>
              <w:jc w:val="right"/>
              <w:rPr>
                <w:rFonts w:ascii="Browallia New" w:hAnsi="Browallia New" w:cs="Browallia New"/>
              </w:rPr>
            </w:pPr>
          </w:p>
        </w:tc>
        <w:tc>
          <w:tcPr>
            <w:tcW w:w="236" w:type="dxa"/>
          </w:tcPr>
          <w:p w14:paraId="4FCA209D" w14:textId="77777777" w:rsidR="00E16333" w:rsidRPr="00890A4C" w:rsidRDefault="00E16333" w:rsidP="00E16333">
            <w:pPr>
              <w:pStyle w:val="a5"/>
              <w:ind w:left="-157" w:right="0"/>
              <w:rPr>
                <w:rFonts w:ascii="Browallia New" w:hAnsi="Browallia New" w:cs="Browallia New"/>
                <w:sz w:val="28"/>
                <w:szCs w:val="28"/>
              </w:rPr>
            </w:pPr>
          </w:p>
        </w:tc>
        <w:tc>
          <w:tcPr>
            <w:tcW w:w="1465" w:type="dxa"/>
          </w:tcPr>
          <w:p w14:paraId="1852103D" w14:textId="77777777" w:rsidR="00E16333" w:rsidRPr="00890A4C" w:rsidRDefault="00E16333" w:rsidP="00E16333">
            <w:pPr>
              <w:jc w:val="right"/>
              <w:rPr>
                <w:rFonts w:ascii="Browallia New" w:hAnsi="Browallia New" w:cs="Browallia New"/>
              </w:rPr>
            </w:pPr>
          </w:p>
        </w:tc>
      </w:tr>
      <w:tr w:rsidR="00C62BE4" w:rsidRPr="00890A4C" w14:paraId="36388CF9" w14:textId="77777777" w:rsidTr="00C77741">
        <w:trPr>
          <w:cantSplit/>
        </w:trPr>
        <w:tc>
          <w:tcPr>
            <w:tcW w:w="2750" w:type="dxa"/>
            <w:vAlign w:val="bottom"/>
          </w:tcPr>
          <w:p w14:paraId="4E5F6856" w14:textId="77777777" w:rsidR="00C62BE4" w:rsidRPr="00890A4C" w:rsidRDefault="00C62BE4" w:rsidP="00C62BE4">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3D32798B" w14:textId="577371CC" w:rsidR="00C62BE4" w:rsidRPr="00C62BE4" w:rsidRDefault="00C62BE4" w:rsidP="00C62BE4">
            <w:pPr>
              <w:jc w:val="center"/>
              <w:rPr>
                <w:rFonts w:ascii="Browallia New" w:hAnsi="Browallia New" w:cs="Browallia New"/>
                <w:color w:val="000000" w:themeColor="text1"/>
                <w:lang w:val="en-GB"/>
              </w:rPr>
            </w:pPr>
            <w:r w:rsidRPr="00C62BE4">
              <w:rPr>
                <w:rFonts w:ascii="Browallia New" w:hAnsi="Browallia New" w:cs="Browallia New"/>
                <w:color w:val="000000" w:themeColor="text1"/>
                <w:lang w:val="en-GB"/>
              </w:rPr>
              <w:t>7.27 – 7.33</w:t>
            </w:r>
          </w:p>
        </w:tc>
        <w:tc>
          <w:tcPr>
            <w:tcW w:w="236" w:type="dxa"/>
          </w:tcPr>
          <w:p w14:paraId="546D9C37" w14:textId="77777777" w:rsidR="00C62BE4" w:rsidRPr="00CF0CC4" w:rsidRDefault="00C62BE4" w:rsidP="00C62BE4">
            <w:pPr>
              <w:rPr>
                <w:rFonts w:ascii="Browallia New" w:hAnsi="Browallia New" w:cs="Browallia New"/>
              </w:rPr>
            </w:pPr>
          </w:p>
        </w:tc>
        <w:tc>
          <w:tcPr>
            <w:tcW w:w="1182" w:type="dxa"/>
          </w:tcPr>
          <w:p w14:paraId="0C0ED834" w14:textId="6D4F38B4" w:rsidR="00C62BE4" w:rsidRPr="00CF2F11" w:rsidRDefault="00C62BE4" w:rsidP="00C62BE4">
            <w:pPr>
              <w:jc w:val="center"/>
              <w:rPr>
                <w:rFonts w:ascii="Browallia New" w:hAnsi="Browallia New" w:cs="Browallia New"/>
                <w:highlight w:val="yellow"/>
              </w:rPr>
            </w:pP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 xml:space="preserve">32 </w:t>
            </w:r>
            <w:r w:rsidRPr="00CF0CC4">
              <w:rPr>
                <w:rFonts w:ascii="Browallia New" w:hAnsi="Browallia New" w:cs="Browallia New"/>
                <w:color w:val="000000" w:themeColor="text1"/>
                <w:cs/>
              </w:rPr>
              <w:t>–</w:t>
            </w:r>
            <w:r w:rsidRPr="00CF0CC4">
              <w:rPr>
                <w:rFonts w:ascii="Browallia New" w:hAnsi="Browallia New" w:cs="Browallia New"/>
                <w:color w:val="000000" w:themeColor="text1"/>
                <w:cs/>
                <w:lang w:val="en-GB"/>
              </w:rPr>
              <w:t xml:space="preserve"> </w:t>
            </w: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3</w:t>
            </w:r>
            <w:r>
              <w:rPr>
                <w:rFonts w:ascii="Browallia New" w:hAnsi="Browallia New" w:cs="Browallia New"/>
                <w:color w:val="000000" w:themeColor="text1"/>
                <w:lang w:val="en-GB"/>
              </w:rPr>
              <w:t>3</w:t>
            </w:r>
          </w:p>
        </w:tc>
        <w:tc>
          <w:tcPr>
            <w:tcW w:w="283" w:type="dxa"/>
          </w:tcPr>
          <w:p w14:paraId="3088FDC9" w14:textId="77777777" w:rsidR="00C62BE4" w:rsidRPr="00CF0CC4" w:rsidRDefault="00C62BE4" w:rsidP="00C62BE4">
            <w:pPr>
              <w:jc w:val="right"/>
              <w:rPr>
                <w:rFonts w:ascii="Browallia New" w:hAnsi="Browallia New" w:cs="Browallia New"/>
              </w:rPr>
            </w:pPr>
          </w:p>
        </w:tc>
        <w:tc>
          <w:tcPr>
            <w:tcW w:w="1418" w:type="dxa"/>
          </w:tcPr>
          <w:p w14:paraId="127CD905" w14:textId="08D43DC1" w:rsidR="00C62BE4" w:rsidRPr="00CF0CC4" w:rsidRDefault="00C62BE4" w:rsidP="00C62BE4">
            <w:pPr>
              <w:jc w:val="right"/>
              <w:rPr>
                <w:rFonts w:ascii="Browallia New" w:hAnsi="Browallia New" w:cs="Browallia New"/>
              </w:rPr>
            </w:pPr>
            <w:r w:rsidRPr="00C62BE4">
              <w:rPr>
                <w:rFonts w:ascii="Browallia New" w:hAnsi="Browallia New" w:cs="Browallia New"/>
              </w:rPr>
              <w:t>1,245</w:t>
            </w:r>
          </w:p>
        </w:tc>
        <w:tc>
          <w:tcPr>
            <w:tcW w:w="236" w:type="dxa"/>
          </w:tcPr>
          <w:p w14:paraId="5A9E55DA" w14:textId="77777777" w:rsidR="00C62BE4" w:rsidRPr="00890A4C" w:rsidRDefault="00C62BE4" w:rsidP="00C62BE4">
            <w:pPr>
              <w:pStyle w:val="a5"/>
              <w:ind w:left="-157" w:right="0"/>
              <w:rPr>
                <w:rFonts w:ascii="Browallia New" w:hAnsi="Browallia New" w:cs="Browallia New"/>
                <w:sz w:val="28"/>
                <w:szCs w:val="28"/>
              </w:rPr>
            </w:pPr>
          </w:p>
        </w:tc>
        <w:tc>
          <w:tcPr>
            <w:tcW w:w="1465" w:type="dxa"/>
          </w:tcPr>
          <w:p w14:paraId="07507F84" w14:textId="0585E517" w:rsidR="00C62BE4" w:rsidRPr="00890A4C" w:rsidRDefault="00C62BE4" w:rsidP="00C62BE4">
            <w:pPr>
              <w:jc w:val="right"/>
              <w:rPr>
                <w:rFonts w:ascii="Browallia New" w:hAnsi="Browallia New" w:cs="Browallia New"/>
              </w:rPr>
            </w:pPr>
            <w:r w:rsidRPr="00CF0CC4">
              <w:rPr>
                <w:rFonts w:ascii="Browallia New" w:hAnsi="Browallia New" w:cs="Browallia New"/>
              </w:rPr>
              <w:t>3,405</w:t>
            </w:r>
          </w:p>
        </w:tc>
      </w:tr>
      <w:tr w:rsidR="00C62BE4" w:rsidRPr="00890A4C" w14:paraId="454E35D2" w14:textId="77777777" w:rsidTr="00C77741">
        <w:trPr>
          <w:cantSplit/>
        </w:trPr>
        <w:tc>
          <w:tcPr>
            <w:tcW w:w="2750" w:type="dxa"/>
          </w:tcPr>
          <w:p w14:paraId="3284F1C4" w14:textId="77777777" w:rsidR="00C62BE4" w:rsidRPr="00890A4C" w:rsidRDefault="00C62BE4" w:rsidP="00C62BE4">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หนี้สินภายใต้สัญญาทรัสต์รีซีทส์</w:t>
            </w:r>
          </w:p>
        </w:tc>
        <w:tc>
          <w:tcPr>
            <w:tcW w:w="1417" w:type="dxa"/>
            <w:tcBorders>
              <w:left w:val="nil"/>
            </w:tcBorders>
          </w:tcPr>
          <w:p w14:paraId="313BC6B8" w14:textId="02E1889D" w:rsidR="00C62BE4" w:rsidRPr="00C62BE4" w:rsidRDefault="00C62BE4" w:rsidP="00C62BE4">
            <w:pPr>
              <w:jc w:val="center"/>
              <w:rPr>
                <w:rFonts w:ascii="Browallia New" w:hAnsi="Browallia New" w:cs="Browallia New"/>
                <w:color w:val="000000" w:themeColor="text1"/>
                <w:lang w:val="en-GB"/>
              </w:rPr>
            </w:pPr>
            <w:r w:rsidRPr="00C62BE4">
              <w:rPr>
                <w:rFonts w:ascii="Browallia New" w:hAnsi="Browallia New" w:cs="Browallia New"/>
                <w:color w:val="000000" w:themeColor="text1"/>
                <w:lang w:val="en-GB"/>
              </w:rPr>
              <w:t>2.60 – 2.81</w:t>
            </w:r>
          </w:p>
        </w:tc>
        <w:tc>
          <w:tcPr>
            <w:tcW w:w="236" w:type="dxa"/>
          </w:tcPr>
          <w:p w14:paraId="5D434481" w14:textId="77777777" w:rsidR="00C62BE4" w:rsidRPr="00CF0CC4" w:rsidRDefault="00C62BE4" w:rsidP="00C62BE4">
            <w:pPr>
              <w:rPr>
                <w:rFonts w:ascii="Browallia New" w:hAnsi="Browallia New" w:cs="Browallia New"/>
              </w:rPr>
            </w:pPr>
          </w:p>
        </w:tc>
        <w:tc>
          <w:tcPr>
            <w:tcW w:w="1182" w:type="dxa"/>
          </w:tcPr>
          <w:p w14:paraId="78A7E386" w14:textId="25DAB668" w:rsidR="00C62BE4" w:rsidRPr="00CF2F11" w:rsidRDefault="00C62BE4" w:rsidP="00C62BE4">
            <w:pPr>
              <w:jc w:val="center"/>
              <w:rPr>
                <w:rFonts w:ascii="Browallia New" w:hAnsi="Browallia New" w:cs="Browallia New"/>
                <w:highlight w:val="yellow"/>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98 </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2</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18</w:t>
            </w:r>
          </w:p>
        </w:tc>
        <w:tc>
          <w:tcPr>
            <w:tcW w:w="283" w:type="dxa"/>
          </w:tcPr>
          <w:p w14:paraId="5BD083A3" w14:textId="77777777" w:rsidR="00C62BE4" w:rsidRPr="00CF0CC4" w:rsidRDefault="00C62BE4" w:rsidP="00C62BE4">
            <w:pPr>
              <w:jc w:val="right"/>
              <w:rPr>
                <w:rFonts w:ascii="Browallia New" w:hAnsi="Browallia New" w:cs="Browallia New"/>
              </w:rPr>
            </w:pPr>
          </w:p>
        </w:tc>
        <w:tc>
          <w:tcPr>
            <w:tcW w:w="1418" w:type="dxa"/>
          </w:tcPr>
          <w:p w14:paraId="6956FD12" w14:textId="5151D421" w:rsidR="00C62BE4" w:rsidRPr="00CF0CC4" w:rsidRDefault="00C62BE4" w:rsidP="00C62BE4">
            <w:pPr>
              <w:jc w:val="right"/>
              <w:rPr>
                <w:rFonts w:ascii="Browallia New" w:hAnsi="Browallia New" w:cs="Browallia New"/>
              </w:rPr>
            </w:pPr>
            <w:r w:rsidRPr="00C62BE4">
              <w:rPr>
                <w:rFonts w:ascii="Browallia New" w:hAnsi="Browallia New" w:cs="Browallia New"/>
              </w:rPr>
              <w:t>70,628</w:t>
            </w:r>
          </w:p>
        </w:tc>
        <w:tc>
          <w:tcPr>
            <w:tcW w:w="236" w:type="dxa"/>
          </w:tcPr>
          <w:p w14:paraId="49379B37"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65" w:type="dxa"/>
          </w:tcPr>
          <w:p w14:paraId="754A7A99" w14:textId="608EDCFD" w:rsidR="00C62BE4" w:rsidRPr="00890A4C" w:rsidRDefault="00C62BE4" w:rsidP="00C62BE4">
            <w:pPr>
              <w:jc w:val="right"/>
              <w:rPr>
                <w:rFonts w:ascii="Browallia New" w:hAnsi="Browallia New" w:cs="Browallia New"/>
              </w:rPr>
            </w:pPr>
            <w:r w:rsidRPr="00CF0CC4">
              <w:rPr>
                <w:rFonts w:ascii="Browallia New" w:hAnsi="Browallia New" w:cs="Browallia New"/>
              </w:rPr>
              <w:t>205,739</w:t>
            </w:r>
          </w:p>
        </w:tc>
      </w:tr>
      <w:tr w:rsidR="00C62BE4" w:rsidRPr="00890A4C" w14:paraId="63707221" w14:textId="77777777" w:rsidTr="00C77741">
        <w:trPr>
          <w:cantSplit/>
        </w:trPr>
        <w:tc>
          <w:tcPr>
            <w:tcW w:w="2750" w:type="dxa"/>
          </w:tcPr>
          <w:p w14:paraId="6473850A" w14:textId="77777777" w:rsidR="00C62BE4" w:rsidRPr="00890A4C" w:rsidRDefault="00C62BE4" w:rsidP="00C62BE4">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3EC3C2F9" w14:textId="214298EC" w:rsidR="00C62BE4" w:rsidRPr="00C62BE4" w:rsidRDefault="00C62BE4" w:rsidP="00C62BE4">
            <w:pPr>
              <w:jc w:val="center"/>
              <w:rPr>
                <w:rFonts w:ascii="Browallia New" w:hAnsi="Browallia New" w:cs="Browallia New"/>
                <w:color w:val="000000" w:themeColor="text1"/>
                <w:lang w:val="en-GB"/>
              </w:rPr>
            </w:pPr>
            <w:r w:rsidRPr="00C62BE4">
              <w:rPr>
                <w:rFonts w:ascii="Browallia New" w:hAnsi="Browallia New" w:cs="Browallia New"/>
                <w:color w:val="000000" w:themeColor="text1"/>
                <w:lang w:val="en-GB"/>
              </w:rPr>
              <w:t>2.46 – 8.90</w:t>
            </w:r>
          </w:p>
        </w:tc>
        <w:tc>
          <w:tcPr>
            <w:tcW w:w="236" w:type="dxa"/>
          </w:tcPr>
          <w:p w14:paraId="771BAB56" w14:textId="77777777" w:rsidR="00C62BE4" w:rsidRPr="00CF0CC4" w:rsidRDefault="00C62BE4" w:rsidP="00C62BE4">
            <w:pPr>
              <w:rPr>
                <w:rFonts w:ascii="Browallia New" w:hAnsi="Browallia New" w:cs="Browallia New"/>
              </w:rPr>
            </w:pPr>
          </w:p>
        </w:tc>
        <w:tc>
          <w:tcPr>
            <w:tcW w:w="1182" w:type="dxa"/>
          </w:tcPr>
          <w:p w14:paraId="7B88FD1F" w14:textId="3DE7303C" w:rsidR="00C62BE4" w:rsidRPr="00CF2F11" w:rsidRDefault="00C62BE4" w:rsidP="00C62BE4">
            <w:pPr>
              <w:jc w:val="center"/>
              <w:rPr>
                <w:rFonts w:ascii="Browallia New" w:hAnsi="Browallia New" w:cs="Browallia New"/>
                <w:highlight w:val="yellow"/>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28 </w:t>
            </w:r>
            <w:r w:rsidRPr="00CF0CC4">
              <w:rPr>
                <w:rFonts w:ascii="Browallia New" w:hAnsi="Browallia New" w:cs="Browallia New"/>
                <w:color w:val="000000" w:themeColor="text1"/>
                <w:cs/>
              </w:rPr>
              <w:t xml:space="preserve">– </w:t>
            </w:r>
            <w:r>
              <w:rPr>
                <w:rFonts w:ascii="Browallia New" w:hAnsi="Browallia New" w:cs="Browallia New"/>
                <w:color w:val="000000" w:themeColor="text1"/>
              </w:rPr>
              <w:t>8</w:t>
            </w:r>
            <w:r w:rsidRPr="00CF0CC4">
              <w:rPr>
                <w:rFonts w:ascii="Browallia New" w:hAnsi="Browallia New" w:cs="Browallia New"/>
                <w:color w:val="000000" w:themeColor="text1"/>
                <w:cs/>
              </w:rPr>
              <w:t>.</w:t>
            </w:r>
            <w:r>
              <w:rPr>
                <w:rFonts w:ascii="Browallia New" w:hAnsi="Browallia New" w:cs="Browallia New"/>
                <w:color w:val="000000" w:themeColor="text1"/>
              </w:rPr>
              <w:t>9</w:t>
            </w:r>
            <w:r w:rsidRPr="00CF0CC4">
              <w:rPr>
                <w:rFonts w:ascii="Browallia New" w:hAnsi="Browallia New" w:cs="Browallia New"/>
                <w:color w:val="000000" w:themeColor="text1"/>
              </w:rPr>
              <w:t>0</w:t>
            </w:r>
          </w:p>
        </w:tc>
        <w:tc>
          <w:tcPr>
            <w:tcW w:w="283" w:type="dxa"/>
          </w:tcPr>
          <w:p w14:paraId="51638A44" w14:textId="77777777" w:rsidR="00C62BE4" w:rsidRPr="00CF0CC4" w:rsidRDefault="00C62BE4" w:rsidP="00C62BE4">
            <w:pPr>
              <w:jc w:val="right"/>
              <w:rPr>
                <w:rFonts w:ascii="Browallia New" w:hAnsi="Browallia New" w:cs="Browallia New"/>
              </w:rPr>
            </w:pPr>
          </w:p>
        </w:tc>
        <w:tc>
          <w:tcPr>
            <w:tcW w:w="1418" w:type="dxa"/>
          </w:tcPr>
          <w:p w14:paraId="72BC4437" w14:textId="4B43C69C" w:rsidR="00C62BE4" w:rsidRPr="00CF0CC4" w:rsidRDefault="00C62BE4" w:rsidP="00C62BE4">
            <w:pPr>
              <w:jc w:val="right"/>
              <w:rPr>
                <w:rFonts w:ascii="Browallia New" w:hAnsi="Browallia New" w:cs="Browallia New"/>
              </w:rPr>
            </w:pPr>
            <w:r w:rsidRPr="00C62BE4">
              <w:rPr>
                <w:rFonts w:ascii="Browallia New" w:hAnsi="Browallia New" w:cs="Browallia New"/>
              </w:rPr>
              <w:t>360,403</w:t>
            </w:r>
          </w:p>
        </w:tc>
        <w:tc>
          <w:tcPr>
            <w:tcW w:w="236" w:type="dxa"/>
          </w:tcPr>
          <w:p w14:paraId="3B91F94D"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65" w:type="dxa"/>
          </w:tcPr>
          <w:p w14:paraId="6A15DA9C" w14:textId="75988296" w:rsidR="00C62BE4" w:rsidRPr="00890A4C" w:rsidRDefault="00C62BE4" w:rsidP="00C62BE4">
            <w:pPr>
              <w:jc w:val="right"/>
              <w:rPr>
                <w:rFonts w:ascii="Browallia New" w:hAnsi="Browallia New" w:cs="Browallia New"/>
              </w:rPr>
            </w:pPr>
            <w:r w:rsidRPr="00CF0CC4">
              <w:rPr>
                <w:rFonts w:ascii="Browallia New" w:hAnsi="Browallia New" w:cs="Browallia New"/>
              </w:rPr>
              <w:t>578,071</w:t>
            </w:r>
          </w:p>
        </w:tc>
      </w:tr>
      <w:tr w:rsidR="00C62BE4" w:rsidRPr="00890A4C" w14:paraId="34B70073" w14:textId="77777777" w:rsidTr="00C77741">
        <w:trPr>
          <w:cantSplit/>
          <w:trHeight w:val="58"/>
        </w:trPr>
        <w:tc>
          <w:tcPr>
            <w:tcW w:w="2750" w:type="dxa"/>
          </w:tcPr>
          <w:p w14:paraId="6BD7458F" w14:textId="77777777" w:rsidR="00C62BE4" w:rsidRPr="00890A4C" w:rsidRDefault="00C62BE4" w:rsidP="00C62BE4">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3C947C88" w14:textId="77777777" w:rsidR="00C62BE4" w:rsidRPr="00CF0CC4" w:rsidRDefault="00C62BE4" w:rsidP="00C62BE4">
            <w:pPr>
              <w:rPr>
                <w:rFonts w:ascii="Browallia New" w:hAnsi="Browallia New" w:cs="Browallia New"/>
              </w:rPr>
            </w:pPr>
          </w:p>
        </w:tc>
        <w:tc>
          <w:tcPr>
            <w:tcW w:w="236" w:type="dxa"/>
          </w:tcPr>
          <w:p w14:paraId="277A315E" w14:textId="77777777" w:rsidR="00C62BE4" w:rsidRPr="00CF0CC4" w:rsidRDefault="00C62BE4" w:rsidP="00C62BE4">
            <w:pPr>
              <w:rPr>
                <w:rFonts w:ascii="Browallia New" w:hAnsi="Browallia New" w:cs="Browallia New"/>
              </w:rPr>
            </w:pPr>
          </w:p>
        </w:tc>
        <w:tc>
          <w:tcPr>
            <w:tcW w:w="1182" w:type="dxa"/>
          </w:tcPr>
          <w:p w14:paraId="15C4B353" w14:textId="77777777" w:rsidR="00C62BE4" w:rsidRPr="00CF0CC4" w:rsidRDefault="00C62BE4" w:rsidP="00C62BE4">
            <w:pPr>
              <w:jc w:val="right"/>
              <w:rPr>
                <w:rFonts w:ascii="Browallia New" w:hAnsi="Browallia New" w:cs="Browallia New"/>
              </w:rPr>
            </w:pPr>
          </w:p>
        </w:tc>
        <w:tc>
          <w:tcPr>
            <w:tcW w:w="283" w:type="dxa"/>
          </w:tcPr>
          <w:p w14:paraId="36203844" w14:textId="77777777" w:rsidR="00C62BE4" w:rsidRPr="00CF0CC4" w:rsidRDefault="00C62BE4" w:rsidP="00C62BE4">
            <w:pPr>
              <w:jc w:val="right"/>
              <w:rPr>
                <w:rFonts w:ascii="Browallia New" w:hAnsi="Browallia New" w:cs="Browallia New"/>
              </w:rPr>
            </w:pPr>
          </w:p>
        </w:tc>
        <w:tc>
          <w:tcPr>
            <w:tcW w:w="1418" w:type="dxa"/>
            <w:tcBorders>
              <w:top w:val="single" w:sz="4" w:space="0" w:color="auto"/>
              <w:bottom w:val="single" w:sz="12" w:space="0" w:color="auto"/>
            </w:tcBorders>
          </w:tcPr>
          <w:p w14:paraId="0D1B5CA0" w14:textId="02273999" w:rsidR="00C62BE4" w:rsidRPr="00CF0CC4" w:rsidRDefault="00C62BE4" w:rsidP="00C62BE4">
            <w:pPr>
              <w:jc w:val="right"/>
              <w:rPr>
                <w:rFonts w:ascii="Browallia New" w:hAnsi="Browallia New" w:cs="Browallia New"/>
              </w:rPr>
            </w:pPr>
            <w:r w:rsidRPr="00C62BE4">
              <w:rPr>
                <w:rFonts w:ascii="Browallia New" w:hAnsi="Browallia New" w:cs="Browallia New"/>
              </w:rPr>
              <w:t>432,276</w:t>
            </w:r>
          </w:p>
        </w:tc>
        <w:tc>
          <w:tcPr>
            <w:tcW w:w="236" w:type="dxa"/>
          </w:tcPr>
          <w:p w14:paraId="6DBD2A62"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0D0FDDA7" w14:textId="11873BAE" w:rsidR="00C62BE4" w:rsidRPr="00890A4C" w:rsidRDefault="00C62BE4" w:rsidP="00C62BE4">
            <w:pPr>
              <w:jc w:val="right"/>
              <w:rPr>
                <w:rFonts w:ascii="Browallia New" w:hAnsi="Browallia New" w:cs="Browallia New"/>
                <w:cs/>
              </w:rPr>
            </w:pPr>
            <w:r w:rsidRPr="00CF0CC4">
              <w:rPr>
                <w:rFonts w:ascii="Browallia New" w:hAnsi="Browallia New" w:cs="Browallia New"/>
              </w:rPr>
              <w:t>787,215</w:t>
            </w:r>
          </w:p>
        </w:tc>
      </w:tr>
    </w:tbl>
    <w:p w14:paraId="3D8AE9B1" w14:textId="77777777" w:rsidR="000A4FF2" w:rsidRDefault="000A4FF2" w:rsidP="000A4FF2">
      <w:pPr>
        <w:pStyle w:val="afd"/>
        <w:spacing w:after="0" w:line="240" w:lineRule="auto"/>
        <w:ind w:left="360"/>
        <w:rPr>
          <w:rFonts w:ascii="Browallia New" w:hAnsi="Browallia New" w:cs="Browallia New"/>
          <w:b/>
          <w:bCs/>
          <w:highlight w:val="yellow"/>
        </w:rPr>
      </w:pPr>
    </w:p>
    <w:tbl>
      <w:tblPr>
        <w:tblW w:w="8996" w:type="dxa"/>
        <w:tblInd w:w="369" w:type="dxa"/>
        <w:tblLayout w:type="fixed"/>
        <w:tblLook w:val="0000" w:firstRow="0" w:lastRow="0" w:firstColumn="0" w:lastColumn="0" w:noHBand="0" w:noVBand="0"/>
      </w:tblPr>
      <w:tblGrid>
        <w:gridCol w:w="2750"/>
        <w:gridCol w:w="1417"/>
        <w:gridCol w:w="284"/>
        <w:gridCol w:w="1157"/>
        <w:gridCol w:w="283"/>
        <w:gridCol w:w="1369"/>
        <w:gridCol w:w="252"/>
        <w:gridCol w:w="1484"/>
      </w:tblGrid>
      <w:tr w:rsidR="009201A5" w:rsidRPr="00890A4C" w14:paraId="0B6B383C" w14:textId="77777777" w:rsidTr="00C77741">
        <w:trPr>
          <w:cantSplit/>
        </w:trPr>
        <w:tc>
          <w:tcPr>
            <w:tcW w:w="2750" w:type="dxa"/>
          </w:tcPr>
          <w:p w14:paraId="4165A0B0"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1417" w:type="dxa"/>
            <w:tcBorders>
              <w:left w:val="nil"/>
            </w:tcBorders>
          </w:tcPr>
          <w:p w14:paraId="72D24E16"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284" w:type="dxa"/>
          </w:tcPr>
          <w:p w14:paraId="090A989B"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1157" w:type="dxa"/>
          </w:tcPr>
          <w:p w14:paraId="768D3A76"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283" w:type="dxa"/>
          </w:tcPr>
          <w:p w14:paraId="2308BE00" w14:textId="77777777" w:rsidR="009201A5" w:rsidRPr="00890A4C" w:rsidRDefault="009201A5" w:rsidP="00C77741">
            <w:pPr>
              <w:pStyle w:val="33"/>
              <w:tabs>
                <w:tab w:val="clear" w:pos="360"/>
                <w:tab w:val="clear" w:pos="720"/>
              </w:tabs>
              <w:jc w:val="right"/>
              <w:rPr>
                <w:rFonts w:ascii="Browallia New" w:hAnsi="Browallia New" w:cs="Browallia New"/>
                <w:sz w:val="28"/>
                <w:szCs w:val="28"/>
              </w:rPr>
            </w:pPr>
          </w:p>
        </w:tc>
        <w:tc>
          <w:tcPr>
            <w:tcW w:w="3105" w:type="dxa"/>
            <w:gridSpan w:val="3"/>
          </w:tcPr>
          <w:p w14:paraId="216DC6AA" w14:textId="77777777" w:rsidR="009201A5" w:rsidRPr="00890A4C" w:rsidRDefault="009201A5" w:rsidP="00C77741">
            <w:pPr>
              <w:pStyle w:val="33"/>
              <w:tabs>
                <w:tab w:val="clear" w:pos="360"/>
                <w:tab w:val="clear" w:pos="720"/>
              </w:tabs>
              <w:jc w:val="right"/>
              <w:rPr>
                <w:rFonts w:ascii="Browallia New" w:hAnsi="Browallia New" w:cs="Browallia New"/>
                <w:sz w:val="28"/>
                <w:szCs w:val="28"/>
                <w:cs/>
              </w:rPr>
            </w:pPr>
            <w:r w:rsidRPr="00890A4C">
              <w:rPr>
                <w:rFonts w:ascii="Browallia New" w:hAnsi="Browallia New" w:cs="Browallia New"/>
                <w:sz w:val="28"/>
                <w:szCs w:val="28"/>
              </w:rPr>
              <w:t>(</w:t>
            </w:r>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9201A5" w:rsidRPr="00890A4C" w14:paraId="48E3607E" w14:textId="77777777" w:rsidTr="00C77741">
        <w:trPr>
          <w:cantSplit/>
        </w:trPr>
        <w:tc>
          <w:tcPr>
            <w:tcW w:w="2750" w:type="dxa"/>
          </w:tcPr>
          <w:p w14:paraId="2B590C6C"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58" w:type="dxa"/>
            <w:gridSpan w:val="3"/>
            <w:tcBorders>
              <w:left w:val="nil"/>
              <w:bottom w:val="single" w:sz="4" w:space="0" w:color="auto"/>
            </w:tcBorders>
          </w:tcPr>
          <w:p w14:paraId="123E4EAC" w14:textId="77777777" w:rsidR="009201A5" w:rsidRPr="00890A4C" w:rsidRDefault="009201A5" w:rsidP="00C77741">
            <w:pPr>
              <w:ind w:right="72"/>
              <w:jc w:val="center"/>
              <w:rPr>
                <w:rFonts w:ascii="Browallia New" w:hAnsi="Browallia New" w:cs="Browallia New"/>
              </w:rPr>
            </w:pPr>
            <w:r w:rsidRPr="00890A4C">
              <w:rPr>
                <w:rFonts w:ascii="Browallia New" w:hAnsi="Browallia New" w:cs="Browallia New"/>
                <w:cs/>
              </w:rPr>
              <w:t>อัตราดอกเบี้ยร้อยละต่อปี</w:t>
            </w:r>
          </w:p>
        </w:tc>
        <w:tc>
          <w:tcPr>
            <w:tcW w:w="283" w:type="dxa"/>
          </w:tcPr>
          <w:p w14:paraId="7B5CE23D" w14:textId="77777777" w:rsidR="009201A5" w:rsidRPr="00890A4C" w:rsidRDefault="009201A5" w:rsidP="00C77741">
            <w:pPr>
              <w:ind w:right="72"/>
              <w:jc w:val="center"/>
              <w:rPr>
                <w:rFonts w:ascii="Browallia New" w:hAnsi="Browallia New" w:cs="Browallia New"/>
                <w:color w:val="000000"/>
                <w:cs/>
              </w:rPr>
            </w:pPr>
          </w:p>
        </w:tc>
        <w:tc>
          <w:tcPr>
            <w:tcW w:w="3105" w:type="dxa"/>
            <w:gridSpan w:val="3"/>
            <w:tcBorders>
              <w:bottom w:val="single" w:sz="4" w:space="0" w:color="auto"/>
            </w:tcBorders>
          </w:tcPr>
          <w:p w14:paraId="3560427C" w14:textId="77777777" w:rsidR="009201A5" w:rsidRPr="00890A4C" w:rsidRDefault="009201A5" w:rsidP="00C77741">
            <w:pPr>
              <w:ind w:right="72"/>
              <w:jc w:val="center"/>
              <w:rPr>
                <w:rFonts w:ascii="Browallia New" w:hAnsi="Browallia New" w:cs="Browallia New"/>
              </w:rPr>
            </w:pPr>
            <w:r w:rsidRPr="00890A4C">
              <w:rPr>
                <w:rFonts w:ascii="Browallia New" w:hAnsi="Browallia New" w:cs="Browallia New"/>
                <w:color w:val="000000"/>
                <w:cs/>
              </w:rPr>
              <w:t>งบการเงินเฉพาะของบริษัท</w:t>
            </w:r>
          </w:p>
        </w:tc>
      </w:tr>
      <w:tr w:rsidR="009201A5" w:rsidRPr="00890A4C" w14:paraId="5246DE58" w14:textId="77777777" w:rsidTr="00C77741">
        <w:trPr>
          <w:cantSplit/>
        </w:trPr>
        <w:tc>
          <w:tcPr>
            <w:tcW w:w="2750" w:type="dxa"/>
          </w:tcPr>
          <w:p w14:paraId="55F9AC9F" w14:textId="77777777" w:rsidR="009201A5" w:rsidRPr="00890A4C" w:rsidRDefault="009201A5" w:rsidP="00C77741">
            <w:pPr>
              <w:pStyle w:val="3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66602A59" w14:textId="387A09A9" w:rsidR="009201A5" w:rsidRPr="00890A4C" w:rsidRDefault="001C2626" w:rsidP="00C77741">
            <w:pPr>
              <w:ind w:right="72"/>
              <w:jc w:val="center"/>
              <w:rPr>
                <w:rFonts w:ascii="Browallia New" w:hAnsi="Browallia New" w:cs="Browallia New"/>
              </w:rPr>
            </w:pPr>
            <w:r w:rsidRPr="001C2626">
              <w:rPr>
                <w:rFonts w:ascii="Browallia New" w:hAnsi="Browallia New" w:cs="Browallia New"/>
              </w:rPr>
              <w:t>30</w:t>
            </w:r>
            <w:r w:rsidRPr="001C2626">
              <w:rPr>
                <w:rFonts w:ascii="Browallia New" w:hAnsi="Browallia New" w:cs="Browallia New" w:hint="cs"/>
                <w:cs/>
              </w:rPr>
              <w:t xml:space="preserve"> </w:t>
            </w:r>
            <w:r w:rsidRPr="001C2626">
              <w:rPr>
                <w:rFonts w:ascii="Browallia New" w:hAnsi="Browallia New" w:cs="Browallia New"/>
                <w:cs/>
              </w:rPr>
              <w:t xml:space="preserve">กันยายน </w:t>
            </w:r>
            <w:r w:rsidR="009201A5">
              <w:rPr>
                <w:rFonts w:ascii="Browallia New" w:hAnsi="Browallia New" w:cs="Browallia New"/>
              </w:rPr>
              <w:t>2566</w:t>
            </w:r>
          </w:p>
        </w:tc>
        <w:tc>
          <w:tcPr>
            <w:tcW w:w="284" w:type="dxa"/>
          </w:tcPr>
          <w:p w14:paraId="12458954" w14:textId="77777777" w:rsidR="009201A5" w:rsidRPr="00890A4C" w:rsidRDefault="009201A5" w:rsidP="00C77741">
            <w:pPr>
              <w:ind w:right="72"/>
              <w:jc w:val="center"/>
              <w:rPr>
                <w:rFonts w:ascii="Browallia New" w:hAnsi="Browallia New" w:cs="Browallia New"/>
              </w:rPr>
            </w:pPr>
          </w:p>
        </w:tc>
        <w:tc>
          <w:tcPr>
            <w:tcW w:w="1157" w:type="dxa"/>
            <w:tcBorders>
              <w:bottom w:val="single" w:sz="4" w:space="0" w:color="auto"/>
            </w:tcBorders>
          </w:tcPr>
          <w:p w14:paraId="10B20BB3" w14:textId="24E445D6" w:rsidR="009201A5" w:rsidRPr="00890A4C" w:rsidRDefault="009201A5" w:rsidP="009201A5">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c>
          <w:tcPr>
            <w:tcW w:w="283" w:type="dxa"/>
          </w:tcPr>
          <w:p w14:paraId="19777DA3" w14:textId="77777777" w:rsidR="009201A5" w:rsidRPr="00890A4C" w:rsidRDefault="009201A5" w:rsidP="00C77741">
            <w:pPr>
              <w:ind w:left="-105" w:right="-108"/>
              <w:jc w:val="center"/>
              <w:rPr>
                <w:rFonts w:ascii="Browallia New" w:hAnsi="Browallia New" w:cs="Browallia New"/>
              </w:rPr>
            </w:pPr>
          </w:p>
        </w:tc>
        <w:tc>
          <w:tcPr>
            <w:tcW w:w="1369" w:type="dxa"/>
            <w:tcBorders>
              <w:top w:val="single" w:sz="4" w:space="0" w:color="auto"/>
              <w:bottom w:val="single" w:sz="4" w:space="0" w:color="auto"/>
            </w:tcBorders>
          </w:tcPr>
          <w:p w14:paraId="181BA51E" w14:textId="02DAFCEF" w:rsidR="009201A5" w:rsidRPr="00890A4C" w:rsidRDefault="001C2626" w:rsidP="00C77741">
            <w:pPr>
              <w:ind w:left="-105" w:right="-108"/>
              <w:jc w:val="center"/>
              <w:rPr>
                <w:rFonts w:ascii="Browallia New" w:hAnsi="Browallia New" w:cs="Browallia New"/>
                <w:cs/>
              </w:rPr>
            </w:pPr>
            <w:r w:rsidRPr="001C2626">
              <w:rPr>
                <w:rFonts w:ascii="Browallia New" w:hAnsi="Browallia New" w:cs="Browallia New"/>
              </w:rPr>
              <w:t>30</w:t>
            </w:r>
            <w:r w:rsidRPr="001C2626">
              <w:rPr>
                <w:rFonts w:ascii="Browallia New" w:hAnsi="Browallia New" w:cs="Browallia New" w:hint="cs"/>
                <w:cs/>
              </w:rPr>
              <w:t xml:space="preserve"> </w:t>
            </w:r>
            <w:r w:rsidRPr="001C2626">
              <w:rPr>
                <w:rFonts w:ascii="Browallia New" w:hAnsi="Browallia New" w:cs="Browallia New"/>
                <w:cs/>
              </w:rPr>
              <w:t xml:space="preserve">กันยายน </w:t>
            </w:r>
            <w:r w:rsidR="009201A5">
              <w:rPr>
                <w:rFonts w:ascii="Browallia New" w:hAnsi="Browallia New" w:cs="Browallia New"/>
              </w:rPr>
              <w:t>2566</w:t>
            </w:r>
          </w:p>
        </w:tc>
        <w:tc>
          <w:tcPr>
            <w:tcW w:w="252" w:type="dxa"/>
            <w:tcBorders>
              <w:top w:val="single" w:sz="4" w:space="0" w:color="auto"/>
            </w:tcBorders>
          </w:tcPr>
          <w:p w14:paraId="779A2DA3" w14:textId="77777777" w:rsidR="009201A5" w:rsidRPr="00890A4C" w:rsidRDefault="009201A5" w:rsidP="00C77741">
            <w:pPr>
              <w:ind w:left="-105" w:right="-108"/>
              <w:jc w:val="right"/>
              <w:rPr>
                <w:rFonts w:ascii="Browallia New" w:hAnsi="Browallia New" w:cs="Browallia New"/>
                <w:u w:val="single"/>
              </w:rPr>
            </w:pPr>
          </w:p>
        </w:tc>
        <w:tc>
          <w:tcPr>
            <w:tcW w:w="1484" w:type="dxa"/>
            <w:tcBorders>
              <w:top w:val="single" w:sz="4" w:space="0" w:color="auto"/>
              <w:bottom w:val="single" w:sz="4" w:space="0" w:color="auto"/>
            </w:tcBorders>
          </w:tcPr>
          <w:p w14:paraId="70D5B9D4" w14:textId="05C2EC51" w:rsidR="009201A5" w:rsidRPr="00890A4C" w:rsidRDefault="009201A5" w:rsidP="00C77741">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r>
      <w:tr w:rsidR="009201A5" w:rsidRPr="00890A4C" w14:paraId="5EBA66E9" w14:textId="77777777" w:rsidTr="00C77741">
        <w:trPr>
          <w:cantSplit/>
          <w:trHeight w:hRule="exact" w:val="352"/>
        </w:trPr>
        <w:tc>
          <w:tcPr>
            <w:tcW w:w="2750" w:type="dxa"/>
            <w:vAlign w:val="bottom"/>
          </w:tcPr>
          <w:p w14:paraId="03CCB834" w14:textId="77777777" w:rsidR="009201A5" w:rsidRPr="00890A4C" w:rsidRDefault="009201A5" w:rsidP="00C77741">
            <w:pPr>
              <w:rPr>
                <w:rFonts w:ascii="Browallia New" w:hAnsi="Browallia New" w:cs="Browallia New"/>
              </w:rPr>
            </w:pPr>
          </w:p>
        </w:tc>
        <w:tc>
          <w:tcPr>
            <w:tcW w:w="1417" w:type="dxa"/>
            <w:tcBorders>
              <w:top w:val="single" w:sz="4" w:space="0" w:color="auto"/>
              <w:left w:val="nil"/>
            </w:tcBorders>
          </w:tcPr>
          <w:p w14:paraId="5FC35B63" w14:textId="77777777" w:rsidR="009201A5" w:rsidRPr="00890A4C" w:rsidRDefault="009201A5" w:rsidP="00C77741">
            <w:pPr>
              <w:rPr>
                <w:rFonts w:ascii="Browallia New" w:hAnsi="Browallia New" w:cs="Browallia New"/>
              </w:rPr>
            </w:pPr>
          </w:p>
        </w:tc>
        <w:tc>
          <w:tcPr>
            <w:tcW w:w="284" w:type="dxa"/>
          </w:tcPr>
          <w:p w14:paraId="6495BD27" w14:textId="77777777" w:rsidR="009201A5" w:rsidRPr="00890A4C" w:rsidRDefault="009201A5" w:rsidP="00C77741">
            <w:pPr>
              <w:rPr>
                <w:rFonts w:ascii="Browallia New" w:hAnsi="Browallia New" w:cs="Browallia New"/>
              </w:rPr>
            </w:pPr>
          </w:p>
        </w:tc>
        <w:tc>
          <w:tcPr>
            <w:tcW w:w="1157" w:type="dxa"/>
          </w:tcPr>
          <w:p w14:paraId="5F86795A" w14:textId="77777777" w:rsidR="009201A5" w:rsidRPr="00890A4C" w:rsidRDefault="009201A5" w:rsidP="00C77741">
            <w:pPr>
              <w:ind w:hanging="111"/>
              <w:rPr>
                <w:rFonts w:ascii="Browallia New" w:hAnsi="Browallia New" w:cs="Browallia New"/>
              </w:rPr>
            </w:pPr>
          </w:p>
        </w:tc>
        <w:tc>
          <w:tcPr>
            <w:tcW w:w="283" w:type="dxa"/>
          </w:tcPr>
          <w:p w14:paraId="44EA5905" w14:textId="77777777" w:rsidR="009201A5" w:rsidRPr="00890A4C" w:rsidRDefault="009201A5" w:rsidP="00C77741">
            <w:pPr>
              <w:jc w:val="right"/>
              <w:rPr>
                <w:rFonts w:ascii="Browallia New" w:hAnsi="Browallia New" w:cs="Browallia New"/>
              </w:rPr>
            </w:pPr>
          </w:p>
        </w:tc>
        <w:tc>
          <w:tcPr>
            <w:tcW w:w="1369" w:type="dxa"/>
          </w:tcPr>
          <w:p w14:paraId="6D660129" w14:textId="77777777" w:rsidR="009201A5" w:rsidRPr="00890A4C" w:rsidRDefault="009201A5" w:rsidP="00C77741">
            <w:pPr>
              <w:jc w:val="right"/>
              <w:rPr>
                <w:rFonts w:ascii="Browallia New" w:hAnsi="Browallia New" w:cs="Browallia New"/>
              </w:rPr>
            </w:pPr>
          </w:p>
        </w:tc>
        <w:tc>
          <w:tcPr>
            <w:tcW w:w="252" w:type="dxa"/>
          </w:tcPr>
          <w:p w14:paraId="7D4774C2" w14:textId="77777777" w:rsidR="009201A5" w:rsidRPr="00890A4C" w:rsidRDefault="009201A5" w:rsidP="00C77741">
            <w:pPr>
              <w:pStyle w:val="a5"/>
              <w:ind w:left="-157" w:right="0"/>
              <w:rPr>
                <w:rFonts w:ascii="Browallia New" w:hAnsi="Browallia New" w:cs="Browallia New"/>
                <w:sz w:val="28"/>
                <w:szCs w:val="28"/>
              </w:rPr>
            </w:pPr>
          </w:p>
        </w:tc>
        <w:tc>
          <w:tcPr>
            <w:tcW w:w="1484" w:type="dxa"/>
          </w:tcPr>
          <w:p w14:paraId="395721D9" w14:textId="77777777" w:rsidR="009201A5" w:rsidRPr="00890A4C" w:rsidRDefault="009201A5" w:rsidP="00C77741">
            <w:pPr>
              <w:jc w:val="right"/>
              <w:rPr>
                <w:rFonts w:ascii="Browallia New" w:hAnsi="Browallia New" w:cs="Browallia New"/>
              </w:rPr>
            </w:pPr>
          </w:p>
        </w:tc>
      </w:tr>
      <w:tr w:rsidR="00C62BE4" w:rsidRPr="00890A4C" w14:paraId="15B9070D" w14:textId="77777777" w:rsidTr="00C77741">
        <w:trPr>
          <w:cantSplit/>
        </w:trPr>
        <w:tc>
          <w:tcPr>
            <w:tcW w:w="2750" w:type="dxa"/>
            <w:vAlign w:val="bottom"/>
          </w:tcPr>
          <w:p w14:paraId="300AD3C2" w14:textId="77777777" w:rsidR="00C62BE4" w:rsidRPr="00890A4C" w:rsidRDefault="00C62BE4" w:rsidP="00C62BE4">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2A6A8E86" w14:textId="0BE476F7" w:rsidR="00C62BE4" w:rsidRPr="00CF0CC4" w:rsidRDefault="00C62BE4" w:rsidP="00C62BE4">
            <w:pPr>
              <w:jc w:val="center"/>
              <w:rPr>
                <w:rFonts w:ascii="Browallia New" w:hAnsi="Browallia New" w:cs="Browallia New"/>
                <w:color w:val="000000" w:themeColor="text1"/>
              </w:rPr>
            </w:pPr>
            <w:r>
              <w:rPr>
                <w:rFonts w:ascii="Browallia New" w:hAnsi="Browallia New" w:cs="Browallia New"/>
                <w:color w:val="000000" w:themeColor="text1"/>
              </w:rPr>
              <w:t>7.27 – 7.33</w:t>
            </w:r>
          </w:p>
        </w:tc>
        <w:tc>
          <w:tcPr>
            <w:tcW w:w="284" w:type="dxa"/>
          </w:tcPr>
          <w:p w14:paraId="54EA6460" w14:textId="77777777" w:rsidR="00C62BE4" w:rsidRPr="00CF0CC4" w:rsidRDefault="00C62BE4" w:rsidP="00C62BE4">
            <w:pPr>
              <w:rPr>
                <w:rFonts w:ascii="Browallia New" w:hAnsi="Browallia New" w:cs="Browallia New"/>
              </w:rPr>
            </w:pPr>
          </w:p>
        </w:tc>
        <w:tc>
          <w:tcPr>
            <w:tcW w:w="1157" w:type="dxa"/>
          </w:tcPr>
          <w:p w14:paraId="3F198B78" w14:textId="34E58FDB" w:rsidR="00C62BE4" w:rsidRPr="00CF0CC4" w:rsidRDefault="00C62BE4" w:rsidP="00C62BE4">
            <w:pPr>
              <w:jc w:val="center"/>
              <w:rPr>
                <w:rFonts w:ascii="Browallia New" w:hAnsi="Browallia New" w:cs="Browallia New"/>
              </w:rPr>
            </w:pP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32 </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3</w:t>
            </w:r>
            <w:r>
              <w:rPr>
                <w:rFonts w:ascii="Browallia New" w:hAnsi="Browallia New" w:cs="Browallia New"/>
                <w:color w:val="000000" w:themeColor="text1"/>
              </w:rPr>
              <w:t>3</w:t>
            </w:r>
          </w:p>
        </w:tc>
        <w:tc>
          <w:tcPr>
            <w:tcW w:w="283" w:type="dxa"/>
          </w:tcPr>
          <w:p w14:paraId="52085734" w14:textId="77777777" w:rsidR="00C62BE4" w:rsidRPr="00CF0CC4" w:rsidRDefault="00C62BE4" w:rsidP="00C62BE4">
            <w:pPr>
              <w:jc w:val="right"/>
              <w:rPr>
                <w:rFonts w:ascii="Browallia New" w:hAnsi="Browallia New" w:cs="Browallia New"/>
              </w:rPr>
            </w:pPr>
          </w:p>
        </w:tc>
        <w:tc>
          <w:tcPr>
            <w:tcW w:w="1369" w:type="dxa"/>
          </w:tcPr>
          <w:p w14:paraId="25065337" w14:textId="466208C8" w:rsidR="00C62BE4" w:rsidRPr="00CF0CC4" w:rsidRDefault="00C62BE4" w:rsidP="00C62BE4">
            <w:pPr>
              <w:jc w:val="right"/>
              <w:rPr>
                <w:rFonts w:ascii="Browallia New" w:hAnsi="Browallia New" w:cs="Browallia New"/>
              </w:rPr>
            </w:pPr>
            <w:r>
              <w:rPr>
                <w:rFonts w:ascii="Browallia New" w:hAnsi="Browallia New" w:cs="Browallia New"/>
              </w:rPr>
              <w:t>1,245</w:t>
            </w:r>
          </w:p>
        </w:tc>
        <w:tc>
          <w:tcPr>
            <w:tcW w:w="252" w:type="dxa"/>
          </w:tcPr>
          <w:p w14:paraId="7EB318FA" w14:textId="77777777" w:rsidR="00C62BE4" w:rsidRPr="00890A4C" w:rsidRDefault="00C62BE4" w:rsidP="00C62BE4">
            <w:pPr>
              <w:pStyle w:val="a5"/>
              <w:ind w:left="-157" w:right="0"/>
              <w:rPr>
                <w:rFonts w:ascii="Browallia New" w:hAnsi="Browallia New" w:cs="Browallia New"/>
                <w:sz w:val="28"/>
                <w:szCs w:val="28"/>
              </w:rPr>
            </w:pPr>
          </w:p>
        </w:tc>
        <w:tc>
          <w:tcPr>
            <w:tcW w:w="1484" w:type="dxa"/>
          </w:tcPr>
          <w:p w14:paraId="37D23145" w14:textId="254F28E1" w:rsidR="00C62BE4" w:rsidRPr="00890A4C" w:rsidRDefault="00C62BE4" w:rsidP="00C62BE4">
            <w:pPr>
              <w:jc w:val="right"/>
              <w:rPr>
                <w:rFonts w:ascii="Browallia New" w:hAnsi="Browallia New" w:cs="Browallia New"/>
              </w:rPr>
            </w:pPr>
            <w:r w:rsidRPr="00CF0CC4">
              <w:rPr>
                <w:rFonts w:ascii="Browallia New" w:hAnsi="Browallia New" w:cs="Browallia New"/>
              </w:rPr>
              <w:t>3,405</w:t>
            </w:r>
          </w:p>
        </w:tc>
      </w:tr>
      <w:tr w:rsidR="00C62BE4" w:rsidRPr="00890A4C" w14:paraId="6DED9223" w14:textId="77777777" w:rsidTr="00C77741">
        <w:trPr>
          <w:cantSplit/>
        </w:trPr>
        <w:tc>
          <w:tcPr>
            <w:tcW w:w="2750" w:type="dxa"/>
          </w:tcPr>
          <w:p w14:paraId="76502F2C" w14:textId="77777777" w:rsidR="00C62BE4" w:rsidRPr="00890A4C" w:rsidRDefault="00C62BE4" w:rsidP="00C62BE4">
            <w:pPr>
              <w:tabs>
                <w:tab w:val="left" w:pos="540"/>
              </w:tabs>
              <w:ind w:right="-108"/>
              <w:rPr>
                <w:rFonts w:ascii="Browallia New" w:hAnsi="Browallia New" w:cs="Browallia New"/>
                <w:lang w:val="en-GB"/>
              </w:rPr>
            </w:pPr>
            <w:r w:rsidRPr="00890A4C">
              <w:rPr>
                <w:rFonts w:ascii="Browallia New" w:hAnsi="Browallia New" w:cs="Browallia New"/>
                <w:cs/>
              </w:rPr>
              <w:t>หนี้สินภายใต้สัญญาทรัสต์รีซีทส์</w:t>
            </w:r>
          </w:p>
        </w:tc>
        <w:tc>
          <w:tcPr>
            <w:tcW w:w="1417" w:type="dxa"/>
            <w:tcBorders>
              <w:left w:val="nil"/>
            </w:tcBorders>
          </w:tcPr>
          <w:p w14:paraId="7D2EA6B0" w14:textId="56B4A876" w:rsidR="00C62BE4" w:rsidRPr="00CF0CC4" w:rsidRDefault="00C62BE4" w:rsidP="00C62BE4">
            <w:pPr>
              <w:jc w:val="center"/>
              <w:rPr>
                <w:rFonts w:ascii="Browallia New" w:hAnsi="Browallia New" w:cs="Browallia New"/>
              </w:rPr>
            </w:pPr>
            <w:r>
              <w:rPr>
                <w:rFonts w:ascii="Browallia New" w:hAnsi="Browallia New" w:cs="Browallia New"/>
              </w:rPr>
              <w:t>2.60 – 2.81</w:t>
            </w:r>
          </w:p>
        </w:tc>
        <w:tc>
          <w:tcPr>
            <w:tcW w:w="284" w:type="dxa"/>
          </w:tcPr>
          <w:p w14:paraId="01BDA9F3" w14:textId="77777777" w:rsidR="00C62BE4" w:rsidRPr="00CF0CC4" w:rsidRDefault="00C62BE4" w:rsidP="00C62BE4">
            <w:pPr>
              <w:rPr>
                <w:rFonts w:ascii="Browallia New" w:hAnsi="Browallia New" w:cs="Browallia New"/>
              </w:rPr>
            </w:pPr>
          </w:p>
        </w:tc>
        <w:tc>
          <w:tcPr>
            <w:tcW w:w="1157" w:type="dxa"/>
          </w:tcPr>
          <w:p w14:paraId="642D7411" w14:textId="4B029B68" w:rsidR="00C62BE4" w:rsidRPr="00CF0CC4" w:rsidRDefault="00C62BE4" w:rsidP="00C62BE4">
            <w:pPr>
              <w:jc w:val="center"/>
              <w:rPr>
                <w:rFonts w:ascii="Browallia New" w:hAnsi="Browallia New" w:cs="Browallia New"/>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98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18</w:t>
            </w:r>
          </w:p>
        </w:tc>
        <w:tc>
          <w:tcPr>
            <w:tcW w:w="283" w:type="dxa"/>
          </w:tcPr>
          <w:p w14:paraId="3ECA9123" w14:textId="77777777" w:rsidR="00C62BE4" w:rsidRPr="00CF0CC4" w:rsidRDefault="00C62BE4" w:rsidP="00C62BE4">
            <w:pPr>
              <w:jc w:val="right"/>
              <w:rPr>
                <w:rFonts w:ascii="Browallia New" w:hAnsi="Browallia New" w:cs="Browallia New"/>
              </w:rPr>
            </w:pPr>
          </w:p>
        </w:tc>
        <w:tc>
          <w:tcPr>
            <w:tcW w:w="1369" w:type="dxa"/>
          </w:tcPr>
          <w:p w14:paraId="7C2EB7D7" w14:textId="39F7A810" w:rsidR="00C62BE4" w:rsidRPr="00CF0CC4" w:rsidRDefault="00C62BE4" w:rsidP="00C62BE4">
            <w:pPr>
              <w:jc w:val="right"/>
              <w:rPr>
                <w:rFonts w:ascii="Browallia New" w:hAnsi="Browallia New" w:cs="Browallia New"/>
              </w:rPr>
            </w:pPr>
            <w:r>
              <w:rPr>
                <w:rFonts w:ascii="Browallia New" w:hAnsi="Browallia New" w:cs="Browallia New"/>
              </w:rPr>
              <w:t>70,628</w:t>
            </w:r>
          </w:p>
        </w:tc>
        <w:tc>
          <w:tcPr>
            <w:tcW w:w="252" w:type="dxa"/>
          </w:tcPr>
          <w:p w14:paraId="274FA1ED"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84" w:type="dxa"/>
          </w:tcPr>
          <w:p w14:paraId="3503CD73" w14:textId="75A172B2" w:rsidR="00C62BE4" w:rsidRPr="00890A4C" w:rsidRDefault="00C62BE4" w:rsidP="00C62BE4">
            <w:pPr>
              <w:jc w:val="right"/>
              <w:rPr>
                <w:rFonts w:ascii="Browallia New" w:hAnsi="Browallia New" w:cs="Browallia New"/>
              </w:rPr>
            </w:pPr>
            <w:r w:rsidRPr="00CF0CC4">
              <w:rPr>
                <w:rFonts w:ascii="Browallia New" w:hAnsi="Browallia New" w:cs="Browallia New"/>
              </w:rPr>
              <w:t>205,739</w:t>
            </w:r>
          </w:p>
        </w:tc>
      </w:tr>
      <w:tr w:rsidR="00C62BE4" w:rsidRPr="00890A4C" w14:paraId="7BC568FB" w14:textId="77777777" w:rsidTr="00C77741">
        <w:trPr>
          <w:cantSplit/>
        </w:trPr>
        <w:tc>
          <w:tcPr>
            <w:tcW w:w="2750" w:type="dxa"/>
          </w:tcPr>
          <w:p w14:paraId="4E0C2EFE" w14:textId="77777777" w:rsidR="00C62BE4" w:rsidRPr="00890A4C" w:rsidRDefault="00C62BE4" w:rsidP="00C62BE4">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44739DDD" w14:textId="6BAFA2B0" w:rsidR="00C62BE4" w:rsidRPr="00CF0CC4" w:rsidRDefault="00C62BE4" w:rsidP="00C62BE4">
            <w:pPr>
              <w:jc w:val="center"/>
              <w:rPr>
                <w:rFonts w:ascii="Browallia New" w:hAnsi="Browallia New" w:cs="Browallia New"/>
                <w:cs/>
              </w:rPr>
            </w:pPr>
            <w:r>
              <w:rPr>
                <w:rFonts w:ascii="Browallia New" w:hAnsi="Browallia New" w:cs="Browallia New"/>
              </w:rPr>
              <w:t>2.46 – 3.04</w:t>
            </w:r>
          </w:p>
        </w:tc>
        <w:tc>
          <w:tcPr>
            <w:tcW w:w="284" w:type="dxa"/>
          </w:tcPr>
          <w:p w14:paraId="227C0E17" w14:textId="77777777" w:rsidR="00C62BE4" w:rsidRPr="00CF0CC4" w:rsidRDefault="00C62BE4" w:rsidP="00C62BE4">
            <w:pPr>
              <w:rPr>
                <w:rFonts w:ascii="Browallia New" w:hAnsi="Browallia New" w:cs="Browallia New"/>
              </w:rPr>
            </w:pPr>
          </w:p>
        </w:tc>
        <w:tc>
          <w:tcPr>
            <w:tcW w:w="1157" w:type="dxa"/>
          </w:tcPr>
          <w:p w14:paraId="0C3543ED" w14:textId="106E8C10" w:rsidR="00C62BE4" w:rsidRPr="00CF0CC4" w:rsidRDefault="00C62BE4" w:rsidP="00C62BE4">
            <w:pPr>
              <w:jc w:val="center"/>
              <w:rPr>
                <w:rFonts w:ascii="Browallia New" w:hAnsi="Browallia New" w:cs="Browallia New"/>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28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23</w:t>
            </w:r>
          </w:p>
        </w:tc>
        <w:tc>
          <w:tcPr>
            <w:tcW w:w="283" w:type="dxa"/>
          </w:tcPr>
          <w:p w14:paraId="727B9E15" w14:textId="77777777" w:rsidR="00C62BE4" w:rsidRPr="00CF0CC4" w:rsidRDefault="00C62BE4" w:rsidP="00C62BE4">
            <w:pPr>
              <w:jc w:val="right"/>
              <w:rPr>
                <w:rFonts w:ascii="Browallia New" w:hAnsi="Browallia New" w:cs="Browallia New"/>
              </w:rPr>
            </w:pPr>
          </w:p>
        </w:tc>
        <w:tc>
          <w:tcPr>
            <w:tcW w:w="1369" w:type="dxa"/>
          </w:tcPr>
          <w:p w14:paraId="0B6C744F" w14:textId="6CF74B9F" w:rsidR="00C62BE4" w:rsidRPr="00CF0CC4" w:rsidRDefault="00C62BE4" w:rsidP="00C62BE4">
            <w:pPr>
              <w:jc w:val="right"/>
              <w:rPr>
                <w:rFonts w:ascii="Browallia New" w:hAnsi="Browallia New" w:cs="Browallia New"/>
              </w:rPr>
            </w:pPr>
            <w:r>
              <w:rPr>
                <w:rFonts w:ascii="Browallia New" w:hAnsi="Browallia New" w:cs="Browallia New"/>
              </w:rPr>
              <w:t>349,017</w:t>
            </w:r>
          </w:p>
        </w:tc>
        <w:tc>
          <w:tcPr>
            <w:tcW w:w="252" w:type="dxa"/>
          </w:tcPr>
          <w:p w14:paraId="5AB6A4BC"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84" w:type="dxa"/>
          </w:tcPr>
          <w:p w14:paraId="2BDA9651" w14:textId="4DBA1BA9" w:rsidR="00C62BE4" w:rsidRPr="00890A4C" w:rsidRDefault="00C62BE4" w:rsidP="00C62BE4">
            <w:pPr>
              <w:jc w:val="right"/>
              <w:rPr>
                <w:rFonts w:ascii="Browallia New" w:hAnsi="Browallia New" w:cs="Browallia New"/>
              </w:rPr>
            </w:pPr>
            <w:r w:rsidRPr="00CF0CC4">
              <w:rPr>
                <w:rFonts w:ascii="Browallia New" w:hAnsi="Browallia New" w:cs="Browallia New"/>
              </w:rPr>
              <w:t>550,166</w:t>
            </w:r>
          </w:p>
        </w:tc>
      </w:tr>
      <w:tr w:rsidR="00C62BE4" w:rsidRPr="00890A4C" w14:paraId="23B97DDE" w14:textId="77777777" w:rsidTr="00C77741">
        <w:trPr>
          <w:cantSplit/>
        </w:trPr>
        <w:tc>
          <w:tcPr>
            <w:tcW w:w="2750" w:type="dxa"/>
          </w:tcPr>
          <w:p w14:paraId="5F5950EE" w14:textId="77777777" w:rsidR="00C62BE4" w:rsidRPr="00890A4C" w:rsidRDefault="00C62BE4" w:rsidP="00C62BE4">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00829C19" w14:textId="77777777" w:rsidR="00C62BE4" w:rsidRPr="00CF0CC4" w:rsidRDefault="00C62BE4" w:rsidP="00C62BE4">
            <w:pPr>
              <w:rPr>
                <w:rFonts w:ascii="Browallia New" w:hAnsi="Browallia New" w:cs="Browallia New"/>
              </w:rPr>
            </w:pPr>
          </w:p>
        </w:tc>
        <w:tc>
          <w:tcPr>
            <w:tcW w:w="284" w:type="dxa"/>
          </w:tcPr>
          <w:p w14:paraId="2DAB1232" w14:textId="77777777" w:rsidR="00C62BE4" w:rsidRPr="00CF0CC4" w:rsidRDefault="00C62BE4" w:rsidP="00C62BE4">
            <w:pPr>
              <w:rPr>
                <w:rFonts w:ascii="Browallia New" w:hAnsi="Browallia New" w:cs="Browallia New"/>
              </w:rPr>
            </w:pPr>
          </w:p>
        </w:tc>
        <w:tc>
          <w:tcPr>
            <w:tcW w:w="1157" w:type="dxa"/>
          </w:tcPr>
          <w:p w14:paraId="16E5DAF7" w14:textId="77777777" w:rsidR="00C62BE4" w:rsidRPr="00CF0CC4" w:rsidRDefault="00C62BE4" w:rsidP="00C62BE4">
            <w:pPr>
              <w:rPr>
                <w:rFonts w:ascii="Browallia New" w:hAnsi="Browallia New" w:cs="Browallia New"/>
              </w:rPr>
            </w:pPr>
          </w:p>
        </w:tc>
        <w:tc>
          <w:tcPr>
            <w:tcW w:w="283" w:type="dxa"/>
          </w:tcPr>
          <w:p w14:paraId="0B0DE9B2" w14:textId="77777777" w:rsidR="00C62BE4" w:rsidRPr="00CF0CC4" w:rsidRDefault="00C62BE4" w:rsidP="00C62BE4">
            <w:pPr>
              <w:jc w:val="right"/>
              <w:rPr>
                <w:rFonts w:ascii="Browallia New" w:hAnsi="Browallia New" w:cs="Browallia New"/>
              </w:rPr>
            </w:pPr>
          </w:p>
        </w:tc>
        <w:tc>
          <w:tcPr>
            <w:tcW w:w="1369" w:type="dxa"/>
            <w:tcBorders>
              <w:top w:val="single" w:sz="4" w:space="0" w:color="auto"/>
              <w:bottom w:val="single" w:sz="12" w:space="0" w:color="auto"/>
            </w:tcBorders>
          </w:tcPr>
          <w:p w14:paraId="2FCB1716" w14:textId="661CFC7C" w:rsidR="00C62BE4" w:rsidRPr="00CF0CC4" w:rsidRDefault="00C62BE4" w:rsidP="00C62BE4">
            <w:pPr>
              <w:jc w:val="right"/>
              <w:rPr>
                <w:rFonts w:ascii="Browallia New" w:hAnsi="Browallia New" w:cs="Browallia New"/>
                <w:cs/>
              </w:rPr>
            </w:pPr>
            <w:r>
              <w:rPr>
                <w:rFonts w:ascii="Browallia New" w:hAnsi="Browallia New" w:cs="Browallia New"/>
              </w:rPr>
              <w:t>420,890</w:t>
            </w:r>
          </w:p>
        </w:tc>
        <w:tc>
          <w:tcPr>
            <w:tcW w:w="252" w:type="dxa"/>
          </w:tcPr>
          <w:p w14:paraId="1D4178C7" w14:textId="77777777" w:rsidR="00C62BE4" w:rsidRPr="00890A4C" w:rsidRDefault="00C62BE4" w:rsidP="00C62BE4">
            <w:pPr>
              <w:pStyle w:val="a5"/>
              <w:ind w:left="-157" w:right="0"/>
              <w:rPr>
                <w:rFonts w:ascii="Browallia New" w:hAnsi="Browallia New" w:cs="Browallia New"/>
                <w:sz w:val="28"/>
                <w:szCs w:val="28"/>
                <w:lang w:eastAsia="en-US"/>
              </w:rPr>
            </w:pPr>
          </w:p>
        </w:tc>
        <w:tc>
          <w:tcPr>
            <w:tcW w:w="1484" w:type="dxa"/>
            <w:tcBorders>
              <w:top w:val="single" w:sz="4" w:space="0" w:color="auto"/>
              <w:bottom w:val="single" w:sz="12" w:space="0" w:color="auto"/>
            </w:tcBorders>
          </w:tcPr>
          <w:p w14:paraId="73C33AF3" w14:textId="67FFBAD4" w:rsidR="00C62BE4" w:rsidRPr="00890A4C" w:rsidRDefault="00C62BE4" w:rsidP="00C62BE4">
            <w:pPr>
              <w:jc w:val="right"/>
              <w:rPr>
                <w:rFonts w:ascii="Browallia New" w:hAnsi="Browallia New" w:cs="Browallia New"/>
                <w:cs/>
              </w:rPr>
            </w:pPr>
            <w:r w:rsidRPr="00CF0CC4">
              <w:rPr>
                <w:rFonts w:ascii="Browallia New" w:hAnsi="Browallia New" w:cs="Browallia New"/>
              </w:rPr>
              <w:t>759,310</w:t>
            </w:r>
          </w:p>
        </w:tc>
      </w:tr>
    </w:tbl>
    <w:p w14:paraId="2A41AAC8" w14:textId="77777777" w:rsidR="00BC556A" w:rsidRDefault="00BC556A" w:rsidP="00C3162A">
      <w:pPr>
        <w:ind w:left="360"/>
        <w:jc w:val="thaiDistribute"/>
        <w:rPr>
          <w:rFonts w:ascii="Browallia New" w:hAnsi="Browallia New" w:cs="Browallia New"/>
        </w:rPr>
      </w:pPr>
    </w:p>
    <w:p w14:paraId="48562B0D" w14:textId="1431151B" w:rsidR="00E74075" w:rsidRPr="005C2BD1" w:rsidRDefault="00D24B7D" w:rsidP="00F8200D">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A85A7A" w:rsidRPr="00A85A7A">
        <w:rPr>
          <w:rFonts w:ascii="Browallia New" w:hAnsi="Browallia New" w:cs="Browallia New"/>
        </w:rPr>
        <w:t>30</w:t>
      </w:r>
      <w:r w:rsidR="00A85A7A" w:rsidRPr="00A85A7A">
        <w:rPr>
          <w:rFonts w:ascii="Browallia New" w:hAnsi="Browallia New" w:cs="Browallia New" w:hint="cs"/>
          <w:cs/>
        </w:rPr>
        <w:t xml:space="preserve"> </w:t>
      </w:r>
      <w:r w:rsidR="00A85A7A" w:rsidRPr="00A85A7A">
        <w:rPr>
          <w:rFonts w:ascii="Browallia New" w:hAnsi="Browallia New" w:cs="Browallia New"/>
          <w:cs/>
        </w:rPr>
        <w:t xml:space="preserve">กันยายน </w:t>
      </w:r>
      <w:r w:rsidR="001B061D" w:rsidRPr="005C4084">
        <w:rPr>
          <w:rFonts w:ascii="Browallia New" w:hAnsi="Browallia New" w:cs="Browallia New"/>
          <w:spacing w:val="-4"/>
        </w:rPr>
        <w:t>2566</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1B061D">
        <w:rPr>
          <w:rFonts w:ascii="Browallia New" w:hAnsi="Browallia New" w:cs="Browallia New"/>
        </w:rPr>
        <w:t>5</w:t>
      </w:r>
      <w:r w:rsidR="00A65582" w:rsidRPr="005C2BD1">
        <w:rPr>
          <w:rFonts w:ascii="Browallia New" w:hAnsi="Browallia New" w:cs="Browallia New"/>
        </w:rPr>
        <w:t xml:space="preserve"> </w:t>
      </w:r>
      <w:r w:rsidR="001236B9">
        <w:rPr>
          <w:rFonts w:ascii="Browallia New" w:hAnsi="Browallia New" w:cs="Browallia New" w:hint="cs"/>
          <w:cs/>
        </w:rPr>
        <w:t>กลุ</w:t>
      </w:r>
      <w:r w:rsidR="003B5AA6">
        <w:rPr>
          <w:rFonts w:ascii="Browallia New" w:hAnsi="Browallia New" w:cs="Browallia New" w:hint="cs"/>
          <w:cs/>
        </w:rPr>
        <w:t>่ม</w:t>
      </w:r>
      <w:r w:rsidRPr="005C2BD1">
        <w:rPr>
          <w:rFonts w:ascii="Browallia New" w:hAnsi="Browallia New" w:cs="Browallia New"/>
          <w:cs/>
        </w:rPr>
        <w:t>บริษัทมีวงเงินเบิกเกินบัญชี</w:t>
      </w:r>
      <w:r w:rsidR="0038132E">
        <w:rPr>
          <w:rFonts w:ascii="Browallia New" w:hAnsi="Browallia New" w:cs="Browallia New" w:hint="cs"/>
          <w:cs/>
        </w:rPr>
        <w:t xml:space="preserve"> หนี้สินตั๋วสัญญา</w:t>
      </w:r>
      <w:r w:rsidR="001D6108">
        <w:rPr>
          <w:rFonts w:ascii="Browallia New" w:hAnsi="Browallia New" w:cs="Browallia New" w:hint="cs"/>
          <w:cs/>
        </w:rPr>
        <w:t>ใช้เงิน</w:t>
      </w:r>
      <w:r w:rsidR="000C25BB">
        <w:rPr>
          <w:rFonts w:ascii="Browallia New" w:hAnsi="Browallia New" w:cs="Browallia New" w:hint="cs"/>
          <w:cs/>
        </w:rPr>
        <w:t xml:space="preserve">                            </w:t>
      </w:r>
      <w:r w:rsidRPr="005C2BD1">
        <w:rPr>
          <w:rFonts w:ascii="Browallia New" w:hAnsi="Browallia New" w:cs="Browallia New"/>
          <w:cs/>
        </w:rPr>
        <w:t>หนี้สินภายใต้สัญญา</w:t>
      </w:r>
      <w:r w:rsidR="003113EB">
        <w:rPr>
          <w:rFonts w:ascii="Browallia New" w:hAnsi="Browallia New" w:cs="Browallia New"/>
        </w:rPr>
        <w:t xml:space="preserve"> </w:t>
      </w:r>
      <w:r w:rsidRPr="005C2BD1">
        <w:rPr>
          <w:rFonts w:ascii="Browallia New" w:hAnsi="Browallia New" w:cs="Browallia New"/>
          <w:cs/>
        </w:rPr>
        <w:t>ทรัสต์รีซีทส์</w:t>
      </w:r>
      <w:r w:rsidR="003113EB">
        <w:rPr>
          <w:rFonts w:ascii="Browallia New" w:hAnsi="Browallia New" w:cs="Browallia New"/>
        </w:rPr>
        <w:t xml:space="preserve"> </w:t>
      </w:r>
      <w:r w:rsidR="0038132E">
        <w:rPr>
          <w:rFonts w:ascii="Browallia New" w:hAnsi="Browallia New" w:cs="Browallia New" w:hint="cs"/>
          <w:cs/>
        </w:rPr>
        <w:t>และสินเชื่อ</w:t>
      </w:r>
      <w:r w:rsidR="0038132E" w:rsidRPr="00C62BE4">
        <w:rPr>
          <w:rFonts w:ascii="Browallia New" w:hAnsi="Browallia New" w:cs="Browallia New" w:hint="cs"/>
          <w:cs/>
        </w:rPr>
        <w:t xml:space="preserve">อื่น </w:t>
      </w:r>
      <w:r w:rsidR="002C331F" w:rsidRPr="00C62BE4">
        <w:rPr>
          <w:rFonts w:ascii="Browallia New" w:hAnsi="Browallia New" w:cs="Browallia New"/>
          <w:cs/>
        </w:rPr>
        <w:t>เป็นจำนวนเงินรวม</w:t>
      </w:r>
      <w:r w:rsidR="00F60E66" w:rsidRPr="00C62BE4">
        <w:rPr>
          <w:rFonts w:ascii="Browallia New" w:hAnsi="Browallia New" w:cs="Browallia New"/>
        </w:rPr>
        <w:t xml:space="preserve"> </w:t>
      </w:r>
      <w:r w:rsidR="00703E38" w:rsidRPr="00C62BE4">
        <w:rPr>
          <w:rFonts w:ascii="Browallia New" w:hAnsi="Browallia New" w:cs="Browallia New"/>
        </w:rPr>
        <w:t>6,140</w:t>
      </w:r>
      <w:r w:rsidR="008D4312" w:rsidRPr="00C62BE4">
        <w:rPr>
          <w:rFonts w:ascii="Browallia New" w:hAnsi="Browallia New" w:cs="Browallia New"/>
        </w:rPr>
        <w:t xml:space="preserve"> </w:t>
      </w:r>
      <w:r w:rsidRPr="00C62BE4">
        <w:rPr>
          <w:rFonts w:ascii="Browallia New" w:hAnsi="Browallia New" w:cs="Browallia New"/>
          <w:cs/>
        </w:rPr>
        <w:t>ล้านบาท</w:t>
      </w:r>
      <w:r w:rsidR="000C25BB">
        <w:rPr>
          <w:rFonts w:ascii="Browallia New" w:hAnsi="Browallia New" w:cs="Browallia New" w:hint="cs"/>
          <w:cs/>
        </w:rPr>
        <w:t xml:space="preserve"> </w:t>
      </w:r>
    </w:p>
    <w:p w14:paraId="73AE6140" w14:textId="3E088B55" w:rsidR="003113EB" w:rsidRPr="0098761F" w:rsidRDefault="003113EB">
      <w:pPr>
        <w:rPr>
          <w:rFonts w:ascii="Browallia New" w:hAnsi="Browallia New" w:cs="Browallia New"/>
          <w:b/>
          <w:bCs/>
          <w:sz w:val="24"/>
          <w:szCs w:val="24"/>
          <w:cs/>
        </w:rPr>
      </w:pPr>
    </w:p>
    <w:p w14:paraId="48562B0F" w14:textId="74AACC71"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b/>
          <w:bCs/>
          <w:cs/>
        </w:rPr>
        <w:t>ภาระผูกพันผลประโยชน์พนักงาน</w:t>
      </w:r>
    </w:p>
    <w:p w14:paraId="48562B10" w14:textId="77777777" w:rsidR="00F2675C" w:rsidRPr="0098761F" w:rsidRDefault="00F2675C" w:rsidP="00C3162A">
      <w:pPr>
        <w:ind w:left="360"/>
        <w:jc w:val="thaiDistribute"/>
        <w:rPr>
          <w:rFonts w:ascii="Browallia New" w:hAnsi="Browallia New" w:cs="Browallia New"/>
          <w:sz w:val="16"/>
          <w:szCs w:val="16"/>
        </w:rPr>
      </w:pPr>
    </w:p>
    <w:tbl>
      <w:tblPr>
        <w:tblW w:w="8973" w:type="dxa"/>
        <w:tblInd w:w="387" w:type="dxa"/>
        <w:tblLayout w:type="fixed"/>
        <w:tblCellMar>
          <w:left w:w="0" w:type="dxa"/>
          <w:right w:w="0" w:type="dxa"/>
        </w:tblCellMar>
        <w:tblLook w:val="04A0" w:firstRow="1" w:lastRow="0" w:firstColumn="1" w:lastColumn="0" w:noHBand="0" w:noVBand="1"/>
      </w:tblPr>
      <w:tblGrid>
        <w:gridCol w:w="5567"/>
        <w:gridCol w:w="1559"/>
        <w:gridCol w:w="283"/>
        <w:gridCol w:w="1564"/>
      </w:tblGrid>
      <w:tr w:rsidR="00854375" w:rsidRPr="005C2BD1" w14:paraId="48562B13" w14:textId="77777777" w:rsidTr="00623927">
        <w:trPr>
          <w:cantSplit/>
        </w:trPr>
        <w:tc>
          <w:tcPr>
            <w:tcW w:w="8973"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623927">
        <w:trPr>
          <w:cantSplit/>
          <w:trHeight w:val="736"/>
        </w:trPr>
        <w:tc>
          <w:tcPr>
            <w:tcW w:w="5567" w:type="dxa"/>
          </w:tcPr>
          <w:p w14:paraId="48562B14" w14:textId="77777777" w:rsidR="00F2675C" w:rsidRPr="005C2BD1" w:rsidRDefault="00F2675C" w:rsidP="003E0B20">
            <w:pPr>
              <w:jc w:val="thaiDistribute"/>
              <w:rPr>
                <w:rFonts w:ascii="Browallia New" w:hAnsi="Browallia New" w:cs="Browallia New"/>
                <w:b/>
                <w:bCs/>
              </w:rPr>
            </w:pPr>
          </w:p>
        </w:tc>
        <w:tc>
          <w:tcPr>
            <w:tcW w:w="3406"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160644" w:rsidRPr="005C2BD1" w14:paraId="48562B1B" w14:textId="77777777" w:rsidTr="00623927">
        <w:trPr>
          <w:cantSplit/>
        </w:trPr>
        <w:tc>
          <w:tcPr>
            <w:tcW w:w="5567" w:type="dxa"/>
          </w:tcPr>
          <w:p w14:paraId="48562B17" w14:textId="77777777" w:rsidR="00160644" w:rsidRPr="005C2BD1"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4F143E8B" w:rsidR="00160644" w:rsidRPr="005C2BD1" w:rsidRDefault="00F250F9" w:rsidP="00160644">
            <w:pPr>
              <w:ind w:left="-108" w:right="-108"/>
              <w:jc w:val="center"/>
              <w:rPr>
                <w:rFonts w:ascii="Browallia New" w:hAnsi="Browallia New" w:cs="Browallia New"/>
              </w:rPr>
            </w:pPr>
            <w:r w:rsidRPr="00F250F9">
              <w:rPr>
                <w:rFonts w:ascii="Browallia New" w:hAnsi="Browallia New" w:cs="Browallia New"/>
                <w:spacing w:val="-4"/>
              </w:rPr>
              <w:t>30</w:t>
            </w:r>
            <w:r w:rsidRPr="00F250F9">
              <w:rPr>
                <w:rFonts w:ascii="Browallia New" w:hAnsi="Browallia New" w:cs="Browallia New" w:hint="cs"/>
                <w:spacing w:val="-4"/>
                <w:cs/>
              </w:rPr>
              <w:t xml:space="preserve"> </w:t>
            </w:r>
            <w:r w:rsidRPr="00F250F9">
              <w:rPr>
                <w:rFonts w:ascii="Browallia New" w:hAnsi="Browallia New" w:cs="Browallia New"/>
                <w:spacing w:val="-4"/>
                <w:cs/>
              </w:rPr>
              <w:t xml:space="preserve">กันยายน </w:t>
            </w:r>
            <w:r w:rsidR="00160644" w:rsidRPr="005C4084">
              <w:rPr>
                <w:rFonts w:ascii="Browallia New" w:hAnsi="Browallia New" w:cs="Browallia New"/>
                <w:spacing w:val="-4"/>
              </w:rPr>
              <w:t>2566</w:t>
            </w:r>
          </w:p>
        </w:tc>
        <w:tc>
          <w:tcPr>
            <w:tcW w:w="283" w:type="dxa"/>
            <w:vAlign w:val="bottom"/>
          </w:tcPr>
          <w:p w14:paraId="48562B19" w14:textId="77777777" w:rsidR="00160644" w:rsidRPr="005C2BD1" w:rsidRDefault="00160644" w:rsidP="00160644">
            <w:pPr>
              <w:ind w:left="-108" w:right="-108"/>
              <w:jc w:val="center"/>
              <w:rPr>
                <w:rFonts w:ascii="Browallia New" w:hAnsi="Browallia New" w:cs="Browallia New"/>
                <w:cs/>
              </w:rPr>
            </w:pPr>
          </w:p>
        </w:tc>
        <w:tc>
          <w:tcPr>
            <w:tcW w:w="1564" w:type="dxa"/>
            <w:tcBorders>
              <w:top w:val="single" w:sz="4" w:space="0" w:color="auto"/>
              <w:left w:val="nil"/>
              <w:bottom w:val="single" w:sz="4" w:space="0" w:color="auto"/>
              <w:right w:val="nil"/>
            </w:tcBorders>
            <w:vAlign w:val="bottom"/>
            <w:hideMark/>
          </w:tcPr>
          <w:p w14:paraId="48562B1A" w14:textId="2D190D36" w:rsidR="00160644" w:rsidRPr="005C2BD1" w:rsidRDefault="00160644" w:rsidP="00623927">
            <w:pPr>
              <w:ind w:left="21" w:right="24"/>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5</w:t>
            </w:r>
          </w:p>
        </w:tc>
      </w:tr>
      <w:tr w:rsidR="00F2675C" w:rsidRPr="005E190E" w14:paraId="48562B20" w14:textId="77777777" w:rsidTr="00623927">
        <w:trPr>
          <w:cantSplit/>
        </w:trPr>
        <w:tc>
          <w:tcPr>
            <w:tcW w:w="5567"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4"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9C4754" w:rsidRPr="005C2BD1" w14:paraId="48562B25" w14:textId="77777777" w:rsidTr="00623927">
        <w:trPr>
          <w:cantSplit/>
        </w:trPr>
        <w:tc>
          <w:tcPr>
            <w:tcW w:w="5567" w:type="dxa"/>
          </w:tcPr>
          <w:p w14:paraId="48562B21" w14:textId="6F4F1E6F" w:rsidR="009C4754" w:rsidRPr="005C2BD1" w:rsidRDefault="009C4754" w:rsidP="009C4754">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tcPr>
          <w:p w14:paraId="48562B22" w14:textId="5D257A81" w:rsidR="009C4754" w:rsidRPr="00423179" w:rsidRDefault="009C4754" w:rsidP="009C4754">
            <w:pPr>
              <w:tabs>
                <w:tab w:val="left" w:pos="720"/>
              </w:tabs>
              <w:ind w:right="106"/>
              <w:jc w:val="right"/>
              <w:rPr>
                <w:rFonts w:ascii="Browallia New" w:hAnsi="Browallia New" w:cs="Browallia New"/>
                <w:highlight w:val="yellow"/>
              </w:rPr>
            </w:pPr>
            <w:r w:rsidRPr="00590AFE">
              <w:rPr>
                <w:rFonts w:ascii="Browallia New" w:hAnsi="Browallia New" w:cs="Browallia New"/>
              </w:rPr>
              <w:t>106,395</w:t>
            </w:r>
          </w:p>
        </w:tc>
        <w:tc>
          <w:tcPr>
            <w:tcW w:w="283" w:type="dxa"/>
            <w:tcBorders>
              <w:left w:val="nil"/>
            </w:tcBorders>
            <w:vAlign w:val="bottom"/>
          </w:tcPr>
          <w:p w14:paraId="48562B23"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Pr>
          <w:p w14:paraId="48562B24" w14:textId="351C939B" w:rsidR="009C4754" w:rsidRPr="009C4754" w:rsidRDefault="009C4754" w:rsidP="009C4754">
            <w:pPr>
              <w:tabs>
                <w:tab w:val="left" w:pos="720"/>
              </w:tabs>
              <w:ind w:right="106"/>
              <w:jc w:val="right"/>
              <w:rPr>
                <w:rFonts w:ascii="Browallia New" w:hAnsi="Browallia New" w:cs="Browallia New"/>
                <w:lang w:val="en-GB"/>
              </w:rPr>
            </w:pPr>
            <w:r w:rsidRPr="009C4754">
              <w:rPr>
                <w:rFonts w:ascii="Browallia New" w:hAnsi="Browallia New" w:cs="Browallia New"/>
              </w:rPr>
              <w:t>106,761</w:t>
            </w:r>
          </w:p>
        </w:tc>
      </w:tr>
      <w:tr w:rsidR="009C4754" w:rsidRPr="005C2BD1" w14:paraId="48562B2A" w14:textId="77777777" w:rsidTr="00623927">
        <w:trPr>
          <w:cantSplit/>
        </w:trPr>
        <w:tc>
          <w:tcPr>
            <w:tcW w:w="5567" w:type="dxa"/>
          </w:tcPr>
          <w:p w14:paraId="48562B26" w14:textId="4061FF4B" w:rsidR="009C4754" w:rsidRPr="005C2BD1" w:rsidRDefault="009C4754" w:rsidP="009C4754">
            <w:pPr>
              <w:rPr>
                <w:rFonts w:ascii="Browallia New" w:hAnsi="Browallia New" w:cs="Browallia New"/>
                <w:lang w:val="en-GB"/>
              </w:rPr>
            </w:pPr>
            <w:r w:rsidRPr="000672E0">
              <w:rPr>
                <w:rFonts w:ascii="Browallia New" w:hAnsi="Browallia New" w:cs="Browallia New"/>
                <w:cs/>
              </w:rPr>
              <w:t>ต้นทุนบริกา</w:t>
            </w:r>
            <w:r>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tcPr>
          <w:p w14:paraId="48562B27" w14:textId="01D989D9" w:rsidR="009C4754" w:rsidRPr="00423179" w:rsidRDefault="009C4754" w:rsidP="009C4754">
            <w:pPr>
              <w:tabs>
                <w:tab w:val="left" w:pos="720"/>
              </w:tabs>
              <w:ind w:right="106"/>
              <w:jc w:val="right"/>
              <w:rPr>
                <w:rFonts w:ascii="Browallia New" w:hAnsi="Browallia New" w:cs="Browallia New"/>
                <w:highlight w:val="yellow"/>
              </w:rPr>
            </w:pPr>
            <w:r>
              <w:rPr>
                <w:rFonts w:ascii="Browallia New" w:hAnsi="Browallia New" w:cs="Browallia New"/>
              </w:rPr>
              <w:t>6,218</w:t>
            </w:r>
          </w:p>
        </w:tc>
        <w:tc>
          <w:tcPr>
            <w:tcW w:w="283" w:type="dxa"/>
            <w:tcBorders>
              <w:left w:val="nil"/>
            </w:tcBorders>
            <w:vAlign w:val="bottom"/>
          </w:tcPr>
          <w:p w14:paraId="48562B28"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Pr>
          <w:p w14:paraId="48562B29" w14:textId="2457639F" w:rsidR="009C4754" w:rsidRPr="009C4754" w:rsidRDefault="009C4754" w:rsidP="009C4754">
            <w:pPr>
              <w:ind w:right="99"/>
              <w:jc w:val="right"/>
              <w:rPr>
                <w:rFonts w:ascii="Browallia New" w:hAnsi="Browallia New" w:cs="Browallia New"/>
                <w:lang w:val="en-GB"/>
              </w:rPr>
            </w:pPr>
            <w:r w:rsidRPr="009C4754">
              <w:rPr>
                <w:rFonts w:ascii="Browallia New" w:hAnsi="Browallia New" w:cs="Browallia New"/>
              </w:rPr>
              <w:t>8,131</w:t>
            </w:r>
          </w:p>
        </w:tc>
      </w:tr>
      <w:tr w:rsidR="009C4754" w:rsidRPr="005C2BD1" w14:paraId="48562B34" w14:textId="77777777" w:rsidTr="00623927">
        <w:trPr>
          <w:cantSplit/>
        </w:trPr>
        <w:tc>
          <w:tcPr>
            <w:tcW w:w="5567" w:type="dxa"/>
          </w:tcPr>
          <w:p w14:paraId="48562B30" w14:textId="47959B16" w:rsidR="009C4754" w:rsidRPr="005C2BD1" w:rsidRDefault="009C4754" w:rsidP="009C4754">
            <w:pPr>
              <w:tabs>
                <w:tab w:val="left" w:pos="4318"/>
              </w:tabs>
              <w:rPr>
                <w:rFonts w:ascii="Browallia New" w:hAnsi="Browallia New" w:cs="Browallia New"/>
              </w:rPr>
            </w:pPr>
            <w:r w:rsidRPr="006871CF">
              <w:rPr>
                <w:rFonts w:ascii="Browallia New" w:hAnsi="Browallia New" w:cs="Browallia New"/>
                <w:cs/>
              </w:rPr>
              <w:t>ดอกเบี้ยจ่าย</w:t>
            </w:r>
          </w:p>
        </w:tc>
        <w:tc>
          <w:tcPr>
            <w:tcW w:w="1559" w:type="dxa"/>
            <w:tcBorders>
              <w:left w:val="nil"/>
            </w:tcBorders>
          </w:tcPr>
          <w:p w14:paraId="48562B31" w14:textId="1189FB4A" w:rsidR="009C4754" w:rsidRPr="00423179" w:rsidRDefault="009C4754" w:rsidP="009C4754">
            <w:pPr>
              <w:tabs>
                <w:tab w:val="left" w:pos="720"/>
              </w:tabs>
              <w:ind w:right="106"/>
              <w:jc w:val="right"/>
              <w:rPr>
                <w:rFonts w:ascii="Browallia New" w:hAnsi="Browallia New" w:cs="Browallia New"/>
                <w:highlight w:val="yellow"/>
                <w:cs/>
              </w:rPr>
            </w:pPr>
            <w:r>
              <w:rPr>
                <w:rFonts w:ascii="Browallia New" w:hAnsi="Browallia New" w:cs="Browallia New"/>
              </w:rPr>
              <w:t>1,704</w:t>
            </w:r>
          </w:p>
        </w:tc>
        <w:tc>
          <w:tcPr>
            <w:tcW w:w="283" w:type="dxa"/>
            <w:tcBorders>
              <w:left w:val="nil"/>
            </w:tcBorders>
            <w:vAlign w:val="bottom"/>
          </w:tcPr>
          <w:p w14:paraId="48562B32"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Pr>
          <w:p w14:paraId="48562B33" w14:textId="516B6A0A" w:rsidR="009C4754" w:rsidRPr="009C4754" w:rsidRDefault="009C4754" w:rsidP="009C4754">
            <w:pPr>
              <w:ind w:right="99"/>
              <w:jc w:val="right"/>
              <w:rPr>
                <w:rFonts w:ascii="Browallia New" w:hAnsi="Browallia New" w:cs="Browallia New"/>
                <w:lang w:val="en-GB"/>
              </w:rPr>
            </w:pPr>
            <w:r w:rsidRPr="009C4754">
              <w:rPr>
                <w:rFonts w:ascii="Browallia New" w:hAnsi="Browallia New" w:cs="Browallia New"/>
              </w:rPr>
              <w:t>2,198</w:t>
            </w:r>
          </w:p>
        </w:tc>
      </w:tr>
      <w:tr w:rsidR="009C4754" w:rsidRPr="005C2BD1" w14:paraId="660587D9" w14:textId="77777777" w:rsidTr="00623927">
        <w:trPr>
          <w:cantSplit/>
        </w:trPr>
        <w:tc>
          <w:tcPr>
            <w:tcW w:w="5567" w:type="dxa"/>
          </w:tcPr>
          <w:p w14:paraId="4AB45BF1" w14:textId="0332F101" w:rsidR="009C4754" w:rsidRPr="000672E0" w:rsidRDefault="009C4754" w:rsidP="009C4754">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Pr>
                <w:rFonts w:ascii="Browallia New" w:hAnsi="Browallia New" w:cs="Browallia New" w:hint="cs"/>
                <w:cs/>
              </w:rPr>
              <w:t>งวด</w:t>
            </w:r>
          </w:p>
        </w:tc>
        <w:tc>
          <w:tcPr>
            <w:tcW w:w="1559" w:type="dxa"/>
            <w:tcBorders>
              <w:left w:val="nil"/>
              <w:bottom w:val="single" w:sz="4" w:space="0" w:color="auto"/>
            </w:tcBorders>
          </w:tcPr>
          <w:p w14:paraId="043804F8" w14:textId="7579F4DD" w:rsidR="009C4754" w:rsidRPr="00423179" w:rsidRDefault="009C4754" w:rsidP="009C4754">
            <w:pPr>
              <w:tabs>
                <w:tab w:val="left" w:pos="720"/>
              </w:tabs>
              <w:ind w:right="106"/>
              <w:jc w:val="right"/>
              <w:rPr>
                <w:rFonts w:ascii="Browallia New" w:hAnsi="Browallia New" w:cs="Browallia New"/>
                <w:highlight w:val="yellow"/>
                <w:cs/>
              </w:rPr>
            </w:pPr>
            <w:r>
              <w:rPr>
                <w:rFonts w:ascii="Browallia New" w:hAnsi="Browallia New" w:cs="Browallia New"/>
              </w:rPr>
              <w:t>(5,848)</w:t>
            </w:r>
          </w:p>
        </w:tc>
        <w:tc>
          <w:tcPr>
            <w:tcW w:w="283" w:type="dxa"/>
            <w:tcBorders>
              <w:left w:val="nil"/>
            </w:tcBorders>
            <w:vAlign w:val="bottom"/>
          </w:tcPr>
          <w:p w14:paraId="74235E74"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Borders>
              <w:bottom w:val="single" w:sz="4" w:space="0" w:color="auto"/>
            </w:tcBorders>
            <w:vAlign w:val="bottom"/>
          </w:tcPr>
          <w:p w14:paraId="0BEB8978" w14:textId="6A7A65D2" w:rsidR="009C4754" w:rsidRPr="009C4754" w:rsidRDefault="009C4754" w:rsidP="009C4754">
            <w:pPr>
              <w:ind w:right="99"/>
              <w:jc w:val="right"/>
              <w:rPr>
                <w:rFonts w:ascii="Browallia New" w:hAnsi="Browallia New" w:cs="Browallia New"/>
                <w:lang w:val="en-GB"/>
              </w:rPr>
            </w:pPr>
            <w:r w:rsidRPr="009C4754">
              <w:rPr>
                <w:rFonts w:ascii="Browallia New" w:hAnsi="Browallia New" w:cs="Browallia New"/>
                <w:cs/>
              </w:rPr>
              <w:t>(</w:t>
            </w:r>
            <w:r w:rsidRPr="009C4754">
              <w:rPr>
                <w:rFonts w:ascii="Browallia New" w:hAnsi="Browallia New" w:cs="Browallia New"/>
              </w:rPr>
              <w:t>10,695</w:t>
            </w:r>
            <w:r w:rsidRPr="009C4754">
              <w:rPr>
                <w:rFonts w:ascii="Browallia New" w:hAnsi="Browallia New" w:cs="Browallia New"/>
                <w:cs/>
              </w:rPr>
              <w:t>)</w:t>
            </w:r>
          </w:p>
        </w:tc>
      </w:tr>
      <w:tr w:rsidR="009C4754" w:rsidRPr="005C2BD1" w14:paraId="38003711" w14:textId="77777777" w:rsidTr="00623927">
        <w:trPr>
          <w:cantSplit/>
        </w:trPr>
        <w:tc>
          <w:tcPr>
            <w:tcW w:w="5567" w:type="dxa"/>
          </w:tcPr>
          <w:p w14:paraId="422A2A6F" w14:textId="4C2ADEB0" w:rsidR="009C4754" w:rsidRPr="000672E0" w:rsidRDefault="009C4754" w:rsidP="009C4754">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tcPr>
          <w:p w14:paraId="66AAB9F7" w14:textId="62B3AEDB" w:rsidR="009C4754" w:rsidRPr="00423179" w:rsidRDefault="009C4754" w:rsidP="009C4754">
            <w:pPr>
              <w:tabs>
                <w:tab w:val="left" w:pos="720"/>
              </w:tabs>
              <w:ind w:right="106"/>
              <w:jc w:val="right"/>
              <w:rPr>
                <w:rFonts w:ascii="Browallia New" w:hAnsi="Browallia New" w:cs="Browallia New"/>
                <w:highlight w:val="yellow"/>
                <w:cs/>
              </w:rPr>
            </w:pPr>
            <w:r>
              <w:rPr>
                <w:rFonts w:ascii="Browallia New" w:hAnsi="Browallia New" w:cs="Browallia New"/>
              </w:rPr>
              <w:t>108,469</w:t>
            </w:r>
          </w:p>
        </w:tc>
        <w:tc>
          <w:tcPr>
            <w:tcW w:w="283" w:type="dxa"/>
            <w:tcBorders>
              <w:left w:val="nil"/>
            </w:tcBorders>
            <w:vAlign w:val="bottom"/>
          </w:tcPr>
          <w:p w14:paraId="3EAD2A2C"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Borders>
              <w:top w:val="single" w:sz="4" w:space="0" w:color="auto"/>
            </w:tcBorders>
            <w:vAlign w:val="bottom"/>
          </w:tcPr>
          <w:p w14:paraId="1437B3FA" w14:textId="74A10B84" w:rsidR="009C4754" w:rsidRPr="009C4754" w:rsidRDefault="009C4754" w:rsidP="009C4754">
            <w:pPr>
              <w:ind w:right="99"/>
              <w:jc w:val="right"/>
              <w:rPr>
                <w:rFonts w:ascii="Browallia New" w:hAnsi="Browallia New" w:cs="Browallia New"/>
                <w:lang w:val="en-GB"/>
              </w:rPr>
            </w:pPr>
            <w:r w:rsidRPr="009C4754">
              <w:rPr>
                <w:rFonts w:ascii="Browallia New" w:hAnsi="Browallia New" w:cs="Browallia New"/>
                <w:lang w:val="en-GB"/>
              </w:rPr>
              <w:t>106,395</w:t>
            </w:r>
          </w:p>
        </w:tc>
      </w:tr>
      <w:tr w:rsidR="009C4754" w:rsidRPr="005C2BD1" w14:paraId="48562B3F" w14:textId="77777777" w:rsidTr="00623927">
        <w:trPr>
          <w:cantSplit/>
        </w:trPr>
        <w:tc>
          <w:tcPr>
            <w:tcW w:w="5567" w:type="dxa"/>
          </w:tcPr>
          <w:p w14:paraId="48562B3B" w14:textId="3513DC2A" w:rsidR="009C4754" w:rsidRPr="005C2BD1" w:rsidRDefault="009C4754" w:rsidP="009C4754">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tcPr>
          <w:p w14:paraId="48562B3C" w14:textId="2247E90B" w:rsidR="009C4754" w:rsidRPr="0015632E" w:rsidRDefault="009C4754" w:rsidP="009C4754">
            <w:pPr>
              <w:tabs>
                <w:tab w:val="left" w:pos="720"/>
              </w:tabs>
              <w:ind w:right="106"/>
              <w:jc w:val="right"/>
              <w:rPr>
                <w:rFonts w:ascii="Browallia New" w:hAnsi="Browallia New" w:cs="Browallia New"/>
                <w:cs/>
              </w:rPr>
            </w:pPr>
            <w:r w:rsidRPr="0015632E">
              <w:rPr>
                <w:rFonts w:ascii="Browallia New" w:hAnsi="Browallia New" w:cs="Browallia New"/>
              </w:rPr>
              <w:t>(1,269)</w:t>
            </w:r>
          </w:p>
        </w:tc>
        <w:tc>
          <w:tcPr>
            <w:tcW w:w="283" w:type="dxa"/>
            <w:tcBorders>
              <w:left w:val="nil"/>
            </w:tcBorders>
            <w:vAlign w:val="bottom"/>
          </w:tcPr>
          <w:p w14:paraId="48562B3D" w14:textId="77777777" w:rsidR="009C4754" w:rsidRPr="0015632E" w:rsidRDefault="009C4754" w:rsidP="009C4754">
            <w:pPr>
              <w:ind w:right="106"/>
              <w:jc w:val="right"/>
              <w:rPr>
                <w:rFonts w:ascii="Browallia New" w:hAnsi="Browallia New" w:cs="Browallia New"/>
                <w:cs/>
                <w:lang w:val="en-GB" w:eastAsia="en-GB"/>
              </w:rPr>
            </w:pPr>
          </w:p>
        </w:tc>
        <w:tc>
          <w:tcPr>
            <w:tcW w:w="1564" w:type="dxa"/>
            <w:tcBorders>
              <w:bottom w:val="single" w:sz="4" w:space="0" w:color="auto"/>
            </w:tcBorders>
            <w:vAlign w:val="center"/>
          </w:tcPr>
          <w:p w14:paraId="48562B3E" w14:textId="6143CC2D" w:rsidR="009C4754" w:rsidRPr="009C4754" w:rsidRDefault="009C4754" w:rsidP="009C4754">
            <w:pPr>
              <w:tabs>
                <w:tab w:val="left" w:pos="720"/>
              </w:tabs>
              <w:ind w:right="106"/>
              <w:jc w:val="right"/>
              <w:rPr>
                <w:rFonts w:ascii="Browallia New" w:hAnsi="Browallia New" w:cs="Browallia New"/>
              </w:rPr>
            </w:pPr>
            <w:r w:rsidRPr="009C4754">
              <w:rPr>
                <w:rFonts w:ascii="Browallia New" w:hAnsi="Browallia New" w:cs="Browallia New"/>
                <w:cs/>
                <w:lang w:val="en-GB"/>
              </w:rPr>
              <w:t>(</w:t>
            </w:r>
            <w:r w:rsidRPr="009C4754">
              <w:rPr>
                <w:rFonts w:ascii="Browallia New" w:hAnsi="Browallia New" w:cs="Browallia New"/>
                <w:lang w:val="en-GB"/>
              </w:rPr>
              <w:t>5,793</w:t>
            </w:r>
            <w:r w:rsidRPr="009C4754">
              <w:rPr>
                <w:rFonts w:ascii="Browallia New" w:hAnsi="Browallia New" w:cs="Browallia New"/>
                <w:cs/>
                <w:lang w:val="en-GB"/>
              </w:rPr>
              <w:t>)</w:t>
            </w:r>
          </w:p>
        </w:tc>
      </w:tr>
      <w:tr w:rsidR="009C4754" w:rsidRPr="005C2BD1" w14:paraId="48562B44" w14:textId="77777777" w:rsidTr="00623927">
        <w:trPr>
          <w:cantSplit/>
        </w:trPr>
        <w:tc>
          <w:tcPr>
            <w:tcW w:w="5567" w:type="dxa"/>
          </w:tcPr>
          <w:p w14:paraId="48562B40" w14:textId="17698805" w:rsidR="009C4754" w:rsidRPr="005C2BD1" w:rsidRDefault="009C4754" w:rsidP="009C4754">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tcPr>
          <w:p w14:paraId="48562B41" w14:textId="3BC40A89" w:rsidR="009C4754" w:rsidRPr="00423179" w:rsidRDefault="009C4754" w:rsidP="009C4754">
            <w:pPr>
              <w:tabs>
                <w:tab w:val="left" w:pos="720"/>
              </w:tabs>
              <w:ind w:right="106"/>
              <w:jc w:val="right"/>
              <w:rPr>
                <w:rFonts w:ascii="Browallia New" w:hAnsi="Browallia New" w:cs="Browallia New"/>
                <w:highlight w:val="yellow"/>
              </w:rPr>
            </w:pPr>
            <w:r>
              <w:rPr>
                <w:rFonts w:ascii="Browallia New" w:hAnsi="Browallia New" w:cs="Browallia New"/>
              </w:rPr>
              <w:t>107,200</w:t>
            </w:r>
          </w:p>
        </w:tc>
        <w:tc>
          <w:tcPr>
            <w:tcW w:w="283" w:type="dxa"/>
            <w:tcBorders>
              <w:left w:val="nil"/>
            </w:tcBorders>
            <w:vAlign w:val="bottom"/>
          </w:tcPr>
          <w:p w14:paraId="48562B42"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Borders>
              <w:top w:val="single" w:sz="4" w:space="0" w:color="auto"/>
              <w:bottom w:val="single" w:sz="12" w:space="0" w:color="auto"/>
            </w:tcBorders>
            <w:vAlign w:val="bottom"/>
          </w:tcPr>
          <w:p w14:paraId="48562B43" w14:textId="00FCB2B1" w:rsidR="009C4754" w:rsidRPr="009C4754" w:rsidRDefault="009C4754" w:rsidP="009C4754">
            <w:pPr>
              <w:tabs>
                <w:tab w:val="left" w:pos="720"/>
              </w:tabs>
              <w:ind w:right="106"/>
              <w:jc w:val="right"/>
              <w:rPr>
                <w:rFonts w:ascii="Browallia New" w:hAnsi="Browallia New" w:cs="Browallia New"/>
                <w:cs/>
              </w:rPr>
            </w:pPr>
            <w:r w:rsidRPr="009C4754">
              <w:rPr>
                <w:rFonts w:ascii="Browallia New" w:hAnsi="Browallia New" w:cs="Browallia New"/>
                <w:lang w:val="en-GB"/>
              </w:rPr>
              <w:t>100,602</w:t>
            </w:r>
          </w:p>
        </w:tc>
      </w:tr>
      <w:tr w:rsidR="009C4754" w:rsidRPr="005E190E" w14:paraId="48562B49" w14:textId="77777777" w:rsidTr="00623927">
        <w:trPr>
          <w:cantSplit/>
        </w:trPr>
        <w:tc>
          <w:tcPr>
            <w:tcW w:w="5567" w:type="dxa"/>
          </w:tcPr>
          <w:p w14:paraId="48562B45" w14:textId="7766B563" w:rsidR="009C4754" w:rsidRPr="005E190E" w:rsidRDefault="009C4754" w:rsidP="009C4754">
            <w:pPr>
              <w:tabs>
                <w:tab w:val="left" w:pos="4318"/>
              </w:tabs>
              <w:rPr>
                <w:rFonts w:ascii="Browallia New" w:hAnsi="Browallia New" w:cs="Browallia New"/>
                <w:sz w:val="20"/>
                <w:szCs w:val="20"/>
                <w:u w:val="single"/>
                <w:cs/>
              </w:rPr>
            </w:pPr>
          </w:p>
        </w:tc>
        <w:tc>
          <w:tcPr>
            <w:tcW w:w="1559" w:type="dxa"/>
            <w:tcBorders>
              <w:top w:val="single" w:sz="12" w:space="0" w:color="auto"/>
              <w:left w:val="nil"/>
            </w:tcBorders>
          </w:tcPr>
          <w:p w14:paraId="48562B46" w14:textId="5C78528F" w:rsidR="009C4754" w:rsidRPr="00423179" w:rsidRDefault="009C4754" w:rsidP="009C4754">
            <w:pPr>
              <w:tabs>
                <w:tab w:val="left" w:pos="720"/>
              </w:tabs>
              <w:ind w:right="106"/>
              <w:jc w:val="right"/>
              <w:rPr>
                <w:rFonts w:ascii="Browallia New" w:hAnsi="Browallia New" w:cs="Browallia New"/>
                <w:highlight w:val="yellow"/>
                <w:cs/>
              </w:rPr>
            </w:pPr>
          </w:p>
        </w:tc>
        <w:tc>
          <w:tcPr>
            <w:tcW w:w="283" w:type="dxa"/>
            <w:tcBorders>
              <w:left w:val="nil"/>
            </w:tcBorders>
            <w:vAlign w:val="bottom"/>
          </w:tcPr>
          <w:p w14:paraId="48562B47" w14:textId="77777777" w:rsidR="009C4754" w:rsidRPr="00423179" w:rsidRDefault="009C4754" w:rsidP="009C4754">
            <w:pPr>
              <w:ind w:right="106"/>
              <w:jc w:val="right"/>
              <w:rPr>
                <w:rFonts w:ascii="Browallia New" w:hAnsi="Browallia New" w:cs="Browallia New"/>
                <w:sz w:val="20"/>
                <w:szCs w:val="20"/>
                <w:highlight w:val="yellow"/>
                <w:lang w:val="en-GB" w:eastAsia="en-GB"/>
              </w:rPr>
            </w:pPr>
          </w:p>
        </w:tc>
        <w:tc>
          <w:tcPr>
            <w:tcW w:w="1564" w:type="dxa"/>
            <w:tcBorders>
              <w:top w:val="single" w:sz="12" w:space="0" w:color="auto"/>
            </w:tcBorders>
            <w:vAlign w:val="bottom"/>
          </w:tcPr>
          <w:p w14:paraId="48562B48" w14:textId="3C607BC0" w:rsidR="009C4754" w:rsidRPr="009C4754" w:rsidRDefault="009C4754" w:rsidP="009C4754">
            <w:pPr>
              <w:tabs>
                <w:tab w:val="left" w:pos="720"/>
              </w:tabs>
              <w:ind w:right="106"/>
              <w:jc w:val="right"/>
              <w:rPr>
                <w:rFonts w:ascii="Browallia New" w:hAnsi="Browallia New" w:cs="Browallia New"/>
                <w:sz w:val="20"/>
                <w:szCs w:val="20"/>
              </w:rPr>
            </w:pPr>
          </w:p>
        </w:tc>
      </w:tr>
      <w:tr w:rsidR="009C4754" w:rsidRPr="005C2BD1" w14:paraId="48562B4E" w14:textId="77777777" w:rsidTr="00623927">
        <w:trPr>
          <w:cantSplit/>
          <w:trHeight w:val="280"/>
        </w:trPr>
        <w:tc>
          <w:tcPr>
            <w:tcW w:w="5567" w:type="dxa"/>
          </w:tcPr>
          <w:p w14:paraId="48562B4A" w14:textId="32E02DE3" w:rsidR="009C4754" w:rsidRPr="005C2BD1" w:rsidRDefault="009C4754" w:rsidP="009C4754">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6AD504CE" w:rsidR="009C4754" w:rsidRPr="00423179" w:rsidRDefault="009C4754" w:rsidP="009C4754">
            <w:pPr>
              <w:tabs>
                <w:tab w:val="left" w:pos="720"/>
              </w:tabs>
              <w:ind w:right="106"/>
              <w:jc w:val="right"/>
              <w:rPr>
                <w:rFonts w:ascii="Browallia New" w:hAnsi="Browallia New" w:cs="Browallia New"/>
                <w:highlight w:val="yellow"/>
                <w:cs/>
              </w:rPr>
            </w:pPr>
            <w:r>
              <w:rPr>
                <w:rFonts w:ascii="Browallia New" w:hAnsi="Browallia New" w:cs="Browallia New"/>
              </w:rPr>
              <w:t>108,469</w:t>
            </w:r>
          </w:p>
        </w:tc>
        <w:tc>
          <w:tcPr>
            <w:tcW w:w="283" w:type="dxa"/>
            <w:tcBorders>
              <w:left w:val="nil"/>
            </w:tcBorders>
            <w:vAlign w:val="bottom"/>
          </w:tcPr>
          <w:p w14:paraId="48562B4C" w14:textId="77777777" w:rsidR="009C4754" w:rsidRPr="00423179" w:rsidRDefault="009C4754" w:rsidP="009C4754">
            <w:pPr>
              <w:ind w:right="106"/>
              <w:jc w:val="right"/>
              <w:rPr>
                <w:rFonts w:ascii="Browallia New" w:hAnsi="Browallia New" w:cs="Browallia New"/>
                <w:highlight w:val="yellow"/>
                <w:lang w:val="en-GB" w:eastAsia="en-GB"/>
              </w:rPr>
            </w:pPr>
          </w:p>
        </w:tc>
        <w:tc>
          <w:tcPr>
            <w:tcW w:w="1564" w:type="dxa"/>
            <w:tcBorders>
              <w:bottom w:val="single" w:sz="12" w:space="0" w:color="auto"/>
            </w:tcBorders>
            <w:vAlign w:val="bottom"/>
          </w:tcPr>
          <w:p w14:paraId="48562B4D" w14:textId="795FE9B1" w:rsidR="009C4754" w:rsidRPr="009C4754" w:rsidRDefault="009C4754" w:rsidP="009C4754">
            <w:pPr>
              <w:tabs>
                <w:tab w:val="left" w:pos="720"/>
              </w:tabs>
              <w:ind w:right="106"/>
              <w:jc w:val="right"/>
              <w:rPr>
                <w:rFonts w:ascii="Browallia New" w:hAnsi="Browallia New" w:cs="Browallia New"/>
              </w:rPr>
            </w:pPr>
            <w:r w:rsidRPr="009C4754">
              <w:rPr>
                <w:rFonts w:ascii="Browallia New" w:hAnsi="Browallia New" w:cs="Browallia New"/>
                <w:lang w:val="en-GB"/>
              </w:rPr>
              <w:t>106,395</w:t>
            </w:r>
          </w:p>
        </w:tc>
      </w:tr>
    </w:tbl>
    <w:p w14:paraId="48562E65" w14:textId="57A0D22E" w:rsidR="003A7824" w:rsidRPr="00EE1556" w:rsidRDefault="00475D8E" w:rsidP="00A81E65">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EE1556">
        <w:rPr>
          <w:rFonts w:ascii="Browallia New" w:hAnsi="Browallia New" w:cs="Browallia New" w:hint="cs"/>
          <w:b/>
          <w:bCs/>
          <w:sz w:val="28"/>
          <w:cs/>
        </w:rPr>
        <w:lastRenderedPageBreak/>
        <w:t>เงินปันผล</w:t>
      </w:r>
    </w:p>
    <w:p w14:paraId="1937D3B6" w14:textId="5AC17BCA" w:rsidR="00475D8E" w:rsidRPr="00EE1556" w:rsidRDefault="00475D8E" w:rsidP="00475D8E">
      <w:pPr>
        <w:pStyle w:val="afd"/>
        <w:spacing w:after="0" w:line="240" w:lineRule="auto"/>
        <w:ind w:left="375"/>
        <w:rPr>
          <w:rFonts w:ascii="Browallia New" w:hAnsi="Browallia New" w:cs="Browallia New"/>
          <w:b/>
          <w:bCs/>
          <w:sz w:val="28"/>
        </w:rPr>
      </w:pPr>
    </w:p>
    <w:p w14:paraId="40BE0C09" w14:textId="534497DB" w:rsidR="00475D8E" w:rsidRPr="00EE1556" w:rsidRDefault="00475D8E" w:rsidP="00EE1556">
      <w:pPr>
        <w:pStyle w:val="20"/>
        <w:ind w:left="387" w:firstLine="0"/>
        <w:jc w:val="thaiDistribute"/>
        <w:rPr>
          <w:rFonts w:ascii="Browallia New" w:hAnsi="Browallia New" w:cs="Browallia New"/>
          <w:szCs w:val="28"/>
        </w:rPr>
      </w:pPr>
      <w:r w:rsidRPr="00C62BE4">
        <w:rPr>
          <w:rFonts w:ascii="Browallia New" w:hAnsi="Browallia New" w:cs="Browallia New"/>
          <w:szCs w:val="28"/>
          <w:cs/>
        </w:rPr>
        <w:t>เ</w:t>
      </w:r>
      <w:r w:rsidRPr="00C62BE4">
        <w:rPr>
          <w:rFonts w:ascii="Browallia New" w:hAnsi="Browallia New" w:cs="Browallia New" w:hint="cs"/>
          <w:szCs w:val="28"/>
          <w:cs/>
        </w:rPr>
        <w:t>มื่</w:t>
      </w:r>
      <w:r w:rsidRPr="00C62BE4">
        <w:rPr>
          <w:rFonts w:ascii="Browallia New" w:hAnsi="Browallia New" w:cs="Browallia New"/>
          <w:szCs w:val="28"/>
          <w:cs/>
        </w:rPr>
        <w:t>อวันท</w:t>
      </w:r>
      <w:r w:rsidRPr="00C62BE4">
        <w:rPr>
          <w:rFonts w:ascii="Browallia New" w:hAnsi="Browallia New" w:cs="Browallia New" w:hint="cs"/>
          <w:szCs w:val="28"/>
          <w:cs/>
        </w:rPr>
        <w:t>ี่</w:t>
      </w:r>
      <w:r w:rsidRPr="00C62BE4">
        <w:rPr>
          <w:rFonts w:ascii="Browallia New" w:hAnsi="Browallia New" w:cs="Browallia New"/>
          <w:szCs w:val="28"/>
          <w:cs/>
        </w:rPr>
        <w:t xml:space="preserve"> </w:t>
      </w:r>
      <w:r w:rsidRPr="00C62BE4">
        <w:rPr>
          <w:rFonts w:ascii="Browallia New" w:hAnsi="Browallia New" w:cs="Browallia New" w:hint="cs"/>
          <w:szCs w:val="28"/>
        </w:rPr>
        <w:t>2</w:t>
      </w:r>
      <w:r w:rsidRPr="00C62BE4">
        <w:rPr>
          <w:rFonts w:ascii="Browallia New" w:hAnsi="Browallia New" w:cs="Browallia New"/>
          <w:szCs w:val="28"/>
        </w:rPr>
        <w:t>8</w:t>
      </w:r>
      <w:r w:rsidRPr="00C62BE4">
        <w:rPr>
          <w:rFonts w:ascii="Browallia New" w:hAnsi="Browallia New" w:cs="Browallia New" w:hint="cs"/>
          <w:szCs w:val="28"/>
          <w:cs/>
        </w:rPr>
        <w:t xml:space="preserve"> </w:t>
      </w:r>
      <w:r w:rsidRPr="00C62BE4">
        <w:rPr>
          <w:rFonts w:ascii="Browallia New" w:hAnsi="Browallia New" w:cs="Browallia New"/>
          <w:szCs w:val="28"/>
          <w:cs/>
        </w:rPr>
        <w:t xml:space="preserve">เมษายน </w:t>
      </w:r>
      <w:r w:rsidRPr="00C62BE4">
        <w:rPr>
          <w:rFonts w:ascii="Browallia New" w:hAnsi="Browallia New" w:cs="Browallia New"/>
          <w:szCs w:val="28"/>
        </w:rPr>
        <w:t>2566</w:t>
      </w:r>
      <w:r w:rsidRPr="00C62BE4">
        <w:rPr>
          <w:rFonts w:ascii="Browallia New" w:hAnsi="Browallia New" w:cs="Browallia New" w:hint="cs"/>
          <w:szCs w:val="28"/>
          <w:cs/>
        </w:rPr>
        <w:t xml:space="preserve"> </w:t>
      </w:r>
      <w:r w:rsidRPr="00C62BE4">
        <w:rPr>
          <w:rFonts w:ascii="Browallia New" w:hAnsi="Browallia New" w:cs="Browallia New"/>
          <w:szCs w:val="28"/>
          <w:cs/>
        </w:rPr>
        <w:t>ท</w:t>
      </w:r>
      <w:r w:rsidRPr="00C62BE4">
        <w:rPr>
          <w:rFonts w:ascii="Browallia New" w:hAnsi="Browallia New" w:cs="Browallia New" w:hint="cs"/>
          <w:szCs w:val="28"/>
          <w:cs/>
        </w:rPr>
        <w:t>ี่</w:t>
      </w:r>
      <w:r w:rsidRPr="00C62BE4">
        <w:rPr>
          <w:rFonts w:ascii="Browallia New" w:hAnsi="Browallia New" w:cs="Browallia New"/>
          <w:szCs w:val="28"/>
          <w:cs/>
        </w:rPr>
        <w:t>ประชุมสามัญผู้ถือ</w:t>
      </w:r>
      <w:r w:rsidRPr="00C62BE4">
        <w:rPr>
          <w:rFonts w:ascii="Browallia New" w:hAnsi="Browallia New" w:cs="Browallia New" w:hint="cs"/>
          <w:szCs w:val="28"/>
          <w:cs/>
        </w:rPr>
        <w:t xml:space="preserve">หุ้นประจำปี </w:t>
      </w:r>
      <w:r w:rsidRPr="00C62BE4">
        <w:rPr>
          <w:rFonts w:ascii="Browallia New" w:hAnsi="Browallia New" w:cs="Browallia New"/>
          <w:szCs w:val="28"/>
        </w:rPr>
        <w:t xml:space="preserve">2566 </w:t>
      </w:r>
      <w:r w:rsidRPr="00C62BE4">
        <w:rPr>
          <w:rFonts w:ascii="Browallia New" w:hAnsi="Browallia New" w:cs="Browallia New"/>
          <w:szCs w:val="28"/>
          <w:cs/>
        </w:rPr>
        <w:t>ได้มีมติอนุมัติให้</w:t>
      </w:r>
      <w:r w:rsidRPr="00C62BE4">
        <w:rPr>
          <w:rFonts w:ascii="Browallia New" w:hAnsi="Browallia New" w:cs="Browallia New" w:hint="cs"/>
          <w:szCs w:val="28"/>
          <w:cs/>
        </w:rPr>
        <w:t>จ่าย</w:t>
      </w:r>
      <w:r w:rsidRPr="00C62BE4">
        <w:rPr>
          <w:rFonts w:ascii="Browallia New" w:hAnsi="Browallia New" w:cs="Browallia New"/>
          <w:szCs w:val="28"/>
          <w:cs/>
        </w:rPr>
        <w:t>เงินปันผลจากผลการดำเนินงานสำหรับปีสิ้นสุดวันท</w:t>
      </w:r>
      <w:r w:rsidRPr="00C62BE4">
        <w:rPr>
          <w:rFonts w:ascii="Browallia New" w:hAnsi="Browallia New" w:cs="Browallia New" w:hint="cs"/>
          <w:szCs w:val="28"/>
          <w:cs/>
        </w:rPr>
        <w:t>ี่</w:t>
      </w:r>
      <w:r w:rsidRPr="00C62BE4">
        <w:rPr>
          <w:rFonts w:ascii="Browallia New" w:hAnsi="Browallia New" w:cs="Browallia New"/>
          <w:szCs w:val="28"/>
          <w:cs/>
        </w:rPr>
        <w:t xml:space="preserve"> </w:t>
      </w:r>
      <w:r w:rsidRPr="00C62BE4">
        <w:rPr>
          <w:rFonts w:ascii="Browallia New" w:hAnsi="Browallia New" w:cs="Browallia New"/>
          <w:szCs w:val="28"/>
        </w:rPr>
        <w:t xml:space="preserve">31 </w:t>
      </w:r>
      <w:r w:rsidRPr="00C62BE4">
        <w:rPr>
          <w:rFonts w:ascii="Browallia New" w:hAnsi="Browallia New" w:cs="Browallia New"/>
          <w:szCs w:val="28"/>
          <w:cs/>
        </w:rPr>
        <w:t xml:space="preserve">ธันวาคม </w:t>
      </w:r>
      <w:r w:rsidRPr="00C62BE4">
        <w:rPr>
          <w:rFonts w:ascii="Browallia New" w:hAnsi="Browallia New" w:cs="Browallia New"/>
          <w:szCs w:val="28"/>
        </w:rPr>
        <w:t>2565</w:t>
      </w:r>
      <w:r w:rsidRPr="00C62BE4">
        <w:rPr>
          <w:rFonts w:ascii="Browallia New" w:hAnsi="Browallia New" w:cs="Browallia New"/>
          <w:szCs w:val="28"/>
          <w:cs/>
        </w:rPr>
        <w:t xml:space="preserve"> ให้แก่ผู้ถือหุ้นในอัตราหุ้นละ </w:t>
      </w:r>
      <w:r w:rsidR="00915FE8" w:rsidRPr="00C62BE4">
        <w:rPr>
          <w:rFonts w:ascii="Browallia New" w:hAnsi="Browallia New" w:cs="Browallia New"/>
          <w:szCs w:val="28"/>
        </w:rPr>
        <w:t>0.185</w:t>
      </w:r>
      <w:r w:rsidRPr="00C62BE4">
        <w:rPr>
          <w:rFonts w:ascii="Browallia New" w:hAnsi="Browallia New" w:cs="Browallia New"/>
          <w:szCs w:val="28"/>
          <w:cs/>
        </w:rPr>
        <w:t xml:space="preserve"> บาท</w:t>
      </w:r>
      <w:r w:rsidRPr="00C62BE4">
        <w:rPr>
          <w:rFonts w:ascii="Browallia New" w:hAnsi="Browallia New" w:cs="Browallia New"/>
          <w:szCs w:val="28"/>
        </w:rPr>
        <w:t xml:space="preserve"> </w:t>
      </w:r>
      <w:r w:rsidRPr="00C62BE4">
        <w:rPr>
          <w:rFonts w:ascii="Browallia New" w:hAnsi="Browallia New" w:cs="Browallia New" w:hint="cs"/>
          <w:szCs w:val="28"/>
          <w:cs/>
        </w:rPr>
        <w:t xml:space="preserve">สำหรับหุ้นสามัญจำนวน </w:t>
      </w:r>
      <w:r w:rsidR="00915FE8" w:rsidRPr="00C62BE4">
        <w:rPr>
          <w:rFonts w:ascii="Browallia New" w:hAnsi="Browallia New" w:cs="Browallia New"/>
          <w:szCs w:val="28"/>
        </w:rPr>
        <w:t xml:space="preserve">639,997,880 </w:t>
      </w:r>
      <w:r w:rsidRPr="00C62BE4">
        <w:rPr>
          <w:rFonts w:ascii="Browallia New" w:hAnsi="Browallia New" w:cs="Browallia New" w:hint="cs"/>
          <w:szCs w:val="28"/>
          <w:cs/>
        </w:rPr>
        <w:t>หุ้น เป็นจำ</w:t>
      </w:r>
      <w:r w:rsidRPr="00C62BE4">
        <w:rPr>
          <w:rFonts w:ascii="Browallia New" w:hAnsi="Browallia New" w:cs="Browallia New"/>
          <w:szCs w:val="28"/>
          <w:cs/>
        </w:rPr>
        <w:t xml:space="preserve">นวนเงิน </w:t>
      </w:r>
      <w:r w:rsidR="00915FE8" w:rsidRPr="00C62BE4">
        <w:rPr>
          <w:rFonts w:ascii="Browallia New" w:hAnsi="Browallia New" w:cs="Browallia New"/>
          <w:szCs w:val="28"/>
        </w:rPr>
        <w:t>118,399,607.</w:t>
      </w:r>
      <w:r w:rsidR="00FB60F2" w:rsidRPr="00C62BE4">
        <w:rPr>
          <w:rFonts w:ascii="Browallia New" w:hAnsi="Browallia New" w:cs="Browallia New"/>
          <w:szCs w:val="28"/>
        </w:rPr>
        <w:t>80</w:t>
      </w:r>
      <w:r w:rsidRPr="00C62BE4">
        <w:rPr>
          <w:rFonts w:ascii="Browallia New" w:hAnsi="Browallia New" w:cs="Browallia New" w:hint="cs"/>
          <w:szCs w:val="28"/>
          <w:cs/>
        </w:rPr>
        <w:t xml:space="preserve"> </w:t>
      </w:r>
      <w:r w:rsidRPr="00C62BE4">
        <w:rPr>
          <w:rFonts w:ascii="Browallia New" w:hAnsi="Browallia New" w:cs="Browallia New"/>
          <w:szCs w:val="28"/>
          <w:cs/>
        </w:rPr>
        <w:t>บาท บริษัท</w:t>
      </w:r>
      <w:r w:rsidR="005141EF" w:rsidRPr="00C62BE4">
        <w:rPr>
          <w:rFonts w:ascii="Browallia New" w:hAnsi="Browallia New" w:cs="Browallia New" w:hint="cs"/>
          <w:szCs w:val="28"/>
          <w:cs/>
        </w:rPr>
        <w:t>ได้</w:t>
      </w:r>
      <w:r w:rsidRPr="00C62BE4">
        <w:rPr>
          <w:rFonts w:ascii="Browallia New" w:hAnsi="Browallia New" w:cs="Browallia New"/>
          <w:szCs w:val="28"/>
          <w:cs/>
        </w:rPr>
        <w:t>จ่ายเงินปันผลดังกล่าว</w:t>
      </w:r>
      <w:r w:rsidR="005141EF" w:rsidRPr="00C62BE4">
        <w:rPr>
          <w:rFonts w:ascii="Browallia New" w:hAnsi="Browallia New" w:cs="Browallia New" w:hint="cs"/>
          <w:szCs w:val="28"/>
          <w:cs/>
        </w:rPr>
        <w:t>แล้ว</w:t>
      </w:r>
      <w:r w:rsidRPr="00C62BE4">
        <w:rPr>
          <w:rFonts w:ascii="Browallia New" w:hAnsi="Browallia New" w:cs="Browallia New"/>
          <w:szCs w:val="28"/>
          <w:cs/>
        </w:rPr>
        <w:t xml:space="preserve">ในวันที่ </w:t>
      </w:r>
      <w:r w:rsidRPr="00C62BE4">
        <w:rPr>
          <w:rFonts w:ascii="Browallia New" w:hAnsi="Browallia New" w:cs="Browallia New" w:hint="cs"/>
          <w:szCs w:val="28"/>
        </w:rPr>
        <w:t>2</w:t>
      </w:r>
      <w:r w:rsidRPr="00C62BE4">
        <w:rPr>
          <w:rFonts w:ascii="Browallia New" w:hAnsi="Browallia New" w:cs="Browallia New"/>
          <w:szCs w:val="28"/>
        </w:rPr>
        <w:t>6</w:t>
      </w:r>
      <w:r w:rsidRPr="00C62BE4">
        <w:rPr>
          <w:rFonts w:ascii="Browallia New" w:hAnsi="Browallia New" w:cs="Browallia New" w:hint="cs"/>
          <w:szCs w:val="28"/>
          <w:cs/>
        </w:rPr>
        <w:t xml:space="preserve"> </w:t>
      </w:r>
      <w:r w:rsidRPr="00C62BE4">
        <w:rPr>
          <w:rFonts w:ascii="Browallia New" w:hAnsi="Browallia New" w:cs="Browallia New"/>
          <w:szCs w:val="28"/>
          <w:cs/>
        </w:rPr>
        <w:t xml:space="preserve">พฤษภาคม </w:t>
      </w:r>
      <w:r w:rsidRPr="00C62BE4">
        <w:rPr>
          <w:rFonts w:ascii="Browallia New" w:hAnsi="Browallia New" w:cs="Browallia New"/>
          <w:szCs w:val="28"/>
        </w:rPr>
        <w:t>2566</w:t>
      </w:r>
    </w:p>
    <w:p w14:paraId="19C589B5" w14:textId="77777777" w:rsidR="00475D8E" w:rsidRPr="00EE1556" w:rsidRDefault="00475D8E" w:rsidP="00475D8E">
      <w:pPr>
        <w:pStyle w:val="afd"/>
        <w:spacing w:after="0" w:line="240" w:lineRule="auto"/>
        <w:ind w:left="375"/>
        <w:rPr>
          <w:rFonts w:ascii="Browallia New" w:hAnsi="Browallia New" w:cs="Browallia New"/>
          <w:b/>
          <w:bCs/>
          <w:sz w:val="28"/>
        </w:rPr>
      </w:pPr>
    </w:p>
    <w:p w14:paraId="46E64D89" w14:textId="106C0522" w:rsidR="00475D8E" w:rsidRPr="00EE1556" w:rsidRDefault="00475D8E" w:rsidP="00A81E65">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EE1556">
        <w:rPr>
          <w:rFonts w:ascii="Browallia New" w:hAnsi="Browallia New" w:cs="Browallia New" w:hint="cs"/>
          <w:b/>
          <w:bCs/>
          <w:sz w:val="28"/>
          <w:cs/>
        </w:rPr>
        <w:t>รายได้</w:t>
      </w:r>
    </w:p>
    <w:p w14:paraId="48562E66" w14:textId="1658B670" w:rsidR="00CE5D08" w:rsidRPr="00EE1556" w:rsidRDefault="00CE5D08" w:rsidP="000C25BB">
      <w:pPr>
        <w:ind w:left="360"/>
        <w:jc w:val="thaiDistribute"/>
        <w:rPr>
          <w:rFonts w:ascii="Browallia New" w:hAnsi="Browallia New" w:cs="Browallia New"/>
        </w:rPr>
      </w:pPr>
    </w:p>
    <w:p w14:paraId="645BA64D" w14:textId="4F1F0902" w:rsidR="00816006" w:rsidRPr="000C25BB" w:rsidRDefault="002F30BA" w:rsidP="00FC3BF2">
      <w:pPr>
        <w:ind w:left="387"/>
        <w:jc w:val="thaiDistribute"/>
        <w:rPr>
          <w:rFonts w:ascii="Browallia New" w:hAnsi="Browallia New" w:cs="Browallia New"/>
          <w:cs/>
        </w:rPr>
      </w:pPr>
      <w:r w:rsidRPr="00EE1556">
        <w:rPr>
          <w:rFonts w:ascii="Browallia New" w:hAnsi="Browallia New" w:cs="Browallia New" w:hint="cs"/>
          <w:cs/>
        </w:rPr>
        <w:t>ข้อมูล</w:t>
      </w:r>
      <w:r>
        <w:rPr>
          <w:rFonts w:ascii="Browallia New" w:hAnsi="Browallia New" w:cs="Browallia New" w:hint="cs"/>
          <w:cs/>
        </w:rPr>
        <w:t>รายได้ของ</w:t>
      </w:r>
      <w:r w:rsidR="003654D7">
        <w:rPr>
          <w:rFonts w:ascii="Browallia New" w:hAnsi="Browallia New" w:cs="Browallia New" w:hint="cs"/>
          <w:cs/>
        </w:rPr>
        <w:t>กลุ่ม</w:t>
      </w:r>
      <w:r>
        <w:rPr>
          <w:rFonts w:ascii="Browallia New" w:hAnsi="Browallia New" w:cs="Browallia New" w:hint="cs"/>
          <w:cs/>
        </w:rPr>
        <w:t>บริษัทจำแนกตามวิธีการบันทึกรายได้ มีดังนี้</w:t>
      </w:r>
    </w:p>
    <w:p w14:paraId="01108E90" w14:textId="217D8DA6" w:rsidR="005D47F3" w:rsidRPr="00FC3BF2" w:rsidRDefault="005D47F3" w:rsidP="000C25BB">
      <w:pPr>
        <w:ind w:left="360"/>
        <w:jc w:val="thaiDistribute"/>
        <w:rPr>
          <w:rFonts w:ascii="Browallia New" w:hAnsi="Browallia New" w:cs="Browallia New"/>
          <w:sz w:val="24"/>
          <w:szCs w:val="24"/>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B64BD7" w:rsidRPr="006E22C9" w14:paraId="510AB7C2" w14:textId="77777777" w:rsidTr="00623927">
        <w:trPr>
          <w:trHeight w:val="20"/>
        </w:trPr>
        <w:tc>
          <w:tcPr>
            <w:tcW w:w="1543" w:type="dxa"/>
            <w:vAlign w:val="bottom"/>
          </w:tcPr>
          <w:p w14:paraId="7BDC53E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E8B4CB6"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B64BD7" w:rsidRPr="006E22C9" w14:paraId="7C77C407" w14:textId="77777777" w:rsidTr="00623927">
        <w:trPr>
          <w:trHeight w:val="20"/>
        </w:trPr>
        <w:tc>
          <w:tcPr>
            <w:tcW w:w="1543" w:type="dxa"/>
            <w:vAlign w:val="bottom"/>
          </w:tcPr>
          <w:p w14:paraId="23387EEC"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969D75C" w14:textId="74A96592" w:rsidR="00B64BD7" w:rsidRPr="006E22C9" w:rsidRDefault="00DC5612"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งบการเงินรวม</w:t>
            </w:r>
          </w:p>
        </w:tc>
      </w:tr>
      <w:tr w:rsidR="00B64BD7" w:rsidRPr="006E22C9" w14:paraId="44584A64" w14:textId="77777777" w:rsidTr="00623927">
        <w:trPr>
          <w:trHeight w:val="20"/>
        </w:trPr>
        <w:tc>
          <w:tcPr>
            <w:tcW w:w="1543" w:type="dxa"/>
            <w:vAlign w:val="bottom"/>
          </w:tcPr>
          <w:p w14:paraId="19A8380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57B4022" w14:textId="5A34ECDE" w:rsidR="00B64BD7" w:rsidRPr="006E22C9" w:rsidRDefault="00277980"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277980">
              <w:rPr>
                <w:rFonts w:ascii="Browallia New" w:hAnsi="Browallia New" w:cs="Browallia New"/>
                <w:sz w:val="20"/>
                <w:szCs w:val="20"/>
                <w:cs/>
              </w:rPr>
              <w:t>สำหรับงวด</w:t>
            </w:r>
            <w:r w:rsidRPr="00277980">
              <w:rPr>
                <w:rFonts w:ascii="Browallia New" w:hAnsi="Browallia New" w:cs="Browallia New" w:hint="cs"/>
                <w:sz w:val="20"/>
                <w:szCs w:val="20"/>
                <w:cs/>
              </w:rPr>
              <w:t>สาม</w:t>
            </w:r>
            <w:r w:rsidRPr="00277980">
              <w:rPr>
                <w:rFonts w:ascii="Browallia New" w:hAnsi="Browallia New" w:cs="Browallia New"/>
                <w:sz w:val="20"/>
                <w:szCs w:val="20"/>
                <w:cs/>
              </w:rPr>
              <w:t>เดือนสิ้นสุดวันที่</w:t>
            </w:r>
            <w:r w:rsidRPr="00277980">
              <w:rPr>
                <w:rFonts w:ascii="Browallia New" w:hAnsi="Browallia New" w:cs="Browallia New"/>
                <w:sz w:val="20"/>
                <w:szCs w:val="20"/>
              </w:rPr>
              <w:t xml:space="preserve"> 30</w:t>
            </w:r>
            <w:r w:rsidRPr="00277980">
              <w:rPr>
                <w:rFonts w:ascii="Browallia New" w:hAnsi="Browallia New" w:cs="Browallia New" w:hint="cs"/>
                <w:sz w:val="20"/>
                <w:szCs w:val="20"/>
                <w:cs/>
              </w:rPr>
              <w:t xml:space="preserve"> </w:t>
            </w:r>
            <w:r w:rsidRPr="00277980">
              <w:rPr>
                <w:rFonts w:ascii="Browallia New" w:hAnsi="Browallia New" w:cs="Browallia New"/>
                <w:sz w:val="20"/>
                <w:szCs w:val="20"/>
                <w:cs/>
              </w:rPr>
              <w:t>กันยายน</w:t>
            </w:r>
          </w:p>
        </w:tc>
      </w:tr>
      <w:tr w:rsidR="00B64BD7" w:rsidRPr="006E22C9" w14:paraId="3C16BBE3" w14:textId="77777777" w:rsidTr="00623927">
        <w:trPr>
          <w:trHeight w:val="20"/>
        </w:trPr>
        <w:tc>
          <w:tcPr>
            <w:tcW w:w="1543" w:type="dxa"/>
            <w:vAlign w:val="bottom"/>
          </w:tcPr>
          <w:p w14:paraId="0A2AC9B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2688BD08" w14:textId="2B8641E1"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6</w:t>
            </w:r>
          </w:p>
        </w:tc>
        <w:tc>
          <w:tcPr>
            <w:tcW w:w="3847" w:type="dxa"/>
            <w:gridSpan w:val="5"/>
            <w:vAlign w:val="bottom"/>
          </w:tcPr>
          <w:p w14:paraId="66C8B00C" w14:textId="589A1C98"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5</w:t>
            </w:r>
          </w:p>
        </w:tc>
      </w:tr>
      <w:tr w:rsidR="00B64BD7" w:rsidRPr="006E22C9" w14:paraId="566AA629" w14:textId="77777777" w:rsidTr="00623927">
        <w:trPr>
          <w:trHeight w:val="20"/>
        </w:trPr>
        <w:tc>
          <w:tcPr>
            <w:tcW w:w="1543" w:type="dxa"/>
            <w:vAlign w:val="bottom"/>
          </w:tcPr>
          <w:p w14:paraId="4F32D326"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BDB30EB"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2F09896"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731A9E03" w14:textId="77777777" w:rsidR="00B64BD7"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F2CCC07"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49C1AF5"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C310D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D6A71F4"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7A29A06"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3FB9FBD"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072BDB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87F167B"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7E8E2C3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4361BF"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4709AA8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8E034E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C5AEB7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7083B1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1D02C7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A477B4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6351DBD0"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B64BD7" w:rsidRPr="006E22C9" w14:paraId="5E5F2F9D" w14:textId="77777777" w:rsidTr="00623927">
        <w:trPr>
          <w:trHeight w:val="20"/>
        </w:trPr>
        <w:tc>
          <w:tcPr>
            <w:tcW w:w="1543" w:type="dxa"/>
            <w:vAlign w:val="bottom"/>
          </w:tcPr>
          <w:p w14:paraId="5475467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21C24D5"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CBDD9AA"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1A544A3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EB0ED3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4881AE9"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047D39A2"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5318BF49"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76F3FA3"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01E9548B"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817" w:type="dxa"/>
            <w:vAlign w:val="bottom"/>
          </w:tcPr>
          <w:p w14:paraId="6F5D0394"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r>
      <w:tr w:rsidR="00C62BE4" w:rsidRPr="006E22C9" w14:paraId="6CB075C5" w14:textId="77777777" w:rsidTr="00623927">
        <w:trPr>
          <w:trHeight w:val="20"/>
        </w:trPr>
        <w:tc>
          <w:tcPr>
            <w:tcW w:w="1543" w:type="dxa"/>
          </w:tcPr>
          <w:p w14:paraId="04B28BB5" w14:textId="77777777" w:rsidR="00C62BE4" w:rsidRPr="006E22C9" w:rsidRDefault="00C62BE4" w:rsidP="00C62BE4">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50A640EC" w14:textId="1503B0D8"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1,006,35</w:t>
            </w:r>
            <w:r w:rsidR="00085CFF">
              <w:rPr>
                <w:rFonts w:ascii="Browallia New" w:hAnsi="Browallia New" w:cs="Browallia New"/>
                <w:sz w:val="20"/>
                <w:szCs w:val="20"/>
              </w:rPr>
              <w:t>7</w:t>
            </w:r>
          </w:p>
        </w:tc>
        <w:tc>
          <w:tcPr>
            <w:tcW w:w="806" w:type="dxa"/>
            <w:vAlign w:val="bottom"/>
          </w:tcPr>
          <w:p w14:paraId="151570FC" w14:textId="0A399547"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76,98</w:t>
            </w:r>
            <w:r w:rsidR="00FE4484">
              <w:rPr>
                <w:rFonts w:ascii="Browallia New" w:hAnsi="Browallia New" w:cs="Browallia New"/>
                <w:sz w:val="20"/>
                <w:szCs w:val="20"/>
              </w:rPr>
              <w:t>3</w:t>
            </w:r>
          </w:p>
        </w:tc>
        <w:tc>
          <w:tcPr>
            <w:tcW w:w="696" w:type="dxa"/>
            <w:vAlign w:val="bottom"/>
          </w:tcPr>
          <w:p w14:paraId="729C1F74" w14:textId="36558078" w:rsidR="00C62BE4" w:rsidRPr="005F0AEA"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17,440</w:t>
            </w:r>
          </w:p>
        </w:tc>
        <w:tc>
          <w:tcPr>
            <w:tcW w:w="675" w:type="dxa"/>
            <w:vAlign w:val="bottom"/>
          </w:tcPr>
          <w:p w14:paraId="6A6F8FE9" w14:textId="092E39B7" w:rsidR="00C62BE4" w:rsidRPr="005F0AEA" w:rsidRDefault="00C62BE4" w:rsidP="00C62BE4">
            <w:pPr>
              <w:tabs>
                <w:tab w:val="left" w:pos="794"/>
                <w:tab w:val="left" w:pos="1361"/>
                <w:tab w:val="left" w:pos="1928"/>
              </w:tabs>
              <w:jc w:val="center"/>
              <w:rPr>
                <w:rFonts w:ascii="Browallia New" w:hAnsi="Browallia New" w:cs="Browallia New"/>
                <w:sz w:val="20"/>
                <w:szCs w:val="20"/>
              </w:rPr>
            </w:pPr>
            <w:r w:rsidRPr="005F0AEA">
              <w:rPr>
                <w:rFonts w:ascii="Browallia New" w:hAnsi="Browallia New" w:cs="Browallia New"/>
                <w:sz w:val="20"/>
                <w:szCs w:val="20"/>
                <w:cs/>
              </w:rPr>
              <w:t>-</w:t>
            </w:r>
          </w:p>
        </w:tc>
        <w:tc>
          <w:tcPr>
            <w:tcW w:w="798" w:type="dxa"/>
            <w:vAlign w:val="bottom"/>
          </w:tcPr>
          <w:p w14:paraId="54F0D7B4" w14:textId="2361C130" w:rsidR="00C62BE4" w:rsidRPr="00BB65E2" w:rsidRDefault="00C62BE4" w:rsidP="00C62BE4">
            <w:pPr>
              <w:tabs>
                <w:tab w:val="left" w:pos="540"/>
              </w:tabs>
              <w:ind w:right="-33"/>
              <w:jc w:val="right"/>
              <w:rPr>
                <w:rFonts w:ascii="Browallia New" w:hAnsi="Browallia New" w:cs="Browallia New"/>
                <w:sz w:val="20"/>
                <w:szCs w:val="20"/>
              </w:rPr>
            </w:pPr>
            <w:r>
              <w:rPr>
                <w:rFonts w:ascii="Browallia New" w:hAnsi="Browallia New" w:cs="Browallia New"/>
                <w:sz w:val="20"/>
                <w:szCs w:val="20"/>
              </w:rPr>
              <w:t>1,100,7</w:t>
            </w:r>
            <w:r w:rsidR="00085CFF">
              <w:rPr>
                <w:rFonts w:ascii="Browallia New" w:hAnsi="Browallia New" w:cs="Browallia New"/>
                <w:sz w:val="20"/>
                <w:szCs w:val="20"/>
              </w:rPr>
              <w:t>80</w:t>
            </w:r>
          </w:p>
        </w:tc>
        <w:tc>
          <w:tcPr>
            <w:tcW w:w="856" w:type="dxa"/>
            <w:vAlign w:val="bottom"/>
          </w:tcPr>
          <w:p w14:paraId="368FEA1C" w14:textId="581F618F"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1,034,749</w:t>
            </w:r>
          </w:p>
        </w:tc>
        <w:tc>
          <w:tcPr>
            <w:tcW w:w="799" w:type="dxa"/>
            <w:vAlign w:val="bottom"/>
          </w:tcPr>
          <w:p w14:paraId="4A150638" w14:textId="46EEA0E3"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3" w:type="dxa"/>
            <w:vAlign w:val="bottom"/>
          </w:tcPr>
          <w:p w14:paraId="239C6837" w14:textId="4B9EFA8F"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18,203</w:t>
            </w:r>
          </w:p>
        </w:tc>
        <w:tc>
          <w:tcPr>
            <w:tcW w:w="682" w:type="dxa"/>
            <w:vAlign w:val="bottom"/>
          </w:tcPr>
          <w:p w14:paraId="4256BF9A" w14:textId="2CFF0E7A" w:rsidR="00C62BE4" w:rsidRPr="002C4FA7" w:rsidRDefault="00C62BE4" w:rsidP="00C62BE4">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 xml:space="preserve">   -</w:t>
            </w:r>
          </w:p>
        </w:tc>
        <w:tc>
          <w:tcPr>
            <w:tcW w:w="817" w:type="dxa"/>
            <w:vAlign w:val="bottom"/>
          </w:tcPr>
          <w:p w14:paraId="15014493" w14:textId="44381630" w:rsidR="00C62BE4" w:rsidRPr="002C4FA7" w:rsidRDefault="004A22ED" w:rsidP="00C62BE4">
            <w:pPr>
              <w:tabs>
                <w:tab w:val="left" w:pos="794"/>
                <w:tab w:val="left" w:pos="1361"/>
                <w:tab w:val="left" w:pos="1928"/>
              </w:tabs>
              <w:ind w:right="-38"/>
              <w:jc w:val="right"/>
              <w:rPr>
                <w:rFonts w:ascii="Browallia New" w:hAnsi="Browallia New" w:cs="Browallia New"/>
                <w:sz w:val="20"/>
                <w:szCs w:val="20"/>
              </w:rPr>
            </w:pPr>
            <w:r w:rsidRPr="004A22ED">
              <w:rPr>
                <w:rFonts w:ascii="Browallia New" w:hAnsi="Browallia New" w:cs="Browallia New" w:hint="cs"/>
                <w:sz w:val="20"/>
                <w:szCs w:val="20"/>
              </w:rPr>
              <w:t>1</w:t>
            </w:r>
            <w:r w:rsidR="00C62BE4">
              <w:rPr>
                <w:rFonts w:ascii="Browallia New" w:hAnsi="Browallia New" w:cs="Browallia New"/>
                <w:sz w:val="20"/>
                <w:szCs w:val="20"/>
              </w:rPr>
              <w:t>,139,064</w:t>
            </w:r>
          </w:p>
        </w:tc>
      </w:tr>
      <w:tr w:rsidR="00C62BE4" w:rsidRPr="00424CC3" w14:paraId="7535595F" w14:textId="77777777" w:rsidTr="00623927">
        <w:trPr>
          <w:trHeight w:val="20"/>
        </w:trPr>
        <w:tc>
          <w:tcPr>
            <w:tcW w:w="1543" w:type="dxa"/>
          </w:tcPr>
          <w:p w14:paraId="48A2F383" w14:textId="77777777" w:rsidR="00C62BE4" w:rsidRPr="00424CC3" w:rsidRDefault="00C62BE4" w:rsidP="00C62BE4">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E64C6A0" w14:textId="368EF432"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243,04</w:t>
            </w:r>
            <w:r w:rsidR="00085CFF">
              <w:rPr>
                <w:rFonts w:ascii="Browallia New" w:hAnsi="Browallia New" w:cs="Browallia New"/>
                <w:sz w:val="20"/>
                <w:szCs w:val="20"/>
              </w:rPr>
              <w:t>1</w:t>
            </w:r>
          </w:p>
        </w:tc>
        <w:tc>
          <w:tcPr>
            <w:tcW w:w="806" w:type="dxa"/>
            <w:vAlign w:val="bottom"/>
          </w:tcPr>
          <w:p w14:paraId="6B24C063" w14:textId="1104B3BF"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p>
        </w:tc>
        <w:tc>
          <w:tcPr>
            <w:tcW w:w="696" w:type="dxa"/>
            <w:shd w:val="clear" w:color="auto" w:fill="auto"/>
            <w:vAlign w:val="bottom"/>
          </w:tcPr>
          <w:p w14:paraId="7BF5951D" w14:textId="7C7070CA" w:rsidR="00C62BE4" w:rsidRPr="005F0AEA"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w:t>
            </w:r>
          </w:p>
        </w:tc>
        <w:tc>
          <w:tcPr>
            <w:tcW w:w="675" w:type="dxa"/>
            <w:shd w:val="clear" w:color="auto" w:fill="auto"/>
            <w:vAlign w:val="bottom"/>
          </w:tcPr>
          <w:p w14:paraId="1766832E" w14:textId="69F6C033" w:rsidR="00C62BE4" w:rsidRPr="005F0AEA" w:rsidRDefault="00C62BE4" w:rsidP="006A525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798" w:type="dxa"/>
            <w:shd w:val="clear" w:color="auto" w:fill="auto"/>
            <w:vAlign w:val="bottom"/>
          </w:tcPr>
          <w:p w14:paraId="52C3491C" w14:textId="5C088B6E" w:rsidR="00C62BE4" w:rsidRPr="00BB65E2"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243,17</w:t>
            </w:r>
            <w:r w:rsidR="00085CFF">
              <w:rPr>
                <w:rFonts w:ascii="Browallia New" w:hAnsi="Browallia New" w:cs="Browallia New"/>
                <w:sz w:val="20"/>
                <w:szCs w:val="20"/>
              </w:rPr>
              <w:t>8</w:t>
            </w:r>
          </w:p>
        </w:tc>
        <w:tc>
          <w:tcPr>
            <w:tcW w:w="856" w:type="dxa"/>
            <w:vAlign w:val="bottom"/>
          </w:tcPr>
          <w:p w14:paraId="28D8A95D" w14:textId="245778FD"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248,382</w:t>
            </w:r>
          </w:p>
        </w:tc>
        <w:tc>
          <w:tcPr>
            <w:tcW w:w="799" w:type="dxa"/>
            <w:vAlign w:val="bottom"/>
          </w:tcPr>
          <w:p w14:paraId="1AE627BC" w14:textId="4AC93DED"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 xml:space="preserve">    -</w:t>
            </w:r>
          </w:p>
        </w:tc>
        <w:tc>
          <w:tcPr>
            <w:tcW w:w="693" w:type="dxa"/>
            <w:vAlign w:val="bottom"/>
          </w:tcPr>
          <w:p w14:paraId="0A8F0DB3" w14:textId="255999E5" w:rsidR="00C62BE4" w:rsidRPr="00424CC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w:t>
            </w:r>
          </w:p>
        </w:tc>
        <w:tc>
          <w:tcPr>
            <w:tcW w:w="682" w:type="dxa"/>
            <w:vAlign w:val="bottom"/>
          </w:tcPr>
          <w:p w14:paraId="2D0D3A8F" w14:textId="7971B623"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Pr>
                <w:rFonts w:ascii="Browallia New" w:hAnsi="Browallia New" w:cs="Browallia New"/>
                <w:sz w:val="20"/>
                <w:szCs w:val="20"/>
              </w:rPr>
              <w:t>(112)</w:t>
            </w:r>
          </w:p>
        </w:tc>
        <w:tc>
          <w:tcPr>
            <w:tcW w:w="817" w:type="dxa"/>
            <w:vAlign w:val="bottom"/>
          </w:tcPr>
          <w:p w14:paraId="6F8C5211" w14:textId="1A6555A7" w:rsidR="00C62BE4" w:rsidRPr="00424CC3"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248,490</w:t>
            </w:r>
          </w:p>
        </w:tc>
      </w:tr>
      <w:tr w:rsidR="00C62BE4" w:rsidRPr="006E22C9" w14:paraId="48BBF29D" w14:textId="77777777" w:rsidTr="00623927">
        <w:trPr>
          <w:trHeight w:val="20"/>
        </w:trPr>
        <w:tc>
          <w:tcPr>
            <w:tcW w:w="1543" w:type="dxa"/>
          </w:tcPr>
          <w:p w14:paraId="1AB293D1" w14:textId="77777777" w:rsidR="00C62BE4" w:rsidRPr="00424CC3" w:rsidRDefault="00C62BE4" w:rsidP="00C62BE4">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4FDD679B" w14:textId="68F282F6"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1,249,398</w:t>
            </w:r>
          </w:p>
        </w:tc>
        <w:tc>
          <w:tcPr>
            <w:tcW w:w="806" w:type="dxa"/>
            <w:vAlign w:val="bottom"/>
          </w:tcPr>
          <w:p w14:paraId="7BDC855D" w14:textId="1F84974D" w:rsidR="00C62BE4" w:rsidRPr="007276FE"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sidRPr="007276FE">
              <w:rPr>
                <w:rFonts w:ascii="Browallia New" w:hAnsi="Browallia New" w:cs="Browallia New"/>
                <w:sz w:val="20"/>
                <w:szCs w:val="20"/>
              </w:rPr>
              <w:t>76,98</w:t>
            </w:r>
            <w:r w:rsidR="00FE4484" w:rsidRPr="007276FE">
              <w:rPr>
                <w:rFonts w:ascii="Browallia New" w:hAnsi="Browallia New" w:cs="Browallia New"/>
                <w:sz w:val="20"/>
                <w:szCs w:val="20"/>
              </w:rPr>
              <w:t>3</w:t>
            </w:r>
          </w:p>
        </w:tc>
        <w:tc>
          <w:tcPr>
            <w:tcW w:w="696" w:type="dxa"/>
            <w:shd w:val="clear" w:color="auto" w:fill="auto"/>
            <w:vAlign w:val="bottom"/>
          </w:tcPr>
          <w:p w14:paraId="55F53BBE" w14:textId="5088A829" w:rsidR="00C62BE4" w:rsidRPr="007276FE"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sidRPr="007276FE">
              <w:rPr>
                <w:rFonts w:ascii="Browallia New" w:hAnsi="Browallia New" w:cs="Browallia New"/>
                <w:sz w:val="20"/>
                <w:szCs w:val="20"/>
              </w:rPr>
              <w:t>17,577</w:t>
            </w:r>
          </w:p>
        </w:tc>
        <w:tc>
          <w:tcPr>
            <w:tcW w:w="675" w:type="dxa"/>
            <w:shd w:val="clear" w:color="auto" w:fill="auto"/>
            <w:vAlign w:val="bottom"/>
          </w:tcPr>
          <w:p w14:paraId="3C01C4B6" w14:textId="3A385332" w:rsidR="00C62BE4" w:rsidRPr="007276FE" w:rsidRDefault="00C62BE4" w:rsidP="006A5257">
            <w:pPr>
              <w:pBdr>
                <w:bottom w:val="single" w:sz="12" w:space="1" w:color="auto"/>
              </w:pBdr>
              <w:tabs>
                <w:tab w:val="left" w:pos="794"/>
                <w:tab w:val="left" w:pos="1361"/>
                <w:tab w:val="left" w:pos="1928"/>
              </w:tabs>
              <w:jc w:val="center"/>
              <w:rPr>
                <w:rFonts w:ascii="Browallia New" w:hAnsi="Browallia New" w:cs="Browallia New"/>
                <w:sz w:val="20"/>
                <w:szCs w:val="20"/>
              </w:rPr>
            </w:pPr>
            <w:r w:rsidRPr="007276FE">
              <w:rPr>
                <w:rFonts w:ascii="Browallia New" w:hAnsi="Browallia New" w:cs="Browallia New"/>
                <w:sz w:val="20"/>
                <w:szCs w:val="20"/>
              </w:rPr>
              <w:t>-</w:t>
            </w:r>
          </w:p>
        </w:tc>
        <w:tc>
          <w:tcPr>
            <w:tcW w:w="798" w:type="dxa"/>
            <w:shd w:val="clear" w:color="auto" w:fill="auto"/>
            <w:vAlign w:val="bottom"/>
          </w:tcPr>
          <w:p w14:paraId="2AE4480B" w14:textId="639AEC7E" w:rsidR="00C62BE4" w:rsidRPr="007276FE" w:rsidRDefault="00C62BE4" w:rsidP="00C62BE4">
            <w:pPr>
              <w:pBdr>
                <w:bottom w:val="single" w:sz="12" w:space="1" w:color="auto"/>
              </w:pBdr>
              <w:tabs>
                <w:tab w:val="left" w:pos="540"/>
              </w:tabs>
              <w:ind w:right="-33"/>
              <w:jc w:val="right"/>
              <w:rPr>
                <w:rFonts w:ascii="Browallia New" w:hAnsi="Browallia New" w:cs="Browallia New"/>
                <w:sz w:val="20"/>
                <w:szCs w:val="20"/>
                <w:cs/>
              </w:rPr>
            </w:pPr>
            <w:r w:rsidRPr="007276FE">
              <w:rPr>
                <w:rFonts w:ascii="Browallia New" w:hAnsi="Browallia New" w:cs="Browallia New"/>
                <w:sz w:val="20"/>
                <w:szCs w:val="20"/>
              </w:rPr>
              <w:t>1,343,95</w:t>
            </w:r>
            <w:r w:rsidR="007276FE" w:rsidRPr="007276FE">
              <w:rPr>
                <w:rFonts w:ascii="Browallia New" w:hAnsi="Browallia New" w:cs="Browallia New"/>
                <w:sz w:val="20"/>
                <w:szCs w:val="20"/>
              </w:rPr>
              <w:t>8</w:t>
            </w:r>
          </w:p>
        </w:tc>
        <w:tc>
          <w:tcPr>
            <w:tcW w:w="856" w:type="dxa"/>
            <w:vAlign w:val="bottom"/>
          </w:tcPr>
          <w:p w14:paraId="12ACA43E" w14:textId="3C93A1BD"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1,283,131</w:t>
            </w:r>
          </w:p>
        </w:tc>
        <w:tc>
          <w:tcPr>
            <w:tcW w:w="799" w:type="dxa"/>
            <w:vAlign w:val="bottom"/>
          </w:tcPr>
          <w:p w14:paraId="042594A0" w14:textId="06B0A0BD"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3" w:type="dxa"/>
            <w:vAlign w:val="bottom"/>
          </w:tcPr>
          <w:p w14:paraId="30C37726" w14:textId="4113144E"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682" w:type="dxa"/>
            <w:vAlign w:val="bottom"/>
          </w:tcPr>
          <w:p w14:paraId="55BEA90C" w14:textId="13FEBD2B" w:rsidR="00C62BE4" w:rsidRPr="00424CC3" w:rsidRDefault="00C62BE4" w:rsidP="00C62BE4">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cs/>
              </w:rPr>
              <w:t xml:space="preserve">   </w:t>
            </w:r>
            <w:r>
              <w:rPr>
                <w:rFonts w:ascii="Browallia New" w:hAnsi="Browallia New" w:cs="Browallia New"/>
                <w:sz w:val="20"/>
                <w:szCs w:val="20"/>
              </w:rPr>
              <w:t>(112)</w:t>
            </w:r>
          </w:p>
        </w:tc>
        <w:tc>
          <w:tcPr>
            <w:tcW w:w="817" w:type="dxa"/>
            <w:vAlign w:val="bottom"/>
          </w:tcPr>
          <w:p w14:paraId="0E680CB3" w14:textId="2EABE361" w:rsidR="00C62BE4" w:rsidRPr="002C4FA7" w:rsidRDefault="00C62BE4" w:rsidP="00C62BE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1,387,554</w:t>
            </w:r>
          </w:p>
        </w:tc>
      </w:tr>
    </w:tbl>
    <w:p w14:paraId="094A3565" w14:textId="77777777" w:rsidR="007721A3" w:rsidRDefault="007721A3" w:rsidP="00623927">
      <w:pPr>
        <w:jc w:val="thaiDistribute"/>
        <w:rPr>
          <w:rFonts w:ascii="Browallia New" w:hAnsi="Browallia New" w:cs="Browallia New"/>
          <w:sz w:val="22"/>
          <w:szCs w:val="22"/>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5F1AED33" w14:textId="77777777" w:rsidTr="008755B6">
        <w:trPr>
          <w:trHeight w:val="20"/>
        </w:trPr>
        <w:tc>
          <w:tcPr>
            <w:tcW w:w="1543" w:type="dxa"/>
            <w:vAlign w:val="bottom"/>
          </w:tcPr>
          <w:p w14:paraId="0561320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CC9A70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531459A5" w14:textId="77777777" w:rsidTr="008755B6">
        <w:trPr>
          <w:trHeight w:val="20"/>
        </w:trPr>
        <w:tc>
          <w:tcPr>
            <w:tcW w:w="1543" w:type="dxa"/>
            <w:vAlign w:val="bottom"/>
          </w:tcPr>
          <w:p w14:paraId="270A9605"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C2A0526" w14:textId="3E4530A3"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w:t>
            </w:r>
            <w:r w:rsidRPr="00DC5612">
              <w:rPr>
                <w:rFonts w:ascii="Browallia New" w:hAnsi="Browallia New" w:cs="Browallia New" w:hint="cs"/>
                <w:sz w:val="20"/>
                <w:szCs w:val="20"/>
                <w:cs/>
                <w:lang w:val="en-GB"/>
              </w:rPr>
              <w:t>เฉพาะของบริษัท</w:t>
            </w:r>
          </w:p>
        </w:tc>
      </w:tr>
      <w:tr w:rsidR="001B6765" w:rsidRPr="006E22C9" w14:paraId="72066AB6" w14:textId="77777777" w:rsidTr="008755B6">
        <w:trPr>
          <w:trHeight w:val="20"/>
        </w:trPr>
        <w:tc>
          <w:tcPr>
            <w:tcW w:w="1543" w:type="dxa"/>
            <w:vAlign w:val="bottom"/>
          </w:tcPr>
          <w:p w14:paraId="4EBFFCC9"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36518FCD" w14:textId="28C256FC" w:rsidR="001B6765" w:rsidRPr="006E22C9" w:rsidRDefault="00402887"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402887">
              <w:rPr>
                <w:rFonts w:ascii="Browallia New" w:hAnsi="Browallia New" w:cs="Browallia New"/>
                <w:sz w:val="20"/>
                <w:szCs w:val="20"/>
                <w:cs/>
              </w:rPr>
              <w:t>สำหรับงวด</w:t>
            </w:r>
            <w:r w:rsidRPr="00402887">
              <w:rPr>
                <w:rFonts w:ascii="Browallia New" w:hAnsi="Browallia New" w:cs="Browallia New" w:hint="cs"/>
                <w:sz w:val="20"/>
                <w:szCs w:val="20"/>
                <w:cs/>
              </w:rPr>
              <w:t>สาม</w:t>
            </w:r>
            <w:r w:rsidRPr="00402887">
              <w:rPr>
                <w:rFonts w:ascii="Browallia New" w:hAnsi="Browallia New" w:cs="Browallia New"/>
                <w:sz w:val="20"/>
                <w:szCs w:val="20"/>
                <w:cs/>
              </w:rPr>
              <w:t>เดือนสิ้นสุดวันที่</w:t>
            </w:r>
            <w:r w:rsidRPr="00402887">
              <w:rPr>
                <w:rFonts w:ascii="Browallia New" w:hAnsi="Browallia New" w:cs="Browallia New"/>
                <w:sz w:val="20"/>
                <w:szCs w:val="20"/>
              </w:rPr>
              <w:t xml:space="preserve"> 30</w:t>
            </w:r>
            <w:r w:rsidRPr="00402887">
              <w:rPr>
                <w:rFonts w:ascii="Browallia New" w:hAnsi="Browallia New" w:cs="Browallia New" w:hint="cs"/>
                <w:sz w:val="20"/>
                <w:szCs w:val="20"/>
                <w:cs/>
              </w:rPr>
              <w:t xml:space="preserve"> </w:t>
            </w:r>
            <w:r w:rsidRPr="00402887">
              <w:rPr>
                <w:rFonts w:ascii="Browallia New" w:hAnsi="Browallia New" w:cs="Browallia New"/>
                <w:sz w:val="20"/>
                <w:szCs w:val="20"/>
                <w:cs/>
              </w:rPr>
              <w:t>กันยายน</w:t>
            </w:r>
          </w:p>
        </w:tc>
      </w:tr>
      <w:tr w:rsidR="001B6765" w:rsidRPr="006E22C9" w14:paraId="6688F6C7" w14:textId="77777777" w:rsidTr="008755B6">
        <w:trPr>
          <w:trHeight w:val="20"/>
        </w:trPr>
        <w:tc>
          <w:tcPr>
            <w:tcW w:w="1543" w:type="dxa"/>
            <w:vAlign w:val="bottom"/>
          </w:tcPr>
          <w:p w14:paraId="7B38ADA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486A719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693FE2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5C8D5357" w14:textId="77777777" w:rsidTr="008755B6">
        <w:trPr>
          <w:trHeight w:val="20"/>
        </w:trPr>
        <w:tc>
          <w:tcPr>
            <w:tcW w:w="1543" w:type="dxa"/>
            <w:vAlign w:val="bottom"/>
          </w:tcPr>
          <w:p w14:paraId="2F701260"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97DBDCB"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67E71B8A"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281874A5"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4D3FACE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1ED9781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7E086C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1B9EA51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3030D47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5C5413B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2085A46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20006F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1617F08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73006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69E319F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8686C4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690DCAA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12589F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829D1B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6760552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75AF2E3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6822E1F9" w14:textId="77777777" w:rsidTr="008755B6">
        <w:trPr>
          <w:trHeight w:val="20"/>
        </w:trPr>
        <w:tc>
          <w:tcPr>
            <w:tcW w:w="1543" w:type="dxa"/>
            <w:vAlign w:val="bottom"/>
          </w:tcPr>
          <w:p w14:paraId="34C31C9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C2C29CA"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054C03E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503F50E5"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80F4B11"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6DBF97E6"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6A3352C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4DFAAE39"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24FAA11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3E01D348"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67133D48"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C62BE4" w:rsidRPr="006E22C9" w14:paraId="134C0C2F" w14:textId="77777777" w:rsidTr="002F007B">
        <w:trPr>
          <w:trHeight w:val="20"/>
        </w:trPr>
        <w:tc>
          <w:tcPr>
            <w:tcW w:w="1543" w:type="dxa"/>
          </w:tcPr>
          <w:p w14:paraId="1D44001A" w14:textId="77777777" w:rsidR="00C62BE4" w:rsidRPr="006E22C9" w:rsidRDefault="00C62BE4" w:rsidP="00C62BE4">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54C49579" w14:textId="3374396E"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1,006,35</w:t>
            </w:r>
            <w:r w:rsidR="007276FE">
              <w:rPr>
                <w:rFonts w:ascii="Browallia New" w:hAnsi="Browallia New" w:cs="Browallia New"/>
                <w:sz w:val="20"/>
                <w:szCs w:val="20"/>
              </w:rPr>
              <w:t>7</w:t>
            </w:r>
          </w:p>
        </w:tc>
        <w:tc>
          <w:tcPr>
            <w:tcW w:w="806" w:type="dxa"/>
          </w:tcPr>
          <w:p w14:paraId="14A72D5C" w14:textId="0AC44C47"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76,98</w:t>
            </w:r>
            <w:r w:rsidR="007276FE">
              <w:rPr>
                <w:rFonts w:ascii="Browallia New" w:hAnsi="Browallia New" w:cs="Browallia New"/>
                <w:sz w:val="20"/>
                <w:szCs w:val="20"/>
              </w:rPr>
              <w:t>3</w:t>
            </w:r>
          </w:p>
        </w:tc>
        <w:tc>
          <w:tcPr>
            <w:tcW w:w="696" w:type="dxa"/>
          </w:tcPr>
          <w:p w14:paraId="6C83D333" w14:textId="790FC4BE"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17,440</w:t>
            </w:r>
          </w:p>
        </w:tc>
        <w:tc>
          <w:tcPr>
            <w:tcW w:w="675" w:type="dxa"/>
          </w:tcPr>
          <w:p w14:paraId="184A2EE3" w14:textId="6CFB9BEA" w:rsidR="00C62BE4" w:rsidRPr="00BB65E2" w:rsidRDefault="00C62BE4" w:rsidP="00C62BE4">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tcPr>
          <w:p w14:paraId="70F5688B" w14:textId="0B99599F" w:rsidR="00C62BE4" w:rsidRPr="00BB65E2" w:rsidRDefault="00C62BE4" w:rsidP="00C62BE4">
            <w:pPr>
              <w:tabs>
                <w:tab w:val="left" w:pos="540"/>
              </w:tabs>
              <w:ind w:right="-33"/>
              <w:jc w:val="right"/>
              <w:rPr>
                <w:rFonts w:ascii="Browallia New" w:hAnsi="Browallia New" w:cs="Browallia New"/>
                <w:sz w:val="20"/>
                <w:szCs w:val="20"/>
              </w:rPr>
            </w:pPr>
            <w:r>
              <w:rPr>
                <w:rFonts w:ascii="Browallia New" w:hAnsi="Browallia New" w:cs="Browallia New"/>
                <w:sz w:val="20"/>
                <w:szCs w:val="20"/>
              </w:rPr>
              <w:t>1,100,780</w:t>
            </w:r>
          </w:p>
        </w:tc>
        <w:tc>
          <w:tcPr>
            <w:tcW w:w="856" w:type="dxa"/>
            <w:vAlign w:val="bottom"/>
          </w:tcPr>
          <w:p w14:paraId="11B8918A" w14:textId="6706973F"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1,034,749</w:t>
            </w:r>
          </w:p>
        </w:tc>
        <w:tc>
          <w:tcPr>
            <w:tcW w:w="799" w:type="dxa"/>
            <w:vAlign w:val="bottom"/>
          </w:tcPr>
          <w:p w14:paraId="70B4041E" w14:textId="09341A88"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3" w:type="dxa"/>
            <w:vAlign w:val="bottom"/>
          </w:tcPr>
          <w:p w14:paraId="450EDA73" w14:textId="07E64AD0"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18,203</w:t>
            </w:r>
          </w:p>
        </w:tc>
        <w:tc>
          <w:tcPr>
            <w:tcW w:w="682" w:type="dxa"/>
            <w:vAlign w:val="bottom"/>
          </w:tcPr>
          <w:p w14:paraId="65DF48D0" w14:textId="296A6E1C" w:rsidR="00C62BE4" w:rsidRPr="002C4FA7" w:rsidRDefault="00C62BE4" w:rsidP="00C62BE4">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7" w:type="dxa"/>
            <w:vAlign w:val="bottom"/>
          </w:tcPr>
          <w:p w14:paraId="41F94800" w14:textId="32E84169" w:rsidR="00C62BE4" w:rsidRPr="002C4FA7" w:rsidRDefault="00C62BE4" w:rsidP="00C62BE4">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1,139,064</w:t>
            </w:r>
          </w:p>
        </w:tc>
      </w:tr>
      <w:tr w:rsidR="00C62BE4" w:rsidRPr="00424CC3" w14:paraId="298E2219" w14:textId="77777777" w:rsidTr="002F007B">
        <w:trPr>
          <w:trHeight w:val="20"/>
        </w:trPr>
        <w:tc>
          <w:tcPr>
            <w:tcW w:w="1543" w:type="dxa"/>
          </w:tcPr>
          <w:p w14:paraId="677C14EE" w14:textId="77777777" w:rsidR="00C62BE4" w:rsidRPr="00424CC3" w:rsidRDefault="00C62BE4" w:rsidP="00C62BE4">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1E3BCE99" w14:textId="150FD4BF"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230,388</w:t>
            </w:r>
          </w:p>
        </w:tc>
        <w:tc>
          <w:tcPr>
            <w:tcW w:w="806" w:type="dxa"/>
          </w:tcPr>
          <w:p w14:paraId="777178C7" w14:textId="1B616EC4"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sidRPr="00B84ED8">
              <w:rPr>
                <w:rFonts w:ascii="Browallia New" w:hAnsi="Browallia New" w:cs="Browallia New"/>
                <w:sz w:val="20"/>
                <w:szCs w:val="20"/>
                <w:cs/>
              </w:rPr>
              <w:t>-</w:t>
            </w:r>
          </w:p>
        </w:tc>
        <w:tc>
          <w:tcPr>
            <w:tcW w:w="696" w:type="dxa"/>
            <w:shd w:val="clear" w:color="auto" w:fill="auto"/>
          </w:tcPr>
          <w:p w14:paraId="57336925" w14:textId="03E324B5"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w:t>
            </w:r>
          </w:p>
        </w:tc>
        <w:tc>
          <w:tcPr>
            <w:tcW w:w="675" w:type="dxa"/>
            <w:shd w:val="clear" w:color="auto" w:fill="auto"/>
          </w:tcPr>
          <w:p w14:paraId="6A559E36" w14:textId="3C03DC84"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shd w:val="clear" w:color="auto" w:fill="auto"/>
          </w:tcPr>
          <w:p w14:paraId="71A35B6D" w14:textId="7B2F8699" w:rsidR="00C62BE4" w:rsidRPr="00BB65E2"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230,525</w:t>
            </w:r>
          </w:p>
        </w:tc>
        <w:tc>
          <w:tcPr>
            <w:tcW w:w="856" w:type="dxa"/>
            <w:vAlign w:val="bottom"/>
          </w:tcPr>
          <w:p w14:paraId="22F74E53" w14:textId="342E5F19"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212,650</w:t>
            </w:r>
          </w:p>
        </w:tc>
        <w:tc>
          <w:tcPr>
            <w:tcW w:w="799" w:type="dxa"/>
            <w:vAlign w:val="bottom"/>
          </w:tcPr>
          <w:p w14:paraId="04848505" w14:textId="1B67D031"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rPr>
              <w:t>-</w:t>
            </w:r>
          </w:p>
        </w:tc>
        <w:tc>
          <w:tcPr>
            <w:tcW w:w="693" w:type="dxa"/>
            <w:vAlign w:val="bottom"/>
          </w:tcPr>
          <w:p w14:paraId="6AEFD380" w14:textId="6A227261" w:rsidR="00C62BE4" w:rsidRPr="00424CC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w:t>
            </w:r>
          </w:p>
        </w:tc>
        <w:tc>
          <w:tcPr>
            <w:tcW w:w="682" w:type="dxa"/>
            <w:vAlign w:val="bottom"/>
          </w:tcPr>
          <w:p w14:paraId="0D91C8AB" w14:textId="47BFBA2D"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7" w:type="dxa"/>
            <w:vAlign w:val="bottom"/>
          </w:tcPr>
          <w:p w14:paraId="2CCC02A4" w14:textId="4A4A1DD3" w:rsidR="00C62BE4" w:rsidRPr="00424CC3"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212,870</w:t>
            </w:r>
          </w:p>
        </w:tc>
      </w:tr>
      <w:tr w:rsidR="00C62BE4" w:rsidRPr="006E22C9" w14:paraId="738D00B1" w14:textId="77777777" w:rsidTr="002F007B">
        <w:trPr>
          <w:trHeight w:val="20"/>
        </w:trPr>
        <w:tc>
          <w:tcPr>
            <w:tcW w:w="1543" w:type="dxa"/>
          </w:tcPr>
          <w:p w14:paraId="4CBEEEBA" w14:textId="77777777" w:rsidR="00C62BE4" w:rsidRPr="00424CC3" w:rsidRDefault="00C62BE4" w:rsidP="00C62BE4">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53D920A6" w14:textId="7E444966" w:rsidR="00C62BE4" w:rsidRPr="007276FE"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sidRPr="007276FE">
              <w:rPr>
                <w:rFonts w:ascii="Browallia New" w:hAnsi="Browallia New" w:cs="Browallia New"/>
                <w:sz w:val="20"/>
                <w:szCs w:val="20"/>
              </w:rPr>
              <w:t>1,236,74</w:t>
            </w:r>
            <w:r w:rsidR="007276FE" w:rsidRPr="007276FE">
              <w:rPr>
                <w:rFonts w:ascii="Browallia New" w:hAnsi="Browallia New" w:cs="Browallia New"/>
                <w:sz w:val="20"/>
                <w:szCs w:val="20"/>
              </w:rPr>
              <w:t>5</w:t>
            </w:r>
          </w:p>
        </w:tc>
        <w:tc>
          <w:tcPr>
            <w:tcW w:w="806" w:type="dxa"/>
          </w:tcPr>
          <w:p w14:paraId="4BC65A4B" w14:textId="2A203E09" w:rsidR="00C62BE4" w:rsidRPr="007276FE"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sidRPr="007276FE">
              <w:rPr>
                <w:rFonts w:ascii="Browallia New" w:hAnsi="Browallia New" w:cs="Browallia New"/>
                <w:sz w:val="20"/>
                <w:szCs w:val="20"/>
              </w:rPr>
              <w:t>76,98</w:t>
            </w:r>
            <w:r w:rsidR="007276FE" w:rsidRPr="007276FE">
              <w:rPr>
                <w:rFonts w:ascii="Browallia New" w:hAnsi="Browallia New" w:cs="Browallia New"/>
                <w:sz w:val="20"/>
                <w:szCs w:val="20"/>
              </w:rPr>
              <w:t>3</w:t>
            </w:r>
          </w:p>
        </w:tc>
        <w:tc>
          <w:tcPr>
            <w:tcW w:w="696" w:type="dxa"/>
            <w:shd w:val="clear" w:color="auto" w:fill="auto"/>
          </w:tcPr>
          <w:p w14:paraId="1382CEDC" w14:textId="0A9A44D8" w:rsidR="00C62BE4" w:rsidRPr="007276FE"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cs/>
              </w:rPr>
            </w:pPr>
            <w:r w:rsidRPr="007276FE">
              <w:rPr>
                <w:rFonts w:ascii="Browallia New" w:hAnsi="Browallia New" w:cs="Browallia New"/>
                <w:sz w:val="20"/>
                <w:szCs w:val="20"/>
              </w:rPr>
              <w:t>17,577</w:t>
            </w:r>
          </w:p>
        </w:tc>
        <w:tc>
          <w:tcPr>
            <w:tcW w:w="675" w:type="dxa"/>
            <w:shd w:val="clear" w:color="auto" w:fill="auto"/>
          </w:tcPr>
          <w:p w14:paraId="1C4678B5" w14:textId="5B4FCEC9" w:rsidR="00C62BE4" w:rsidRPr="00BB65E2" w:rsidRDefault="00C62BE4" w:rsidP="00C62BE4">
            <w:pPr>
              <w:pBdr>
                <w:bottom w:val="single" w:sz="12"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shd w:val="clear" w:color="auto" w:fill="auto"/>
          </w:tcPr>
          <w:p w14:paraId="569186BA" w14:textId="1FBCD754" w:rsidR="00C62BE4" w:rsidRPr="00BB65E2" w:rsidRDefault="00C62BE4" w:rsidP="00C62BE4">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1,331,305</w:t>
            </w:r>
          </w:p>
        </w:tc>
        <w:tc>
          <w:tcPr>
            <w:tcW w:w="856" w:type="dxa"/>
            <w:vAlign w:val="bottom"/>
          </w:tcPr>
          <w:p w14:paraId="27EA78A5" w14:textId="07A259F6"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1,247,399</w:t>
            </w:r>
          </w:p>
        </w:tc>
        <w:tc>
          <w:tcPr>
            <w:tcW w:w="799" w:type="dxa"/>
            <w:vAlign w:val="bottom"/>
          </w:tcPr>
          <w:p w14:paraId="69231B12" w14:textId="003ADCE6"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693" w:type="dxa"/>
            <w:vAlign w:val="bottom"/>
          </w:tcPr>
          <w:p w14:paraId="02D2662C" w14:textId="43933A76"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682" w:type="dxa"/>
            <w:vAlign w:val="bottom"/>
          </w:tcPr>
          <w:p w14:paraId="5CA65749" w14:textId="10AB3786" w:rsidR="00C62BE4" w:rsidRPr="00424CC3" w:rsidRDefault="00C62BE4" w:rsidP="00C62BE4">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7" w:type="dxa"/>
            <w:vAlign w:val="bottom"/>
          </w:tcPr>
          <w:p w14:paraId="746F794A" w14:textId="63213447" w:rsidR="00C62BE4" w:rsidRPr="002C4FA7" w:rsidRDefault="00C62BE4" w:rsidP="00C62BE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1,351,934</w:t>
            </w:r>
          </w:p>
        </w:tc>
      </w:tr>
    </w:tbl>
    <w:p w14:paraId="64D8752A" w14:textId="77777777" w:rsidR="002441FF" w:rsidRDefault="002441FF" w:rsidP="00623927">
      <w:pPr>
        <w:jc w:val="thaiDistribute"/>
        <w:rPr>
          <w:rFonts w:ascii="Browallia New" w:hAnsi="Browallia New" w:cs="Browallia New"/>
          <w:sz w:val="22"/>
          <w:szCs w:val="22"/>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394EF64A" w14:textId="77777777" w:rsidTr="008755B6">
        <w:trPr>
          <w:trHeight w:val="20"/>
        </w:trPr>
        <w:tc>
          <w:tcPr>
            <w:tcW w:w="1543" w:type="dxa"/>
            <w:vAlign w:val="bottom"/>
          </w:tcPr>
          <w:p w14:paraId="4686FFE3"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41373D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04EFD2F6" w14:textId="77777777" w:rsidTr="008755B6">
        <w:trPr>
          <w:trHeight w:val="20"/>
        </w:trPr>
        <w:tc>
          <w:tcPr>
            <w:tcW w:w="1543" w:type="dxa"/>
            <w:vAlign w:val="bottom"/>
          </w:tcPr>
          <w:p w14:paraId="254B34C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1354DA0" w14:textId="212C6ABB"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งบการเงินรวม</w:t>
            </w:r>
          </w:p>
        </w:tc>
      </w:tr>
      <w:tr w:rsidR="001B6765" w:rsidRPr="006E22C9" w14:paraId="526B44B8" w14:textId="77777777" w:rsidTr="008755B6">
        <w:trPr>
          <w:trHeight w:val="20"/>
        </w:trPr>
        <w:tc>
          <w:tcPr>
            <w:tcW w:w="1543" w:type="dxa"/>
            <w:vAlign w:val="bottom"/>
          </w:tcPr>
          <w:p w14:paraId="7F7CE70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5B8ED0F" w14:textId="73CD87CC" w:rsidR="001B6765" w:rsidRPr="006E22C9" w:rsidRDefault="007545BC"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7545BC">
              <w:rPr>
                <w:rFonts w:ascii="Browallia New" w:hAnsi="Browallia New" w:cs="Browallia New"/>
                <w:sz w:val="20"/>
                <w:szCs w:val="20"/>
                <w:cs/>
              </w:rPr>
              <w:t>สำหรับงวด</w:t>
            </w:r>
            <w:r w:rsidRPr="007545BC">
              <w:rPr>
                <w:rFonts w:ascii="Browallia New" w:hAnsi="Browallia New" w:cs="Browallia New" w:hint="cs"/>
                <w:sz w:val="20"/>
                <w:szCs w:val="20"/>
                <w:cs/>
              </w:rPr>
              <w:t>เก้า</w:t>
            </w:r>
            <w:r w:rsidRPr="007545BC">
              <w:rPr>
                <w:rFonts w:ascii="Browallia New" w:hAnsi="Browallia New" w:cs="Browallia New"/>
                <w:sz w:val="20"/>
                <w:szCs w:val="20"/>
                <w:cs/>
              </w:rPr>
              <w:t>เดือนสิ้นสุดวันที่</w:t>
            </w:r>
            <w:r w:rsidRPr="007545BC">
              <w:rPr>
                <w:rFonts w:ascii="Browallia New" w:hAnsi="Browallia New" w:cs="Browallia New"/>
                <w:sz w:val="20"/>
                <w:szCs w:val="20"/>
              </w:rPr>
              <w:t xml:space="preserve"> 30</w:t>
            </w:r>
            <w:r w:rsidRPr="007545BC">
              <w:rPr>
                <w:rFonts w:ascii="Browallia New" w:hAnsi="Browallia New" w:cs="Browallia New" w:hint="cs"/>
                <w:sz w:val="20"/>
                <w:szCs w:val="20"/>
                <w:cs/>
              </w:rPr>
              <w:t xml:space="preserve"> </w:t>
            </w:r>
            <w:r w:rsidRPr="007545BC">
              <w:rPr>
                <w:rFonts w:ascii="Browallia New" w:hAnsi="Browallia New" w:cs="Browallia New"/>
                <w:sz w:val="20"/>
                <w:szCs w:val="20"/>
                <w:cs/>
              </w:rPr>
              <w:t>กันยายน</w:t>
            </w:r>
          </w:p>
        </w:tc>
      </w:tr>
      <w:tr w:rsidR="001B6765" w:rsidRPr="006E22C9" w14:paraId="4B2F6816" w14:textId="77777777" w:rsidTr="008755B6">
        <w:trPr>
          <w:trHeight w:val="20"/>
        </w:trPr>
        <w:tc>
          <w:tcPr>
            <w:tcW w:w="1543" w:type="dxa"/>
            <w:vAlign w:val="bottom"/>
          </w:tcPr>
          <w:p w14:paraId="783832D0"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1F024BF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62882D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4FAC8DF2" w14:textId="77777777" w:rsidTr="008755B6">
        <w:trPr>
          <w:trHeight w:val="20"/>
        </w:trPr>
        <w:tc>
          <w:tcPr>
            <w:tcW w:w="1543" w:type="dxa"/>
            <w:vAlign w:val="bottom"/>
          </w:tcPr>
          <w:p w14:paraId="74B8FDD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7EFFA5F"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4C650EB7"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5BF2543A"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7A96156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6AC0E710"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56D436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BBEAFA9"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D65D4E9"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76A5EBC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5652F1F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719148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2836492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45A2290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790CB7A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77EF4248"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30CECDA7"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8B43F2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05E6CF6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02B0346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3CD843C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7FB6C4D4" w14:textId="77777777" w:rsidTr="008755B6">
        <w:trPr>
          <w:trHeight w:val="20"/>
        </w:trPr>
        <w:tc>
          <w:tcPr>
            <w:tcW w:w="1543" w:type="dxa"/>
            <w:vAlign w:val="bottom"/>
          </w:tcPr>
          <w:p w14:paraId="29CE624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D9DA7DE"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543DDA9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63F6F4A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141537F7"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0D10AB2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53833915"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6C31B7C3"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4A63AB93"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6CBA0A6E"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382F0A9C"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C62BE4" w:rsidRPr="006E22C9" w14:paraId="0C7257C2" w14:textId="77777777" w:rsidTr="005A44C0">
        <w:trPr>
          <w:trHeight w:val="20"/>
        </w:trPr>
        <w:tc>
          <w:tcPr>
            <w:tcW w:w="1543" w:type="dxa"/>
          </w:tcPr>
          <w:p w14:paraId="21AA0821" w14:textId="77777777" w:rsidR="00C62BE4" w:rsidRPr="006E22C9" w:rsidRDefault="00C62BE4" w:rsidP="00C62BE4">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1306B16F" w14:textId="460ABEFC"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3,093,007</w:t>
            </w:r>
          </w:p>
        </w:tc>
        <w:tc>
          <w:tcPr>
            <w:tcW w:w="806" w:type="dxa"/>
          </w:tcPr>
          <w:p w14:paraId="02D1A1D4" w14:textId="254DABDB"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696" w:type="dxa"/>
          </w:tcPr>
          <w:p w14:paraId="3F3A05D3" w14:textId="2FC6B006"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55,033</w:t>
            </w:r>
          </w:p>
        </w:tc>
        <w:tc>
          <w:tcPr>
            <w:tcW w:w="675" w:type="dxa"/>
          </w:tcPr>
          <w:p w14:paraId="2FFE5842" w14:textId="745BAA3F" w:rsidR="00C62BE4" w:rsidRPr="00BB65E2" w:rsidRDefault="00C62BE4" w:rsidP="00C62BE4">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tcPr>
          <w:p w14:paraId="4B8C95F8" w14:textId="7B9F2B71" w:rsidR="00C62BE4" w:rsidRPr="00BB65E2" w:rsidRDefault="00C62BE4" w:rsidP="00C62BE4">
            <w:pPr>
              <w:tabs>
                <w:tab w:val="left" w:pos="540"/>
              </w:tabs>
              <w:ind w:right="-33"/>
              <w:jc w:val="right"/>
              <w:rPr>
                <w:rFonts w:ascii="Browallia New" w:hAnsi="Browallia New" w:cs="Browallia New"/>
                <w:sz w:val="20"/>
                <w:szCs w:val="20"/>
              </w:rPr>
            </w:pPr>
            <w:r>
              <w:rPr>
                <w:rFonts w:ascii="Browallia New" w:hAnsi="Browallia New" w:cs="Browallia New"/>
                <w:sz w:val="20"/>
                <w:szCs w:val="20"/>
              </w:rPr>
              <w:t>3,385,256</w:t>
            </w:r>
          </w:p>
        </w:tc>
        <w:tc>
          <w:tcPr>
            <w:tcW w:w="856" w:type="dxa"/>
            <w:vAlign w:val="bottom"/>
          </w:tcPr>
          <w:p w14:paraId="6B623B8F" w14:textId="0A84C3E0"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3,243,609</w:t>
            </w:r>
          </w:p>
        </w:tc>
        <w:tc>
          <w:tcPr>
            <w:tcW w:w="799" w:type="dxa"/>
            <w:vAlign w:val="bottom"/>
          </w:tcPr>
          <w:p w14:paraId="3293CF71" w14:textId="225B0FDD"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3" w:type="dxa"/>
            <w:vAlign w:val="bottom"/>
          </w:tcPr>
          <w:p w14:paraId="6B89EA81" w14:textId="1A7C6090"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51,012</w:t>
            </w:r>
          </w:p>
        </w:tc>
        <w:tc>
          <w:tcPr>
            <w:tcW w:w="682" w:type="dxa"/>
            <w:vAlign w:val="bottom"/>
          </w:tcPr>
          <w:p w14:paraId="24F64981" w14:textId="30912E88" w:rsidR="00C62BE4" w:rsidRPr="002C4FA7" w:rsidRDefault="00C62BE4" w:rsidP="00C62BE4">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817" w:type="dxa"/>
            <w:vAlign w:val="bottom"/>
          </w:tcPr>
          <w:p w14:paraId="176EB069" w14:textId="4CB2F66A" w:rsidR="00C62BE4" w:rsidRPr="002C4FA7" w:rsidRDefault="00C62BE4" w:rsidP="00C62BE4">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3,546,550</w:t>
            </w:r>
          </w:p>
        </w:tc>
      </w:tr>
      <w:tr w:rsidR="00C62BE4" w:rsidRPr="00424CC3" w14:paraId="36A7D24C" w14:textId="77777777" w:rsidTr="005A44C0">
        <w:trPr>
          <w:trHeight w:val="20"/>
        </w:trPr>
        <w:tc>
          <w:tcPr>
            <w:tcW w:w="1543" w:type="dxa"/>
          </w:tcPr>
          <w:p w14:paraId="199D5604" w14:textId="77777777" w:rsidR="00C62BE4" w:rsidRPr="00424CC3" w:rsidRDefault="00C62BE4" w:rsidP="00C62BE4">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43F99532" w14:textId="2452984C"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741,626</w:t>
            </w:r>
          </w:p>
        </w:tc>
        <w:tc>
          <w:tcPr>
            <w:tcW w:w="806" w:type="dxa"/>
          </w:tcPr>
          <w:p w14:paraId="58DD6C6A" w14:textId="0FA95409"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sidRPr="00B84ED8">
              <w:rPr>
                <w:rFonts w:ascii="Browallia New" w:hAnsi="Browallia New" w:cs="Browallia New"/>
                <w:sz w:val="20"/>
                <w:szCs w:val="20"/>
                <w:cs/>
              </w:rPr>
              <w:t>-</w:t>
            </w:r>
          </w:p>
        </w:tc>
        <w:tc>
          <w:tcPr>
            <w:tcW w:w="696" w:type="dxa"/>
            <w:shd w:val="clear" w:color="auto" w:fill="auto"/>
          </w:tcPr>
          <w:p w14:paraId="419502C3" w14:textId="6E098820"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w:t>
            </w:r>
          </w:p>
        </w:tc>
        <w:tc>
          <w:tcPr>
            <w:tcW w:w="675" w:type="dxa"/>
            <w:shd w:val="clear" w:color="auto" w:fill="auto"/>
          </w:tcPr>
          <w:p w14:paraId="0C97CE08" w14:textId="7EB82FED"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(807)</w:t>
            </w:r>
          </w:p>
        </w:tc>
        <w:tc>
          <w:tcPr>
            <w:tcW w:w="798" w:type="dxa"/>
            <w:shd w:val="clear" w:color="auto" w:fill="auto"/>
          </w:tcPr>
          <w:p w14:paraId="36C7BE8E" w14:textId="7B13A47C" w:rsidR="00C62BE4" w:rsidRPr="00BB65E2"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741,040</w:t>
            </w:r>
          </w:p>
        </w:tc>
        <w:tc>
          <w:tcPr>
            <w:tcW w:w="856" w:type="dxa"/>
            <w:vAlign w:val="bottom"/>
          </w:tcPr>
          <w:p w14:paraId="27E62986" w14:textId="08A426A4"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631,288</w:t>
            </w:r>
          </w:p>
        </w:tc>
        <w:tc>
          <w:tcPr>
            <w:tcW w:w="799" w:type="dxa"/>
            <w:vAlign w:val="bottom"/>
          </w:tcPr>
          <w:p w14:paraId="43D3CEA6" w14:textId="1C6B04CC"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p>
        </w:tc>
        <w:tc>
          <w:tcPr>
            <w:tcW w:w="693" w:type="dxa"/>
            <w:vAlign w:val="bottom"/>
          </w:tcPr>
          <w:p w14:paraId="2FAB8F65" w14:textId="50A3C7D2" w:rsidR="00C62BE4" w:rsidRPr="00424CC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566</w:t>
            </w:r>
          </w:p>
        </w:tc>
        <w:tc>
          <w:tcPr>
            <w:tcW w:w="682" w:type="dxa"/>
            <w:vAlign w:val="bottom"/>
          </w:tcPr>
          <w:p w14:paraId="63A8EE68" w14:textId="3635A898" w:rsidR="00C62BE4" w:rsidRPr="00424CC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(308)</w:t>
            </w:r>
          </w:p>
        </w:tc>
        <w:tc>
          <w:tcPr>
            <w:tcW w:w="817" w:type="dxa"/>
            <w:vAlign w:val="bottom"/>
          </w:tcPr>
          <w:p w14:paraId="62CEE804" w14:textId="439198E0" w:rsidR="00C62BE4" w:rsidRPr="00424CC3"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631,546</w:t>
            </w:r>
          </w:p>
        </w:tc>
      </w:tr>
      <w:tr w:rsidR="00C62BE4" w:rsidRPr="006E22C9" w14:paraId="0D32085F" w14:textId="77777777" w:rsidTr="005A44C0">
        <w:trPr>
          <w:trHeight w:val="20"/>
        </w:trPr>
        <w:tc>
          <w:tcPr>
            <w:tcW w:w="1543" w:type="dxa"/>
          </w:tcPr>
          <w:p w14:paraId="5F3B7637" w14:textId="77777777" w:rsidR="00C62BE4" w:rsidRPr="00424CC3" w:rsidRDefault="00C62BE4" w:rsidP="00C62BE4">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0732F633" w14:textId="3B9A1FF5"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3,834,633</w:t>
            </w:r>
          </w:p>
        </w:tc>
        <w:tc>
          <w:tcPr>
            <w:tcW w:w="806" w:type="dxa"/>
          </w:tcPr>
          <w:p w14:paraId="491BAA50" w14:textId="22C8DE09"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696" w:type="dxa"/>
            <w:shd w:val="clear" w:color="auto" w:fill="auto"/>
          </w:tcPr>
          <w:p w14:paraId="4561AA36" w14:textId="0EFAC58E"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55,254</w:t>
            </w:r>
          </w:p>
        </w:tc>
        <w:tc>
          <w:tcPr>
            <w:tcW w:w="675" w:type="dxa"/>
            <w:shd w:val="clear" w:color="auto" w:fill="auto"/>
          </w:tcPr>
          <w:p w14:paraId="4ECBA9B7" w14:textId="45799A99"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(807)</w:t>
            </w:r>
          </w:p>
        </w:tc>
        <w:tc>
          <w:tcPr>
            <w:tcW w:w="798" w:type="dxa"/>
            <w:shd w:val="clear" w:color="auto" w:fill="auto"/>
          </w:tcPr>
          <w:p w14:paraId="763AB1FC" w14:textId="652CBA65" w:rsidR="00C62BE4" w:rsidRPr="00BB65E2" w:rsidRDefault="00C62BE4" w:rsidP="00C62BE4">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4,126,296</w:t>
            </w:r>
          </w:p>
        </w:tc>
        <w:tc>
          <w:tcPr>
            <w:tcW w:w="856" w:type="dxa"/>
            <w:vAlign w:val="bottom"/>
          </w:tcPr>
          <w:p w14:paraId="44CB0EF3" w14:textId="43A2920E"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3,874,897</w:t>
            </w:r>
          </w:p>
        </w:tc>
        <w:tc>
          <w:tcPr>
            <w:tcW w:w="799" w:type="dxa"/>
            <w:vAlign w:val="bottom"/>
          </w:tcPr>
          <w:p w14:paraId="3D096A9A" w14:textId="52BBE739" w:rsidR="00C62BE4" w:rsidRPr="00424CC3" w:rsidRDefault="004A22ED"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sidRPr="004A22ED">
              <w:rPr>
                <w:rFonts w:ascii="Browallia New" w:hAnsi="Browallia New" w:cs="Browallia New" w:hint="cs"/>
                <w:sz w:val="20"/>
                <w:szCs w:val="20"/>
              </w:rPr>
              <w:t>251</w:t>
            </w:r>
            <w:r w:rsidR="00C62BE4">
              <w:rPr>
                <w:rFonts w:ascii="Browallia New" w:hAnsi="Browallia New" w:cs="Browallia New"/>
                <w:sz w:val="20"/>
                <w:szCs w:val="20"/>
              </w:rPr>
              <w:t>,929</w:t>
            </w:r>
          </w:p>
        </w:tc>
        <w:tc>
          <w:tcPr>
            <w:tcW w:w="693" w:type="dxa"/>
            <w:vAlign w:val="bottom"/>
          </w:tcPr>
          <w:p w14:paraId="2D4B661F" w14:textId="37129519"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682" w:type="dxa"/>
            <w:vAlign w:val="bottom"/>
          </w:tcPr>
          <w:p w14:paraId="40997460" w14:textId="5EEEA53D"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(308)</w:t>
            </w:r>
          </w:p>
        </w:tc>
        <w:tc>
          <w:tcPr>
            <w:tcW w:w="817" w:type="dxa"/>
            <w:vAlign w:val="bottom"/>
          </w:tcPr>
          <w:p w14:paraId="5A125ACB" w14:textId="0446081B" w:rsidR="00C62BE4" w:rsidRPr="002C4FA7" w:rsidRDefault="00C62BE4" w:rsidP="00C62BE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4,178,096</w:t>
            </w:r>
          </w:p>
        </w:tc>
      </w:tr>
    </w:tbl>
    <w:p w14:paraId="170A125E" w14:textId="77777777" w:rsidR="001B6765" w:rsidRDefault="001B6765">
      <w:pPr>
        <w:rPr>
          <w:rFonts w:ascii="Browallia New" w:hAnsi="Browallia New" w:cs="Browallia New"/>
          <w:b/>
          <w:bCs/>
          <w:sz w:val="20"/>
          <w:szCs w:val="20"/>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231A152E" w14:textId="77777777" w:rsidTr="008755B6">
        <w:trPr>
          <w:trHeight w:val="20"/>
        </w:trPr>
        <w:tc>
          <w:tcPr>
            <w:tcW w:w="1543" w:type="dxa"/>
            <w:vAlign w:val="bottom"/>
          </w:tcPr>
          <w:p w14:paraId="3BC7809F"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F9E331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27345341" w14:textId="77777777" w:rsidTr="008755B6">
        <w:trPr>
          <w:trHeight w:val="20"/>
        </w:trPr>
        <w:tc>
          <w:tcPr>
            <w:tcW w:w="1543" w:type="dxa"/>
            <w:vAlign w:val="bottom"/>
          </w:tcPr>
          <w:p w14:paraId="3AAB3EE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6982E48" w14:textId="258FBB23"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w:t>
            </w:r>
            <w:r w:rsidRPr="00DC5612">
              <w:rPr>
                <w:rFonts w:ascii="Browallia New" w:hAnsi="Browallia New" w:cs="Browallia New" w:hint="cs"/>
                <w:sz w:val="20"/>
                <w:szCs w:val="20"/>
                <w:cs/>
                <w:lang w:val="en-GB"/>
              </w:rPr>
              <w:t>เฉพาะของบริษัท</w:t>
            </w:r>
          </w:p>
        </w:tc>
      </w:tr>
      <w:tr w:rsidR="001B6765" w:rsidRPr="006E22C9" w14:paraId="78DB0354" w14:textId="77777777" w:rsidTr="008755B6">
        <w:trPr>
          <w:trHeight w:val="20"/>
        </w:trPr>
        <w:tc>
          <w:tcPr>
            <w:tcW w:w="1543" w:type="dxa"/>
            <w:vAlign w:val="bottom"/>
          </w:tcPr>
          <w:p w14:paraId="1D6AA8F3"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FE03EEE" w14:textId="61517293" w:rsidR="001B6765" w:rsidRPr="006E22C9" w:rsidRDefault="005A27D9"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5A27D9">
              <w:rPr>
                <w:rFonts w:ascii="Browallia New" w:hAnsi="Browallia New" w:cs="Browallia New"/>
                <w:sz w:val="20"/>
                <w:szCs w:val="20"/>
                <w:cs/>
              </w:rPr>
              <w:t>สำหรับงวด</w:t>
            </w:r>
            <w:r w:rsidRPr="005A27D9">
              <w:rPr>
                <w:rFonts w:ascii="Browallia New" w:hAnsi="Browallia New" w:cs="Browallia New" w:hint="cs"/>
                <w:sz w:val="20"/>
                <w:szCs w:val="20"/>
                <w:cs/>
              </w:rPr>
              <w:t>เก้า</w:t>
            </w:r>
            <w:r w:rsidRPr="005A27D9">
              <w:rPr>
                <w:rFonts w:ascii="Browallia New" w:hAnsi="Browallia New" w:cs="Browallia New"/>
                <w:sz w:val="20"/>
                <w:szCs w:val="20"/>
                <w:cs/>
              </w:rPr>
              <w:t>เดือนสิ้นสุดวันที่</w:t>
            </w:r>
            <w:r w:rsidRPr="005A27D9">
              <w:rPr>
                <w:rFonts w:ascii="Browallia New" w:hAnsi="Browallia New" w:cs="Browallia New"/>
                <w:sz w:val="20"/>
                <w:szCs w:val="20"/>
              </w:rPr>
              <w:t xml:space="preserve"> 30</w:t>
            </w:r>
            <w:r w:rsidRPr="005A27D9">
              <w:rPr>
                <w:rFonts w:ascii="Browallia New" w:hAnsi="Browallia New" w:cs="Browallia New" w:hint="cs"/>
                <w:sz w:val="20"/>
                <w:szCs w:val="20"/>
                <w:cs/>
              </w:rPr>
              <w:t xml:space="preserve"> </w:t>
            </w:r>
            <w:r w:rsidRPr="005A27D9">
              <w:rPr>
                <w:rFonts w:ascii="Browallia New" w:hAnsi="Browallia New" w:cs="Browallia New"/>
                <w:sz w:val="20"/>
                <w:szCs w:val="20"/>
                <w:cs/>
              </w:rPr>
              <w:t>กันยายน</w:t>
            </w:r>
          </w:p>
        </w:tc>
      </w:tr>
      <w:tr w:rsidR="001B6765" w:rsidRPr="006E22C9" w14:paraId="1A44DF23" w14:textId="77777777" w:rsidTr="008755B6">
        <w:trPr>
          <w:trHeight w:val="20"/>
        </w:trPr>
        <w:tc>
          <w:tcPr>
            <w:tcW w:w="1543" w:type="dxa"/>
            <w:vAlign w:val="bottom"/>
          </w:tcPr>
          <w:p w14:paraId="051BA9A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1149049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941541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777C912C" w14:textId="77777777" w:rsidTr="008755B6">
        <w:trPr>
          <w:trHeight w:val="20"/>
        </w:trPr>
        <w:tc>
          <w:tcPr>
            <w:tcW w:w="1543" w:type="dxa"/>
            <w:vAlign w:val="bottom"/>
          </w:tcPr>
          <w:p w14:paraId="5F310C31"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7ADA2C4"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B4A39C7"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49977BCE"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37578F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CAF2BA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72A397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9EAC8D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7F26E42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120C5B8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7F211BE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437FAB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6299B56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3DD17E2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28E22F9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848398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55D4A89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A53B46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83D3C5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4041D7A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38FA5AD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2EBD617E" w14:textId="77777777" w:rsidTr="008755B6">
        <w:trPr>
          <w:trHeight w:val="20"/>
        </w:trPr>
        <w:tc>
          <w:tcPr>
            <w:tcW w:w="1543" w:type="dxa"/>
            <w:vAlign w:val="bottom"/>
          </w:tcPr>
          <w:p w14:paraId="00DA2A5E"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4C98027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EA41A9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789C624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274093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891D2A7"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6D4B246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76C1B95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00F165E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47DE1FA9"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2F7175B5"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C62BE4" w:rsidRPr="006E22C9" w14:paraId="2225AC05" w14:textId="77777777" w:rsidTr="00FA59D0">
        <w:trPr>
          <w:trHeight w:val="20"/>
        </w:trPr>
        <w:tc>
          <w:tcPr>
            <w:tcW w:w="1543" w:type="dxa"/>
          </w:tcPr>
          <w:p w14:paraId="3251F637" w14:textId="77777777" w:rsidR="00C62BE4" w:rsidRPr="006E22C9" w:rsidRDefault="00C62BE4" w:rsidP="00C62BE4">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0D5F74D9" w14:textId="28DA1CC8"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3,093,007</w:t>
            </w:r>
          </w:p>
        </w:tc>
        <w:tc>
          <w:tcPr>
            <w:tcW w:w="806" w:type="dxa"/>
          </w:tcPr>
          <w:p w14:paraId="22126CA5" w14:textId="528EF188"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696" w:type="dxa"/>
          </w:tcPr>
          <w:p w14:paraId="37DEB82E" w14:textId="50D4D62E"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55,033</w:t>
            </w:r>
          </w:p>
        </w:tc>
        <w:tc>
          <w:tcPr>
            <w:tcW w:w="675" w:type="dxa"/>
          </w:tcPr>
          <w:p w14:paraId="764C8610" w14:textId="10299282" w:rsidR="00C62BE4" w:rsidRPr="00BB65E2" w:rsidRDefault="00C62BE4" w:rsidP="00C62BE4">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tcPr>
          <w:p w14:paraId="70C00D58" w14:textId="25E63901" w:rsidR="00C62BE4" w:rsidRPr="00BB65E2" w:rsidRDefault="00C62BE4" w:rsidP="00C62BE4">
            <w:pPr>
              <w:tabs>
                <w:tab w:val="left" w:pos="540"/>
              </w:tabs>
              <w:ind w:right="-33"/>
              <w:jc w:val="right"/>
              <w:rPr>
                <w:rFonts w:ascii="Browallia New" w:hAnsi="Browallia New" w:cs="Browallia New"/>
                <w:sz w:val="20"/>
                <w:szCs w:val="20"/>
              </w:rPr>
            </w:pPr>
            <w:r>
              <w:rPr>
                <w:rFonts w:ascii="Browallia New" w:hAnsi="Browallia New" w:cs="Browallia New"/>
                <w:sz w:val="20"/>
                <w:szCs w:val="20"/>
              </w:rPr>
              <w:t>3,385,256</w:t>
            </w:r>
          </w:p>
        </w:tc>
        <w:tc>
          <w:tcPr>
            <w:tcW w:w="856" w:type="dxa"/>
            <w:vAlign w:val="bottom"/>
          </w:tcPr>
          <w:p w14:paraId="12CCDACA" w14:textId="5265C062" w:rsidR="00C62BE4" w:rsidRPr="00BB65E2"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3,243,609</w:t>
            </w:r>
          </w:p>
        </w:tc>
        <w:tc>
          <w:tcPr>
            <w:tcW w:w="799" w:type="dxa"/>
            <w:vAlign w:val="bottom"/>
          </w:tcPr>
          <w:p w14:paraId="57F22790" w14:textId="24924A6B"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3" w:type="dxa"/>
            <w:vAlign w:val="bottom"/>
          </w:tcPr>
          <w:p w14:paraId="7FE49148" w14:textId="1B3DA40B" w:rsidR="00C62BE4" w:rsidRPr="002C4FA7"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51,012</w:t>
            </w:r>
          </w:p>
        </w:tc>
        <w:tc>
          <w:tcPr>
            <w:tcW w:w="682" w:type="dxa"/>
            <w:vAlign w:val="bottom"/>
          </w:tcPr>
          <w:p w14:paraId="7EA66C6A" w14:textId="26CB042D" w:rsidR="00C62BE4" w:rsidRPr="002C4FA7" w:rsidRDefault="00C62BE4" w:rsidP="00C62BE4">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519A290D" w14:textId="556C0571" w:rsidR="00C62BE4" w:rsidRPr="002C4FA7" w:rsidRDefault="00C62BE4" w:rsidP="00C62BE4">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3,546,550</w:t>
            </w:r>
          </w:p>
        </w:tc>
      </w:tr>
      <w:tr w:rsidR="00C62BE4" w:rsidRPr="00424CC3" w14:paraId="6295A6A8" w14:textId="77777777" w:rsidTr="00FA59D0">
        <w:trPr>
          <w:trHeight w:val="20"/>
        </w:trPr>
        <w:tc>
          <w:tcPr>
            <w:tcW w:w="1543" w:type="dxa"/>
          </w:tcPr>
          <w:p w14:paraId="1A44FC8F" w14:textId="77777777" w:rsidR="00C62BE4" w:rsidRPr="00424CC3" w:rsidRDefault="00C62BE4" w:rsidP="00C62BE4">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6399AB07" w14:textId="0C25A28C"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686,782</w:t>
            </w:r>
          </w:p>
        </w:tc>
        <w:tc>
          <w:tcPr>
            <w:tcW w:w="806" w:type="dxa"/>
          </w:tcPr>
          <w:p w14:paraId="19430469" w14:textId="1AD99DC4"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sidRPr="00B84ED8">
              <w:rPr>
                <w:rFonts w:ascii="Browallia New" w:hAnsi="Browallia New" w:cs="Browallia New"/>
                <w:sz w:val="20"/>
                <w:szCs w:val="20"/>
                <w:cs/>
              </w:rPr>
              <w:t>-</w:t>
            </w:r>
          </w:p>
        </w:tc>
        <w:tc>
          <w:tcPr>
            <w:tcW w:w="696" w:type="dxa"/>
            <w:shd w:val="clear" w:color="auto" w:fill="auto"/>
          </w:tcPr>
          <w:p w14:paraId="3B0CF3F5" w14:textId="298637EE"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221</w:t>
            </w:r>
          </w:p>
        </w:tc>
        <w:tc>
          <w:tcPr>
            <w:tcW w:w="675" w:type="dxa"/>
            <w:shd w:val="clear" w:color="auto" w:fill="auto"/>
          </w:tcPr>
          <w:p w14:paraId="7AF7C03D" w14:textId="1D1C6321" w:rsidR="00C62BE4" w:rsidRPr="00BB65E2"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shd w:val="clear" w:color="auto" w:fill="auto"/>
          </w:tcPr>
          <w:p w14:paraId="0D96D3E2" w14:textId="6513AF45" w:rsidR="00C62BE4" w:rsidRPr="00BB65E2"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687,003</w:t>
            </w:r>
          </w:p>
        </w:tc>
        <w:tc>
          <w:tcPr>
            <w:tcW w:w="856" w:type="dxa"/>
            <w:vAlign w:val="bottom"/>
          </w:tcPr>
          <w:p w14:paraId="6E4B31FB" w14:textId="2C19AAC0" w:rsidR="00C62BE4" w:rsidRPr="00BB65E2"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564,312</w:t>
            </w:r>
          </w:p>
        </w:tc>
        <w:tc>
          <w:tcPr>
            <w:tcW w:w="799" w:type="dxa"/>
            <w:vAlign w:val="bottom"/>
          </w:tcPr>
          <w:p w14:paraId="55C962D1" w14:textId="6FB85466"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93" w:type="dxa"/>
            <w:vAlign w:val="bottom"/>
          </w:tcPr>
          <w:p w14:paraId="29E0D6DA" w14:textId="0D8AC64B" w:rsidR="00C62BE4" w:rsidRPr="00424CC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566</w:t>
            </w:r>
          </w:p>
        </w:tc>
        <w:tc>
          <w:tcPr>
            <w:tcW w:w="682" w:type="dxa"/>
            <w:vAlign w:val="bottom"/>
          </w:tcPr>
          <w:p w14:paraId="319F2464" w14:textId="1FE5DAD4" w:rsidR="00C62BE4" w:rsidRPr="00424CC3"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4143D6D6" w14:textId="5008B79A" w:rsidR="00C62BE4" w:rsidRPr="00424CC3"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564,878</w:t>
            </w:r>
          </w:p>
        </w:tc>
      </w:tr>
      <w:tr w:rsidR="00C62BE4" w:rsidRPr="006E22C9" w14:paraId="606BE62A" w14:textId="77777777" w:rsidTr="00FA59D0">
        <w:trPr>
          <w:trHeight w:val="20"/>
        </w:trPr>
        <w:tc>
          <w:tcPr>
            <w:tcW w:w="1543" w:type="dxa"/>
          </w:tcPr>
          <w:p w14:paraId="22276FD9" w14:textId="77777777" w:rsidR="00C62BE4" w:rsidRPr="00424CC3" w:rsidRDefault="00C62BE4" w:rsidP="00C62BE4">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5DFA9220" w14:textId="3F37D271"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3,779,789</w:t>
            </w:r>
          </w:p>
        </w:tc>
        <w:tc>
          <w:tcPr>
            <w:tcW w:w="806" w:type="dxa"/>
          </w:tcPr>
          <w:p w14:paraId="70C4BB9A" w14:textId="5B9113DD"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696" w:type="dxa"/>
            <w:shd w:val="clear" w:color="auto" w:fill="auto"/>
          </w:tcPr>
          <w:p w14:paraId="465DE4F4" w14:textId="67B3E4D1"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55,254</w:t>
            </w:r>
          </w:p>
        </w:tc>
        <w:tc>
          <w:tcPr>
            <w:tcW w:w="675" w:type="dxa"/>
            <w:shd w:val="clear" w:color="auto" w:fill="auto"/>
          </w:tcPr>
          <w:p w14:paraId="1B252E99" w14:textId="7B5E1677" w:rsidR="00C62BE4" w:rsidRPr="00BB65E2" w:rsidRDefault="00C62BE4" w:rsidP="00C62BE4">
            <w:pPr>
              <w:pBdr>
                <w:bottom w:val="single" w:sz="12"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cs/>
              </w:rPr>
              <w:t>-</w:t>
            </w:r>
          </w:p>
        </w:tc>
        <w:tc>
          <w:tcPr>
            <w:tcW w:w="798" w:type="dxa"/>
            <w:shd w:val="clear" w:color="auto" w:fill="auto"/>
          </w:tcPr>
          <w:p w14:paraId="7C7961C5" w14:textId="6390CCB0" w:rsidR="00C62BE4" w:rsidRPr="00BB65E2" w:rsidRDefault="00C62BE4" w:rsidP="00C62BE4">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4,072,259</w:t>
            </w:r>
          </w:p>
        </w:tc>
        <w:tc>
          <w:tcPr>
            <w:tcW w:w="856" w:type="dxa"/>
            <w:vAlign w:val="bottom"/>
          </w:tcPr>
          <w:p w14:paraId="57A8B9A0" w14:textId="79787ECF" w:rsidR="00C62BE4" w:rsidRPr="00BB65E2"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3,807,921</w:t>
            </w:r>
          </w:p>
        </w:tc>
        <w:tc>
          <w:tcPr>
            <w:tcW w:w="799" w:type="dxa"/>
            <w:vAlign w:val="bottom"/>
          </w:tcPr>
          <w:p w14:paraId="7EE62116" w14:textId="1EA5D2AC"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693" w:type="dxa"/>
            <w:vAlign w:val="bottom"/>
          </w:tcPr>
          <w:p w14:paraId="5D9053C2" w14:textId="5A8FD38B" w:rsidR="00C62BE4" w:rsidRPr="00424CC3" w:rsidRDefault="00C62BE4" w:rsidP="00C62BE4">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682" w:type="dxa"/>
            <w:vAlign w:val="bottom"/>
          </w:tcPr>
          <w:p w14:paraId="04EA229B" w14:textId="5AB36B23" w:rsidR="00C62BE4" w:rsidRPr="00424CC3" w:rsidRDefault="00C62BE4" w:rsidP="00C62BE4">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253E41B8" w14:textId="30221048" w:rsidR="00C62BE4" w:rsidRPr="002C4FA7" w:rsidRDefault="00C62BE4" w:rsidP="00C62BE4">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4,111,428</w:t>
            </w:r>
          </w:p>
        </w:tc>
      </w:tr>
    </w:tbl>
    <w:p w14:paraId="43B95825" w14:textId="7398FFE8" w:rsidR="00E54811" w:rsidRDefault="00E54811">
      <w:pPr>
        <w:rPr>
          <w:rFonts w:ascii="Browallia New" w:hAnsi="Browallia New" w:cs="Browallia New"/>
          <w:b/>
          <w:bCs/>
          <w:cs/>
        </w:rPr>
      </w:pPr>
    </w:p>
    <w:p w14:paraId="40388A60" w14:textId="57D28EB3" w:rsidR="00AC0F99" w:rsidRPr="009064C0" w:rsidRDefault="00AC0F99" w:rsidP="00AC0F99">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t>การนำเสนอข้อมูลทางการเงินจำแนกตามส่วนงาน</w:t>
      </w:r>
    </w:p>
    <w:p w14:paraId="29767378" w14:textId="77777777" w:rsidR="00AC0F99" w:rsidRPr="0085607E"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08BD5B65" w:rsidR="00157756" w:rsidRDefault="003654D7" w:rsidP="00626867">
      <w:pPr>
        <w:tabs>
          <w:tab w:val="left" w:pos="794"/>
          <w:tab w:val="left" w:pos="1361"/>
          <w:tab w:val="left" w:pos="1928"/>
        </w:tabs>
        <w:ind w:left="378" w:right="-32"/>
        <w:jc w:val="thaiDistribute"/>
        <w:rPr>
          <w:rFonts w:ascii="Browallia New" w:hAnsi="Browallia New" w:cs="Browallia New"/>
        </w:rPr>
      </w:pPr>
      <w:r>
        <w:rPr>
          <w:rFonts w:ascii="Browallia New" w:hAnsi="Browallia New" w:cs="Browallia New" w:hint="cs"/>
          <w:cs/>
        </w:rPr>
        <w:t>กลุ่ม</w:t>
      </w:r>
      <w:r w:rsidR="00E30265" w:rsidRPr="00E956BC">
        <w:rPr>
          <w:rFonts w:ascii="Browallia New" w:hAnsi="Browallia New" w:cs="Browallia New" w:hint="cs"/>
          <w:cs/>
        </w:rPr>
        <w:t>บริษัทดำเนินกิจการในการผลิตชิ้นส่วนที่ทำจากเหล็ก และให้บริการเกี่ยวกับธุรกิจเหล็ก รายละเอียดข้อมูลรายได้ที่สำคัญ</w:t>
      </w:r>
      <w:r w:rsidR="00C60A65" w:rsidRPr="00C60A65">
        <w:rPr>
          <w:rFonts w:ascii="Browallia New" w:hAnsi="Browallia New" w:cs="Browallia New" w:hint="cs"/>
          <w:cs/>
        </w:rPr>
        <w:t xml:space="preserve">สำหรับงวดสามเดือนและเก้าเดือนสิ้นสุดวันที่ </w:t>
      </w:r>
      <w:r w:rsidR="00C60A65" w:rsidRPr="00C60A65">
        <w:rPr>
          <w:rFonts w:ascii="Browallia New" w:hAnsi="Browallia New" w:cs="Browallia New"/>
        </w:rPr>
        <w:t>30</w:t>
      </w:r>
      <w:r w:rsidR="00C60A65" w:rsidRPr="00C60A65">
        <w:rPr>
          <w:rFonts w:ascii="Browallia New" w:hAnsi="Browallia New" w:cs="Browallia New" w:hint="cs"/>
          <w:cs/>
        </w:rPr>
        <w:t xml:space="preserve"> </w:t>
      </w:r>
      <w:r w:rsidR="00C60A65" w:rsidRPr="00C60A65">
        <w:rPr>
          <w:rFonts w:ascii="Browallia New" w:hAnsi="Browallia New" w:cs="Browallia New"/>
          <w:cs/>
        </w:rPr>
        <w:t xml:space="preserve">กันยายน </w:t>
      </w:r>
      <w:r w:rsidR="007C5B0E" w:rsidRPr="005C4084">
        <w:rPr>
          <w:rFonts w:ascii="Browallia New" w:hAnsi="Browallia New" w:cs="Browallia New"/>
          <w:spacing w:val="-4"/>
        </w:rPr>
        <w:t>2566</w:t>
      </w:r>
      <w:r w:rsidR="00E30265" w:rsidRPr="00E956BC">
        <w:rPr>
          <w:rFonts w:ascii="Browallia New" w:hAnsi="Browallia New" w:cs="Browallia New"/>
        </w:rPr>
        <w:t xml:space="preserve"> </w:t>
      </w:r>
      <w:r w:rsidR="00E30265" w:rsidRPr="00E956BC">
        <w:rPr>
          <w:rFonts w:ascii="Browallia New" w:hAnsi="Browallia New" w:cs="Browallia New" w:hint="cs"/>
          <w:cs/>
        </w:rPr>
        <w:t xml:space="preserve">และ </w:t>
      </w:r>
      <w:r w:rsidR="00E30265" w:rsidRPr="00E956BC">
        <w:rPr>
          <w:rFonts w:ascii="Browallia New" w:hAnsi="Browallia New" w:cs="Browallia New"/>
        </w:rPr>
        <w:t>256</w:t>
      </w:r>
      <w:r w:rsidR="007C5B0E">
        <w:rPr>
          <w:rFonts w:ascii="Browallia New" w:hAnsi="Browallia New" w:cs="Browallia New"/>
        </w:rPr>
        <w:t>5</w:t>
      </w:r>
      <w:r w:rsidR="00E30265" w:rsidRPr="00E956BC">
        <w:rPr>
          <w:rFonts w:ascii="Browallia New" w:hAnsi="Browallia New" w:cs="Browallia New"/>
        </w:rPr>
        <w:t xml:space="preserve"> </w:t>
      </w:r>
      <w:r w:rsidR="00E30265" w:rsidRPr="00E956BC">
        <w:rPr>
          <w:rFonts w:ascii="Browallia New" w:hAnsi="Browallia New" w:cs="Browallia New" w:hint="cs"/>
          <w:cs/>
        </w:rPr>
        <w:t>มีดังนี้</w:t>
      </w:r>
    </w:p>
    <w:p w14:paraId="2FCD39ED" w14:textId="0551E941" w:rsidR="00157756" w:rsidRDefault="00157756">
      <w:pPr>
        <w:rPr>
          <w:rFonts w:ascii="Browallia New" w:hAnsi="Browallia New" w:cs="Browallia New"/>
          <w:cs/>
        </w:rPr>
      </w:pPr>
    </w:p>
    <w:tbl>
      <w:tblPr>
        <w:tblW w:w="9629" w:type="dxa"/>
        <w:tblInd w:w="-63" w:type="dxa"/>
        <w:tblLayout w:type="fixed"/>
        <w:tblLook w:val="01E0" w:firstRow="1" w:lastRow="1" w:firstColumn="1" w:lastColumn="1" w:noHBand="0" w:noVBand="0"/>
      </w:tblPr>
      <w:tblGrid>
        <w:gridCol w:w="1657"/>
        <w:gridCol w:w="884"/>
        <w:gridCol w:w="779"/>
        <w:gridCol w:w="703"/>
        <w:gridCol w:w="695"/>
        <w:gridCol w:w="884"/>
        <w:gridCol w:w="884"/>
        <w:gridCol w:w="786"/>
        <w:gridCol w:w="703"/>
        <w:gridCol w:w="767"/>
        <w:gridCol w:w="887"/>
      </w:tblGrid>
      <w:tr w:rsidR="00A625DB" w:rsidRPr="005C2BD1" w14:paraId="3F6D620B" w14:textId="77777777" w:rsidTr="00B95242">
        <w:trPr>
          <w:trHeight w:val="20"/>
        </w:trPr>
        <w:tc>
          <w:tcPr>
            <w:tcW w:w="1657" w:type="dxa"/>
            <w:vAlign w:val="bottom"/>
          </w:tcPr>
          <w:p w14:paraId="128FEB0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3638E31B" w14:textId="77777777" w:rsidR="00A625DB" w:rsidRPr="005C2BD1" w:rsidRDefault="00A625DB" w:rsidP="00384AC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A625DB" w:rsidRPr="005C2BD1" w14:paraId="15FA4972" w14:textId="77777777" w:rsidTr="00B95242">
        <w:trPr>
          <w:trHeight w:val="20"/>
        </w:trPr>
        <w:tc>
          <w:tcPr>
            <w:tcW w:w="1657" w:type="dxa"/>
            <w:vAlign w:val="bottom"/>
          </w:tcPr>
          <w:p w14:paraId="625714A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41C0A15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A625DB" w:rsidRPr="005C2BD1" w14:paraId="40DBFF94" w14:textId="77777777" w:rsidTr="00B95242">
        <w:trPr>
          <w:trHeight w:val="20"/>
        </w:trPr>
        <w:tc>
          <w:tcPr>
            <w:tcW w:w="1657" w:type="dxa"/>
            <w:vAlign w:val="bottom"/>
          </w:tcPr>
          <w:p w14:paraId="3DE04EC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613B73F2" w14:textId="2AAF4C9A" w:rsidR="00A625DB" w:rsidRPr="005C2BD1" w:rsidRDefault="00806332"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806332">
              <w:rPr>
                <w:rFonts w:ascii="Browallia New" w:hAnsi="Browallia New" w:cs="Browallia New"/>
                <w:sz w:val="20"/>
                <w:szCs w:val="20"/>
                <w:cs/>
              </w:rPr>
              <w:t>สำหรับงวดสามเดือนสิ้นสุดวันที่</w:t>
            </w:r>
            <w:r w:rsidRPr="00806332">
              <w:rPr>
                <w:rFonts w:ascii="Browallia New" w:hAnsi="Browallia New" w:cs="Browallia New"/>
                <w:sz w:val="20"/>
                <w:szCs w:val="20"/>
              </w:rPr>
              <w:t xml:space="preserve"> 30 </w:t>
            </w:r>
            <w:r w:rsidRPr="00806332">
              <w:rPr>
                <w:rFonts w:ascii="Browallia New" w:hAnsi="Browallia New" w:cs="Browallia New"/>
                <w:sz w:val="20"/>
                <w:szCs w:val="20"/>
                <w:cs/>
              </w:rPr>
              <w:t>กันยายน</w:t>
            </w:r>
          </w:p>
        </w:tc>
      </w:tr>
      <w:tr w:rsidR="00A625DB" w:rsidRPr="005C2BD1" w14:paraId="6270E55D" w14:textId="77777777" w:rsidTr="00B95242">
        <w:trPr>
          <w:trHeight w:val="20"/>
        </w:trPr>
        <w:tc>
          <w:tcPr>
            <w:tcW w:w="1657" w:type="dxa"/>
            <w:vAlign w:val="bottom"/>
          </w:tcPr>
          <w:p w14:paraId="52E8A37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3945" w:type="dxa"/>
            <w:gridSpan w:val="5"/>
            <w:vAlign w:val="bottom"/>
          </w:tcPr>
          <w:p w14:paraId="41D4BA44" w14:textId="1197A075"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6</w:t>
            </w:r>
          </w:p>
        </w:tc>
        <w:tc>
          <w:tcPr>
            <w:tcW w:w="4027" w:type="dxa"/>
            <w:gridSpan w:val="5"/>
            <w:vAlign w:val="bottom"/>
          </w:tcPr>
          <w:p w14:paraId="18FAA3F6" w14:textId="00F35DDB"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5</w:t>
            </w:r>
          </w:p>
        </w:tc>
      </w:tr>
      <w:tr w:rsidR="00A625DB" w:rsidRPr="005C2BD1" w14:paraId="14FFBC4B" w14:textId="77777777" w:rsidTr="00B95242">
        <w:trPr>
          <w:trHeight w:val="20"/>
        </w:trPr>
        <w:tc>
          <w:tcPr>
            <w:tcW w:w="1657" w:type="dxa"/>
            <w:vAlign w:val="bottom"/>
          </w:tcPr>
          <w:p w14:paraId="201C0830"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E72E663"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8FD52B5"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395AD594" w14:textId="77777777" w:rsidR="00A625DB"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6CC050D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3" w:type="dxa"/>
            <w:vAlign w:val="bottom"/>
          </w:tcPr>
          <w:p w14:paraId="28EA9CF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B94FE4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DECEE39"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57BCC2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5" w:type="dxa"/>
            <w:vAlign w:val="bottom"/>
          </w:tcPr>
          <w:p w14:paraId="2954175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A1115F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1C83792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7ACB5BE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66928AFB"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1EEAB10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C95237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707E7D9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FA5299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E39DCA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7" w:type="dxa"/>
            <w:vAlign w:val="bottom"/>
          </w:tcPr>
          <w:p w14:paraId="4CD3A99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6F1F0B4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A625DB" w:rsidRPr="00A625DB" w14:paraId="1EBCA0DA" w14:textId="77777777" w:rsidTr="00B95242">
        <w:trPr>
          <w:trHeight w:val="288"/>
        </w:trPr>
        <w:tc>
          <w:tcPr>
            <w:tcW w:w="1657" w:type="dxa"/>
            <w:vAlign w:val="bottom"/>
          </w:tcPr>
          <w:p w14:paraId="31E75081"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120834BD"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FDC024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164FA8BF"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695" w:type="dxa"/>
            <w:vAlign w:val="bottom"/>
          </w:tcPr>
          <w:p w14:paraId="09096A27"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93A079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52416F16"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86" w:type="dxa"/>
            <w:vAlign w:val="bottom"/>
          </w:tcPr>
          <w:p w14:paraId="334F9348"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03" w:type="dxa"/>
            <w:vAlign w:val="bottom"/>
          </w:tcPr>
          <w:p w14:paraId="0ED2076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67" w:type="dxa"/>
            <w:vAlign w:val="bottom"/>
          </w:tcPr>
          <w:p w14:paraId="2A72B085"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EA975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r>
      <w:tr w:rsidR="00785D1C" w:rsidRPr="005C2BD1" w14:paraId="001F752C" w14:textId="77777777" w:rsidTr="00B95242">
        <w:trPr>
          <w:trHeight w:val="20"/>
        </w:trPr>
        <w:tc>
          <w:tcPr>
            <w:tcW w:w="2541" w:type="dxa"/>
            <w:gridSpan w:val="2"/>
            <w:vAlign w:val="bottom"/>
          </w:tcPr>
          <w:p w14:paraId="1DDC43BD" w14:textId="76A8BDFC"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261F5917"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1BA9A05F"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557A2E42"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B4D7A55"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65AFF58" w14:textId="06BC33ED"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86" w:type="dxa"/>
            <w:vAlign w:val="bottom"/>
          </w:tcPr>
          <w:p w14:paraId="1C02C576" w14:textId="397C3AF8"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03" w:type="dxa"/>
            <w:vAlign w:val="bottom"/>
          </w:tcPr>
          <w:p w14:paraId="315E0853" w14:textId="5F7F80C7"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67" w:type="dxa"/>
            <w:vAlign w:val="bottom"/>
          </w:tcPr>
          <w:p w14:paraId="7F72246D" w14:textId="3012E247"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887" w:type="dxa"/>
            <w:vAlign w:val="bottom"/>
          </w:tcPr>
          <w:p w14:paraId="58EC665A" w14:textId="6E287D78"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r>
      <w:tr w:rsidR="00C62BE4" w:rsidRPr="005C2BD1" w14:paraId="7BEAB3C7" w14:textId="77777777" w:rsidTr="00B95242">
        <w:trPr>
          <w:trHeight w:val="20"/>
        </w:trPr>
        <w:tc>
          <w:tcPr>
            <w:tcW w:w="1657" w:type="dxa"/>
            <w:vAlign w:val="bottom"/>
          </w:tcPr>
          <w:p w14:paraId="51DED0BB" w14:textId="77777777" w:rsidR="00C62BE4" w:rsidRPr="002E71A8" w:rsidRDefault="00C62BE4" w:rsidP="00C62BE4">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tcPr>
          <w:p w14:paraId="6BFA752B" w14:textId="3A0068F8"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1,236,74</w:t>
            </w:r>
            <w:r w:rsidR="00805A5B">
              <w:rPr>
                <w:rFonts w:ascii="Browallia New" w:hAnsi="Browallia New" w:cs="Browallia New"/>
                <w:sz w:val="20"/>
                <w:szCs w:val="20"/>
              </w:rPr>
              <w:t>5</w:t>
            </w:r>
          </w:p>
        </w:tc>
        <w:tc>
          <w:tcPr>
            <w:tcW w:w="779" w:type="dxa"/>
          </w:tcPr>
          <w:p w14:paraId="026DD5AE" w14:textId="288D6A0C"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76,98</w:t>
            </w:r>
            <w:r w:rsidR="00C9726A">
              <w:rPr>
                <w:rFonts w:ascii="Browallia New" w:hAnsi="Browallia New" w:cs="Browallia New"/>
                <w:sz w:val="20"/>
                <w:szCs w:val="20"/>
              </w:rPr>
              <w:t>3</w:t>
            </w:r>
          </w:p>
        </w:tc>
        <w:tc>
          <w:tcPr>
            <w:tcW w:w="703" w:type="dxa"/>
          </w:tcPr>
          <w:p w14:paraId="4AAB2CC8" w14:textId="5AD66B66"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17,577</w:t>
            </w:r>
          </w:p>
        </w:tc>
        <w:tc>
          <w:tcPr>
            <w:tcW w:w="695" w:type="dxa"/>
          </w:tcPr>
          <w:p w14:paraId="23E1D3D2" w14:textId="6EE30FC1" w:rsidR="00C62BE4" w:rsidRPr="002E71A8" w:rsidRDefault="00C62BE4" w:rsidP="00C62BE4">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84" w:type="dxa"/>
          </w:tcPr>
          <w:p w14:paraId="2987DDA2" w14:textId="7F66A36C"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1,331,30</w:t>
            </w:r>
            <w:r w:rsidR="00805A5B">
              <w:rPr>
                <w:rFonts w:ascii="Browallia New" w:hAnsi="Browallia New" w:cs="Browallia New"/>
                <w:sz w:val="20"/>
                <w:szCs w:val="20"/>
              </w:rPr>
              <w:t>5</w:t>
            </w:r>
          </w:p>
        </w:tc>
        <w:tc>
          <w:tcPr>
            <w:tcW w:w="884" w:type="dxa"/>
            <w:vAlign w:val="bottom"/>
          </w:tcPr>
          <w:p w14:paraId="5C4E481F" w14:textId="4A268F25"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1,247,399</w:t>
            </w:r>
          </w:p>
        </w:tc>
        <w:tc>
          <w:tcPr>
            <w:tcW w:w="786" w:type="dxa"/>
            <w:vAlign w:val="bottom"/>
          </w:tcPr>
          <w:p w14:paraId="4231B6E9" w14:textId="444E659E"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703" w:type="dxa"/>
            <w:vAlign w:val="bottom"/>
          </w:tcPr>
          <w:p w14:paraId="0842E6D5" w14:textId="0E9D3CD0"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18,423</w:t>
            </w:r>
          </w:p>
        </w:tc>
        <w:tc>
          <w:tcPr>
            <w:tcW w:w="767" w:type="dxa"/>
            <w:vAlign w:val="bottom"/>
          </w:tcPr>
          <w:p w14:paraId="099E3939" w14:textId="4132A5F2" w:rsidR="00C62BE4" w:rsidRPr="00227CF5" w:rsidRDefault="00C62BE4" w:rsidP="00C62BE4">
            <w:pP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sz w:val="20"/>
                <w:szCs w:val="20"/>
                <w:cs/>
              </w:rPr>
              <w:t>-</w:t>
            </w:r>
          </w:p>
        </w:tc>
        <w:tc>
          <w:tcPr>
            <w:tcW w:w="887" w:type="dxa"/>
            <w:vAlign w:val="bottom"/>
          </w:tcPr>
          <w:p w14:paraId="1605E9E5" w14:textId="4F14F919" w:rsidR="00C62BE4" w:rsidRPr="00227CF5"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1,351,934</w:t>
            </w:r>
          </w:p>
        </w:tc>
      </w:tr>
      <w:tr w:rsidR="00C62BE4" w:rsidRPr="005C2BD1" w14:paraId="2AA30D27" w14:textId="77777777" w:rsidTr="00B95242">
        <w:trPr>
          <w:trHeight w:val="20"/>
        </w:trPr>
        <w:tc>
          <w:tcPr>
            <w:tcW w:w="1657" w:type="dxa"/>
            <w:vAlign w:val="bottom"/>
          </w:tcPr>
          <w:p w14:paraId="3B772F4A" w14:textId="26FA86FA" w:rsidR="00C62BE4" w:rsidRPr="002E71A8" w:rsidRDefault="00C62BE4" w:rsidP="00C62BE4">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hint="cs"/>
                <w:sz w:val="20"/>
                <w:szCs w:val="20"/>
                <w:cs/>
              </w:rPr>
              <w:t>เวียดนาม</w:t>
            </w:r>
          </w:p>
        </w:tc>
        <w:tc>
          <w:tcPr>
            <w:tcW w:w="884" w:type="dxa"/>
          </w:tcPr>
          <w:p w14:paraId="665E0119" w14:textId="441A8353" w:rsidR="00C62BE4" w:rsidRPr="00715DFE" w:rsidDel="00522D6E"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12,65</w:t>
            </w:r>
            <w:r w:rsidR="00805A5B">
              <w:rPr>
                <w:rFonts w:ascii="Browallia New" w:hAnsi="Browallia New" w:cs="Browallia New"/>
                <w:sz w:val="20"/>
                <w:szCs w:val="20"/>
              </w:rPr>
              <w:t>3</w:t>
            </w:r>
          </w:p>
        </w:tc>
        <w:tc>
          <w:tcPr>
            <w:tcW w:w="779" w:type="dxa"/>
          </w:tcPr>
          <w:p w14:paraId="3F5D0668" w14:textId="07FF0276" w:rsidR="00C62BE4" w:rsidRPr="00715DFE" w:rsidDel="00522D6E"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03" w:type="dxa"/>
          </w:tcPr>
          <w:p w14:paraId="6ECB93F4" w14:textId="191BEEF7" w:rsidR="00C62BE4" w:rsidRPr="00715DFE" w:rsidDel="00522D6E"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95" w:type="dxa"/>
          </w:tcPr>
          <w:p w14:paraId="12F7DF1F" w14:textId="60BF1C39" w:rsidR="00C62BE4" w:rsidRPr="00715DFE" w:rsidDel="00522D6E" w:rsidRDefault="00610121" w:rsidP="00610121">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C62BE4">
              <w:rPr>
                <w:rFonts w:ascii="Browallia New" w:hAnsi="Browallia New" w:cs="Browallia New"/>
                <w:sz w:val="20"/>
                <w:szCs w:val="20"/>
              </w:rPr>
              <w:t>-</w:t>
            </w:r>
          </w:p>
        </w:tc>
        <w:tc>
          <w:tcPr>
            <w:tcW w:w="884" w:type="dxa"/>
          </w:tcPr>
          <w:p w14:paraId="4A3755E5" w14:textId="3288007D" w:rsidR="00C62BE4" w:rsidRPr="00715DFE" w:rsidDel="00522D6E"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12,65</w:t>
            </w:r>
            <w:r w:rsidR="00805A5B">
              <w:rPr>
                <w:rFonts w:ascii="Browallia New" w:hAnsi="Browallia New" w:cs="Browallia New"/>
                <w:sz w:val="20"/>
                <w:szCs w:val="20"/>
              </w:rPr>
              <w:t>3</w:t>
            </w:r>
          </w:p>
        </w:tc>
        <w:tc>
          <w:tcPr>
            <w:tcW w:w="884" w:type="dxa"/>
            <w:vAlign w:val="bottom"/>
          </w:tcPr>
          <w:p w14:paraId="47E6FD6B" w14:textId="72A51928" w:rsidR="00C62BE4" w:rsidDel="002A04C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35,732</w:t>
            </w:r>
          </w:p>
        </w:tc>
        <w:tc>
          <w:tcPr>
            <w:tcW w:w="786" w:type="dxa"/>
            <w:vAlign w:val="bottom"/>
          </w:tcPr>
          <w:p w14:paraId="0394D9CD" w14:textId="42C31502" w:rsidR="00C62BE4" w:rsidDel="002A04C1"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703" w:type="dxa"/>
            <w:vAlign w:val="bottom"/>
          </w:tcPr>
          <w:p w14:paraId="00743E7B" w14:textId="5109C2C5" w:rsidR="00C62BE4" w:rsidDel="002A04C1"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767" w:type="dxa"/>
            <w:vAlign w:val="bottom"/>
          </w:tcPr>
          <w:p w14:paraId="068DA039" w14:textId="7E81DF9F" w:rsidR="00C62BE4" w:rsidDel="002A04C1" w:rsidRDefault="00C62BE4" w:rsidP="00B816A0">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hint="cs"/>
                <w:sz w:val="20"/>
                <w:szCs w:val="20"/>
                <w:cs/>
              </w:rPr>
              <w:t xml:space="preserve"> </w:t>
            </w:r>
            <w:r>
              <w:rPr>
                <w:rFonts w:ascii="Browallia New" w:hAnsi="Browallia New" w:cs="Browallia New"/>
                <w:sz w:val="20"/>
                <w:szCs w:val="20"/>
              </w:rPr>
              <w:t>(112)</w:t>
            </w:r>
          </w:p>
        </w:tc>
        <w:tc>
          <w:tcPr>
            <w:tcW w:w="887" w:type="dxa"/>
            <w:vAlign w:val="bottom"/>
          </w:tcPr>
          <w:p w14:paraId="02484C48" w14:textId="576CD1B8" w:rsidR="00C62BE4" w:rsidDel="002A04C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35,620</w:t>
            </w:r>
          </w:p>
        </w:tc>
      </w:tr>
      <w:tr w:rsidR="00C62BE4" w:rsidRPr="005C2BD1" w14:paraId="652D44AA" w14:textId="77777777" w:rsidTr="005B54B1">
        <w:trPr>
          <w:trHeight w:val="20"/>
        </w:trPr>
        <w:tc>
          <w:tcPr>
            <w:tcW w:w="1657" w:type="dxa"/>
            <w:vAlign w:val="bottom"/>
          </w:tcPr>
          <w:p w14:paraId="2BF460DB" w14:textId="3AD10765" w:rsidR="00C62BE4" w:rsidRPr="002E71A8" w:rsidRDefault="00C62BE4" w:rsidP="00C62BE4">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cs/>
              </w:rPr>
              <w:t>รวม</w:t>
            </w:r>
          </w:p>
        </w:tc>
        <w:tc>
          <w:tcPr>
            <w:tcW w:w="884" w:type="dxa"/>
          </w:tcPr>
          <w:p w14:paraId="59347F1C" w14:textId="265F39F3" w:rsidR="00C62BE4" w:rsidRPr="00715DFE" w:rsidDel="00522D6E"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1,249,398</w:t>
            </w:r>
          </w:p>
        </w:tc>
        <w:tc>
          <w:tcPr>
            <w:tcW w:w="779" w:type="dxa"/>
          </w:tcPr>
          <w:p w14:paraId="4DFD2EEF" w14:textId="707A5C84" w:rsidR="00C62BE4" w:rsidRPr="00715DFE" w:rsidDel="00522D6E"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76,98</w:t>
            </w:r>
            <w:r w:rsidR="00C9726A">
              <w:rPr>
                <w:rFonts w:ascii="Browallia New" w:hAnsi="Browallia New" w:cs="Browallia New"/>
                <w:sz w:val="20"/>
                <w:szCs w:val="20"/>
              </w:rPr>
              <w:t>3</w:t>
            </w:r>
          </w:p>
        </w:tc>
        <w:tc>
          <w:tcPr>
            <w:tcW w:w="703" w:type="dxa"/>
          </w:tcPr>
          <w:p w14:paraId="04FE77E5" w14:textId="3CDA1442" w:rsidR="00C62BE4" w:rsidRPr="00715DFE" w:rsidDel="00522D6E"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17,577</w:t>
            </w:r>
          </w:p>
        </w:tc>
        <w:tc>
          <w:tcPr>
            <w:tcW w:w="695" w:type="dxa"/>
          </w:tcPr>
          <w:p w14:paraId="314A4357" w14:textId="134C7BF2" w:rsidR="00C62BE4" w:rsidRPr="00715DFE" w:rsidDel="00522D6E" w:rsidRDefault="00610121" w:rsidP="00610121">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C62BE4">
              <w:rPr>
                <w:rFonts w:ascii="Browallia New" w:hAnsi="Browallia New" w:cs="Browallia New"/>
                <w:sz w:val="20"/>
                <w:szCs w:val="20"/>
              </w:rPr>
              <w:t>-</w:t>
            </w:r>
          </w:p>
        </w:tc>
        <w:tc>
          <w:tcPr>
            <w:tcW w:w="884" w:type="dxa"/>
          </w:tcPr>
          <w:p w14:paraId="09062E76" w14:textId="2516E3B3" w:rsidR="00C62BE4" w:rsidRPr="00715DFE" w:rsidDel="00522D6E"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1,343,95</w:t>
            </w:r>
            <w:r w:rsidR="00BE58AF">
              <w:rPr>
                <w:rFonts w:ascii="Browallia New" w:hAnsi="Browallia New" w:cs="Browallia New"/>
                <w:sz w:val="20"/>
                <w:szCs w:val="20"/>
              </w:rPr>
              <w:t>8</w:t>
            </w:r>
          </w:p>
        </w:tc>
        <w:tc>
          <w:tcPr>
            <w:tcW w:w="884" w:type="dxa"/>
            <w:vAlign w:val="bottom"/>
          </w:tcPr>
          <w:p w14:paraId="4D310DC7" w14:textId="04B65C89" w:rsidR="00C62BE4" w:rsidDel="002A04C1"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1,283,131</w:t>
            </w:r>
          </w:p>
        </w:tc>
        <w:tc>
          <w:tcPr>
            <w:tcW w:w="786" w:type="dxa"/>
            <w:vAlign w:val="bottom"/>
          </w:tcPr>
          <w:p w14:paraId="6DEA6BE0" w14:textId="63089B54" w:rsidR="00C62BE4" w:rsidDel="002A04C1"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86,112</w:t>
            </w:r>
          </w:p>
        </w:tc>
        <w:tc>
          <w:tcPr>
            <w:tcW w:w="703" w:type="dxa"/>
            <w:vAlign w:val="bottom"/>
          </w:tcPr>
          <w:p w14:paraId="55394F62" w14:textId="4688536F" w:rsidR="00C62BE4" w:rsidDel="002A04C1" w:rsidRDefault="004A22ED" w:rsidP="00C62BE4">
            <w:pPr>
              <w:tabs>
                <w:tab w:val="left" w:pos="794"/>
                <w:tab w:val="left" w:pos="1361"/>
                <w:tab w:val="left" w:pos="1928"/>
              </w:tabs>
              <w:jc w:val="right"/>
              <w:rPr>
                <w:rFonts w:ascii="Browallia New" w:hAnsi="Browallia New" w:cs="Browallia New"/>
                <w:sz w:val="20"/>
                <w:szCs w:val="20"/>
              </w:rPr>
            </w:pPr>
            <w:r w:rsidRPr="004A22ED">
              <w:rPr>
                <w:rFonts w:ascii="Browallia New" w:hAnsi="Browallia New" w:cs="Browallia New" w:hint="cs"/>
                <w:sz w:val="20"/>
                <w:szCs w:val="20"/>
              </w:rPr>
              <w:t>18</w:t>
            </w:r>
            <w:r w:rsidR="00C62BE4">
              <w:rPr>
                <w:rFonts w:ascii="Browallia New" w:hAnsi="Browallia New" w:cs="Browallia New"/>
                <w:sz w:val="20"/>
                <w:szCs w:val="20"/>
              </w:rPr>
              <w:t>,423</w:t>
            </w:r>
          </w:p>
        </w:tc>
        <w:tc>
          <w:tcPr>
            <w:tcW w:w="767" w:type="dxa"/>
            <w:vAlign w:val="bottom"/>
          </w:tcPr>
          <w:p w14:paraId="12A748BB" w14:textId="005E9BBA" w:rsidR="00C62BE4" w:rsidDel="002A04C1" w:rsidRDefault="00C62BE4" w:rsidP="00B816A0">
            <w:pPr>
              <w:tabs>
                <w:tab w:val="left" w:pos="794"/>
                <w:tab w:val="left" w:pos="1361"/>
                <w:tab w:val="left" w:pos="1928"/>
              </w:tabs>
              <w:jc w:val="right"/>
              <w:rPr>
                <w:rFonts w:ascii="Browallia New" w:hAnsi="Browallia New" w:cs="Browallia New"/>
                <w:sz w:val="20"/>
                <w:szCs w:val="20"/>
                <w:cs/>
              </w:rPr>
            </w:pPr>
            <w:r w:rsidRPr="002E71A8">
              <w:rPr>
                <w:rFonts w:ascii="Browallia New" w:hAnsi="Browallia New" w:cs="Browallia New" w:hint="cs"/>
                <w:sz w:val="20"/>
                <w:szCs w:val="20"/>
                <w:cs/>
              </w:rPr>
              <w:t xml:space="preserve">  </w:t>
            </w:r>
            <w:r>
              <w:rPr>
                <w:rFonts w:ascii="Browallia New" w:hAnsi="Browallia New" w:cs="Browallia New"/>
                <w:sz w:val="20"/>
                <w:szCs w:val="20"/>
              </w:rPr>
              <w:t>(112)</w:t>
            </w:r>
          </w:p>
        </w:tc>
        <w:tc>
          <w:tcPr>
            <w:tcW w:w="887" w:type="dxa"/>
            <w:vAlign w:val="bottom"/>
          </w:tcPr>
          <w:p w14:paraId="369DF784" w14:textId="4888E797" w:rsidR="00C62BE4" w:rsidDel="002A04C1"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1,387,554</w:t>
            </w:r>
          </w:p>
        </w:tc>
      </w:tr>
      <w:tr w:rsidR="00C62BE4" w:rsidRPr="005C2BD1" w14:paraId="2F1700FE" w14:textId="77777777" w:rsidTr="00B95242">
        <w:trPr>
          <w:trHeight w:val="20"/>
        </w:trPr>
        <w:tc>
          <w:tcPr>
            <w:tcW w:w="1657" w:type="dxa"/>
            <w:vAlign w:val="bottom"/>
          </w:tcPr>
          <w:p w14:paraId="44B69E7F" w14:textId="77777777" w:rsidR="00C62BE4" w:rsidRPr="005C2BD1" w:rsidRDefault="00C62BE4" w:rsidP="00C62BE4">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tcPr>
          <w:p w14:paraId="2CEB4BB9" w14:textId="01EFBD5E"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(1,101,92</w:t>
            </w:r>
            <w:r w:rsidR="00BE58AF">
              <w:rPr>
                <w:rFonts w:ascii="Browallia New" w:hAnsi="Browallia New" w:cs="Browallia New"/>
                <w:sz w:val="20"/>
                <w:szCs w:val="20"/>
                <w:lang w:val="en-GB"/>
              </w:rPr>
              <w:t>4</w:t>
            </w:r>
            <w:r>
              <w:rPr>
                <w:rFonts w:ascii="Browallia New" w:hAnsi="Browallia New" w:cs="Browallia New"/>
                <w:sz w:val="20"/>
                <w:szCs w:val="20"/>
                <w:lang w:val="en-GB"/>
              </w:rPr>
              <w:t>)</w:t>
            </w:r>
          </w:p>
        </w:tc>
        <w:tc>
          <w:tcPr>
            <w:tcW w:w="779" w:type="dxa"/>
          </w:tcPr>
          <w:p w14:paraId="59C4CD06" w14:textId="44CA448E"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(74,147)</w:t>
            </w:r>
          </w:p>
        </w:tc>
        <w:tc>
          <w:tcPr>
            <w:tcW w:w="703" w:type="dxa"/>
          </w:tcPr>
          <w:p w14:paraId="6DFA50B2" w14:textId="1EB4C46B"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(7,682)</w:t>
            </w:r>
          </w:p>
        </w:tc>
        <w:tc>
          <w:tcPr>
            <w:tcW w:w="695" w:type="dxa"/>
          </w:tcPr>
          <w:p w14:paraId="36F69D9F" w14:textId="17E005A1"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cs/>
                <w:lang w:val="en-GB"/>
              </w:rPr>
            </w:pPr>
            <w:r>
              <w:rPr>
                <w:rFonts w:ascii="Browallia New" w:hAnsi="Browallia New" w:cs="Browallia New"/>
                <w:sz w:val="20"/>
                <w:szCs w:val="20"/>
                <w:lang w:val="en-GB"/>
              </w:rPr>
              <w:t>57</w:t>
            </w:r>
          </w:p>
        </w:tc>
        <w:tc>
          <w:tcPr>
            <w:tcW w:w="884" w:type="dxa"/>
          </w:tcPr>
          <w:p w14:paraId="2E09B867" w14:textId="681A1EFE" w:rsidR="00C62BE4" w:rsidRPr="00827E25" w:rsidRDefault="00C62BE4" w:rsidP="00C62BE4">
            <w:pPr>
              <w:pBdr>
                <w:bottom w:val="single" w:sz="4" w:space="1" w:color="auto"/>
              </w:pBdr>
              <w:tabs>
                <w:tab w:val="left" w:pos="540"/>
              </w:tabs>
              <w:ind w:right="-33"/>
              <w:jc w:val="right"/>
              <w:rPr>
                <w:rFonts w:ascii="Browallia New" w:hAnsi="Browallia New" w:cs="Browallia New"/>
                <w:sz w:val="20"/>
                <w:szCs w:val="20"/>
                <w:lang w:val="en-GB"/>
              </w:rPr>
            </w:pPr>
            <w:r w:rsidRPr="00827E25">
              <w:rPr>
                <w:rFonts w:ascii="Browallia New" w:hAnsi="Browallia New" w:cs="Browallia New"/>
                <w:sz w:val="20"/>
                <w:szCs w:val="20"/>
                <w:lang w:val="en-GB"/>
              </w:rPr>
              <w:t>(1,183,69</w:t>
            </w:r>
            <w:r w:rsidR="00B816A0" w:rsidRPr="00827E25">
              <w:rPr>
                <w:rFonts w:ascii="Browallia New" w:hAnsi="Browallia New" w:cs="Browallia New"/>
                <w:sz w:val="20"/>
                <w:szCs w:val="20"/>
                <w:lang w:val="en-GB"/>
              </w:rPr>
              <w:t>6</w:t>
            </w:r>
            <w:r w:rsidRPr="00827E25">
              <w:rPr>
                <w:rFonts w:ascii="Browallia New" w:hAnsi="Browallia New" w:cs="Browallia New"/>
                <w:sz w:val="20"/>
                <w:szCs w:val="20"/>
                <w:lang w:val="en-GB"/>
              </w:rPr>
              <w:t>)</w:t>
            </w:r>
          </w:p>
        </w:tc>
        <w:tc>
          <w:tcPr>
            <w:tcW w:w="884" w:type="dxa"/>
            <w:vAlign w:val="bottom"/>
          </w:tcPr>
          <w:p w14:paraId="45F40083" w14:textId="47296E76"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(1,138,622)</w:t>
            </w:r>
          </w:p>
        </w:tc>
        <w:tc>
          <w:tcPr>
            <w:tcW w:w="786" w:type="dxa"/>
            <w:vAlign w:val="bottom"/>
          </w:tcPr>
          <w:p w14:paraId="3CC48B2A" w14:textId="1B7F8E98"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(74,950)</w:t>
            </w:r>
          </w:p>
        </w:tc>
        <w:tc>
          <w:tcPr>
            <w:tcW w:w="703" w:type="dxa"/>
            <w:vAlign w:val="bottom"/>
          </w:tcPr>
          <w:p w14:paraId="5B1BA179" w14:textId="078E1C03"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(4,888)</w:t>
            </w:r>
          </w:p>
        </w:tc>
        <w:tc>
          <w:tcPr>
            <w:tcW w:w="767" w:type="dxa"/>
            <w:vAlign w:val="bottom"/>
          </w:tcPr>
          <w:p w14:paraId="4E0E8948" w14:textId="71D55ACE"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144</w:t>
            </w:r>
          </w:p>
        </w:tc>
        <w:tc>
          <w:tcPr>
            <w:tcW w:w="887" w:type="dxa"/>
            <w:vAlign w:val="bottom"/>
          </w:tcPr>
          <w:p w14:paraId="1EB55F55" w14:textId="21098820" w:rsidR="00C62BE4" w:rsidRPr="00416F1B"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(1,218,316)</w:t>
            </w:r>
          </w:p>
        </w:tc>
      </w:tr>
      <w:tr w:rsidR="00C62BE4" w:rsidRPr="005C2BD1" w14:paraId="3F8C4447" w14:textId="77777777" w:rsidTr="00B95242">
        <w:trPr>
          <w:trHeight w:val="20"/>
        </w:trPr>
        <w:tc>
          <w:tcPr>
            <w:tcW w:w="1657" w:type="dxa"/>
            <w:vAlign w:val="bottom"/>
          </w:tcPr>
          <w:p w14:paraId="208DE432" w14:textId="77777777" w:rsidR="00C62BE4" w:rsidRPr="005C2BD1" w:rsidRDefault="00C62BE4" w:rsidP="00C62BE4">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tcPr>
          <w:p w14:paraId="7E78166C" w14:textId="75BC2750"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147,47</w:t>
            </w:r>
            <w:r w:rsidR="00BE58AF">
              <w:rPr>
                <w:rFonts w:ascii="Browallia New" w:hAnsi="Browallia New" w:cs="Browallia New"/>
                <w:sz w:val="20"/>
                <w:szCs w:val="20"/>
                <w:lang w:val="en-GB"/>
              </w:rPr>
              <w:t>4</w:t>
            </w:r>
          </w:p>
        </w:tc>
        <w:tc>
          <w:tcPr>
            <w:tcW w:w="779" w:type="dxa"/>
          </w:tcPr>
          <w:p w14:paraId="60011948" w14:textId="18B207BC"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2,83</w:t>
            </w:r>
            <w:r w:rsidR="00BE58AF">
              <w:rPr>
                <w:rFonts w:ascii="Browallia New" w:hAnsi="Browallia New" w:cs="Browallia New"/>
                <w:sz w:val="20"/>
                <w:szCs w:val="20"/>
                <w:lang w:val="en-GB"/>
              </w:rPr>
              <w:t>6</w:t>
            </w:r>
          </w:p>
        </w:tc>
        <w:tc>
          <w:tcPr>
            <w:tcW w:w="703" w:type="dxa"/>
          </w:tcPr>
          <w:p w14:paraId="2533B64D" w14:textId="21EA4328"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9,895</w:t>
            </w:r>
          </w:p>
        </w:tc>
        <w:tc>
          <w:tcPr>
            <w:tcW w:w="695" w:type="dxa"/>
          </w:tcPr>
          <w:p w14:paraId="4BE564F7" w14:textId="331F0CD4" w:rsidR="00C62BE4" w:rsidRPr="00F70833"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57</w:t>
            </w:r>
          </w:p>
        </w:tc>
        <w:tc>
          <w:tcPr>
            <w:tcW w:w="884" w:type="dxa"/>
          </w:tcPr>
          <w:p w14:paraId="3A5F2C07" w14:textId="750FF661" w:rsidR="00C62BE4" w:rsidRPr="00F70833" w:rsidRDefault="00C62BE4" w:rsidP="00C62BE4">
            <w:pPr>
              <w:pBdr>
                <w:bottom w:val="single" w:sz="4" w:space="1" w:color="auto"/>
              </w:pBdr>
              <w:tabs>
                <w:tab w:val="left" w:pos="540"/>
              </w:tabs>
              <w:ind w:right="-33"/>
              <w:jc w:val="right"/>
              <w:rPr>
                <w:rFonts w:ascii="Browallia New" w:hAnsi="Browallia New" w:cs="Browallia New"/>
                <w:sz w:val="20"/>
                <w:szCs w:val="20"/>
                <w:lang w:val="en-GB"/>
              </w:rPr>
            </w:pPr>
            <w:r>
              <w:rPr>
                <w:rFonts w:ascii="Browallia New" w:hAnsi="Browallia New" w:cs="Browallia New"/>
                <w:sz w:val="20"/>
                <w:szCs w:val="20"/>
                <w:lang w:val="en-GB"/>
              </w:rPr>
              <w:t>160,26</w:t>
            </w:r>
            <w:r w:rsidR="00B816A0">
              <w:rPr>
                <w:rFonts w:ascii="Browallia New" w:hAnsi="Browallia New" w:cs="Browallia New"/>
                <w:sz w:val="20"/>
                <w:szCs w:val="20"/>
                <w:lang w:val="en-GB"/>
              </w:rPr>
              <w:t>2</w:t>
            </w:r>
          </w:p>
        </w:tc>
        <w:tc>
          <w:tcPr>
            <w:tcW w:w="884" w:type="dxa"/>
            <w:vAlign w:val="bottom"/>
          </w:tcPr>
          <w:p w14:paraId="7028C947" w14:textId="05B7EDB3"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144,509</w:t>
            </w:r>
          </w:p>
        </w:tc>
        <w:tc>
          <w:tcPr>
            <w:tcW w:w="786" w:type="dxa"/>
            <w:vAlign w:val="bottom"/>
          </w:tcPr>
          <w:p w14:paraId="67BEA698" w14:textId="7C2696BC"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11,162</w:t>
            </w:r>
          </w:p>
        </w:tc>
        <w:tc>
          <w:tcPr>
            <w:tcW w:w="703" w:type="dxa"/>
            <w:vAlign w:val="bottom"/>
          </w:tcPr>
          <w:p w14:paraId="180A1486" w14:textId="6F7198AA"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13,535</w:t>
            </w:r>
          </w:p>
        </w:tc>
        <w:tc>
          <w:tcPr>
            <w:tcW w:w="767" w:type="dxa"/>
            <w:vAlign w:val="bottom"/>
          </w:tcPr>
          <w:p w14:paraId="55C22375" w14:textId="73FAA106"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w:t>
            </w:r>
          </w:p>
        </w:tc>
        <w:tc>
          <w:tcPr>
            <w:tcW w:w="887" w:type="dxa"/>
            <w:vAlign w:val="bottom"/>
          </w:tcPr>
          <w:p w14:paraId="13D723FC" w14:textId="71005957" w:rsidR="00C62BE4" w:rsidRPr="00416F1B"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169,238</w:t>
            </w:r>
          </w:p>
        </w:tc>
      </w:tr>
      <w:tr w:rsidR="0086482E" w:rsidRPr="007B7502" w14:paraId="6459CC91" w14:textId="77777777" w:rsidTr="00B95242">
        <w:trPr>
          <w:trHeight w:val="216"/>
        </w:trPr>
        <w:tc>
          <w:tcPr>
            <w:tcW w:w="1657" w:type="dxa"/>
            <w:vAlign w:val="bottom"/>
          </w:tcPr>
          <w:p w14:paraId="03242772" w14:textId="77777777" w:rsidR="0086482E" w:rsidRPr="007B7502" w:rsidRDefault="0086482E" w:rsidP="0086482E">
            <w:pPr>
              <w:tabs>
                <w:tab w:val="left" w:pos="360"/>
              </w:tabs>
              <w:rPr>
                <w:rFonts w:ascii="Browallia New" w:hAnsi="Browallia New" w:cs="Browallia New"/>
                <w:b/>
                <w:bCs/>
                <w:sz w:val="12"/>
                <w:szCs w:val="12"/>
                <w:cs/>
                <w:lang w:val="en-GB"/>
              </w:rPr>
            </w:pPr>
          </w:p>
        </w:tc>
        <w:tc>
          <w:tcPr>
            <w:tcW w:w="884" w:type="dxa"/>
            <w:vAlign w:val="bottom"/>
          </w:tcPr>
          <w:p w14:paraId="1D09F71D"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779" w:type="dxa"/>
            <w:vAlign w:val="bottom"/>
          </w:tcPr>
          <w:p w14:paraId="2259DDF2"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703" w:type="dxa"/>
            <w:vAlign w:val="bottom"/>
          </w:tcPr>
          <w:p w14:paraId="6CA43F30"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695" w:type="dxa"/>
            <w:vAlign w:val="bottom"/>
          </w:tcPr>
          <w:p w14:paraId="74191011"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884" w:type="dxa"/>
            <w:vAlign w:val="bottom"/>
          </w:tcPr>
          <w:p w14:paraId="008A514B" w14:textId="77777777" w:rsidR="0086482E" w:rsidRPr="007B7502" w:rsidRDefault="0086482E" w:rsidP="0086482E">
            <w:pPr>
              <w:tabs>
                <w:tab w:val="left" w:pos="540"/>
              </w:tabs>
              <w:ind w:right="-33"/>
              <w:jc w:val="right"/>
              <w:rPr>
                <w:rFonts w:ascii="Browallia New" w:hAnsi="Browallia New" w:cs="Browallia New"/>
                <w:sz w:val="12"/>
                <w:szCs w:val="12"/>
              </w:rPr>
            </w:pPr>
          </w:p>
        </w:tc>
        <w:tc>
          <w:tcPr>
            <w:tcW w:w="884" w:type="dxa"/>
            <w:vAlign w:val="bottom"/>
          </w:tcPr>
          <w:p w14:paraId="555D5A20"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79575A16"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703" w:type="dxa"/>
            <w:vAlign w:val="bottom"/>
          </w:tcPr>
          <w:p w14:paraId="2727E8D7"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767" w:type="dxa"/>
            <w:vAlign w:val="bottom"/>
          </w:tcPr>
          <w:p w14:paraId="411C5AD8" w14:textId="77777777" w:rsidR="0086482E" w:rsidRPr="007B7502" w:rsidRDefault="0086482E" w:rsidP="0086482E">
            <w:pPr>
              <w:tabs>
                <w:tab w:val="left" w:pos="794"/>
                <w:tab w:val="left" w:pos="1361"/>
                <w:tab w:val="left" w:pos="1928"/>
              </w:tabs>
              <w:jc w:val="right"/>
              <w:rPr>
                <w:rFonts w:ascii="Browallia New" w:hAnsi="Browallia New" w:cs="Browallia New"/>
                <w:sz w:val="12"/>
                <w:szCs w:val="12"/>
              </w:rPr>
            </w:pPr>
          </w:p>
        </w:tc>
        <w:tc>
          <w:tcPr>
            <w:tcW w:w="887" w:type="dxa"/>
            <w:vAlign w:val="bottom"/>
          </w:tcPr>
          <w:p w14:paraId="77D5E908" w14:textId="77777777" w:rsidR="0086482E" w:rsidRPr="007B7502" w:rsidRDefault="0086482E" w:rsidP="0086482E">
            <w:pPr>
              <w:tabs>
                <w:tab w:val="left" w:pos="540"/>
              </w:tabs>
              <w:ind w:right="-33"/>
              <w:jc w:val="right"/>
              <w:rPr>
                <w:rFonts w:ascii="Browallia New" w:hAnsi="Browallia New" w:cs="Browallia New"/>
                <w:sz w:val="12"/>
                <w:szCs w:val="12"/>
              </w:rPr>
            </w:pPr>
          </w:p>
        </w:tc>
      </w:tr>
      <w:tr w:rsidR="00771FFE" w:rsidRPr="009064C0" w14:paraId="0BCD5432" w14:textId="77777777" w:rsidTr="00B95242">
        <w:trPr>
          <w:trHeight w:val="20"/>
        </w:trPr>
        <w:tc>
          <w:tcPr>
            <w:tcW w:w="3320" w:type="dxa"/>
            <w:gridSpan w:val="3"/>
            <w:vAlign w:val="bottom"/>
          </w:tcPr>
          <w:p w14:paraId="67771391" w14:textId="64342C9C" w:rsidR="00771FFE" w:rsidRPr="009064C0" w:rsidRDefault="00771FFE" w:rsidP="00771FFE">
            <w:pPr>
              <w:tabs>
                <w:tab w:val="left" w:pos="794"/>
                <w:tab w:val="left" w:pos="1361"/>
                <w:tab w:val="left" w:pos="1928"/>
              </w:tabs>
              <w:rPr>
                <w:rFonts w:ascii="Browallia New" w:hAnsi="Browallia New" w:cs="Browallia New"/>
                <w:sz w:val="20"/>
                <w:szCs w:val="20"/>
              </w:rPr>
            </w:pPr>
            <w:r>
              <w:rPr>
                <w:rFonts w:ascii="Browallia New" w:hAnsi="Browallia New" w:cs="Browallia New" w:hint="cs"/>
                <w:sz w:val="20"/>
                <w:szCs w:val="20"/>
                <w:cs/>
                <w:lang w:val="en-GB"/>
              </w:rPr>
              <w:t>กำไร</w:t>
            </w:r>
            <w:r w:rsidR="004072D5">
              <w:rPr>
                <w:rFonts w:ascii="Browallia New" w:hAnsi="Browallia New" w:cs="Browallia New" w:hint="cs"/>
                <w:sz w:val="20"/>
                <w:szCs w:val="20"/>
                <w:cs/>
                <w:lang w:val="en-GB"/>
              </w:rPr>
              <w:t xml:space="preserve"> </w:t>
            </w:r>
            <w:r w:rsidR="00C9726A">
              <w:rPr>
                <w:rFonts w:ascii="Browallia New" w:hAnsi="Browallia New" w:cs="Browallia New"/>
                <w:sz w:val="20"/>
                <w:szCs w:val="20"/>
                <w:lang w:val="en-GB"/>
              </w:rPr>
              <w:t>(</w:t>
            </w:r>
            <w:r w:rsidR="00C9726A">
              <w:rPr>
                <w:rFonts w:ascii="Browallia New" w:hAnsi="Browallia New" w:cs="Browallia New" w:hint="cs"/>
                <w:sz w:val="20"/>
                <w:szCs w:val="20"/>
                <w:cs/>
                <w:lang w:val="en-GB"/>
              </w:rPr>
              <w:t>ขาดทุน</w:t>
            </w:r>
            <w:r w:rsidR="00C9726A">
              <w:rPr>
                <w:rFonts w:ascii="Browallia New" w:hAnsi="Browallia New" w:cs="Browallia New"/>
                <w:sz w:val="20"/>
                <w:szCs w:val="20"/>
                <w:lang w:val="en-GB"/>
              </w:rPr>
              <w:t>)</w:t>
            </w:r>
            <w:r w:rsidR="004072D5">
              <w:rPr>
                <w:rFonts w:ascii="Browallia New" w:hAnsi="Browallia New" w:cs="Browallia New" w:hint="cs"/>
                <w:sz w:val="20"/>
                <w:szCs w:val="20"/>
                <w:cs/>
                <w:lang w:val="en-GB"/>
              </w:rPr>
              <w:t xml:space="preserve"> </w:t>
            </w:r>
            <w:r w:rsidRPr="009064C0">
              <w:rPr>
                <w:rFonts w:ascii="Browallia New" w:hAnsi="Browallia New" w:cs="Browallia New"/>
                <w:sz w:val="20"/>
                <w:szCs w:val="20"/>
                <w:cs/>
                <w:lang w:val="en-GB"/>
              </w:rPr>
              <w:t>จากอัตราแลกเปลี่ยน</w:t>
            </w:r>
          </w:p>
        </w:tc>
        <w:tc>
          <w:tcPr>
            <w:tcW w:w="703" w:type="dxa"/>
            <w:vAlign w:val="bottom"/>
          </w:tcPr>
          <w:p w14:paraId="5E367ECF"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695" w:type="dxa"/>
            <w:vAlign w:val="bottom"/>
          </w:tcPr>
          <w:p w14:paraId="6BABC2EF"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884" w:type="dxa"/>
            <w:vAlign w:val="bottom"/>
          </w:tcPr>
          <w:p w14:paraId="37622EB4" w14:textId="0F8B0BC6" w:rsidR="00771FFE" w:rsidRPr="00B816A0" w:rsidRDefault="004A22ED" w:rsidP="00771FFE">
            <w:pPr>
              <w:tabs>
                <w:tab w:val="left" w:pos="540"/>
              </w:tabs>
              <w:ind w:right="-33"/>
              <w:jc w:val="right"/>
              <w:rPr>
                <w:rFonts w:ascii="Browallia New" w:hAnsi="Browallia New" w:cs="Browallia New"/>
                <w:sz w:val="20"/>
                <w:szCs w:val="20"/>
              </w:rPr>
            </w:pPr>
            <w:r w:rsidRPr="004A22ED">
              <w:rPr>
                <w:rFonts w:ascii="Browallia New" w:hAnsi="Browallia New" w:cs="Browallia New"/>
                <w:sz w:val="20"/>
                <w:szCs w:val="20"/>
              </w:rPr>
              <w:t>31</w:t>
            </w:r>
            <w:r w:rsidR="00B816A0" w:rsidRPr="00B816A0">
              <w:rPr>
                <w:rFonts w:ascii="Browallia New" w:hAnsi="Browallia New" w:cs="Browallia New"/>
                <w:sz w:val="20"/>
                <w:szCs w:val="20"/>
              </w:rPr>
              <w:t>9</w:t>
            </w:r>
          </w:p>
        </w:tc>
        <w:tc>
          <w:tcPr>
            <w:tcW w:w="884" w:type="dxa"/>
            <w:vAlign w:val="bottom"/>
          </w:tcPr>
          <w:p w14:paraId="4CA68E2D"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2CA92592"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1327FB"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29F1AF23" w14:textId="4A97D07B"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887" w:type="dxa"/>
            <w:vAlign w:val="bottom"/>
          </w:tcPr>
          <w:p w14:paraId="37D89B5F" w14:textId="5905489D" w:rsidR="00771FFE" w:rsidRPr="009064C0" w:rsidRDefault="00771FFE" w:rsidP="00771FFE">
            <w:pPr>
              <w:tabs>
                <w:tab w:val="left" w:pos="540"/>
              </w:tabs>
              <w:ind w:right="-33"/>
              <w:jc w:val="right"/>
              <w:rPr>
                <w:rFonts w:ascii="Browallia New" w:hAnsi="Browallia New" w:cs="Browallia New"/>
                <w:sz w:val="20"/>
                <w:szCs w:val="20"/>
              </w:rPr>
            </w:pPr>
            <w:r>
              <w:rPr>
                <w:rFonts w:ascii="Browallia New" w:hAnsi="Browallia New" w:cs="Browallia New"/>
                <w:sz w:val="20"/>
                <w:szCs w:val="20"/>
              </w:rPr>
              <w:t>(332)</w:t>
            </w:r>
          </w:p>
        </w:tc>
      </w:tr>
      <w:tr w:rsidR="00771FFE" w:rsidRPr="005C2BD1" w14:paraId="29CB36A2" w14:textId="77777777" w:rsidTr="00B95242">
        <w:trPr>
          <w:trHeight w:val="20"/>
        </w:trPr>
        <w:tc>
          <w:tcPr>
            <w:tcW w:w="2541" w:type="dxa"/>
            <w:gridSpan w:val="2"/>
            <w:vAlign w:val="bottom"/>
          </w:tcPr>
          <w:p w14:paraId="5F23BCFB" w14:textId="77777777" w:rsidR="00771FFE" w:rsidRPr="009064C0" w:rsidRDefault="00771FFE" w:rsidP="00771FFE">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915D993"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5648C7EC"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412A9BC0"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AA5E7A0" w14:textId="4919AD13" w:rsidR="00771FFE" w:rsidRPr="00B816A0" w:rsidRDefault="00C62BE4" w:rsidP="00771FFE">
            <w:pPr>
              <w:tabs>
                <w:tab w:val="left" w:pos="540"/>
              </w:tabs>
              <w:ind w:right="-33"/>
              <w:jc w:val="right"/>
              <w:rPr>
                <w:rFonts w:ascii="Browallia New" w:hAnsi="Browallia New" w:cs="Browallia New"/>
                <w:sz w:val="20"/>
                <w:szCs w:val="20"/>
              </w:rPr>
            </w:pPr>
            <w:r w:rsidRPr="00B816A0">
              <w:rPr>
                <w:rFonts w:ascii="Browallia New" w:hAnsi="Browallia New" w:cs="Browallia New"/>
                <w:sz w:val="20"/>
                <w:szCs w:val="20"/>
                <w:cs/>
              </w:rPr>
              <w:t>(</w:t>
            </w:r>
            <w:r w:rsidR="004A22ED" w:rsidRPr="004A22ED">
              <w:rPr>
                <w:rFonts w:ascii="Browallia New" w:hAnsi="Browallia New" w:cs="Browallia New"/>
                <w:sz w:val="20"/>
                <w:szCs w:val="20"/>
              </w:rPr>
              <w:t>15</w:t>
            </w:r>
            <w:r w:rsidRPr="00B816A0">
              <w:rPr>
                <w:rFonts w:ascii="Browallia New" w:hAnsi="Browallia New" w:cs="Browallia New"/>
                <w:sz w:val="20"/>
                <w:szCs w:val="20"/>
              </w:rPr>
              <w:t>,</w:t>
            </w:r>
            <w:r w:rsidR="004A22ED" w:rsidRPr="004A22ED">
              <w:rPr>
                <w:rFonts w:ascii="Browallia New" w:hAnsi="Browallia New" w:cs="Browallia New"/>
                <w:sz w:val="20"/>
                <w:szCs w:val="20"/>
              </w:rPr>
              <w:t>876</w:t>
            </w:r>
            <w:r w:rsidRPr="00B816A0">
              <w:rPr>
                <w:rFonts w:ascii="Browallia New" w:hAnsi="Browallia New" w:cs="Browallia New"/>
                <w:sz w:val="20"/>
                <w:szCs w:val="20"/>
                <w:cs/>
              </w:rPr>
              <w:t>)</w:t>
            </w:r>
          </w:p>
        </w:tc>
        <w:tc>
          <w:tcPr>
            <w:tcW w:w="884" w:type="dxa"/>
            <w:vAlign w:val="bottom"/>
          </w:tcPr>
          <w:p w14:paraId="69B3948D"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2956E49A"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058CB9B2" w14:textId="77777777"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02BC9BAA" w14:textId="5E4E314A" w:rsidR="00771FFE" w:rsidRPr="009064C0" w:rsidRDefault="00771FFE" w:rsidP="00771FFE">
            <w:pPr>
              <w:tabs>
                <w:tab w:val="left" w:pos="794"/>
                <w:tab w:val="left" w:pos="1361"/>
                <w:tab w:val="left" w:pos="1928"/>
              </w:tabs>
              <w:jc w:val="right"/>
              <w:rPr>
                <w:rFonts w:ascii="Browallia New" w:hAnsi="Browallia New" w:cs="Browallia New"/>
                <w:sz w:val="20"/>
                <w:szCs w:val="20"/>
              </w:rPr>
            </w:pPr>
          </w:p>
        </w:tc>
        <w:tc>
          <w:tcPr>
            <w:tcW w:w="887" w:type="dxa"/>
            <w:vAlign w:val="bottom"/>
          </w:tcPr>
          <w:p w14:paraId="18AC6C80" w14:textId="36D9D85D" w:rsidR="00771FFE" w:rsidRPr="00416F1B" w:rsidRDefault="00771FFE" w:rsidP="00771FFE">
            <w:pPr>
              <w:tabs>
                <w:tab w:val="left" w:pos="540"/>
              </w:tabs>
              <w:ind w:right="-33"/>
              <w:jc w:val="right"/>
              <w:rPr>
                <w:rFonts w:ascii="Browallia New" w:hAnsi="Browallia New" w:cs="Browallia New"/>
                <w:sz w:val="20"/>
                <w:szCs w:val="20"/>
              </w:rPr>
            </w:pPr>
            <w:r>
              <w:rPr>
                <w:rFonts w:ascii="Browallia New" w:hAnsi="Browallia New" w:cs="Browallia New"/>
                <w:sz w:val="20"/>
                <w:szCs w:val="20"/>
              </w:rPr>
              <w:t>(17,555)</w:t>
            </w:r>
          </w:p>
        </w:tc>
      </w:tr>
      <w:tr w:rsidR="00771FFE" w:rsidRPr="005C2BD1" w14:paraId="019AB894" w14:textId="77777777" w:rsidTr="00B95242">
        <w:trPr>
          <w:trHeight w:val="20"/>
        </w:trPr>
        <w:tc>
          <w:tcPr>
            <w:tcW w:w="1657" w:type="dxa"/>
            <w:vAlign w:val="bottom"/>
          </w:tcPr>
          <w:p w14:paraId="73FB9DF2" w14:textId="77777777" w:rsidR="00771FFE" w:rsidRPr="005C2BD1" w:rsidRDefault="00771FFE" w:rsidP="00771FFE">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16E7367E"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79" w:type="dxa"/>
            <w:vAlign w:val="bottom"/>
          </w:tcPr>
          <w:p w14:paraId="3F2230B4"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1DB33452"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7EEAF9D6" w14:textId="1E102348"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77F94F5" w14:textId="55ACC0B8" w:rsidR="00771FFE" w:rsidRPr="005C2BD1" w:rsidRDefault="00C62BE4" w:rsidP="00771FFE">
            <w:pPr>
              <w:tabs>
                <w:tab w:val="left" w:pos="540"/>
              </w:tabs>
              <w:ind w:right="-33"/>
              <w:jc w:val="right"/>
              <w:rPr>
                <w:rFonts w:ascii="Browallia New" w:hAnsi="Browallia New" w:cs="Browallia New"/>
                <w:sz w:val="20"/>
                <w:szCs w:val="20"/>
              </w:rPr>
            </w:pPr>
            <w:r w:rsidRPr="00C62BE4">
              <w:rPr>
                <w:rFonts w:ascii="Browallia New" w:hAnsi="Browallia New" w:cs="Browallia New"/>
                <w:sz w:val="20"/>
                <w:szCs w:val="20"/>
                <w:cs/>
              </w:rPr>
              <w:t>(</w:t>
            </w:r>
            <w:r w:rsidR="004A22ED" w:rsidRPr="004A22ED">
              <w:rPr>
                <w:rFonts w:ascii="Browallia New" w:hAnsi="Browallia New" w:cs="Browallia New"/>
                <w:sz w:val="20"/>
                <w:szCs w:val="20"/>
              </w:rPr>
              <w:t>40</w:t>
            </w:r>
            <w:r w:rsidRPr="00C62BE4">
              <w:rPr>
                <w:rFonts w:ascii="Browallia New" w:hAnsi="Browallia New" w:cs="Browallia New"/>
                <w:sz w:val="20"/>
                <w:szCs w:val="20"/>
              </w:rPr>
              <w:t>,</w:t>
            </w:r>
            <w:r w:rsidR="004A22ED" w:rsidRPr="004A22ED">
              <w:rPr>
                <w:rFonts w:ascii="Browallia New" w:hAnsi="Browallia New" w:cs="Browallia New"/>
                <w:sz w:val="20"/>
                <w:szCs w:val="20"/>
              </w:rPr>
              <w:t>653</w:t>
            </w:r>
            <w:r w:rsidRPr="00C62BE4">
              <w:rPr>
                <w:rFonts w:ascii="Browallia New" w:hAnsi="Browallia New" w:cs="Browallia New"/>
                <w:sz w:val="20"/>
                <w:szCs w:val="20"/>
                <w:cs/>
              </w:rPr>
              <w:t>)</w:t>
            </w:r>
          </w:p>
        </w:tc>
        <w:tc>
          <w:tcPr>
            <w:tcW w:w="884" w:type="dxa"/>
            <w:vAlign w:val="bottom"/>
          </w:tcPr>
          <w:p w14:paraId="14824B8E"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6599442D"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43D95807" w14:textId="5EA5D218"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0412CAAE" w14:textId="182A61E5"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887" w:type="dxa"/>
            <w:vAlign w:val="bottom"/>
          </w:tcPr>
          <w:p w14:paraId="5FF62949" w14:textId="5AB4824F" w:rsidR="00771FFE" w:rsidRPr="00416F1B" w:rsidRDefault="00771FFE" w:rsidP="00771FFE">
            <w:pPr>
              <w:tabs>
                <w:tab w:val="left" w:pos="540"/>
              </w:tabs>
              <w:ind w:right="-33"/>
              <w:jc w:val="right"/>
              <w:rPr>
                <w:rFonts w:ascii="Browallia New" w:hAnsi="Browallia New" w:cs="Browallia New"/>
                <w:sz w:val="20"/>
                <w:szCs w:val="20"/>
              </w:rPr>
            </w:pPr>
            <w:r>
              <w:rPr>
                <w:rFonts w:ascii="Browallia New" w:hAnsi="Browallia New" w:cs="Browallia New"/>
                <w:sz w:val="20"/>
                <w:szCs w:val="20"/>
              </w:rPr>
              <w:t>(40,302)</w:t>
            </w:r>
          </w:p>
        </w:tc>
      </w:tr>
      <w:tr w:rsidR="00771FFE" w:rsidRPr="005C2BD1" w14:paraId="6C819759" w14:textId="77777777" w:rsidTr="00B95242">
        <w:trPr>
          <w:trHeight w:val="20"/>
        </w:trPr>
        <w:tc>
          <w:tcPr>
            <w:tcW w:w="1657" w:type="dxa"/>
            <w:vAlign w:val="bottom"/>
          </w:tcPr>
          <w:p w14:paraId="27A7BE30" w14:textId="77777777" w:rsidR="00771FFE" w:rsidRPr="005C2BD1" w:rsidRDefault="00771FFE" w:rsidP="00771FFE">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93808A9"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79" w:type="dxa"/>
            <w:vAlign w:val="bottom"/>
          </w:tcPr>
          <w:p w14:paraId="25B11CD7"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AC3362"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673BF0D2" w14:textId="6C2631EF"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192874D" w14:textId="52C2F771" w:rsidR="00771FFE" w:rsidRPr="005C2BD1" w:rsidRDefault="00C62BE4" w:rsidP="00771FFE">
            <w:pPr>
              <w:tabs>
                <w:tab w:val="left" w:pos="540"/>
              </w:tabs>
              <w:ind w:right="-33"/>
              <w:jc w:val="right"/>
              <w:rPr>
                <w:rFonts w:ascii="Browallia New" w:hAnsi="Browallia New" w:cs="Browallia New"/>
                <w:sz w:val="20"/>
                <w:szCs w:val="20"/>
              </w:rPr>
            </w:pPr>
            <w:r w:rsidRPr="00C62BE4">
              <w:rPr>
                <w:rFonts w:ascii="Browallia New" w:hAnsi="Browallia New" w:cs="Browallia New"/>
                <w:sz w:val="20"/>
                <w:szCs w:val="20"/>
                <w:cs/>
              </w:rPr>
              <w:t>(</w:t>
            </w:r>
            <w:r w:rsidR="004A22ED" w:rsidRPr="004A22ED">
              <w:rPr>
                <w:rFonts w:ascii="Browallia New" w:hAnsi="Browallia New" w:cs="Browallia New"/>
                <w:sz w:val="20"/>
                <w:szCs w:val="20"/>
              </w:rPr>
              <w:t>5</w:t>
            </w:r>
            <w:r w:rsidR="00B816A0">
              <w:rPr>
                <w:rFonts w:ascii="Browallia New" w:hAnsi="Browallia New" w:cs="Browallia New"/>
                <w:sz w:val="20"/>
                <w:szCs w:val="20"/>
              </w:rPr>
              <w:t>,</w:t>
            </w:r>
            <w:r w:rsidR="004A22ED" w:rsidRPr="004A22ED">
              <w:rPr>
                <w:rFonts w:ascii="Browallia New" w:hAnsi="Browallia New" w:cs="Browallia New"/>
                <w:sz w:val="20"/>
                <w:szCs w:val="20"/>
              </w:rPr>
              <w:t>567</w:t>
            </w:r>
            <w:r w:rsidRPr="00C62BE4">
              <w:rPr>
                <w:rFonts w:ascii="Browallia New" w:hAnsi="Browallia New" w:cs="Browallia New"/>
                <w:sz w:val="20"/>
                <w:szCs w:val="20"/>
                <w:cs/>
              </w:rPr>
              <w:t>)</w:t>
            </w:r>
          </w:p>
        </w:tc>
        <w:tc>
          <w:tcPr>
            <w:tcW w:w="884" w:type="dxa"/>
            <w:vAlign w:val="bottom"/>
          </w:tcPr>
          <w:p w14:paraId="6D5D54BC"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3088A03E"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047837C7" w14:textId="1A79CE9E"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13008B30" w14:textId="280B49AE"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887" w:type="dxa"/>
            <w:vAlign w:val="bottom"/>
          </w:tcPr>
          <w:p w14:paraId="16E86544" w14:textId="59F7E67E" w:rsidR="00771FFE" w:rsidRPr="00416F1B" w:rsidRDefault="00771FFE" w:rsidP="00771FFE">
            <w:pPr>
              <w:tabs>
                <w:tab w:val="left" w:pos="540"/>
              </w:tabs>
              <w:ind w:right="-33"/>
              <w:jc w:val="right"/>
              <w:rPr>
                <w:rFonts w:ascii="Browallia New" w:hAnsi="Browallia New" w:cs="Browallia New"/>
                <w:sz w:val="20"/>
                <w:szCs w:val="20"/>
              </w:rPr>
            </w:pPr>
            <w:r>
              <w:rPr>
                <w:rFonts w:ascii="Browallia New" w:hAnsi="Browallia New" w:cs="Browallia New"/>
                <w:sz w:val="20"/>
                <w:szCs w:val="20"/>
              </w:rPr>
              <w:t>(4,446)</w:t>
            </w:r>
          </w:p>
        </w:tc>
      </w:tr>
      <w:tr w:rsidR="00771FFE" w:rsidRPr="005C2BD1" w14:paraId="582C9991" w14:textId="77777777" w:rsidTr="00B95242">
        <w:trPr>
          <w:trHeight w:val="20"/>
        </w:trPr>
        <w:tc>
          <w:tcPr>
            <w:tcW w:w="2541" w:type="dxa"/>
            <w:gridSpan w:val="2"/>
            <w:vAlign w:val="bottom"/>
          </w:tcPr>
          <w:p w14:paraId="429833A2" w14:textId="77777777" w:rsidR="00771FFE" w:rsidRPr="005C2BD1" w:rsidRDefault="00771FFE" w:rsidP="00771FFE">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6401A2E5"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2DD30B40"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vAlign w:val="bottom"/>
          </w:tcPr>
          <w:p w14:paraId="14636AD9"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vAlign w:val="bottom"/>
          </w:tcPr>
          <w:p w14:paraId="4506BD15" w14:textId="6B93B98F" w:rsidR="00771FFE" w:rsidRPr="005C2BD1" w:rsidRDefault="004A22ED" w:rsidP="00771FFE">
            <w:pPr>
              <w:tabs>
                <w:tab w:val="left" w:pos="540"/>
              </w:tabs>
              <w:ind w:right="-33"/>
              <w:jc w:val="right"/>
              <w:rPr>
                <w:rFonts w:ascii="Browallia New" w:hAnsi="Browallia New" w:cs="Browallia New"/>
                <w:sz w:val="20"/>
                <w:szCs w:val="20"/>
              </w:rPr>
            </w:pPr>
            <w:r w:rsidRPr="004A22ED">
              <w:rPr>
                <w:rFonts w:ascii="Browallia New" w:hAnsi="Browallia New" w:cs="Browallia New"/>
                <w:sz w:val="20"/>
                <w:szCs w:val="20"/>
              </w:rPr>
              <w:t>73</w:t>
            </w:r>
            <w:r w:rsidR="00C62BE4" w:rsidRPr="00C62BE4">
              <w:rPr>
                <w:rFonts w:ascii="Browallia New" w:hAnsi="Browallia New" w:cs="Browallia New"/>
                <w:sz w:val="20"/>
                <w:szCs w:val="20"/>
              </w:rPr>
              <w:t>,</w:t>
            </w:r>
            <w:r w:rsidRPr="004A22ED">
              <w:rPr>
                <w:rFonts w:ascii="Browallia New" w:hAnsi="Browallia New" w:cs="Browallia New"/>
                <w:sz w:val="20"/>
                <w:szCs w:val="20"/>
              </w:rPr>
              <w:t>617</w:t>
            </w:r>
          </w:p>
        </w:tc>
        <w:tc>
          <w:tcPr>
            <w:tcW w:w="884" w:type="dxa"/>
            <w:vAlign w:val="bottom"/>
          </w:tcPr>
          <w:p w14:paraId="2E909596"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7BC775DA"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2E012EA6"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7E6752EB" w14:textId="17F01BAD" w:rsidR="00771FFE" w:rsidRPr="00416F1B" w:rsidRDefault="00771FFE" w:rsidP="00771FFE">
            <w:pPr>
              <w:tabs>
                <w:tab w:val="left" w:pos="540"/>
              </w:tabs>
              <w:ind w:right="-33"/>
              <w:jc w:val="right"/>
              <w:rPr>
                <w:rFonts w:ascii="Browallia New" w:hAnsi="Browallia New" w:cs="Browallia New"/>
                <w:sz w:val="20"/>
                <w:szCs w:val="20"/>
              </w:rPr>
            </w:pPr>
          </w:p>
        </w:tc>
        <w:tc>
          <w:tcPr>
            <w:tcW w:w="887" w:type="dxa"/>
            <w:vAlign w:val="bottom"/>
          </w:tcPr>
          <w:p w14:paraId="5CE4FF8D" w14:textId="33DF4894" w:rsidR="00771FFE" w:rsidRPr="00416F1B" w:rsidRDefault="00771FFE" w:rsidP="00771FFE">
            <w:pPr>
              <w:tabs>
                <w:tab w:val="left" w:pos="540"/>
              </w:tabs>
              <w:ind w:right="-33"/>
              <w:jc w:val="right"/>
              <w:rPr>
                <w:rFonts w:ascii="Browallia New" w:hAnsi="Browallia New" w:cs="Browallia New"/>
                <w:sz w:val="20"/>
                <w:szCs w:val="20"/>
              </w:rPr>
            </w:pPr>
            <w:r>
              <w:rPr>
                <w:rFonts w:ascii="Browallia New" w:hAnsi="Browallia New" w:cs="Browallia New"/>
                <w:sz w:val="20"/>
                <w:szCs w:val="20"/>
              </w:rPr>
              <w:t>79,226</w:t>
            </w:r>
          </w:p>
        </w:tc>
      </w:tr>
      <w:tr w:rsidR="00771FFE" w:rsidRPr="00A625DB" w14:paraId="46F9CCA1" w14:textId="77777777" w:rsidTr="00B95242">
        <w:trPr>
          <w:trHeight w:val="279"/>
        </w:trPr>
        <w:tc>
          <w:tcPr>
            <w:tcW w:w="2541" w:type="dxa"/>
            <w:gridSpan w:val="2"/>
            <w:vAlign w:val="bottom"/>
          </w:tcPr>
          <w:p w14:paraId="420C253E" w14:textId="77777777" w:rsidR="00771FFE" w:rsidRPr="00A625DB" w:rsidRDefault="00771FFE" w:rsidP="00771FFE">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66FDA5FF"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703" w:type="dxa"/>
            <w:vAlign w:val="bottom"/>
          </w:tcPr>
          <w:p w14:paraId="2BD605C0"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695" w:type="dxa"/>
            <w:vAlign w:val="bottom"/>
          </w:tcPr>
          <w:p w14:paraId="4CA74F9F"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884" w:type="dxa"/>
            <w:vAlign w:val="bottom"/>
          </w:tcPr>
          <w:p w14:paraId="49A65B6E" w14:textId="77777777" w:rsidR="00771FFE" w:rsidRPr="00A625DB" w:rsidRDefault="00771FFE" w:rsidP="00771FFE">
            <w:pPr>
              <w:tabs>
                <w:tab w:val="left" w:pos="540"/>
              </w:tabs>
              <w:ind w:right="-33"/>
              <w:jc w:val="right"/>
              <w:rPr>
                <w:rFonts w:ascii="Browallia New" w:hAnsi="Browallia New" w:cs="Browallia New"/>
                <w:sz w:val="14"/>
                <w:szCs w:val="14"/>
              </w:rPr>
            </w:pPr>
          </w:p>
        </w:tc>
        <w:tc>
          <w:tcPr>
            <w:tcW w:w="884" w:type="dxa"/>
            <w:vAlign w:val="bottom"/>
          </w:tcPr>
          <w:p w14:paraId="0E0E6E8B"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786" w:type="dxa"/>
            <w:vAlign w:val="bottom"/>
          </w:tcPr>
          <w:p w14:paraId="5AB38D55"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703" w:type="dxa"/>
            <w:vAlign w:val="bottom"/>
          </w:tcPr>
          <w:p w14:paraId="3541D09E" w14:textId="77777777" w:rsidR="00771FFE" w:rsidRPr="00A625DB" w:rsidRDefault="00771FFE" w:rsidP="00771FFE">
            <w:pPr>
              <w:tabs>
                <w:tab w:val="left" w:pos="794"/>
                <w:tab w:val="left" w:pos="1361"/>
                <w:tab w:val="left" w:pos="1928"/>
              </w:tabs>
              <w:jc w:val="right"/>
              <w:rPr>
                <w:rFonts w:ascii="Browallia New" w:hAnsi="Browallia New" w:cs="Browallia New"/>
                <w:sz w:val="14"/>
                <w:szCs w:val="14"/>
              </w:rPr>
            </w:pPr>
          </w:p>
        </w:tc>
        <w:tc>
          <w:tcPr>
            <w:tcW w:w="767" w:type="dxa"/>
            <w:vAlign w:val="bottom"/>
          </w:tcPr>
          <w:p w14:paraId="38ED15F7" w14:textId="77777777" w:rsidR="00771FFE" w:rsidRPr="00A625DB" w:rsidRDefault="00771FFE" w:rsidP="00771FFE">
            <w:pPr>
              <w:tabs>
                <w:tab w:val="left" w:pos="540"/>
              </w:tabs>
              <w:ind w:right="-33"/>
              <w:jc w:val="right"/>
              <w:rPr>
                <w:rFonts w:ascii="Browallia New" w:hAnsi="Browallia New" w:cs="Browallia New"/>
                <w:sz w:val="14"/>
                <w:szCs w:val="14"/>
              </w:rPr>
            </w:pPr>
          </w:p>
        </w:tc>
        <w:tc>
          <w:tcPr>
            <w:tcW w:w="887" w:type="dxa"/>
            <w:vAlign w:val="bottom"/>
          </w:tcPr>
          <w:p w14:paraId="7A707307" w14:textId="77777777" w:rsidR="00771FFE" w:rsidRPr="00A625DB" w:rsidRDefault="00771FFE" w:rsidP="00771FFE">
            <w:pPr>
              <w:tabs>
                <w:tab w:val="left" w:pos="540"/>
              </w:tabs>
              <w:ind w:right="-33"/>
              <w:jc w:val="right"/>
              <w:rPr>
                <w:rFonts w:ascii="Browallia New" w:hAnsi="Browallia New" w:cs="Browallia New"/>
                <w:sz w:val="14"/>
                <w:szCs w:val="14"/>
              </w:rPr>
            </w:pPr>
          </w:p>
        </w:tc>
      </w:tr>
      <w:tr w:rsidR="00771FFE" w:rsidRPr="005C2BD1" w14:paraId="1AED5D32" w14:textId="77777777" w:rsidTr="000F6F67">
        <w:trPr>
          <w:trHeight w:val="225"/>
        </w:trPr>
        <w:tc>
          <w:tcPr>
            <w:tcW w:w="2541" w:type="dxa"/>
            <w:gridSpan w:val="2"/>
            <w:vAlign w:val="bottom"/>
          </w:tcPr>
          <w:p w14:paraId="782C0457" w14:textId="77777777" w:rsidR="00771FFE" w:rsidRPr="005C2BD1" w:rsidRDefault="00771FFE" w:rsidP="00771FFE">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4BAF853A"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2796D338"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vAlign w:val="bottom"/>
          </w:tcPr>
          <w:p w14:paraId="6031DA51"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vAlign w:val="bottom"/>
          </w:tcPr>
          <w:p w14:paraId="7391407F" w14:textId="11AE362A" w:rsidR="00771FFE" w:rsidRPr="000C592E" w:rsidRDefault="004A22ED" w:rsidP="00771FFE">
            <w:pPr>
              <w:tabs>
                <w:tab w:val="left" w:pos="540"/>
              </w:tabs>
              <w:ind w:right="-33"/>
              <w:jc w:val="right"/>
              <w:rPr>
                <w:rFonts w:ascii="Browallia New" w:hAnsi="Browallia New" w:cs="Browallia New"/>
                <w:sz w:val="20"/>
                <w:szCs w:val="20"/>
              </w:rPr>
            </w:pPr>
            <w:r w:rsidRPr="004A22ED">
              <w:rPr>
                <w:rFonts w:ascii="Browallia New" w:hAnsi="Browallia New" w:cs="Browallia New"/>
                <w:sz w:val="20"/>
                <w:szCs w:val="20"/>
              </w:rPr>
              <w:t>4</w:t>
            </w:r>
            <w:r w:rsidR="00C62BE4" w:rsidRPr="00C62BE4">
              <w:rPr>
                <w:rFonts w:ascii="Browallia New" w:hAnsi="Browallia New" w:cs="Browallia New"/>
                <w:sz w:val="20"/>
                <w:szCs w:val="20"/>
              </w:rPr>
              <w:t>,</w:t>
            </w:r>
            <w:r w:rsidRPr="004A22ED">
              <w:rPr>
                <w:rFonts w:ascii="Browallia New" w:hAnsi="Browallia New" w:cs="Browallia New"/>
                <w:sz w:val="20"/>
                <w:szCs w:val="20"/>
              </w:rPr>
              <w:t>096</w:t>
            </w:r>
            <w:r w:rsidR="00C62BE4" w:rsidRPr="00C62BE4">
              <w:rPr>
                <w:rFonts w:ascii="Browallia New" w:hAnsi="Browallia New" w:cs="Browallia New"/>
                <w:sz w:val="20"/>
                <w:szCs w:val="20"/>
              </w:rPr>
              <w:t>,</w:t>
            </w:r>
            <w:r w:rsidRPr="004A22ED">
              <w:rPr>
                <w:rFonts w:ascii="Browallia New" w:hAnsi="Browallia New" w:cs="Browallia New"/>
                <w:sz w:val="20"/>
                <w:szCs w:val="20"/>
              </w:rPr>
              <w:t>470</w:t>
            </w:r>
          </w:p>
        </w:tc>
        <w:tc>
          <w:tcPr>
            <w:tcW w:w="884" w:type="dxa"/>
            <w:vAlign w:val="bottom"/>
          </w:tcPr>
          <w:p w14:paraId="266437A2"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6DB7001D"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208C5691"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42E1C03C" w14:textId="7F5F3C0A" w:rsidR="00771FFE" w:rsidRPr="00416F1B" w:rsidRDefault="00771FFE" w:rsidP="00771FFE">
            <w:pPr>
              <w:tabs>
                <w:tab w:val="left" w:pos="540"/>
              </w:tabs>
              <w:ind w:right="-33"/>
              <w:jc w:val="right"/>
              <w:rPr>
                <w:rFonts w:ascii="Browallia New" w:hAnsi="Browallia New" w:cs="Browallia New"/>
                <w:sz w:val="20"/>
                <w:szCs w:val="20"/>
              </w:rPr>
            </w:pPr>
          </w:p>
        </w:tc>
        <w:tc>
          <w:tcPr>
            <w:tcW w:w="887" w:type="dxa"/>
            <w:vAlign w:val="bottom"/>
          </w:tcPr>
          <w:p w14:paraId="6998832E" w14:textId="30EFECE1" w:rsidR="00771FFE" w:rsidRPr="005F2BCA" w:rsidRDefault="00F473CF" w:rsidP="000F6F67">
            <w:pPr>
              <w:tabs>
                <w:tab w:val="left" w:pos="540"/>
              </w:tabs>
              <w:ind w:right="-33"/>
              <w:jc w:val="right"/>
              <w:rPr>
                <w:rFonts w:ascii="Browallia New" w:hAnsi="Browallia New" w:cs="Browallia New"/>
                <w:sz w:val="20"/>
                <w:szCs w:val="20"/>
                <w:highlight w:val="yellow"/>
              </w:rPr>
            </w:pPr>
            <w:r>
              <w:rPr>
                <w:rFonts w:ascii="Browallia New" w:hAnsi="Browallia New" w:cs="Browallia New"/>
                <w:sz w:val="20"/>
                <w:szCs w:val="20"/>
              </w:rPr>
              <w:t>4,407,920</w:t>
            </w:r>
          </w:p>
        </w:tc>
      </w:tr>
      <w:tr w:rsidR="00771FFE" w:rsidRPr="005C2BD1" w14:paraId="75C4ABB5" w14:textId="77777777" w:rsidTr="00B95242">
        <w:trPr>
          <w:trHeight w:val="225"/>
        </w:trPr>
        <w:tc>
          <w:tcPr>
            <w:tcW w:w="2541" w:type="dxa"/>
            <w:gridSpan w:val="2"/>
            <w:vAlign w:val="bottom"/>
          </w:tcPr>
          <w:p w14:paraId="06F7B4BB" w14:textId="32D2627B" w:rsidR="00771FFE" w:rsidRPr="00B27566" w:rsidRDefault="00771FFE" w:rsidP="00771FFE">
            <w:pPr>
              <w:tabs>
                <w:tab w:val="left" w:pos="794"/>
                <w:tab w:val="left" w:pos="1361"/>
                <w:tab w:val="left" w:pos="1928"/>
              </w:tabs>
              <w:rPr>
                <w:rFonts w:ascii="Browallia New" w:hAnsi="Browallia New" w:cs="Browallia New"/>
                <w:sz w:val="20"/>
                <w:szCs w:val="20"/>
                <w:cs/>
                <w:lang w:val="en-GB"/>
              </w:rPr>
            </w:pPr>
            <w:r>
              <w:rPr>
                <w:rFonts w:ascii="Browallia New" w:hAnsi="Browallia New" w:cs="Browallia New" w:hint="cs"/>
                <w:sz w:val="20"/>
                <w:szCs w:val="20"/>
                <w:cs/>
                <w:lang w:val="en-GB"/>
              </w:rPr>
              <w:t>หนี้สินรวม</w:t>
            </w:r>
          </w:p>
        </w:tc>
        <w:tc>
          <w:tcPr>
            <w:tcW w:w="779" w:type="dxa"/>
            <w:vAlign w:val="bottom"/>
          </w:tcPr>
          <w:p w14:paraId="67DD1B4F"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286D9A70"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vAlign w:val="bottom"/>
          </w:tcPr>
          <w:p w14:paraId="0FCA9461"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vAlign w:val="bottom"/>
          </w:tcPr>
          <w:p w14:paraId="69AB10F9" w14:textId="0FE4C1E2" w:rsidR="00771FFE" w:rsidRPr="009175D4" w:rsidDel="00522D6E" w:rsidRDefault="004A22ED" w:rsidP="00771FFE">
            <w:pPr>
              <w:tabs>
                <w:tab w:val="left" w:pos="540"/>
              </w:tabs>
              <w:ind w:right="-33"/>
              <w:jc w:val="right"/>
              <w:rPr>
                <w:rFonts w:ascii="Browallia New" w:hAnsi="Browallia New" w:cs="Browallia New"/>
                <w:sz w:val="20"/>
                <w:szCs w:val="20"/>
              </w:rPr>
            </w:pPr>
            <w:r w:rsidRPr="004A22ED">
              <w:rPr>
                <w:rFonts w:ascii="Browallia New" w:hAnsi="Browallia New" w:cs="Browallia New"/>
                <w:sz w:val="20"/>
                <w:szCs w:val="20"/>
              </w:rPr>
              <w:t>924</w:t>
            </w:r>
            <w:r w:rsidR="00C62BE4" w:rsidRPr="009175D4">
              <w:rPr>
                <w:rFonts w:ascii="Browallia New" w:hAnsi="Browallia New" w:cs="Browallia New"/>
                <w:sz w:val="20"/>
                <w:szCs w:val="20"/>
              </w:rPr>
              <w:t>,</w:t>
            </w:r>
            <w:r w:rsidRPr="004A22ED">
              <w:rPr>
                <w:rFonts w:ascii="Browallia New" w:hAnsi="Browallia New" w:cs="Browallia New"/>
                <w:sz w:val="20"/>
                <w:szCs w:val="20"/>
              </w:rPr>
              <w:t>501</w:t>
            </w:r>
          </w:p>
        </w:tc>
        <w:tc>
          <w:tcPr>
            <w:tcW w:w="884" w:type="dxa"/>
            <w:vAlign w:val="bottom"/>
          </w:tcPr>
          <w:p w14:paraId="62B70216" w14:textId="77777777" w:rsidR="00771FFE" w:rsidRPr="009175D4"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21D7F9D5"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7598332C"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6AF0142C" w14:textId="77777777" w:rsidR="00771FFE" w:rsidRPr="00416F1B" w:rsidRDefault="00771FFE" w:rsidP="00771FFE">
            <w:pPr>
              <w:tabs>
                <w:tab w:val="left" w:pos="540"/>
              </w:tabs>
              <w:ind w:right="-33"/>
              <w:jc w:val="right"/>
              <w:rPr>
                <w:rFonts w:ascii="Browallia New" w:hAnsi="Browallia New" w:cs="Browallia New"/>
                <w:sz w:val="20"/>
                <w:szCs w:val="20"/>
              </w:rPr>
            </w:pPr>
          </w:p>
        </w:tc>
        <w:tc>
          <w:tcPr>
            <w:tcW w:w="887" w:type="dxa"/>
            <w:shd w:val="clear" w:color="auto" w:fill="auto"/>
            <w:vAlign w:val="bottom"/>
          </w:tcPr>
          <w:p w14:paraId="1742B920" w14:textId="77F170D6" w:rsidR="00771FFE" w:rsidRPr="001D6ED0" w:rsidRDefault="002533EF" w:rsidP="002533EF">
            <w:pPr>
              <w:tabs>
                <w:tab w:val="left" w:pos="540"/>
              </w:tabs>
              <w:ind w:right="-33"/>
              <w:jc w:val="right"/>
              <w:rPr>
                <w:rFonts w:ascii="Browallia New" w:hAnsi="Browallia New" w:cs="Browallia New"/>
                <w:sz w:val="20"/>
                <w:szCs w:val="20"/>
              </w:rPr>
            </w:pPr>
            <w:r>
              <w:rPr>
                <w:rFonts w:ascii="Browallia New" w:hAnsi="Browallia New" w:cs="Browallia New"/>
                <w:sz w:val="20"/>
                <w:szCs w:val="20"/>
              </w:rPr>
              <w:t>1,348,737</w:t>
            </w:r>
            <w:r w:rsidR="00F473CF">
              <w:rPr>
                <w:rFonts w:ascii="Browallia New" w:hAnsi="Browallia New" w:cs="Browallia New"/>
                <w:sz w:val="20"/>
                <w:szCs w:val="20"/>
              </w:rPr>
              <w:t xml:space="preserve">     </w:t>
            </w:r>
          </w:p>
        </w:tc>
      </w:tr>
      <w:tr w:rsidR="00771FFE" w:rsidRPr="005C2BD1" w14:paraId="792ED58E" w14:textId="77777777" w:rsidTr="00B95242">
        <w:trPr>
          <w:trHeight w:val="225"/>
        </w:trPr>
        <w:tc>
          <w:tcPr>
            <w:tcW w:w="2541" w:type="dxa"/>
            <w:gridSpan w:val="2"/>
            <w:vAlign w:val="bottom"/>
          </w:tcPr>
          <w:p w14:paraId="481CD140" w14:textId="77777777" w:rsidR="00771FFE" w:rsidRPr="00B27566" w:rsidRDefault="00771FFE" w:rsidP="00771FFE">
            <w:pPr>
              <w:tabs>
                <w:tab w:val="left" w:pos="794"/>
                <w:tab w:val="left" w:pos="1361"/>
                <w:tab w:val="left" w:pos="1928"/>
              </w:tabs>
              <w:rPr>
                <w:rFonts w:ascii="Browallia New" w:hAnsi="Browallia New" w:cs="Browallia New"/>
                <w:sz w:val="20"/>
                <w:szCs w:val="20"/>
                <w:cs/>
                <w:lang w:val="en-GB"/>
              </w:rPr>
            </w:pPr>
          </w:p>
        </w:tc>
        <w:tc>
          <w:tcPr>
            <w:tcW w:w="779" w:type="dxa"/>
            <w:vAlign w:val="bottom"/>
          </w:tcPr>
          <w:p w14:paraId="14945972"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1A38320C"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695" w:type="dxa"/>
            <w:vAlign w:val="bottom"/>
          </w:tcPr>
          <w:p w14:paraId="78E4C2B5" w14:textId="77777777" w:rsidR="00771FFE" w:rsidRPr="005C2BD1" w:rsidRDefault="00771FFE" w:rsidP="00771FFE">
            <w:pPr>
              <w:tabs>
                <w:tab w:val="left" w:pos="794"/>
                <w:tab w:val="left" w:pos="1361"/>
                <w:tab w:val="left" w:pos="1928"/>
              </w:tabs>
              <w:jc w:val="right"/>
              <w:rPr>
                <w:rFonts w:ascii="Browallia New" w:hAnsi="Browallia New" w:cs="Browallia New"/>
                <w:sz w:val="20"/>
                <w:szCs w:val="20"/>
              </w:rPr>
            </w:pPr>
          </w:p>
        </w:tc>
        <w:tc>
          <w:tcPr>
            <w:tcW w:w="884" w:type="dxa"/>
            <w:vAlign w:val="bottom"/>
          </w:tcPr>
          <w:p w14:paraId="7B0E9D79" w14:textId="77777777" w:rsidR="00771FFE" w:rsidRPr="00643D71" w:rsidDel="00522D6E" w:rsidRDefault="00771FFE" w:rsidP="00771FFE">
            <w:pPr>
              <w:tabs>
                <w:tab w:val="left" w:pos="540"/>
              </w:tabs>
              <w:ind w:right="-33"/>
              <w:jc w:val="right"/>
              <w:rPr>
                <w:rFonts w:ascii="Browallia New" w:hAnsi="Browallia New" w:cs="Browallia New"/>
                <w:sz w:val="20"/>
                <w:szCs w:val="20"/>
              </w:rPr>
            </w:pPr>
          </w:p>
        </w:tc>
        <w:tc>
          <w:tcPr>
            <w:tcW w:w="884" w:type="dxa"/>
            <w:vAlign w:val="bottom"/>
          </w:tcPr>
          <w:p w14:paraId="7ABC37BE"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86" w:type="dxa"/>
            <w:vAlign w:val="bottom"/>
          </w:tcPr>
          <w:p w14:paraId="21B37FEB"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03" w:type="dxa"/>
            <w:vAlign w:val="bottom"/>
          </w:tcPr>
          <w:p w14:paraId="7E3F12A4" w14:textId="77777777" w:rsidR="00771FFE" w:rsidRPr="00416F1B" w:rsidRDefault="00771FFE" w:rsidP="00771FFE">
            <w:pPr>
              <w:tabs>
                <w:tab w:val="left" w:pos="794"/>
                <w:tab w:val="left" w:pos="1361"/>
                <w:tab w:val="left" w:pos="1928"/>
              </w:tabs>
              <w:jc w:val="right"/>
              <w:rPr>
                <w:rFonts w:ascii="Browallia New" w:hAnsi="Browallia New" w:cs="Browallia New"/>
                <w:sz w:val="20"/>
                <w:szCs w:val="20"/>
              </w:rPr>
            </w:pPr>
          </w:p>
        </w:tc>
        <w:tc>
          <w:tcPr>
            <w:tcW w:w="767" w:type="dxa"/>
            <w:vAlign w:val="bottom"/>
          </w:tcPr>
          <w:p w14:paraId="54BB073A" w14:textId="77777777" w:rsidR="00771FFE" w:rsidRPr="00416F1B" w:rsidRDefault="00771FFE" w:rsidP="00771FFE">
            <w:pPr>
              <w:tabs>
                <w:tab w:val="left" w:pos="540"/>
              </w:tabs>
              <w:ind w:right="-33"/>
              <w:jc w:val="right"/>
              <w:rPr>
                <w:rFonts w:ascii="Browallia New" w:hAnsi="Browallia New" w:cs="Browallia New"/>
                <w:sz w:val="20"/>
                <w:szCs w:val="20"/>
              </w:rPr>
            </w:pPr>
          </w:p>
        </w:tc>
        <w:tc>
          <w:tcPr>
            <w:tcW w:w="887" w:type="dxa"/>
            <w:vAlign w:val="bottom"/>
          </w:tcPr>
          <w:p w14:paraId="26111A68" w14:textId="77777777" w:rsidR="00771FFE" w:rsidRDefault="00771FFE" w:rsidP="00771FFE">
            <w:pPr>
              <w:tabs>
                <w:tab w:val="left" w:pos="540"/>
              </w:tabs>
              <w:ind w:right="-33"/>
              <w:jc w:val="right"/>
              <w:rPr>
                <w:rFonts w:ascii="Browallia New" w:hAnsi="Browallia New" w:cs="Browallia New"/>
                <w:sz w:val="20"/>
                <w:szCs w:val="20"/>
              </w:rPr>
            </w:pPr>
          </w:p>
        </w:tc>
      </w:tr>
    </w:tbl>
    <w:p w14:paraId="37356B8B" w14:textId="180CE3B1" w:rsidR="00EB5338" w:rsidRDefault="00EB5338">
      <w:pPr>
        <w:rPr>
          <w:rFonts w:ascii="Browallia New" w:hAnsi="Browallia New" w:cs="Browallia New"/>
          <w:b/>
          <w:bCs/>
        </w:rPr>
      </w:pPr>
    </w:p>
    <w:p w14:paraId="57BA2329" w14:textId="77777777" w:rsidR="000308DC" w:rsidRDefault="000308DC">
      <w:pPr>
        <w:rPr>
          <w:rFonts w:ascii="Browallia New" w:hAnsi="Browallia New" w:cs="Browallia New"/>
          <w:b/>
          <w:bCs/>
        </w:rPr>
      </w:pPr>
    </w:p>
    <w:p w14:paraId="2C07C73F" w14:textId="77777777" w:rsidR="000308DC" w:rsidRDefault="000308DC">
      <w:pPr>
        <w:rPr>
          <w:rFonts w:ascii="Browallia New" w:hAnsi="Browallia New" w:cs="Browallia New"/>
          <w:b/>
          <w:bCs/>
        </w:rPr>
      </w:pPr>
    </w:p>
    <w:p w14:paraId="4C812E07" w14:textId="77777777" w:rsidR="000650BB" w:rsidRDefault="000650BB">
      <w:pPr>
        <w:rPr>
          <w:rFonts w:ascii="Browallia New" w:hAnsi="Browallia New" w:cs="Browallia New"/>
          <w:b/>
          <w:bCs/>
        </w:rPr>
      </w:pPr>
    </w:p>
    <w:p w14:paraId="41926E91" w14:textId="77777777" w:rsidR="000650BB" w:rsidRDefault="000650BB">
      <w:pPr>
        <w:rPr>
          <w:rFonts w:ascii="Browallia New" w:hAnsi="Browallia New" w:cs="Browallia New"/>
          <w:b/>
          <w:bCs/>
        </w:rPr>
      </w:pPr>
    </w:p>
    <w:p w14:paraId="1E7B6E93" w14:textId="77777777" w:rsidR="004913D8" w:rsidRDefault="004913D8">
      <w:pPr>
        <w:rPr>
          <w:rFonts w:ascii="Browallia New" w:hAnsi="Browallia New" w:cs="Browallia New"/>
          <w:b/>
          <w:bCs/>
        </w:rPr>
      </w:pPr>
    </w:p>
    <w:p w14:paraId="11F961D0" w14:textId="77777777" w:rsidR="00F473CF" w:rsidRDefault="00F473CF">
      <w:pPr>
        <w:rPr>
          <w:rFonts w:ascii="Browallia New" w:hAnsi="Browallia New" w:cs="Browallia New"/>
          <w:b/>
          <w:bCs/>
        </w:rPr>
      </w:pPr>
    </w:p>
    <w:tbl>
      <w:tblPr>
        <w:tblW w:w="9656" w:type="dxa"/>
        <w:tblInd w:w="-90" w:type="dxa"/>
        <w:tblLayout w:type="fixed"/>
        <w:tblLook w:val="01E0" w:firstRow="1" w:lastRow="1" w:firstColumn="1" w:lastColumn="1" w:noHBand="0" w:noVBand="0"/>
      </w:tblPr>
      <w:tblGrid>
        <w:gridCol w:w="1684"/>
        <w:gridCol w:w="884"/>
        <w:gridCol w:w="779"/>
        <w:gridCol w:w="703"/>
        <w:gridCol w:w="718"/>
        <w:gridCol w:w="861"/>
        <w:gridCol w:w="884"/>
        <w:gridCol w:w="786"/>
        <w:gridCol w:w="703"/>
        <w:gridCol w:w="767"/>
        <w:gridCol w:w="887"/>
      </w:tblGrid>
      <w:tr w:rsidR="000650BB" w:rsidRPr="005C2BD1" w14:paraId="5477D610" w14:textId="77777777" w:rsidTr="00B95242">
        <w:trPr>
          <w:trHeight w:val="20"/>
        </w:trPr>
        <w:tc>
          <w:tcPr>
            <w:tcW w:w="1684" w:type="dxa"/>
            <w:vAlign w:val="bottom"/>
          </w:tcPr>
          <w:p w14:paraId="105AC1D0"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04CA003D"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0650BB" w:rsidRPr="005C2BD1" w14:paraId="37123587" w14:textId="77777777" w:rsidTr="00B95242">
        <w:trPr>
          <w:trHeight w:val="20"/>
        </w:trPr>
        <w:tc>
          <w:tcPr>
            <w:tcW w:w="1684" w:type="dxa"/>
            <w:vAlign w:val="bottom"/>
          </w:tcPr>
          <w:p w14:paraId="145BFC9B"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27F68327"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0650BB" w:rsidRPr="005C2BD1" w14:paraId="1DB6C3EC" w14:textId="77777777" w:rsidTr="00B95242">
        <w:trPr>
          <w:trHeight w:val="20"/>
        </w:trPr>
        <w:tc>
          <w:tcPr>
            <w:tcW w:w="1684" w:type="dxa"/>
            <w:vAlign w:val="bottom"/>
          </w:tcPr>
          <w:p w14:paraId="509C4506"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1610CDE0" w14:textId="58D39939" w:rsidR="000650BB" w:rsidRPr="005C2BD1" w:rsidRDefault="00F13B5A"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F13B5A">
              <w:rPr>
                <w:rFonts w:ascii="Browallia New" w:hAnsi="Browallia New" w:cs="Browallia New"/>
                <w:sz w:val="20"/>
                <w:szCs w:val="20"/>
                <w:cs/>
              </w:rPr>
              <w:t>สำหรับงว</w:t>
            </w:r>
            <w:r w:rsidRPr="00F13B5A">
              <w:rPr>
                <w:rFonts w:ascii="Browallia New" w:hAnsi="Browallia New" w:cs="Browallia New" w:hint="cs"/>
                <w:sz w:val="20"/>
                <w:szCs w:val="20"/>
                <w:cs/>
              </w:rPr>
              <w:t>ดเก้า</w:t>
            </w:r>
            <w:r w:rsidRPr="00F13B5A">
              <w:rPr>
                <w:rFonts w:ascii="Browallia New" w:hAnsi="Browallia New" w:cs="Browallia New"/>
                <w:sz w:val="20"/>
                <w:szCs w:val="20"/>
                <w:cs/>
              </w:rPr>
              <w:t>เดือนสิ้นสุดวันที่</w:t>
            </w:r>
            <w:r w:rsidRPr="00F13B5A">
              <w:rPr>
                <w:rFonts w:ascii="Browallia New" w:hAnsi="Browallia New" w:cs="Browallia New"/>
                <w:sz w:val="20"/>
                <w:szCs w:val="20"/>
              </w:rPr>
              <w:t xml:space="preserve"> 30 </w:t>
            </w:r>
            <w:r w:rsidRPr="00F13B5A">
              <w:rPr>
                <w:rFonts w:ascii="Browallia New" w:hAnsi="Browallia New" w:cs="Browallia New"/>
                <w:sz w:val="20"/>
                <w:szCs w:val="20"/>
                <w:cs/>
              </w:rPr>
              <w:t>กันยายน</w:t>
            </w:r>
          </w:p>
        </w:tc>
      </w:tr>
      <w:tr w:rsidR="000650BB" w:rsidRPr="005C2BD1" w14:paraId="1A0C2891" w14:textId="77777777" w:rsidTr="00B95242">
        <w:trPr>
          <w:trHeight w:val="20"/>
        </w:trPr>
        <w:tc>
          <w:tcPr>
            <w:tcW w:w="1684" w:type="dxa"/>
            <w:vAlign w:val="bottom"/>
          </w:tcPr>
          <w:p w14:paraId="0786FB65"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3945" w:type="dxa"/>
            <w:gridSpan w:val="5"/>
            <w:vAlign w:val="bottom"/>
          </w:tcPr>
          <w:p w14:paraId="6067102E"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6</w:t>
            </w:r>
          </w:p>
        </w:tc>
        <w:tc>
          <w:tcPr>
            <w:tcW w:w="4027" w:type="dxa"/>
            <w:gridSpan w:val="5"/>
            <w:vAlign w:val="bottom"/>
          </w:tcPr>
          <w:p w14:paraId="6CE4A148"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r>
      <w:tr w:rsidR="000650BB" w:rsidRPr="005C2BD1" w14:paraId="6ACDC578" w14:textId="77777777" w:rsidTr="00C62BE4">
        <w:trPr>
          <w:trHeight w:val="20"/>
        </w:trPr>
        <w:tc>
          <w:tcPr>
            <w:tcW w:w="1684" w:type="dxa"/>
            <w:vAlign w:val="bottom"/>
          </w:tcPr>
          <w:p w14:paraId="5F7CFB3F"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8BF7F0B" w14:textId="77777777" w:rsidR="000650BB" w:rsidRPr="005C2BD1" w:rsidRDefault="000650BB"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579BD0F" w14:textId="77777777" w:rsidR="000650BB" w:rsidRPr="005C2BD1" w:rsidRDefault="000650BB"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6A56D026" w14:textId="77777777" w:rsidR="000650BB"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1F7C2AA2"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3" w:type="dxa"/>
            <w:vAlign w:val="bottom"/>
          </w:tcPr>
          <w:p w14:paraId="797C40BF"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ECCCC8F"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1D05675"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0916513"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18" w:type="dxa"/>
            <w:vAlign w:val="bottom"/>
          </w:tcPr>
          <w:p w14:paraId="54DF67F0"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9A35175"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61" w:type="dxa"/>
            <w:vAlign w:val="bottom"/>
          </w:tcPr>
          <w:p w14:paraId="2978C53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1933261A"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A4979BA"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4FCFBCF2"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6F906AB9"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125B411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1DD7310"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79406E1"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7" w:type="dxa"/>
            <w:vAlign w:val="bottom"/>
          </w:tcPr>
          <w:p w14:paraId="44D8A5F4"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46634EA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0650BB" w:rsidRPr="00A625DB" w14:paraId="42C14DF1" w14:textId="77777777" w:rsidTr="00C62BE4">
        <w:trPr>
          <w:trHeight w:val="288"/>
        </w:trPr>
        <w:tc>
          <w:tcPr>
            <w:tcW w:w="1684" w:type="dxa"/>
            <w:vAlign w:val="bottom"/>
          </w:tcPr>
          <w:p w14:paraId="731D7424"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BFD8A7B"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8B65ED5"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6760FC86"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718" w:type="dxa"/>
            <w:vAlign w:val="bottom"/>
          </w:tcPr>
          <w:p w14:paraId="0EC49725"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61" w:type="dxa"/>
            <w:vAlign w:val="bottom"/>
          </w:tcPr>
          <w:p w14:paraId="26E72096"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0BD9F289"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86" w:type="dxa"/>
            <w:vAlign w:val="bottom"/>
          </w:tcPr>
          <w:p w14:paraId="433A35A8"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03" w:type="dxa"/>
            <w:vAlign w:val="bottom"/>
          </w:tcPr>
          <w:p w14:paraId="2B29373D"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67" w:type="dxa"/>
            <w:vAlign w:val="bottom"/>
          </w:tcPr>
          <w:p w14:paraId="6738E464"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9ECA3D"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r>
      <w:tr w:rsidR="000650BB" w:rsidRPr="005C2BD1" w14:paraId="3CF7FCF8" w14:textId="77777777" w:rsidTr="00C62BE4">
        <w:trPr>
          <w:trHeight w:val="20"/>
        </w:trPr>
        <w:tc>
          <w:tcPr>
            <w:tcW w:w="2568" w:type="dxa"/>
            <w:gridSpan w:val="2"/>
            <w:vAlign w:val="bottom"/>
          </w:tcPr>
          <w:p w14:paraId="0CD7F0D8"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533F3D39"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3C1C9ABC"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18" w:type="dxa"/>
            <w:vAlign w:val="bottom"/>
          </w:tcPr>
          <w:p w14:paraId="3068EEC5"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61" w:type="dxa"/>
            <w:vAlign w:val="bottom"/>
          </w:tcPr>
          <w:p w14:paraId="449CD88D"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02C8305"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86" w:type="dxa"/>
            <w:vAlign w:val="bottom"/>
          </w:tcPr>
          <w:p w14:paraId="56AB42F0"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03" w:type="dxa"/>
            <w:vAlign w:val="bottom"/>
          </w:tcPr>
          <w:p w14:paraId="0333CF27"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67" w:type="dxa"/>
            <w:vAlign w:val="bottom"/>
          </w:tcPr>
          <w:p w14:paraId="759EB619"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887" w:type="dxa"/>
            <w:vAlign w:val="bottom"/>
          </w:tcPr>
          <w:p w14:paraId="64BCE05B"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r>
      <w:tr w:rsidR="00C62BE4" w:rsidRPr="005C2BD1" w14:paraId="5C4A804D" w14:textId="77777777" w:rsidTr="00C62BE4">
        <w:trPr>
          <w:trHeight w:val="20"/>
        </w:trPr>
        <w:tc>
          <w:tcPr>
            <w:tcW w:w="1684" w:type="dxa"/>
            <w:vAlign w:val="bottom"/>
          </w:tcPr>
          <w:p w14:paraId="10B07DE1" w14:textId="77777777" w:rsidR="00C62BE4" w:rsidRPr="002E71A8" w:rsidRDefault="00C62BE4" w:rsidP="00C62BE4">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tcPr>
          <w:p w14:paraId="5DD9D4A9" w14:textId="4CB1D6B4"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3,779,789</w:t>
            </w:r>
          </w:p>
        </w:tc>
        <w:tc>
          <w:tcPr>
            <w:tcW w:w="779" w:type="dxa"/>
          </w:tcPr>
          <w:p w14:paraId="08C052E1" w14:textId="5D86A742"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703" w:type="dxa"/>
          </w:tcPr>
          <w:p w14:paraId="55384267" w14:textId="11CB7016"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55,254</w:t>
            </w:r>
          </w:p>
        </w:tc>
        <w:tc>
          <w:tcPr>
            <w:tcW w:w="718" w:type="dxa"/>
          </w:tcPr>
          <w:p w14:paraId="6A5839E4" w14:textId="4497BF0E" w:rsidR="00C62BE4" w:rsidRPr="002E71A8" w:rsidRDefault="00C62BE4" w:rsidP="00C62BE4">
            <w:pPr>
              <w:tabs>
                <w:tab w:val="left" w:pos="794"/>
                <w:tab w:val="left" w:pos="1361"/>
                <w:tab w:val="left" w:pos="1928"/>
              </w:tabs>
              <w:jc w:val="center"/>
              <w:rPr>
                <w:rFonts w:ascii="Browallia New" w:hAnsi="Browallia New" w:cs="Browallia New"/>
                <w:sz w:val="20"/>
                <w:szCs w:val="20"/>
              </w:rPr>
            </w:pPr>
            <w:r w:rsidRPr="009302F7">
              <w:rPr>
                <w:rFonts w:ascii="Browallia New" w:hAnsi="Browallia New" w:cs="Browallia New"/>
                <w:sz w:val="20"/>
                <w:szCs w:val="20"/>
                <w:cs/>
              </w:rPr>
              <w:t>-</w:t>
            </w:r>
          </w:p>
        </w:tc>
        <w:tc>
          <w:tcPr>
            <w:tcW w:w="861" w:type="dxa"/>
          </w:tcPr>
          <w:p w14:paraId="55B1BCD0" w14:textId="0C89455F" w:rsidR="00C62BE4" w:rsidRPr="002E71A8"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4,072,259</w:t>
            </w:r>
          </w:p>
        </w:tc>
        <w:tc>
          <w:tcPr>
            <w:tcW w:w="884" w:type="dxa"/>
            <w:vAlign w:val="bottom"/>
          </w:tcPr>
          <w:p w14:paraId="1EA5615D" w14:textId="2D8CC05E"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3,807,921</w:t>
            </w:r>
          </w:p>
        </w:tc>
        <w:tc>
          <w:tcPr>
            <w:tcW w:w="786" w:type="dxa"/>
            <w:vAlign w:val="bottom"/>
          </w:tcPr>
          <w:p w14:paraId="4994F28B" w14:textId="0BBCADBE"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703" w:type="dxa"/>
            <w:vAlign w:val="bottom"/>
          </w:tcPr>
          <w:p w14:paraId="72299C74" w14:textId="60621276" w:rsidR="00C62BE4" w:rsidRPr="005E1C7B"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51,578</w:t>
            </w:r>
          </w:p>
        </w:tc>
        <w:tc>
          <w:tcPr>
            <w:tcW w:w="767" w:type="dxa"/>
            <w:vAlign w:val="bottom"/>
          </w:tcPr>
          <w:p w14:paraId="416405CD" w14:textId="505CC97B" w:rsidR="00C62BE4" w:rsidRPr="00227CF5" w:rsidRDefault="002A3325" w:rsidP="00C62BE4">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C62BE4">
              <w:rPr>
                <w:rFonts w:ascii="Browallia New" w:hAnsi="Browallia New" w:cs="Browallia New"/>
                <w:sz w:val="20"/>
                <w:szCs w:val="20"/>
                <w:cs/>
              </w:rPr>
              <w:t>-</w:t>
            </w:r>
          </w:p>
        </w:tc>
        <w:tc>
          <w:tcPr>
            <w:tcW w:w="887" w:type="dxa"/>
            <w:vAlign w:val="bottom"/>
          </w:tcPr>
          <w:p w14:paraId="353F6676" w14:textId="00EFED76" w:rsidR="00C62BE4" w:rsidRPr="00227CF5"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4,111,428</w:t>
            </w:r>
          </w:p>
        </w:tc>
      </w:tr>
      <w:tr w:rsidR="00C62BE4" w:rsidRPr="005C2BD1" w14:paraId="16009E2D" w14:textId="77777777" w:rsidTr="00C62BE4">
        <w:trPr>
          <w:trHeight w:val="20"/>
        </w:trPr>
        <w:tc>
          <w:tcPr>
            <w:tcW w:w="1684" w:type="dxa"/>
            <w:vAlign w:val="bottom"/>
          </w:tcPr>
          <w:p w14:paraId="20BA7BE6" w14:textId="5723E4B9" w:rsidR="00C62BE4" w:rsidRPr="002E71A8" w:rsidRDefault="00C62BE4" w:rsidP="00C62BE4">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hint="cs"/>
                <w:sz w:val="20"/>
                <w:szCs w:val="20"/>
                <w:cs/>
              </w:rPr>
              <w:t>เวียดนาม</w:t>
            </w:r>
          </w:p>
        </w:tc>
        <w:tc>
          <w:tcPr>
            <w:tcW w:w="884" w:type="dxa"/>
            <w:vAlign w:val="bottom"/>
          </w:tcPr>
          <w:p w14:paraId="2D2FDC48" w14:textId="0936F35B" w:rsidR="00C62BE4" w:rsidRPr="008755B6"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54,844</w:t>
            </w:r>
          </w:p>
        </w:tc>
        <w:tc>
          <w:tcPr>
            <w:tcW w:w="779" w:type="dxa"/>
            <w:vAlign w:val="bottom"/>
          </w:tcPr>
          <w:p w14:paraId="202272B3" w14:textId="1C22931F" w:rsidR="00C62BE4" w:rsidRPr="008755B6"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 xml:space="preserve">   </w:t>
            </w:r>
            <w:r w:rsidRPr="009302F7">
              <w:rPr>
                <w:rFonts w:ascii="Browallia New" w:hAnsi="Browallia New" w:cs="Browallia New"/>
                <w:sz w:val="20"/>
                <w:szCs w:val="20"/>
                <w:cs/>
              </w:rPr>
              <w:t>-</w:t>
            </w:r>
          </w:p>
        </w:tc>
        <w:tc>
          <w:tcPr>
            <w:tcW w:w="703" w:type="dxa"/>
            <w:vAlign w:val="bottom"/>
          </w:tcPr>
          <w:p w14:paraId="64970DE0" w14:textId="7572D46A" w:rsidR="00C62BE4" w:rsidRPr="008755B6"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9302F7">
              <w:rPr>
                <w:rFonts w:ascii="Browallia New" w:hAnsi="Browallia New" w:cs="Browallia New"/>
                <w:sz w:val="20"/>
                <w:szCs w:val="20"/>
                <w:cs/>
              </w:rPr>
              <w:t>-</w:t>
            </w:r>
          </w:p>
        </w:tc>
        <w:tc>
          <w:tcPr>
            <w:tcW w:w="718" w:type="dxa"/>
            <w:vAlign w:val="bottom"/>
          </w:tcPr>
          <w:p w14:paraId="11FC23D8" w14:textId="514BE3A3" w:rsidR="00C62BE4" w:rsidRPr="008755B6"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(807)</w:t>
            </w:r>
          </w:p>
        </w:tc>
        <w:tc>
          <w:tcPr>
            <w:tcW w:w="861" w:type="dxa"/>
            <w:vAlign w:val="bottom"/>
          </w:tcPr>
          <w:p w14:paraId="10F7C44D" w14:textId="6768CB3D" w:rsidR="00C62BE4" w:rsidRPr="008755B6"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54,037</w:t>
            </w:r>
          </w:p>
        </w:tc>
        <w:tc>
          <w:tcPr>
            <w:tcW w:w="884" w:type="dxa"/>
            <w:vAlign w:val="bottom"/>
          </w:tcPr>
          <w:p w14:paraId="0C32859C" w14:textId="0F758A2F" w:rsidR="00C62BE4"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66,976</w:t>
            </w:r>
          </w:p>
        </w:tc>
        <w:tc>
          <w:tcPr>
            <w:tcW w:w="786" w:type="dxa"/>
            <w:vAlign w:val="bottom"/>
          </w:tcPr>
          <w:p w14:paraId="093C57AA" w14:textId="2B42D709" w:rsidR="00C62BE4"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cs/>
              </w:rPr>
              <w:t xml:space="preserve">  -</w:t>
            </w:r>
          </w:p>
        </w:tc>
        <w:tc>
          <w:tcPr>
            <w:tcW w:w="703" w:type="dxa"/>
            <w:vAlign w:val="bottom"/>
          </w:tcPr>
          <w:p w14:paraId="6AFBCBC1" w14:textId="3E404ED2" w:rsidR="00C62BE4" w:rsidRDefault="00C62BE4" w:rsidP="00C62BE4">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cs/>
              </w:rPr>
              <w:t xml:space="preserve">  -</w:t>
            </w:r>
          </w:p>
        </w:tc>
        <w:tc>
          <w:tcPr>
            <w:tcW w:w="767" w:type="dxa"/>
            <w:vAlign w:val="bottom"/>
          </w:tcPr>
          <w:p w14:paraId="58C49164" w14:textId="441CA89D" w:rsidR="00C62BE4"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(308)</w:t>
            </w:r>
          </w:p>
        </w:tc>
        <w:tc>
          <w:tcPr>
            <w:tcW w:w="887" w:type="dxa"/>
            <w:vAlign w:val="bottom"/>
          </w:tcPr>
          <w:p w14:paraId="080A80EC" w14:textId="1A7D7AC9" w:rsidR="00C62BE4"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66,668</w:t>
            </w:r>
          </w:p>
        </w:tc>
      </w:tr>
      <w:tr w:rsidR="00C62BE4" w:rsidRPr="005C2BD1" w14:paraId="682979E6" w14:textId="77777777" w:rsidTr="00C62BE4">
        <w:trPr>
          <w:trHeight w:val="20"/>
        </w:trPr>
        <w:tc>
          <w:tcPr>
            <w:tcW w:w="1684" w:type="dxa"/>
            <w:vAlign w:val="bottom"/>
          </w:tcPr>
          <w:p w14:paraId="68F19D50" w14:textId="4DEC398A" w:rsidR="00C62BE4" w:rsidRPr="009369A5" w:rsidRDefault="00C62BE4" w:rsidP="00C62BE4">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cs/>
              </w:rPr>
              <w:t>รวม</w:t>
            </w:r>
          </w:p>
        </w:tc>
        <w:tc>
          <w:tcPr>
            <w:tcW w:w="884" w:type="dxa"/>
          </w:tcPr>
          <w:p w14:paraId="182CE3CD" w14:textId="3A49D9FF" w:rsidR="00C62BE4" w:rsidRPr="008755B6"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3,834,633</w:t>
            </w:r>
          </w:p>
        </w:tc>
        <w:tc>
          <w:tcPr>
            <w:tcW w:w="779" w:type="dxa"/>
          </w:tcPr>
          <w:p w14:paraId="0D2BEBDE" w14:textId="3E3CE8A0" w:rsidR="00C62BE4" w:rsidRPr="008755B6"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237,216</w:t>
            </w:r>
          </w:p>
        </w:tc>
        <w:tc>
          <w:tcPr>
            <w:tcW w:w="703" w:type="dxa"/>
          </w:tcPr>
          <w:p w14:paraId="6904668F" w14:textId="41B50590" w:rsidR="00C62BE4" w:rsidRPr="008755B6"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55,254</w:t>
            </w:r>
          </w:p>
        </w:tc>
        <w:tc>
          <w:tcPr>
            <w:tcW w:w="718" w:type="dxa"/>
          </w:tcPr>
          <w:p w14:paraId="68DF5DA7" w14:textId="58A32B12" w:rsidR="00C62BE4" w:rsidRPr="008755B6"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(807)</w:t>
            </w:r>
          </w:p>
        </w:tc>
        <w:tc>
          <w:tcPr>
            <w:tcW w:w="861" w:type="dxa"/>
          </w:tcPr>
          <w:p w14:paraId="5C18CA79" w14:textId="06B82F81" w:rsidR="00C62BE4" w:rsidRPr="008755B6"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4,126,296</w:t>
            </w:r>
          </w:p>
        </w:tc>
        <w:tc>
          <w:tcPr>
            <w:tcW w:w="884" w:type="dxa"/>
            <w:vAlign w:val="bottom"/>
          </w:tcPr>
          <w:p w14:paraId="3E1C78FF" w14:textId="5ADC2C23" w:rsidR="00C62BE4"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3,874,897</w:t>
            </w:r>
          </w:p>
        </w:tc>
        <w:tc>
          <w:tcPr>
            <w:tcW w:w="786" w:type="dxa"/>
            <w:vAlign w:val="bottom"/>
          </w:tcPr>
          <w:p w14:paraId="655A9DD5" w14:textId="4B96209E" w:rsidR="00C62BE4"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251,929</w:t>
            </w:r>
          </w:p>
        </w:tc>
        <w:tc>
          <w:tcPr>
            <w:tcW w:w="703" w:type="dxa"/>
            <w:vAlign w:val="bottom"/>
          </w:tcPr>
          <w:p w14:paraId="6065F45B" w14:textId="4AEB2ABF" w:rsidR="00C62BE4" w:rsidRDefault="004A22ED" w:rsidP="00C62BE4">
            <w:pPr>
              <w:tabs>
                <w:tab w:val="left" w:pos="794"/>
                <w:tab w:val="left" w:pos="1361"/>
                <w:tab w:val="left" w:pos="1928"/>
              </w:tabs>
              <w:jc w:val="right"/>
              <w:rPr>
                <w:rFonts w:ascii="Browallia New" w:hAnsi="Browallia New" w:cs="Browallia New"/>
                <w:sz w:val="20"/>
                <w:szCs w:val="20"/>
              </w:rPr>
            </w:pPr>
            <w:r w:rsidRPr="004A22ED">
              <w:rPr>
                <w:rFonts w:ascii="Browallia New" w:hAnsi="Browallia New" w:cs="Browallia New" w:hint="cs"/>
                <w:sz w:val="20"/>
                <w:szCs w:val="20"/>
              </w:rPr>
              <w:t>51</w:t>
            </w:r>
            <w:r w:rsidR="00C62BE4">
              <w:rPr>
                <w:rFonts w:ascii="Browallia New" w:hAnsi="Browallia New" w:cs="Browallia New"/>
                <w:sz w:val="20"/>
                <w:szCs w:val="20"/>
              </w:rPr>
              <w:t>,578</w:t>
            </w:r>
          </w:p>
        </w:tc>
        <w:tc>
          <w:tcPr>
            <w:tcW w:w="767" w:type="dxa"/>
            <w:vAlign w:val="bottom"/>
          </w:tcPr>
          <w:p w14:paraId="425C2A30" w14:textId="72121EC3" w:rsidR="00C62BE4" w:rsidRDefault="00C62BE4" w:rsidP="00C62BE4">
            <w:pP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(308)</w:t>
            </w:r>
          </w:p>
        </w:tc>
        <w:tc>
          <w:tcPr>
            <w:tcW w:w="887" w:type="dxa"/>
            <w:vAlign w:val="bottom"/>
          </w:tcPr>
          <w:p w14:paraId="64CB5930" w14:textId="3C330305" w:rsidR="00C62BE4" w:rsidRDefault="00C62BE4" w:rsidP="00C62BE4">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4,178,096</w:t>
            </w:r>
          </w:p>
        </w:tc>
      </w:tr>
      <w:tr w:rsidR="00C62BE4" w:rsidRPr="005C2BD1" w14:paraId="5EE37191" w14:textId="77777777" w:rsidTr="00C62BE4">
        <w:trPr>
          <w:trHeight w:val="20"/>
        </w:trPr>
        <w:tc>
          <w:tcPr>
            <w:tcW w:w="1684" w:type="dxa"/>
            <w:vAlign w:val="bottom"/>
          </w:tcPr>
          <w:p w14:paraId="3128F618" w14:textId="77777777" w:rsidR="00C62BE4" w:rsidRPr="005C2BD1" w:rsidRDefault="00C62BE4" w:rsidP="00C62BE4">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tcPr>
          <w:p w14:paraId="0B75D4AF" w14:textId="630312CC" w:rsidR="00C62BE4" w:rsidRPr="00261025"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(3,370,304)</w:t>
            </w:r>
          </w:p>
        </w:tc>
        <w:tc>
          <w:tcPr>
            <w:tcW w:w="779" w:type="dxa"/>
          </w:tcPr>
          <w:p w14:paraId="426CE882" w14:textId="07F4F906"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(218,856)</w:t>
            </w:r>
          </w:p>
        </w:tc>
        <w:tc>
          <w:tcPr>
            <w:tcW w:w="703" w:type="dxa"/>
          </w:tcPr>
          <w:p w14:paraId="6720A023" w14:textId="5C0217A5"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(20,397)</w:t>
            </w:r>
          </w:p>
        </w:tc>
        <w:tc>
          <w:tcPr>
            <w:tcW w:w="718" w:type="dxa"/>
          </w:tcPr>
          <w:p w14:paraId="69AC418B" w14:textId="5752052F"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943</w:t>
            </w:r>
          </w:p>
        </w:tc>
        <w:tc>
          <w:tcPr>
            <w:tcW w:w="861" w:type="dxa"/>
          </w:tcPr>
          <w:p w14:paraId="105B61BE" w14:textId="009DB9AA" w:rsidR="00C62BE4" w:rsidRPr="005C2BD1"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(3,608,614)</w:t>
            </w:r>
          </w:p>
        </w:tc>
        <w:tc>
          <w:tcPr>
            <w:tcW w:w="884" w:type="dxa"/>
            <w:vAlign w:val="bottom"/>
          </w:tcPr>
          <w:p w14:paraId="1CC16D40" w14:textId="0C07AB1D"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(3,427,717)</w:t>
            </w:r>
          </w:p>
        </w:tc>
        <w:tc>
          <w:tcPr>
            <w:tcW w:w="786" w:type="dxa"/>
            <w:vAlign w:val="bottom"/>
          </w:tcPr>
          <w:p w14:paraId="4388DEB5" w14:textId="1D3C3847"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(224,625)</w:t>
            </w:r>
          </w:p>
        </w:tc>
        <w:tc>
          <w:tcPr>
            <w:tcW w:w="703" w:type="dxa"/>
            <w:vAlign w:val="bottom"/>
          </w:tcPr>
          <w:p w14:paraId="74D490E7" w14:textId="2A47ACDF"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(14,770)</w:t>
            </w:r>
          </w:p>
        </w:tc>
        <w:tc>
          <w:tcPr>
            <w:tcW w:w="767" w:type="dxa"/>
            <w:vAlign w:val="bottom"/>
          </w:tcPr>
          <w:p w14:paraId="19C7F53E" w14:textId="1ABFBFE1"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422</w:t>
            </w:r>
          </w:p>
        </w:tc>
        <w:tc>
          <w:tcPr>
            <w:tcW w:w="887" w:type="dxa"/>
            <w:vAlign w:val="bottom"/>
          </w:tcPr>
          <w:p w14:paraId="271800CD" w14:textId="4930DE8C" w:rsidR="00C62BE4" w:rsidRPr="00416F1B"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(3,666,690)</w:t>
            </w:r>
          </w:p>
        </w:tc>
      </w:tr>
      <w:tr w:rsidR="00C62BE4" w:rsidRPr="005C2BD1" w14:paraId="133886E5" w14:textId="77777777" w:rsidTr="00C62BE4">
        <w:trPr>
          <w:trHeight w:val="20"/>
        </w:trPr>
        <w:tc>
          <w:tcPr>
            <w:tcW w:w="1684" w:type="dxa"/>
            <w:vAlign w:val="bottom"/>
          </w:tcPr>
          <w:p w14:paraId="5688B140" w14:textId="77777777" w:rsidR="00C62BE4" w:rsidRPr="005C2BD1" w:rsidRDefault="00C62BE4" w:rsidP="00C62BE4">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tcPr>
          <w:p w14:paraId="5504BB77" w14:textId="3DE85D37"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464,329</w:t>
            </w:r>
          </w:p>
        </w:tc>
        <w:tc>
          <w:tcPr>
            <w:tcW w:w="779" w:type="dxa"/>
          </w:tcPr>
          <w:p w14:paraId="3198AE8E" w14:textId="164CD223"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18,360</w:t>
            </w:r>
          </w:p>
        </w:tc>
        <w:tc>
          <w:tcPr>
            <w:tcW w:w="703" w:type="dxa"/>
          </w:tcPr>
          <w:p w14:paraId="496D4DC2" w14:textId="1C264EC6"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34,857</w:t>
            </w:r>
          </w:p>
        </w:tc>
        <w:tc>
          <w:tcPr>
            <w:tcW w:w="718" w:type="dxa"/>
          </w:tcPr>
          <w:p w14:paraId="014CF2F5" w14:textId="04A8D567" w:rsidR="00C62BE4" w:rsidRPr="005C2BD1"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136</w:t>
            </w:r>
          </w:p>
        </w:tc>
        <w:tc>
          <w:tcPr>
            <w:tcW w:w="861" w:type="dxa"/>
          </w:tcPr>
          <w:p w14:paraId="00114E91" w14:textId="5C0F913B" w:rsidR="00C62BE4" w:rsidRPr="005C2BD1"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517,682</w:t>
            </w:r>
          </w:p>
        </w:tc>
        <w:tc>
          <w:tcPr>
            <w:tcW w:w="884" w:type="dxa"/>
            <w:vAlign w:val="bottom"/>
          </w:tcPr>
          <w:p w14:paraId="32FFAE93" w14:textId="72D68975"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447,180</w:t>
            </w:r>
          </w:p>
        </w:tc>
        <w:tc>
          <w:tcPr>
            <w:tcW w:w="786" w:type="dxa"/>
            <w:vAlign w:val="bottom"/>
          </w:tcPr>
          <w:p w14:paraId="15D90E97" w14:textId="2B643D39"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27,304</w:t>
            </w:r>
          </w:p>
        </w:tc>
        <w:tc>
          <w:tcPr>
            <w:tcW w:w="703" w:type="dxa"/>
            <w:vAlign w:val="bottom"/>
          </w:tcPr>
          <w:p w14:paraId="4311614D" w14:textId="3F8D86F4"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36,808</w:t>
            </w:r>
          </w:p>
        </w:tc>
        <w:tc>
          <w:tcPr>
            <w:tcW w:w="767" w:type="dxa"/>
            <w:vAlign w:val="bottom"/>
          </w:tcPr>
          <w:p w14:paraId="0CCEB023" w14:textId="337F10EA" w:rsidR="00C62BE4" w:rsidRPr="00416F1B" w:rsidRDefault="00C62BE4" w:rsidP="00C62BE4">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114</w:t>
            </w:r>
          </w:p>
        </w:tc>
        <w:tc>
          <w:tcPr>
            <w:tcW w:w="887" w:type="dxa"/>
            <w:vAlign w:val="bottom"/>
          </w:tcPr>
          <w:p w14:paraId="7047F2BF" w14:textId="2CB8A56B" w:rsidR="00C62BE4" w:rsidRPr="00416F1B" w:rsidRDefault="00C62BE4" w:rsidP="00C62BE4">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511,406</w:t>
            </w:r>
          </w:p>
        </w:tc>
      </w:tr>
      <w:tr w:rsidR="00D344E2" w:rsidRPr="007B7502" w14:paraId="1E79E8A1" w14:textId="77777777" w:rsidTr="00C62BE4">
        <w:trPr>
          <w:trHeight w:val="216"/>
        </w:trPr>
        <w:tc>
          <w:tcPr>
            <w:tcW w:w="1684" w:type="dxa"/>
            <w:vAlign w:val="bottom"/>
          </w:tcPr>
          <w:p w14:paraId="7A9BBC41" w14:textId="77777777" w:rsidR="00D344E2" w:rsidRPr="007B7502" w:rsidRDefault="00D344E2" w:rsidP="00D344E2">
            <w:pPr>
              <w:tabs>
                <w:tab w:val="left" w:pos="360"/>
              </w:tabs>
              <w:rPr>
                <w:rFonts w:ascii="Browallia New" w:hAnsi="Browallia New" w:cs="Browallia New"/>
                <w:b/>
                <w:bCs/>
                <w:sz w:val="12"/>
                <w:szCs w:val="12"/>
                <w:cs/>
                <w:lang w:val="en-GB"/>
              </w:rPr>
            </w:pPr>
          </w:p>
        </w:tc>
        <w:tc>
          <w:tcPr>
            <w:tcW w:w="884" w:type="dxa"/>
            <w:vAlign w:val="bottom"/>
          </w:tcPr>
          <w:p w14:paraId="43920B3D"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779" w:type="dxa"/>
            <w:vAlign w:val="bottom"/>
          </w:tcPr>
          <w:p w14:paraId="54C6064A"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703" w:type="dxa"/>
            <w:vAlign w:val="bottom"/>
          </w:tcPr>
          <w:p w14:paraId="4BEC2AA3"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718" w:type="dxa"/>
            <w:vAlign w:val="bottom"/>
          </w:tcPr>
          <w:p w14:paraId="3E2C7C51"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861" w:type="dxa"/>
            <w:vAlign w:val="bottom"/>
          </w:tcPr>
          <w:p w14:paraId="4BAA05BE" w14:textId="77777777" w:rsidR="00D344E2" w:rsidRPr="007B7502" w:rsidRDefault="00D344E2" w:rsidP="00D344E2">
            <w:pPr>
              <w:tabs>
                <w:tab w:val="left" w:pos="540"/>
              </w:tabs>
              <w:ind w:right="-33"/>
              <w:jc w:val="right"/>
              <w:rPr>
                <w:rFonts w:ascii="Browallia New" w:hAnsi="Browallia New" w:cs="Browallia New"/>
                <w:sz w:val="12"/>
                <w:szCs w:val="12"/>
              </w:rPr>
            </w:pPr>
          </w:p>
        </w:tc>
        <w:tc>
          <w:tcPr>
            <w:tcW w:w="884" w:type="dxa"/>
            <w:vAlign w:val="bottom"/>
          </w:tcPr>
          <w:p w14:paraId="54AB2D74"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45FB9667"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703" w:type="dxa"/>
            <w:vAlign w:val="bottom"/>
          </w:tcPr>
          <w:p w14:paraId="5FC5D066"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767" w:type="dxa"/>
            <w:vAlign w:val="bottom"/>
          </w:tcPr>
          <w:p w14:paraId="42D8B0DF" w14:textId="77777777" w:rsidR="00D344E2" w:rsidRPr="007B7502" w:rsidRDefault="00D344E2" w:rsidP="00D344E2">
            <w:pPr>
              <w:tabs>
                <w:tab w:val="left" w:pos="794"/>
                <w:tab w:val="left" w:pos="1361"/>
                <w:tab w:val="left" w:pos="1928"/>
              </w:tabs>
              <w:jc w:val="right"/>
              <w:rPr>
                <w:rFonts w:ascii="Browallia New" w:hAnsi="Browallia New" w:cs="Browallia New"/>
                <w:sz w:val="12"/>
                <w:szCs w:val="12"/>
              </w:rPr>
            </w:pPr>
          </w:p>
        </w:tc>
        <w:tc>
          <w:tcPr>
            <w:tcW w:w="887" w:type="dxa"/>
            <w:vAlign w:val="bottom"/>
          </w:tcPr>
          <w:p w14:paraId="0E06305C" w14:textId="77777777" w:rsidR="00D344E2" w:rsidRPr="007B7502" w:rsidRDefault="00D344E2" w:rsidP="00D344E2">
            <w:pPr>
              <w:tabs>
                <w:tab w:val="left" w:pos="540"/>
              </w:tabs>
              <w:ind w:right="-33"/>
              <w:jc w:val="right"/>
              <w:rPr>
                <w:rFonts w:ascii="Browallia New" w:hAnsi="Browallia New" w:cs="Browallia New"/>
                <w:sz w:val="12"/>
                <w:szCs w:val="12"/>
              </w:rPr>
            </w:pPr>
          </w:p>
        </w:tc>
      </w:tr>
      <w:tr w:rsidR="00D344E2" w:rsidRPr="009064C0" w14:paraId="341FF8E2" w14:textId="77777777" w:rsidTr="00C62BE4">
        <w:trPr>
          <w:trHeight w:val="20"/>
        </w:trPr>
        <w:tc>
          <w:tcPr>
            <w:tcW w:w="3347" w:type="dxa"/>
            <w:gridSpan w:val="3"/>
            <w:vAlign w:val="bottom"/>
          </w:tcPr>
          <w:p w14:paraId="45DE2C99" w14:textId="1290B510" w:rsidR="00D344E2" w:rsidRPr="009064C0" w:rsidRDefault="00D344E2" w:rsidP="00D344E2">
            <w:pPr>
              <w:tabs>
                <w:tab w:val="left" w:pos="794"/>
                <w:tab w:val="left" w:pos="1361"/>
                <w:tab w:val="left" w:pos="1928"/>
              </w:tabs>
              <w:rPr>
                <w:rFonts w:ascii="Browallia New" w:hAnsi="Browallia New" w:cs="Browallia New"/>
                <w:sz w:val="20"/>
                <w:szCs w:val="20"/>
              </w:rPr>
            </w:pPr>
            <w:r>
              <w:rPr>
                <w:rFonts w:ascii="Browallia New" w:hAnsi="Browallia New" w:cs="Browallia New" w:hint="cs"/>
                <w:sz w:val="20"/>
                <w:szCs w:val="20"/>
                <w:cs/>
              </w:rPr>
              <w:t>กำไร</w:t>
            </w:r>
            <w:r w:rsidRPr="009064C0">
              <w:rPr>
                <w:rFonts w:ascii="Browallia New" w:hAnsi="Browallia New" w:cs="Browallia New"/>
                <w:sz w:val="20"/>
                <w:szCs w:val="20"/>
                <w:cs/>
                <w:lang w:val="en-GB"/>
              </w:rPr>
              <w:t>จากอัตราแลกเปลี่ยน</w:t>
            </w:r>
          </w:p>
        </w:tc>
        <w:tc>
          <w:tcPr>
            <w:tcW w:w="703" w:type="dxa"/>
            <w:vAlign w:val="bottom"/>
          </w:tcPr>
          <w:p w14:paraId="7761C7B0"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18" w:type="dxa"/>
            <w:vAlign w:val="bottom"/>
          </w:tcPr>
          <w:p w14:paraId="7D36B088" w14:textId="036F5B42" w:rsidR="00D344E2" w:rsidRPr="009064C0" w:rsidRDefault="00D344E2" w:rsidP="00C62BE4">
            <w:pPr>
              <w:tabs>
                <w:tab w:val="left" w:pos="540"/>
              </w:tabs>
              <w:ind w:right="-33"/>
              <w:jc w:val="right"/>
              <w:rPr>
                <w:rFonts w:ascii="Browallia New" w:hAnsi="Browallia New" w:cs="Browallia New"/>
                <w:sz w:val="20"/>
                <w:szCs w:val="20"/>
              </w:rPr>
            </w:pPr>
          </w:p>
        </w:tc>
        <w:tc>
          <w:tcPr>
            <w:tcW w:w="861" w:type="dxa"/>
            <w:vAlign w:val="bottom"/>
          </w:tcPr>
          <w:p w14:paraId="361F4C84" w14:textId="3EE04A21" w:rsidR="00D344E2" w:rsidRPr="009064C0" w:rsidRDefault="004A22ED" w:rsidP="00D344E2">
            <w:pPr>
              <w:tabs>
                <w:tab w:val="left" w:pos="540"/>
              </w:tabs>
              <w:ind w:right="-33"/>
              <w:jc w:val="right"/>
              <w:rPr>
                <w:rFonts w:ascii="Browallia New" w:hAnsi="Browallia New" w:cs="Browallia New"/>
                <w:sz w:val="20"/>
                <w:szCs w:val="20"/>
              </w:rPr>
            </w:pPr>
            <w:r w:rsidRPr="004A22ED">
              <w:rPr>
                <w:rFonts w:ascii="Browallia New" w:hAnsi="Browallia New" w:cs="Browallia New"/>
                <w:sz w:val="20"/>
                <w:szCs w:val="20"/>
              </w:rPr>
              <w:t>920</w:t>
            </w:r>
          </w:p>
        </w:tc>
        <w:tc>
          <w:tcPr>
            <w:tcW w:w="884" w:type="dxa"/>
            <w:vAlign w:val="bottom"/>
          </w:tcPr>
          <w:p w14:paraId="69C72836"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86" w:type="dxa"/>
            <w:vAlign w:val="bottom"/>
          </w:tcPr>
          <w:p w14:paraId="185E8BAB"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03" w:type="dxa"/>
            <w:vAlign w:val="bottom"/>
          </w:tcPr>
          <w:p w14:paraId="7E20CFBF"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67" w:type="dxa"/>
            <w:vAlign w:val="bottom"/>
          </w:tcPr>
          <w:p w14:paraId="4BCECE2B"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887" w:type="dxa"/>
            <w:vAlign w:val="bottom"/>
          </w:tcPr>
          <w:p w14:paraId="57C82428" w14:textId="7773DC51" w:rsidR="00D344E2" w:rsidRPr="009064C0" w:rsidRDefault="00091FC5" w:rsidP="00D344E2">
            <w:pPr>
              <w:tabs>
                <w:tab w:val="left" w:pos="540"/>
              </w:tabs>
              <w:ind w:right="-33"/>
              <w:jc w:val="right"/>
              <w:rPr>
                <w:rFonts w:ascii="Browallia New" w:hAnsi="Browallia New" w:cs="Browallia New"/>
                <w:sz w:val="20"/>
                <w:szCs w:val="20"/>
              </w:rPr>
            </w:pPr>
            <w:r>
              <w:rPr>
                <w:rFonts w:ascii="Browallia New" w:hAnsi="Browallia New" w:cs="Browallia New"/>
                <w:sz w:val="20"/>
                <w:szCs w:val="20"/>
              </w:rPr>
              <w:t>534</w:t>
            </w:r>
          </w:p>
        </w:tc>
      </w:tr>
      <w:tr w:rsidR="00D344E2" w:rsidRPr="005C2BD1" w14:paraId="12E9B936" w14:textId="77777777" w:rsidTr="00C62BE4">
        <w:trPr>
          <w:trHeight w:val="20"/>
        </w:trPr>
        <w:tc>
          <w:tcPr>
            <w:tcW w:w="2568" w:type="dxa"/>
            <w:gridSpan w:val="2"/>
            <w:vAlign w:val="bottom"/>
          </w:tcPr>
          <w:p w14:paraId="499BD496" w14:textId="77777777" w:rsidR="00D344E2" w:rsidRPr="009064C0" w:rsidRDefault="00D344E2" w:rsidP="00D344E2">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A375A34"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03" w:type="dxa"/>
            <w:vAlign w:val="bottom"/>
          </w:tcPr>
          <w:p w14:paraId="388C6352"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18" w:type="dxa"/>
            <w:shd w:val="clear" w:color="auto" w:fill="auto"/>
            <w:vAlign w:val="bottom"/>
          </w:tcPr>
          <w:p w14:paraId="7CCAFFF3" w14:textId="67E58ED9" w:rsidR="00D344E2" w:rsidRPr="009064C0" w:rsidRDefault="00D344E2" w:rsidP="00C62BE4">
            <w:pPr>
              <w:tabs>
                <w:tab w:val="left" w:pos="540"/>
              </w:tabs>
              <w:ind w:right="-33"/>
              <w:jc w:val="right"/>
              <w:rPr>
                <w:rFonts w:ascii="Browallia New" w:hAnsi="Browallia New" w:cs="Browallia New"/>
                <w:sz w:val="20"/>
                <w:szCs w:val="20"/>
              </w:rPr>
            </w:pPr>
          </w:p>
        </w:tc>
        <w:tc>
          <w:tcPr>
            <w:tcW w:w="861" w:type="dxa"/>
            <w:shd w:val="clear" w:color="auto" w:fill="auto"/>
            <w:vAlign w:val="bottom"/>
          </w:tcPr>
          <w:p w14:paraId="12CA1234" w14:textId="03C747FC" w:rsidR="00D344E2" w:rsidRPr="003416C9" w:rsidRDefault="00C62BE4" w:rsidP="00D344E2">
            <w:pPr>
              <w:tabs>
                <w:tab w:val="left" w:pos="540"/>
              </w:tabs>
              <w:ind w:right="-33"/>
              <w:jc w:val="right"/>
              <w:rPr>
                <w:rFonts w:ascii="Browallia New" w:hAnsi="Browallia New" w:cs="Browallia New"/>
                <w:sz w:val="20"/>
                <w:szCs w:val="20"/>
              </w:rPr>
            </w:pPr>
            <w:r w:rsidRPr="007F7141">
              <w:rPr>
                <w:rFonts w:ascii="Browallia New" w:hAnsi="Browallia New" w:cs="Browallia New"/>
                <w:sz w:val="20"/>
                <w:szCs w:val="20"/>
                <w:cs/>
              </w:rPr>
              <w:t>(</w:t>
            </w:r>
            <w:r w:rsidR="004A22ED" w:rsidRPr="004A22ED">
              <w:rPr>
                <w:rFonts w:ascii="Browallia New" w:hAnsi="Browallia New" w:cs="Browallia New"/>
                <w:sz w:val="20"/>
                <w:szCs w:val="20"/>
              </w:rPr>
              <w:t>46</w:t>
            </w:r>
            <w:r w:rsidRPr="007F7141">
              <w:rPr>
                <w:rFonts w:ascii="Browallia New" w:hAnsi="Browallia New" w:cs="Browallia New"/>
                <w:sz w:val="20"/>
                <w:szCs w:val="20"/>
              </w:rPr>
              <w:t>,</w:t>
            </w:r>
            <w:r w:rsidR="004A22ED" w:rsidRPr="004A22ED">
              <w:rPr>
                <w:rFonts w:ascii="Browallia New" w:hAnsi="Browallia New" w:cs="Browallia New"/>
                <w:sz w:val="20"/>
                <w:szCs w:val="20"/>
              </w:rPr>
              <w:t>77</w:t>
            </w:r>
            <w:r w:rsidRPr="007F7141">
              <w:rPr>
                <w:rFonts w:ascii="Browallia New" w:hAnsi="Browallia New" w:cs="Browallia New"/>
                <w:sz w:val="20"/>
                <w:szCs w:val="20"/>
              </w:rPr>
              <w:t>4</w:t>
            </w:r>
            <w:r w:rsidRPr="007F7141">
              <w:rPr>
                <w:rFonts w:ascii="Browallia New" w:hAnsi="Browallia New" w:cs="Browallia New"/>
                <w:sz w:val="20"/>
                <w:szCs w:val="20"/>
                <w:cs/>
              </w:rPr>
              <w:t>)</w:t>
            </w:r>
          </w:p>
        </w:tc>
        <w:tc>
          <w:tcPr>
            <w:tcW w:w="884" w:type="dxa"/>
            <w:vAlign w:val="bottom"/>
          </w:tcPr>
          <w:p w14:paraId="6D29115B" w14:textId="77777777" w:rsidR="00D344E2" w:rsidRPr="003416C9" w:rsidRDefault="00D344E2" w:rsidP="00D344E2">
            <w:pPr>
              <w:tabs>
                <w:tab w:val="left" w:pos="794"/>
                <w:tab w:val="left" w:pos="1361"/>
                <w:tab w:val="left" w:pos="1928"/>
              </w:tabs>
              <w:jc w:val="right"/>
              <w:rPr>
                <w:rFonts w:ascii="Browallia New" w:hAnsi="Browallia New" w:cs="Browallia New"/>
                <w:sz w:val="20"/>
                <w:szCs w:val="20"/>
              </w:rPr>
            </w:pPr>
          </w:p>
        </w:tc>
        <w:tc>
          <w:tcPr>
            <w:tcW w:w="786" w:type="dxa"/>
            <w:vAlign w:val="bottom"/>
          </w:tcPr>
          <w:p w14:paraId="5B8BC04D"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03" w:type="dxa"/>
            <w:vAlign w:val="bottom"/>
          </w:tcPr>
          <w:p w14:paraId="1B5D27B6" w14:textId="77777777"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767" w:type="dxa"/>
            <w:vAlign w:val="bottom"/>
          </w:tcPr>
          <w:p w14:paraId="5FC92D82" w14:textId="7CAB9BFC" w:rsidR="00D344E2" w:rsidRPr="009064C0" w:rsidRDefault="00D344E2" w:rsidP="00D344E2">
            <w:pPr>
              <w:tabs>
                <w:tab w:val="left" w:pos="794"/>
                <w:tab w:val="left" w:pos="1361"/>
                <w:tab w:val="left" w:pos="1928"/>
              </w:tabs>
              <w:jc w:val="right"/>
              <w:rPr>
                <w:rFonts w:ascii="Browallia New" w:hAnsi="Browallia New" w:cs="Browallia New"/>
                <w:sz w:val="20"/>
                <w:szCs w:val="20"/>
              </w:rPr>
            </w:pPr>
          </w:p>
        </w:tc>
        <w:tc>
          <w:tcPr>
            <w:tcW w:w="887" w:type="dxa"/>
            <w:vAlign w:val="bottom"/>
          </w:tcPr>
          <w:p w14:paraId="43E3BD80" w14:textId="071EE995" w:rsidR="00D344E2" w:rsidRPr="00416F1B" w:rsidRDefault="001A1F7E" w:rsidP="00D344E2">
            <w:pPr>
              <w:tabs>
                <w:tab w:val="left" w:pos="540"/>
              </w:tabs>
              <w:ind w:right="-33"/>
              <w:jc w:val="right"/>
              <w:rPr>
                <w:rFonts w:ascii="Browallia New" w:hAnsi="Browallia New" w:cs="Browallia New"/>
                <w:sz w:val="20"/>
                <w:szCs w:val="20"/>
              </w:rPr>
            </w:pPr>
            <w:r>
              <w:rPr>
                <w:rFonts w:ascii="Browallia New" w:hAnsi="Browallia New" w:cs="Browallia New"/>
                <w:sz w:val="20"/>
                <w:szCs w:val="20"/>
              </w:rPr>
              <w:t>(54,292)</w:t>
            </w:r>
          </w:p>
        </w:tc>
      </w:tr>
      <w:tr w:rsidR="00D344E2" w:rsidRPr="005C2BD1" w14:paraId="3E22760D" w14:textId="77777777" w:rsidTr="00C62BE4">
        <w:trPr>
          <w:trHeight w:val="20"/>
        </w:trPr>
        <w:tc>
          <w:tcPr>
            <w:tcW w:w="1684" w:type="dxa"/>
            <w:vAlign w:val="bottom"/>
          </w:tcPr>
          <w:p w14:paraId="2B72FAB3" w14:textId="77777777" w:rsidR="00D344E2" w:rsidRPr="005C2BD1" w:rsidRDefault="00D344E2" w:rsidP="00D344E2">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750873B3" w14:textId="77777777" w:rsidR="00D344E2" w:rsidRPr="005C2BD1" w:rsidRDefault="00D344E2" w:rsidP="00D344E2">
            <w:pPr>
              <w:tabs>
                <w:tab w:val="left" w:pos="794"/>
                <w:tab w:val="left" w:pos="1361"/>
                <w:tab w:val="left" w:pos="1928"/>
              </w:tabs>
              <w:jc w:val="right"/>
              <w:rPr>
                <w:rFonts w:ascii="Browallia New" w:hAnsi="Browallia New" w:cs="Browallia New"/>
                <w:sz w:val="20"/>
                <w:szCs w:val="20"/>
              </w:rPr>
            </w:pPr>
          </w:p>
        </w:tc>
        <w:tc>
          <w:tcPr>
            <w:tcW w:w="779" w:type="dxa"/>
            <w:vAlign w:val="bottom"/>
          </w:tcPr>
          <w:p w14:paraId="604B8F97" w14:textId="77777777" w:rsidR="00D344E2" w:rsidRPr="005C2BD1" w:rsidRDefault="00D344E2" w:rsidP="00D344E2">
            <w:pPr>
              <w:tabs>
                <w:tab w:val="left" w:pos="794"/>
                <w:tab w:val="left" w:pos="1361"/>
                <w:tab w:val="left" w:pos="1928"/>
              </w:tabs>
              <w:jc w:val="right"/>
              <w:rPr>
                <w:rFonts w:ascii="Browallia New" w:hAnsi="Browallia New" w:cs="Browallia New"/>
                <w:sz w:val="20"/>
                <w:szCs w:val="20"/>
              </w:rPr>
            </w:pPr>
          </w:p>
        </w:tc>
        <w:tc>
          <w:tcPr>
            <w:tcW w:w="703" w:type="dxa"/>
            <w:vAlign w:val="bottom"/>
          </w:tcPr>
          <w:p w14:paraId="4DD06D8B" w14:textId="77777777" w:rsidR="00D344E2" w:rsidRPr="005C2BD1" w:rsidRDefault="00D344E2" w:rsidP="00D344E2">
            <w:pPr>
              <w:tabs>
                <w:tab w:val="left" w:pos="794"/>
                <w:tab w:val="left" w:pos="1361"/>
                <w:tab w:val="left" w:pos="1928"/>
              </w:tabs>
              <w:jc w:val="right"/>
              <w:rPr>
                <w:rFonts w:ascii="Browallia New" w:hAnsi="Browallia New" w:cs="Browallia New"/>
                <w:sz w:val="20"/>
                <w:szCs w:val="20"/>
              </w:rPr>
            </w:pPr>
          </w:p>
        </w:tc>
        <w:tc>
          <w:tcPr>
            <w:tcW w:w="718" w:type="dxa"/>
            <w:shd w:val="clear" w:color="auto" w:fill="auto"/>
            <w:vAlign w:val="bottom"/>
          </w:tcPr>
          <w:p w14:paraId="50075798" w14:textId="095E0C25" w:rsidR="00D344E2" w:rsidRPr="005C2BD1" w:rsidRDefault="00D344E2" w:rsidP="00C62BE4">
            <w:pPr>
              <w:tabs>
                <w:tab w:val="left" w:pos="540"/>
              </w:tabs>
              <w:ind w:right="-33"/>
              <w:jc w:val="right"/>
              <w:rPr>
                <w:rFonts w:ascii="Browallia New" w:hAnsi="Browallia New" w:cs="Browallia New"/>
                <w:sz w:val="20"/>
                <w:szCs w:val="20"/>
              </w:rPr>
            </w:pPr>
          </w:p>
        </w:tc>
        <w:tc>
          <w:tcPr>
            <w:tcW w:w="861" w:type="dxa"/>
            <w:shd w:val="clear" w:color="auto" w:fill="auto"/>
            <w:vAlign w:val="bottom"/>
          </w:tcPr>
          <w:p w14:paraId="44B843DA" w14:textId="78048EC7" w:rsidR="00D344E2" w:rsidRPr="005C2BD1" w:rsidRDefault="00C62BE4" w:rsidP="00D344E2">
            <w:pPr>
              <w:tabs>
                <w:tab w:val="left" w:pos="540"/>
              </w:tabs>
              <w:ind w:right="-33"/>
              <w:jc w:val="right"/>
              <w:rPr>
                <w:rFonts w:ascii="Browallia New" w:hAnsi="Browallia New" w:cs="Browallia New"/>
                <w:sz w:val="20"/>
                <w:szCs w:val="20"/>
              </w:rPr>
            </w:pPr>
            <w:r w:rsidRPr="00C62BE4">
              <w:rPr>
                <w:rFonts w:ascii="Browallia New" w:hAnsi="Browallia New" w:cs="Browallia New"/>
                <w:sz w:val="20"/>
                <w:szCs w:val="20"/>
              </w:rPr>
              <w:t>(120,290)</w:t>
            </w:r>
          </w:p>
        </w:tc>
        <w:tc>
          <w:tcPr>
            <w:tcW w:w="884" w:type="dxa"/>
            <w:vAlign w:val="bottom"/>
          </w:tcPr>
          <w:p w14:paraId="6C0FCFAB" w14:textId="77777777" w:rsidR="00D344E2" w:rsidRPr="00416F1B" w:rsidRDefault="00D344E2" w:rsidP="00D344E2">
            <w:pPr>
              <w:tabs>
                <w:tab w:val="left" w:pos="794"/>
                <w:tab w:val="left" w:pos="1361"/>
                <w:tab w:val="left" w:pos="1928"/>
              </w:tabs>
              <w:jc w:val="right"/>
              <w:rPr>
                <w:rFonts w:ascii="Browallia New" w:hAnsi="Browallia New" w:cs="Browallia New"/>
                <w:sz w:val="20"/>
                <w:szCs w:val="20"/>
              </w:rPr>
            </w:pPr>
          </w:p>
        </w:tc>
        <w:tc>
          <w:tcPr>
            <w:tcW w:w="786" w:type="dxa"/>
            <w:vAlign w:val="bottom"/>
          </w:tcPr>
          <w:p w14:paraId="359ECC48" w14:textId="77777777" w:rsidR="00D344E2" w:rsidRPr="00416F1B" w:rsidRDefault="00D344E2" w:rsidP="00D344E2">
            <w:pPr>
              <w:tabs>
                <w:tab w:val="left" w:pos="794"/>
                <w:tab w:val="left" w:pos="1361"/>
                <w:tab w:val="left" w:pos="1928"/>
              </w:tabs>
              <w:jc w:val="right"/>
              <w:rPr>
                <w:rFonts w:ascii="Browallia New" w:hAnsi="Browallia New" w:cs="Browallia New"/>
                <w:sz w:val="20"/>
                <w:szCs w:val="20"/>
              </w:rPr>
            </w:pPr>
          </w:p>
        </w:tc>
        <w:tc>
          <w:tcPr>
            <w:tcW w:w="703" w:type="dxa"/>
            <w:vAlign w:val="bottom"/>
          </w:tcPr>
          <w:p w14:paraId="280FB50F" w14:textId="013DEC1A" w:rsidR="00D344E2" w:rsidRPr="00416F1B" w:rsidRDefault="00D344E2" w:rsidP="00D344E2">
            <w:pPr>
              <w:tabs>
                <w:tab w:val="left" w:pos="794"/>
                <w:tab w:val="left" w:pos="1361"/>
                <w:tab w:val="left" w:pos="1928"/>
              </w:tabs>
              <w:jc w:val="right"/>
              <w:rPr>
                <w:rFonts w:ascii="Browallia New" w:hAnsi="Browallia New" w:cs="Browallia New"/>
                <w:sz w:val="20"/>
                <w:szCs w:val="20"/>
              </w:rPr>
            </w:pPr>
          </w:p>
        </w:tc>
        <w:tc>
          <w:tcPr>
            <w:tcW w:w="767" w:type="dxa"/>
            <w:vAlign w:val="bottom"/>
          </w:tcPr>
          <w:p w14:paraId="7DA1BE30" w14:textId="77777777" w:rsidR="00D344E2" w:rsidRPr="00416F1B" w:rsidRDefault="00D344E2" w:rsidP="00D344E2">
            <w:pPr>
              <w:tabs>
                <w:tab w:val="left" w:pos="794"/>
                <w:tab w:val="left" w:pos="1361"/>
                <w:tab w:val="left" w:pos="1928"/>
              </w:tabs>
              <w:jc w:val="right"/>
              <w:rPr>
                <w:rFonts w:ascii="Browallia New" w:hAnsi="Browallia New" w:cs="Browallia New"/>
                <w:sz w:val="20"/>
                <w:szCs w:val="20"/>
              </w:rPr>
            </w:pPr>
          </w:p>
        </w:tc>
        <w:tc>
          <w:tcPr>
            <w:tcW w:w="887" w:type="dxa"/>
            <w:vAlign w:val="bottom"/>
          </w:tcPr>
          <w:p w14:paraId="410A2B0D" w14:textId="22DB36D1" w:rsidR="00D344E2" w:rsidRPr="00416F1B" w:rsidRDefault="00030F11" w:rsidP="00D344E2">
            <w:pPr>
              <w:tabs>
                <w:tab w:val="left" w:pos="540"/>
              </w:tabs>
              <w:ind w:right="-33"/>
              <w:jc w:val="right"/>
              <w:rPr>
                <w:rFonts w:ascii="Browallia New" w:hAnsi="Browallia New" w:cs="Browallia New"/>
                <w:sz w:val="20"/>
                <w:szCs w:val="20"/>
              </w:rPr>
            </w:pPr>
            <w:r>
              <w:rPr>
                <w:rFonts w:ascii="Browallia New" w:hAnsi="Browallia New" w:cs="Browallia New"/>
                <w:sz w:val="20"/>
                <w:szCs w:val="20"/>
              </w:rPr>
              <w:t>(117,191)</w:t>
            </w:r>
          </w:p>
        </w:tc>
      </w:tr>
      <w:tr w:rsidR="00253BC5" w:rsidRPr="005C2BD1" w14:paraId="257E6F4A" w14:textId="77777777" w:rsidTr="00C62BE4">
        <w:trPr>
          <w:trHeight w:val="20"/>
        </w:trPr>
        <w:tc>
          <w:tcPr>
            <w:tcW w:w="1684" w:type="dxa"/>
            <w:vAlign w:val="bottom"/>
          </w:tcPr>
          <w:p w14:paraId="4B17B2E1" w14:textId="77777777" w:rsidR="00253BC5" w:rsidRPr="005C2BD1" w:rsidRDefault="00253BC5" w:rsidP="00253BC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73639A1" w14:textId="77777777" w:rsidR="00253BC5" w:rsidRPr="005C2BD1" w:rsidRDefault="00253BC5" w:rsidP="00253BC5">
            <w:pPr>
              <w:tabs>
                <w:tab w:val="left" w:pos="794"/>
                <w:tab w:val="left" w:pos="1361"/>
                <w:tab w:val="left" w:pos="1928"/>
              </w:tabs>
              <w:jc w:val="right"/>
              <w:rPr>
                <w:rFonts w:ascii="Browallia New" w:hAnsi="Browallia New" w:cs="Browallia New"/>
                <w:sz w:val="20"/>
                <w:szCs w:val="20"/>
              </w:rPr>
            </w:pPr>
          </w:p>
        </w:tc>
        <w:tc>
          <w:tcPr>
            <w:tcW w:w="779" w:type="dxa"/>
            <w:vAlign w:val="bottom"/>
          </w:tcPr>
          <w:p w14:paraId="264DB1CD" w14:textId="77777777" w:rsidR="00253BC5" w:rsidRPr="005C2BD1" w:rsidRDefault="00253BC5" w:rsidP="00253BC5">
            <w:pPr>
              <w:tabs>
                <w:tab w:val="left" w:pos="794"/>
                <w:tab w:val="left" w:pos="1361"/>
                <w:tab w:val="left" w:pos="1928"/>
              </w:tabs>
              <w:jc w:val="right"/>
              <w:rPr>
                <w:rFonts w:ascii="Browallia New" w:hAnsi="Browallia New" w:cs="Browallia New"/>
                <w:sz w:val="20"/>
                <w:szCs w:val="20"/>
              </w:rPr>
            </w:pPr>
          </w:p>
        </w:tc>
        <w:tc>
          <w:tcPr>
            <w:tcW w:w="703" w:type="dxa"/>
            <w:vAlign w:val="bottom"/>
          </w:tcPr>
          <w:p w14:paraId="0DAAD6EC" w14:textId="77777777" w:rsidR="00253BC5" w:rsidRPr="005C2BD1" w:rsidRDefault="00253BC5" w:rsidP="00253BC5">
            <w:pPr>
              <w:tabs>
                <w:tab w:val="left" w:pos="794"/>
                <w:tab w:val="left" w:pos="1361"/>
                <w:tab w:val="left" w:pos="1928"/>
              </w:tabs>
              <w:jc w:val="right"/>
              <w:rPr>
                <w:rFonts w:ascii="Browallia New" w:hAnsi="Browallia New" w:cs="Browallia New"/>
                <w:sz w:val="20"/>
                <w:szCs w:val="20"/>
              </w:rPr>
            </w:pPr>
          </w:p>
        </w:tc>
        <w:tc>
          <w:tcPr>
            <w:tcW w:w="718" w:type="dxa"/>
            <w:shd w:val="clear" w:color="auto" w:fill="auto"/>
            <w:vAlign w:val="bottom"/>
          </w:tcPr>
          <w:p w14:paraId="6E03E037" w14:textId="64B21957" w:rsidR="00253BC5" w:rsidRPr="005C2BD1" w:rsidRDefault="00253BC5" w:rsidP="00C62BE4">
            <w:pPr>
              <w:tabs>
                <w:tab w:val="left" w:pos="540"/>
              </w:tabs>
              <w:ind w:right="-33"/>
              <w:jc w:val="right"/>
              <w:rPr>
                <w:rFonts w:ascii="Browallia New" w:hAnsi="Browallia New" w:cs="Browallia New"/>
                <w:sz w:val="20"/>
                <w:szCs w:val="20"/>
              </w:rPr>
            </w:pPr>
          </w:p>
        </w:tc>
        <w:tc>
          <w:tcPr>
            <w:tcW w:w="861" w:type="dxa"/>
            <w:shd w:val="clear" w:color="auto" w:fill="auto"/>
            <w:vAlign w:val="bottom"/>
          </w:tcPr>
          <w:p w14:paraId="25BD9EEF" w14:textId="1F830BC7" w:rsidR="00253BC5" w:rsidRPr="005C2BD1" w:rsidRDefault="00C62BE4" w:rsidP="00253BC5">
            <w:pPr>
              <w:tabs>
                <w:tab w:val="left" w:pos="540"/>
              </w:tabs>
              <w:ind w:right="-33"/>
              <w:jc w:val="right"/>
              <w:rPr>
                <w:rFonts w:ascii="Browallia New" w:hAnsi="Browallia New" w:cs="Browallia New"/>
                <w:sz w:val="20"/>
                <w:szCs w:val="20"/>
              </w:rPr>
            </w:pPr>
            <w:r w:rsidRPr="00C62BE4">
              <w:rPr>
                <w:rFonts w:ascii="Browallia New" w:hAnsi="Browallia New" w:cs="Browallia New"/>
                <w:sz w:val="20"/>
                <w:szCs w:val="20"/>
              </w:rPr>
              <w:t>(15,412)</w:t>
            </w:r>
          </w:p>
        </w:tc>
        <w:tc>
          <w:tcPr>
            <w:tcW w:w="884" w:type="dxa"/>
            <w:vAlign w:val="bottom"/>
          </w:tcPr>
          <w:p w14:paraId="76870186"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86" w:type="dxa"/>
            <w:vAlign w:val="bottom"/>
          </w:tcPr>
          <w:p w14:paraId="3452758E"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03" w:type="dxa"/>
            <w:vAlign w:val="bottom"/>
          </w:tcPr>
          <w:p w14:paraId="5A74966F" w14:textId="4CB02978"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67" w:type="dxa"/>
            <w:vAlign w:val="bottom"/>
          </w:tcPr>
          <w:p w14:paraId="45BC15F6"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887" w:type="dxa"/>
            <w:vAlign w:val="bottom"/>
          </w:tcPr>
          <w:p w14:paraId="5BA35EF3" w14:textId="68F079F1" w:rsidR="00253BC5" w:rsidRPr="00416F1B" w:rsidRDefault="00253BC5" w:rsidP="00253BC5">
            <w:pPr>
              <w:tabs>
                <w:tab w:val="left" w:pos="540"/>
              </w:tabs>
              <w:ind w:right="-33"/>
              <w:jc w:val="right"/>
              <w:rPr>
                <w:rFonts w:ascii="Browallia New" w:hAnsi="Browallia New" w:cs="Browallia New"/>
                <w:sz w:val="20"/>
                <w:szCs w:val="20"/>
              </w:rPr>
            </w:pPr>
            <w:r>
              <w:rPr>
                <w:rFonts w:ascii="Browallia New" w:hAnsi="Browallia New" w:cs="Browallia New"/>
                <w:sz w:val="20"/>
                <w:szCs w:val="20"/>
              </w:rPr>
              <w:t>(10,256)</w:t>
            </w:r>
          </w:p>
        </w:tc>
      </w:tr>
      <w:tr w:rsidR="00253BC5" w:rsidRPr="005C2BD1" w14:paraId="5B4C7A2D" w14:textId="77777777" w:rsidTr="00C62BE4">
        <w:trPr>
          <w:trHeight w:val="20"/>
        </w:trPr>
        <w:tc>
          <w:tcPr>
            <w:tcW w:w="2568" w:type="dxa"/>
            <w:gridSpan w:val="2"/>
            <w:vAlign w:val="bottom"/>
          </w:tcPr>
          <w:p w14:paraId="7E8029A5" w14:textId="77777777" w:rsidR="00253BC5" w:rsidRPr="005C2BD1" w:rsidRDefault="00253BC5" w:rsidP="00253BC5">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15CA8EE3" w14:textId="77777777" w:rsidR="00253BC5" w:rsidRPr="005C2BD1" w:rsidRDefault="00253BC5" w:rsidP="00253BC5">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D85C54" w14:textId="77777777" w:rsidR="00253BC5" w:rsidRPr="005C2BD1" w:rsidRDefault="00253BC5" w:rsidP="00253BC5">
            <w:pPr>
              <w:tabs>
                <w:tab w:val="left" w:pos="794"/>
                <w:tab w:val="left" w:pos="1361"/>
                <w:tab w:val="left" w:pos="1928"/>
              </w:tabs>
              <w:jc w:val="right"/>
              <w:rPr>
                <w:rFonts w:ascii="Browallia New" w:hAnsi="Browallia New" w:cs="Browallia New"/>
                <w:sz w:val="20"/>
                <w:szCs w:val="20"/>
              </w:rPr>
            </w:pPr>
          </w:p>
        </w:tc>
        <w:tc>
          <w:tcPr>
            <w:tcW w:w="718" w:type="dxa"/>
            <w:vAlign w:val="bottom"/>
          </w:tcPr>
          <w:p w14:paraId="055ACF65" w14:textId="790C692B" w:rsidR="00253BC5" w:rsidRPr="005C2BD1" w:rsidRDefault="00253BC5" w:rsidP="00C62BE4">
            <w:pPr>
              <w:tabs>
                <w:tab w:val="left" w:pos="540"/>
              </w:tabs>
              <w:ind w:right="-33"/>
              <w:jc w:val="right"/>
              <w:rPr>
                <w:rFonts w:ascii="Browallia New" w:hAnsi="Browallia New" w:cs="Browallia New"/>
                <w:sz w:val="20"/>
                <w:szCs w:val="20"/>
              </w:rPr>
            </w:pPr>
          </w:p>
        </w:tc>
        <w:tc>
          <w:tcPr>
            <w:tcW w:w="861" w:type="dxa"/>
            <w:vAlign w:val="bottom"/>
          </w:tcPr>
          <w:p w14:paraId="07D3171C" w14:textId="6C2B8DD4" w:rsidR="00253BC5" w:rsidRPr="005C2BD1" w:rsidRDefault="00C62BE4" w:rsidP="00253BC5">
            <w:pPr>
              <w:tabs>
                <w:tab w:val="left" w:pos="540"/>
              </w:tabs>
              <w:ind w:right="-33"/>
              <w:jc w:val="right"/>
              <w:rPr>
                <w:rFonts w:ascii="Browallia New" w:hAnsi="Browallia New" w:cs="Browallia New"/>
                <w:sz w:val="20"/>
                <w:szCs w:val="20"/>
              </w:rPr>
            </w:pPr>
            <w:r w:rsidRPr="00C62BE4">
              <w:rPr>
                <w:rFonts w:ascii="Browallia New" w:hAnsi="Browallia New" w:cs="Browallia New"/>
                <w:sz w:val="20"/>
                <w:szCs w:val="20"/>
              </w:rPr>
              <w:t>260,581</w:t>
            </w:r>
          </w:p>
        </w:tc>
        <w:tc>
          <w:tcPr>
            <w:tcW w:w="884" w:type="dxa"/>
            <w:vAlign w:val="bottom"/>
          </w:tcPr>
          <w:p w14:paraId="482A303D"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86" w:type="dxa"/>
            <w:vAlign w:val="bottom"/>
          </w:tcPr>
          <w:p w14:paraId="15896E4D"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03" w:type="dxa"/>
            <w:vAlign w:val="bottom"/>
          </w:tcPr>
          <w:p w14:paraId="54594727" w14:textId="77777777" w:rsidR="00253BC5" w:rsidRPr="00416F1B" w:rsidRDefault="00253BC5" w:rsidP="00253BC5">
            <w:pPr>
              <w:tabs>
                <w:tab w:val="left" w:pos="794"/>
                <w:tab w:val="left" w:pos="1361"/>
                <w:tab w:val="left" w:pos="1928"/>
              </w:tabs>
              <w:jc w:val="right"/>
              <w:rPr>
                <w:rFonts w:ascii="Browallia New" w:hAnsi="Browallia New" w:cs="Browallia New"/>
                <w:sz w:val="20"/>
                <w:szCs w:val="20"/>
              </w:rPr>
            </w:pPr>
          </w:p>
        </w:tc>
        <w:tc>
          <w:tcPr>
            <w:tcW w:w="767" w:type="dxa"/>
            <w:vAlign w:val="bottom"/>
          </w:tcPr>
          <w:p w14:paraId="000B9271" w14:textId="07784E8D" w:rsidR="00253BC5" w:rsidRPr="00416F1B" w:rsidRDefault="00253BC5" w:rsidP="00253BC5">
            <w:pPr>
              <w:tabs>
                <w:tab w:val="left" w:pos="540"/>
              </w:tabs>
              <w:ind w:right="-33"/>
              <w:jc w:val="right"/>
              <w:rPr>
                <w:rFonts w:ascii="Browallia New" w:hAnsi="Browallia New" w:cs="Browallia New"/>
                <w:sz w:val="20"/>
                <w:szCs w:val="20"/>
              </w:rPr>
            </w:pPr>
          </w:p>
        </w:tc>
        <w:tc>
          <w:tcPr>
            <w:tcW w:w="887" w:type="dxa"/>
            <w:vAlign w:val="bottom"/>
          </w:tcPr>
          <w:p w14:paraId="56FDA269" w14:textId="34D2B96E" w:rsidR="00253BC5" w:rsidRPr="00416F1B" w:rsidRDefault="00DB0C30" w:rsidP="00253BC5">
            <w:pPr>
              <w:tabs>
                <w:tab w:val="left" w:pos="540"/>
              </w:tabs>
              <w:ind w:right="-33"/>
              <w:jc w:val="right"/>
              <w:rPr>
                <w:rFonts w:ascii="Browallia New" w:hAnsi="Browallia New" w:cs="Browallia New"/>
                <w:sz w:val="20"/>
                <w:szCs w:val="20"/>
              </w:rPr>
            </w:pPr>
            <w:r>
              <w:rPr>
                <w:rFonts w:ascii="Browallia New" w:hAnsi="Browallia New" w:cs="Browallia New"/>
                <w:sz w:val="20"/>
                <w:szCs w:val="20"/>
              </w:rPr>
              <w:t>245,109</w:t>
            </w:r>
          </w:p>
        </w:tc>
      </w:tr>
      <w:tr w:rsidR="00253BC5" w:rsidRPr="00A625DB" w14:paraId="1045711E" w14:textId="77777777" w:rsidTr="007F7141">
        <w:trPr>
          <w:trHeight w:val="279"/>
        </w:trPr>
        <w:tc>
          <w:tcPr>
            <w:tcW w:w="2568" w:type="dxa"/>
            <w:gridSpan w:val="2"/>
            <w:vAlign w:val="bottom"/>
          </w:tcPr>
          <w:p w14:paraId="1FF7E445" w14:textId="77777777" w:rsidR="00253BC5" w:rsidRPr="00A625DB" w:rsidRDefault="00253BC5" w:rsidP="00253BC5">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03FCEF54" w14:textId="77777777" w:rsidR="00253BC5" w:rsidRPr="00A625DB" w:rsidRDefault="00253BC5" w:rsidP="00253BC5">
            <w:pPr>
              <w:tabs>
                <w:tab w:val="left" w:pos="794"/>
                <w:tab w:val="left" w:pos="1361"/>
                <w:tab w:val="left" w:pos="1928"/>
              </w:tabs>
              <w:jc w:val="right"/>
              <w:rPr>
                <w:rFonts w:ascii="Browallia New" w:hAnsi="Browallia New" w:cs="Browallia New"/>
                <w:sz w:val="14"/>
                <w:szCs w:val="14"/>
              </w:rPr>
            </w:pPr>
          </w:p>
        </w:tc>
        <w:tc>
          <w:tcPr>
            <w:tcW w:w="703" w:type="dxa"/>
            <w:vAlign w:val="bottom"/>
          </w:tcPr>
          <w:p w14:paraId="19762F34" w14:textId="77777777" w:rsidR="00253BC5" w:rsidRPr="00A625DB" w:rsidRDefault="00253BC5" w:rsidP="00253BC5">
            <w:pPr>
              <w:tabs>
                <w:tab w:val="left" w:pos="794"/>
                <w:tab w:val="left" w:pos="1361"/>
                <w:tab w:val="left" w:pos="1928"/>
              </w:tabs>
              <w:jc w:val="right"/>
              <w:rPr>
                <w:rFonts w:ascii="Browallia New" w:hAnsi="Browallia New" w:cs="Browallia New"/>
                <w:sz w:val="14"/>
                <w:szCs w:val="14"/>
              </w:rPr>
            </w:pPr>
          </w:p>
        </w:tc>
        <w:tc>
          <w:tcPr>
            <w:tcW w:w="718" w:type="dxa"/>
            <w:vAlign w:val="bottom"/>
          </w:tcPr>
          <w:p w14:paraId="65FD8E84" w14:textId="77777777" w:rsidR="00253BC5" w:rsidRPr="00C62BE4" w:rsidRDefault="00253BC5" w:rsidP="00C62BE4">
            <w:pPr>
              <w:tabs>
                <w:tab w:val="left" w:pos="540"/>
              </w:tabs>
              <w:ind w:right="-33"/>
              <w:jc w:val="right"/>
              <w:rPr>
                <w:rFonts w:ascii="Browallia New" w:hAnsi="Browallia New" w:cs="Browallia New"/>
                <w:sz w:val="20"/>
                <w:szCs w:val="20"/>
              </w:rPr>
            </w:pPr>
          </w:p>
        </w:tc>
        <w:tc>
          <w:tcPr>
            <w:tcW w:w="861" w:type="dxa"/>
            <w:vAlign w:val="bottom"/>
          </w:tcPr>
          <w:p w14:paraId="4B5159BC" w14:textId="77777777" w:rsidR="00253BC5" w:rsidRPr="00A625DB" w:rsidRDefault="00253BC5" w:rsidP="00253BC5">
            <w:pPr>
              <w:tabs>
                <w:tab w:val="left" w:pos="540"/>
              </w:tabs>
              <w:ind w:right="-33"/>
              <w:jc w:val="right"/>
              <w:rPr>
                <w:rFonts w:ascii="Browallia New" w:hAnsi="Browallia New" w:cs="Browallia New"/>
                <w:sz w:val="14"/>
                <w:szCs w:val="14"/>
              </w:rPr>
            </w:pPr>
          </w:p>
        </w:tc>
        <w:tc>
          <w:tcPr>
            <w:tcW w:w="884" w:type="dxa"/>
            <w:vAlign w:val="bottom"/>
          </w:tcPr>
          <w:p w14:paraId="0AEC5DD6" w14:textId="77777777" w:rsidR="00253BC5" w:rsidRPr="00A625DB" w:rsidRDefault="00253BC5" w:rsidP="00253BC5">
            <w:pPr>
              <w:tabs>
                <w:tab w:val="left" w:pos="794"/>
                <w:tab w:val="left" w:pos="1361"/>
                <w:tab w:val="left" w:pos="1928"/>
              </w:tabs>
              <w:jc w:val="right"/>
              <w:rPr>
                <w:rFonts w:ascii="Browallia New" w:hAnsi="Browallia New" w:cs="Browallia New"/>
                <w:sz w:val="14"/>
                <w:szCs w:val="14"/>
              </w:rPr>
            </w:pPr>
          </w:p>
        </w:tc>
        <w:tc>
          <w:tcPr>
            <w:tcW w:w="786" w:type="dxa"/>
            <w:vAlign w:val="bottom"/>
          </w:tcPr>
          <w:p w14:paraId="28D89ABC" w14:textId="77777777" w:rsidR="00253BC5" w:rsidRPr="00A625DB" w:rsidRDefault="00253BC5" w:rsidP="00253BC5">
            <w:pPr>
              <w:tabs>
                <w:tab w:val="left" w:pos="794"/>
                <w:tab w:val="left" w:pos="1361"/>
                <w:tab w:val="left" w:pos="1928"/>
              </w:tabs>
              <w:jc w:val="right"/>
              <w:rPr>
                <w:rFonts w:ascii="Browallia New" w:hAnsi="Browallia New" w:cs="Browallia New"/>
                <w:sz w:val="14"/>
                <w:szCs w:val="14"/>
              </w:rPr>
            </w:pPr>
          </w:p>
        </w:tc>
        <w:tc>
          <w:tcPr>
            <w:tcW w:w="703" w:type="dxa"/>
            <w:vAlign w:val="bottom"/>
          </w:tcPr>
          <w:p w14:paraId="18B4D66C" w14:textId="77777777" w:rsidR="00253BC5" w:rsidRPr="00A625DB" w:rsidRDefault="00253BC5" w:rsidP="00253BC5">
            <w:pPr>
              <w:tabs>
                <w:tab w:val="left" w:pos="794"/>
                <w:tab w:val="left" w:pos="1361"/>
                <w:tab w:val="left" w:pos="1928"/>
              </w:tabs>
              <w:jc w:val="right"/>
              <w:rPr>
                <w:rFonts w:ascii="Browallia New" w:hAnsi="Browallia New" w:cs="Browallia New"/>
                <w:sz w:val="14"/>
                <w:szCs w:val="14"/>
              </w:rPr>
            </w:pPr>
          </w:p>
        </w:tc>
        <w:tc>
          <w:tcPr>
            <w:tcW w:w="767" w:type="dxa"/>
            <w:vAlign w:val="bottom"/>
          </w:tcPr>
          <w:p w14:paraId="6C92A295" w14:textId="77777777" w:rsidR="00253BC5" w:rsidRPr="00A625DB" w:rsidRDefault="00253BC5" w:rsidP="00253BC5">
            <w:pPr>
              <w:tabs>
                <w:tab w:val="left" w:pos="540"/>
              </w:tabs>
              <w:ind w:right="-33"/>
              <w:jc w:val="right"/>
              <w:rPr>
                <w:rFonts w:ascii="Browallia New" w:hAnsi="Browallia New" w:cs="Browallia New"/>
                <w:sz w:val="14"/>
                <w:szCs w:val="14"/>
              </w:rPr>
            </w:pPr>
          </w:p>
        </w:tc>
        <w:tc>
          <w:tcPr>
            <w:tcW w:w="887" w:type="dxa"/>
            <w:vAlign w:val="bottom"/>
          </w:tcPr>
          <w:p w14:paraId="5074148E" w14:textId="77777777" w:rsidR="00253BC5" w:rsidRPr="00A625DB" w:rsidRDefault="00253BC5" w:rsidP="00253BC5">
            <w:pPr>
              <w:tabs>
                <w:tab w:val="left" w:pos="540"/>
              </w:tabs>
              <w:ind w:right="-33"/>
              <w:jc w:val="right"/>
              <w:rPr>
                <w:rFonts w:ascii="Browallia New" w:hAnsi="Browallia New" w:cs="Browallia New"/>
                <w:sz w:val="14"/>
                <w:szCs w:val="14"/>
              </w:rPr>
            </w:pPr>
          </w:p>
        </w:tc>
      </w:tr>
      <w:tr w:rsidR="00C62BE4" w:rsidRPr="005C2BD1" w14:paraId="48C04EB5" w14:textId="77777777" w:rsidTr="00C62BE4">
        <w:trPr>
          <w:trHeight w:val="20"/>
        </w:trPr>
        <w:tc>
          <w:tcPr>
            <w:tcW w:w="2568" w:type="dxa"/>
            <w:gridSpan w:val="2"/>
            <w:vAlign w:val="bottom"/>
          </w:tcPr>
          <w:p w14:paraId="53114418" w14:textId="77777777" w:rsidR="00C62BE4" w:rsidRPr="005C2BD1" w:rsidRDefault="00C62BE4" w:rsidP="00C62BE4">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586E2F66" w14:textId="77777777" w:rsidR="00C62BE4" w:rsidRPr="005C2BD1" w:rsidRDefault="00C62BE4" w:rsidP="00C62BE4">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1D3E5D" w14:textId="77777777" w:rsidR="00C62BE4" w:rsidRPr="005C2BD1" w:rsidRDefault="00C62BE4" w:rsidP="00C62BE4">
            <w:pPr>
              <w:tabs>
                <w:tab w:val="left" w:pos="794"/>
                <w:tab w:val="left" w:pos="1361"/>
                <w:tab w:val="left" w:pos="1928"/>
              </w:tabs>
              <w:jc w:val="right"/>
              <w:rPr>
                <w:rFonts w:ascii="Browallia New" w:hAnsi="Browallia New" w:cs="Browallia New"/>
                <w:sz w:val="20"/>
                <w:szCs w:val="20"/>
              </w:rPr>
            </w:pPr>
          </w:p>
        </w:tc>
        <w:tc>
          <w:tcPr>
            <w:tcW w:w="718" w:type="dxa"/>
            <w:vAlign w:val="bottom"/>
          </w:tcPr>
          <w:p w14:paraId="7AEE353F" w14:textId="1748B727" w:rsidR="00C62BE4" w:rsidRPr="005C2BD1" w:rsidRDefault="00C62BE4" w:rsidP="00C62BE4">
            <w:pPr>
              <w:tabs>
                <w:tab w:val="left" w:pos="540"/>
              </w:tabs>
              <w:ind w:right="-33"/>
              <w:jc w:val="right"/>
              <w:rPr>
                <w:rFonts w:ascii="Browallia New" w:hAnsi="Browallia New" w:cs="Browallia New"/>
                <w:sz w:val="20"/>
                <w:szCs w:val="20"/>
              </w:rPr>
            </w:pPr>
          </w:p>
        </w:tc>
        <w:tc>
          <w:tcPr>
            <w:tcW w:w="861" w:type="dxa"/>
            <w:vAlign w:val="bottom"/>
          </w:tcPr>
          <w:p w14:paraId="1F7DAC52" w14:textId="5BA71BC6" w:rsidR="00C62BE4" w:rsidRPr="000C592E" w:rsidRDefault="00C62BE4" w:rsidP="00C62BE4">
            <w:pPr>
              <w:tabs>
                <w:tab w:val="left" w:pos="540"/>
              </w:tabs>
              <w:ind w:right="-33"/>
              <w:jc w:val="right"/>
              <w:rPr>
                <w:rFonts w:ascii="Browallia New" w:hAnsi="Browallia New" w:cs="Browallia New"/>
                <w:sz w:val="20"/>
                <w:szCs w:val="20"/>
              </w:rPr>
            </w:pPr>
            <w:r>
              <w:rPr>
                <w:rFonts w:ascii="Browallia New" w:hAnsi="Browallia New" w:cs="Browallia New"/>
                <w:sz w:val="20"/>
                <w:szCs w:val="20"/>
              </w:rPr>
              <w:t>4,096,470</w:t>
            </w:r>
          </w:p>
        </w:tc>
        <w:tc>
          <w:tcPr>
            <w:tcW w:w="884" w:type="dxa"/>
            <w:vAlign w:val="bottom"/>
          </w:tcPr>
          <w:p w14:paraId="33489823" w14:textId="77777777" w:rsidR="00C62BE4" w:rsidRPr="00416F1B" w:rsidRDefault="00C62BE4" w:rsidP="00C62BE4">
            <w:pPr>
              <w:tabs>
                <w:tab w:val="left" w:pos="794"/>
                <w:tab w:val="left" w:pos="1361"/>
                <w:tab w:val="left" w:pos="1928"/>
              </w:tabs>
              <w:jc w:val="right"/>
              <w:rPr>
                <w:rFonts w:ascii="Browallia New" w:hAnsi="Browallia New" w:cs="Browallia New"/>
                <w:sz w:val="20"/>
                <w:szCs w:val="20"/>
              </w:rPr>
            </w:pPr>
          </w:p>
        </w:tc>
        <w:tc>
          <w:tcPr>
            <w:tcW w:w="786" w:type="dxa"/>
            <w:vAlign w:val="bottom"/>
          </w:tcPr>
          <w:p w14:paraId="03014219" w14:textId="77777777" w:rsidR="00C62BE4" w:rsidRPr="00416F1B" w:rsidRDefault="00C62BE4" w:rsidP="00C62BE4">
            <w:pPr>
              <w:tabs>
                <w:tab w:val="left" w:pos="794"/>
                <w:tab w:val="left" w:pos="1361"/>
                <w:tab w:val="left" w:pos="1928"/>
              </w:tabs>
              <w:jc w:val="right"/>
              <w:rPr>
                <w:rFonts w:ascii="Browallia New" w:hAnsi="Browallia New" w:cs="Browallia New"/>
                <w:sz w:val="20"/>
                <w:szCs w:val="20"/>
              </w:rPr>
            </w:pPr>
          </w:p>
        </w:tc>
        <w:tc>
          <w:tcPr>
            <w:tcW w:w="703" w:type="dxa"/>
            <w:vAlign w:val="bottom"/>
          </w:tcPr>
          <w:p w14:paraId="62516237" w14:textId="77777777" w:rsidR="00C62BE4" w:rsidRPr="00416F1B" w:rsidRDefault="00C62BE4" w:rsidP="00C62BE4">
            <w:pPr>
              <w:tabs>
                <w:tab w:val="left" w:pos="794"/>
                <w:tab w:val="left" w:pos="1361"/>
                <w:tab w:val="left" w:pos="1928"/>
              </w:tabs>
              <w:jc w:val="right"/>
              <w:rPr>
                <w:rFonts w:ascii="Browallia New" w:hAnsi="Browallia New" w:cs="Browallia New"/>
                <w:sz w:val="20"/>
                <w:szCs w:val="20"/>
              </w:rPr>
            </w:pPr>
          </w:p>
        </w:tc>
        <w:tc>
          <w:tcPr>
            <w:tcW w:w="767" w:type="dxa"/>
            <w:vAlign w:val="bottom"/>
          </w:tcPr>
          <w:p w14:paraId="6731CD78" w14:textId="77777777" w:rsidR="00C62BE4" w:rsidRPr="00416F1B" w:rsidRDefault="00C62BE4" w:rsidP="00C62BE4">
            <w:pPr>
              <w:tabs>
                <w:tab w:val="left" w:pos="540"/>
              </w:tabs>
              <w:ind w:right="-33"/>
              <w:jc w:val="right"/>
              <w:rPr>
                <w:rFonts w:ascii="Browallia New" w:hAnsi="Browallia New" w:cs="Browallia New"/>
                <w:sz w:val="20"/>
                <w:szCs w:val="20"/>
              </w:rPr>
            </w:pPr>
          </w:p>
        </w:tc>
        <w:tc>
          <w:tcPr>
            <w:tcW w:w="887" w:type="dxa"/>
            <w:vAlign w:val="bottom"/>
          </w:tcPr>
          <w:p w14:paraId="7CA45E3D" w14:textId="026F9246" w:rsidR="00C62BE4" w:rsidRPr="004348AF" w:rsidRDefault="00C62BE4" w:rsidP="007F7141">
            <w:pPr>
              <w:tabs>
                <w:tab w:val="left" w:pos="540"/>
              </w:tabs>
              <w:ind w:right="-33"/>
              <w:jc w:val="right"/>
              <w:rPr>
                <w:rFonts w:ascii="Browallia New" w:hAnsi="Browallia New" w:cs="Browallia New"/>
                <w:sz w:val="20"/>
                <w:szCs w:val="20"/>
                <w:highlight w:val="yellow"/>
              </w:rPr>
            </w:pPr>
            <w:r>
              <w:rPr>
                <w:rFonts w:ascii="Browallia New" w:hAnsi="Browallia New" w:cs="Browallia New"/>
                <w:sz w:val="20"/>
                <w:szCs w:val="20"/>
              </w:rPr>
              <w:t>4,407,920</w:t>
            </w:r>
          </w:p>
        </w:tc>
      </w:tr>
      <w:tr w:rsidR="00C62BE4" w:rsidRPr="005C2BD1" w14:paraId="6624F976" w14:textId="77777777" w:rsidTr="00C62BE4">
        <w:trPr>
          <w:trHeight w:val="20"/>
        </w:trPr>
        <w:tc>
          <w:tcPr>
            <w:tcW w:w="2568" w:type="dxa"/>
            <w:gridSpan w:val="2"/>
            <w:vAlign w:val="bottom"/>
          </w:tcPr>
          <w:p w14:paraId="4185D0B4" w14:textId="48F530EE" w:rsidR="00C62BE4" w:rsidRPr="00B27566" w:rsidRDefault="00C62BE4" w:rsidP="00C62BE4">
            <w:pPr>
              <w:tabs>
                <w:tab w:val="left" w:pos="794"/>
                <w:tab w:val="left" w:pos="1361"/>
                <w:tab w:val="left" w:pos="1928"/>
              </w:tabs>
              <w:rPr>
                <w:rFonts w:ascii="Browallia New" w:hAnsi="Browallia New" w:cs="Browallia New"/>
                <w:sz w:val="20"/>
                <w:szCs w:val="20"/>
                <w:cs/>
                <w:lang w:val="en-GB"/>
              </w:rPr>
            </w:pPr>
            <w:r>
              <w:rPr>
                <w:rFonts w:ascii="Browallia New" w:hAnsi="Browallia New" w:cs="Browallia New" w:hint="cs"/>
                <w:sz w:val="20"/>
                <w:szCs w:val="20"/>
                <w:cs/>
                <w:lang w:val="en-GB"/>
              </w:rPr>
              <w:t>หนี้สินรวม</w:t>
            </w:r>
          </w:p>
        </w:tc>
        <w:tc>
          <w:tcPr>
            <w:tcW w:w="779" w:type="dxa"/>
            <w:vAlign w:val="bottom"/>
          </w:tcPr>
          <w:p w14:paraId="45A46733" w14:textId="77777777" w:rsidR="00C62BE4" w:rsidRPr="005C2BD1" w:rsidRDefault="00C62BE4" w:rsidP="00C62BE4">
            <w:pPr>
              <w:tabs>
                <w:tab w:val="left" w:pos="794"/>
                <w:tab w:val="left" w:pos="1361"/>
                <w:tab w:val="left" w:pos="1928"/>
              </w:tabs>
              <w:jc w:val="right"/>
              <w:rPr>
                <w:rFonts w:ascii="Browallia New" w:hAnsi="Browallia New" w:cs="Browallia New"/>
                <w:sz w:val="20"/>
                <w:szCs w:val="20"/>
              </w:rPr>
            </w:pPr>
          </w:p>
        </w:tc>
        <w:tc>
          <w:tcPr>
            <w:tcW w:w="703" w:type="dxa"/>
            <w:vAlign w:val="bottom"/>
          </w:tcPr>
          <w:p w14:paraId="4F17F940" w14:textId="77777777" w:rsidR="00C62BE4" w:rsidRPr="005C2BD1" w:rsidRDefault="00C62BE4" w:rsidP="00C62BE4">
            <w:pPr>
              <w:tabs>
                <w:tab w:val="left" w:pos="794"/>
                <w:tab w:val="left" w:pos="1361"/>
                <w:tab w:val="left" w:pos="1928"/>
              </w:tabs>
              <w:jc w:val="right"/>
              <w:rPr>
                <w:rFonts w:ascii="Browallia New" w:hAnsi="Browallia New" w:cs="Browallia New"/>
                <w:sz w:val="20"/>
                <w:szCs w:val="20"/>
              </w:rPr>
            </w:pPr>
          </w:p>
        </w:tc>
        <w:tc>
          <w:tcPr>
            <w:tcW w:w="718" w:type="dxa"/>
            <w:vAlign w:val="bottom"/>
          </w:tcPr>
          <w:p w14:paraId="65C1F167" w14:textId="75B09E00" w:rsidR="00C62BE4" w:rsidRPr="005C2BD1" w:rsidRDefault="00C62BE4" w:rsidP="00C62BE4">
            <w:pPr>
              <w:tabs>
                <w:tab w:val="left" w:pos="540"/>
              </w:tabs>
              <w:ind w:right="-33"/>
              <w:jc w:val="right"/>
              <w:rPr>
                <w:rFonts w:ascii="Browallia New" w:hAnsi="Browallia New" w:cs="Browallia New"/>
                <w:sz w:val="20"/>
                <w:szCs w:val="20"/>
              </w:rPr>
            </w:pPr>
          </w:p>
        </w:tc>
        <w:tc>
          <w:tcPr>
            <w:tcW w:w="861" w:type="dxa"/>
            <w:vAlign w:val="bottom"/>
          </w:tcPr>
          <w:p w14:paraId="5C56DE7F" w14:textId="13AA5C77" w:rsidR="00C62BE4" w:rsidRPr="009175D4" w:rsidRDefault="00C62BE4" w:rsidP="00C62BE4">
            <w:pPr>
              <w:tabs>
                <w:tab w:val="left" w:pos="540"/>
              </w:tabs>
              <w:ind w:right="-33"/>
              <w:jc w:val="right"/>
              <w:rPr>
                <w:rFonts w:ascii="Browallia New" w:hAnsi="Browallia New" w:cs="Browallia New"/>
                <w:sz w:val="20"/>
                <w:szCs w:val="20"/>
                <w:cs/>
              </w:rPr>
            </w:pPr>
            <w:r w:rsidRPr="009175D4">
              <w:rPr>
                <w:rFonts w:ascii="Browallia New" w:hAnsi="Browallia New" w:cs="Browallia New"/>
                <w:sz w:val="20"/>
                <w:szCs w:val="20"/>
              </w:rPr>
              <w:t>924,501</w:t>
            </w:r>
          </w:p>
        </w:tc>
        <w:tc>
          <w:tcPr>
            <w:tcW w:w="884" w:type="dxa"/>
            <w:vAlign w:val="bottom"/>
          </w:tcPr>
          <w:p w14:paraId="0BA2A56D" w14:textId="77777777" w:rsidR="00C62BE4" w:rsidRPr="009175D4" w:rsidRDefault="00C62BE4" w:rsidP="00C62BE4">
            <w:pPr>
              <w:tabs>
                <w:tab w:val="left" w:pos="794"/>
                <w:tab w:val="left" w:pos="1361"/>
                <w:tab w:val="left" w:pos="1928"/>
              </w:tabs>
              <w:jc w:val="right"/>
              <w:rPr>
                <w:rFonts w:ascii="Browallia New" w:hAnsi="Browallia New" w:cs="Browallia New"/>
                <w:sz w:val="20"/>
                <w:szCs w:val="20"/>
              </w:rPr>
            </w:pPr>
          </w:p>
        </w:tc>
        <w:tc>
          <w:tcPr>
            <w:tcW w:w="786" w:type="dxa"/>
            <w:vAlign w:val="bottom"/>
          </w:tcPr>
          <w:p w14:paraId="79B100AA" w14:textId="77777777" w:rsidR="00C62BE4" w:rsidRPr="00416F1B" w:rsidRDefault="00C62BE4" w:rsidP="00C62BE4">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737132" w14:textId="77777777" w:rsidR="00C62BE4" w:rsidRPr="00416F1B" w:rsidRDefault="00C62BE4" w:rsidP="00C62BE4">
            <w:pPr>
              <w:tabs>
                <w:tab w:val="left" w:pos="794"/>
                <w:tab w:val="left" w:pos="1361"/>
                <w:tab w:val="left" w:pos="1928"/>
              </w:tabs>
              <w:jc w:val="right"/>
              <w:rPr>
                <w:rFonts w:ascii="Browallia New" w:hAnsi="Browallia New" w:cs="Browallia New"/>
                <w:sz w:val="20"/>
                <w:szCs w:val="20"/>
              </w:rPr>
            </w:pPr>
          </w:p>
        </w:tc>
        <w:tc>
          <w:tcPr>
            <w:tcW w:w="767" w:type="dxa"/>
            <w:vAlign w:val="bottom"/>
          </w:tcPr>
          <w:p w14:paraId="65CA5351" w14:textId="77777777" w:rsidR="00C62BE4" w:rsidRPr="00416F1B" w:rsidRDefault="00C62BE4" w:rsidP="00C62BE4">
            <w:pPr>
              <w:tabs>
                <w:tab w:val="left" w:pos="540"/>
              </w:tabs>
              <w:ind w:right="-33"/>
              <w:jc w:val="right"/>
              <w:rPr>
                <w:rFonts w:ascii="Browallia New" w:hAnsi="Browallia New" w:cs="Browallia New"/>
                <w:sz w:val="20"/>
                <w:szCs w:val="20"/>
              </w:rPr>
            </w:pPr>
          </w:p>
        </w:tc>
        <w:tc>
          <w:tcPr>
            <w:tcW w:w="887" w:type="dxa"/>
            <w:vAlign w:val="bottom"/>
          </w:tcPr>
          <w:p w14:paraId="1DEB478F" w14:textId="244087C2" w:rsidR="00C62BE4" w:rsidRPr="004374B3" w:rsidRDefault="002533EF" w:rsidP="002533EF">
            <w:pPr>
              <w:tabs>
                <w:tab w:val="left" w:pos="540"/>
              </w:tabs>
              <w:ind w:right="-33"/>
              <w:jc w:val="right"/>
              <w:rPr>
                <w:rFonts w:ascii="Browallia New" w:hAnsi="Browallia New" w:cs="Browallia New"/>
                <w:sz w:val="20"/>
                <w:szCs w:val="20"/>
              </w:rPr>
            </w:pPr>
            <w:r>
              <w:rPr>
                <w:rFonts w:ascii="Browallia New" w:hAnsi="Browallia New" w:cs="Browallia New"/>
                <w:sz w:val="20"/>
                <w:szCs w:val="20"/>
              </w:rPr>
              <w:t>1,348,</w:t>
            </w:r>
            <w:r w:rsidR="000732BF">
              <w:rPr>
                <w:rFonts w:ascii="Browallia New" w:hAnsi="Browallia New" w:cs="Browallia New"/>
                <w:sz w:val="20"/>
                <w:szCs w:val="20"/>
              </w:rPr>
              <w:t>737</w:t>
            </w:r>
            <w:r w:rsidR="00C62BE4">
              <w:rPr>
                <w:rFonts w:ascii="Browallia New" w:hAnsi="Browallia New" w:cs="Browallia New"/>
                <w:sz w:val="20"/>
                <w:szCs w:val="20"/>
              </w:rPr>
              <w:t xml:space="preserve">      </w:t>
            </w:r>
          </w:p>
        </w:tc>
      </w:tr>
    </w:tbl>
    <w:p w14:paraId="22AEE907" w14:textId="77777777" w:rsidR="000308DC" w:rsidRDefault="000308DC">
      <w:pPr>
        <w:rPr>
          <w:rFonts w:ascii="Browallia New" w:hAnsi="Browallia New" w:cs="Browallia New"/>
          <w:b/>
          <w:bCs/>
          <w:sz w:val="22"/>
          <w:cs/>
        </w:rPr>
      </w:pPr>
    </w:p>
    <w:p w14:paraId="48562F98" w14:textId="7E4BA63D" w:rsidR="00FB7AB6" w:rsidRPr="005A23AE" w:rsidRDefault="00FB7AB6" w:rsidP="005A23AE">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623927" w:rsidRDefault="00CE5D08" w:rsidP="005A23AE">
      <w:pPr>
        <w:tabs>
          <w:tab w:val="left" w:pos="794"/>
          <w:tab w:val="left" w:pos="1361"/>
          <w:tab w:val="left" w:pos="1928"/>
        </w:tabs>
        <w:ind w:left="378" w:right="-32"/>
        <w:jc w:val="thaiDistribute"/>
        <w:rPr>
          <w:rFonts w:ascii="Browallia New" w:hAnsi="Browallia New" w:cs="Browallia New"/>
          <w:sz w:val="24"/>
          <w:szCs w:val="24"/>
        </w:rPr>
      </w:pPr>
    </w:p>
    <w:p w14:paraId="4449331F" w14:textId="4676A193" w:rsidR="00C75280" w:rsidRPr="00B46BD5" w:rsidRDefault="003654D7" w:rsidP="00623927">
      <w:pPr>
        <w:tabs>
          <w:tab w:val="left" w:pos="794"/>
          <w:tab w:val="left" w:pos="1361"/>
          <w:tab w:val="left" w:pos="1928"/>
        </w:tabs>
        <w:ind w:left="374" w:right="-29"/>
        <w:jc w:val="thaiDistribute"/>
        <w:rPr>
          <w:rFonts w:ascii="Browallia New" w:hAnsi="Browallia New" w:cs="Browallia New"/>
        </w:rPr>
      </w:pPr>
      <w:r w:rsidRPr="00B46BD5">
        <w:rPr>
          <w:rFonts w:ascii="Browallia New" w:hAnsi="Browallia New" w:cs="Browallia New"/>
          <w:cs/>
        </w:rPr>
        <w:t>กลุ่ม</w:t>
      </w:r>
      <w:r w:rsidR="00FB7AB6" w:rsidRPr="00B46BD5">
        <w:rPr>
          <w:rFonts w:ascii="Browallia New" w:hAnsi="Browallia New" w:cs="Browallia New"/>
          <w:cs/>
        </w:rPr>
        <w:t>บริษัทมีความเสี่ยงจากอัตราแลกเปลี่ยนซึ่งเกิดจากการ</w:t>
      </w:r>
      <w:r w:rsidR="00926305" w:rsidRPr="00B46BD5">
        <w:rPr>
          <w:rFonts w:ascii="Browallia New" w:hAnsi="Browallia New" w:cs="Browallia New"/>
          <w:cs/>
        </w:rPr>
        <w:t>ขายสินค้าไปต่างประเทศและซื้อสินค้า</w:t>
      </w:r>
      <w:r w:rsidR="00C35BA5" w:rsidRPr="00B46BD5">
        <w:rPr>
          <w:rFonts w:ascii="Browallia New" w:hAnsi="Browallia New" w:cs="Browallia New"/>
          <w:cs/>
        </w:rPr>
        <w:t>จากต่างประเทศ</w:t>
      </w:r>
      <w:r w:rsidR="00DF3D9A" w:rsidRPr="00B46BD5">
        <w:rPr>
          <w:rFonts w:ascii="Browallia New" w:hAnsi="Browallia New" w:cs="Browallia New"/>
          <w:cs/>
        </w:rPr>
        <w:t xml:space="preserve"> </w:t>
      </w:r>
      <w:r w:rsidR="00E9118B" w:rsidRPr="00B46BD5">
        <w:rPr>
          <w:rFonts w:ascii="Browallia New" w:hAnsi="Browallia New" w:cs="Browallia New"/>
        </w:rPr>
        <w:br/>
      </w:r>
      <w:r w:rsidR="00FB7AB6" w:rsidRPr="00B46BD5">
        <w:rPr>
          <w:rFonts w:ascii="Browallia New" w:hAnsi="Browallia New" w:cs="Browallia New"/>
          <w:cs/>
        </w:rPr>
        <w:t>เงินให้กู้ยืมแก่บริษัทย่อย</w:t>
      </w:r>
      <w:r w:rsidR="00F60E66" w:rsidRPr="00B46BD5">
        <w:rPr>
          <w:rFonts w:ascii="Browallia New" w:hAnsi="Browallia New" w:cs="Browallia New"/>
        </w:rPr>
        <w:t xml:space="preserve"> </w:t>
      </w:r>
      <w:r w:rsidR="00C35BA5" w:rsidRPr="00B46BD5">
        <w:rPr>
          <w:rFonts w:ascii="Browallia New" w:hAnsi="Browallia New" w:cs="Browallia New"/>
          <w:cs/>
        </w:rPr>
        <w:t>เงินเบิกเกินบัญชี</w:t>
      </w:r>
      <w:r w:rsidR="00FB7AB6" w:rsidRPr="00B46BD5">
        <w:rPr>
          <w:rFonts w:ascii="Browallia New" w:hAnsi="Browallia New" w:cs="Browallia New"/>
          <w:cs/>
        </w:rPr>
        <w:t>และเงินกู้ยืมระยะสั้นจากสถาบันการเงินที่เป็นเงินตราต่างประเทศ</w:t>
      </w:r>
      <w:r w:rsidR="00F60E66" w:rsidRPr="00B46BD5">
        <w:rPr>
          <w:rFonts w:ascii="Browallia New" w:hAnsi="Browallia New" w:cs="Browallia New"/>
        </w:rPr>
        <w:t xml:space="preserve"> </w:t>
      </w:r>
      <w:r w:rsidR="00FB7AB6" w:rsidRPr="00B46BD5">
        <w:rPr>
          <w:rFonts w:ascii="Browallia New" w:hAnsi="Browallia New" w:cs="Browallia New"/>
          <w:cs/>
        </w:rPr>
        <w:t>ณ</w:t>
      </w:r>
      <w:r w:rsidR="00F60E66" w:rsidRPr="00B46BD5">
        <w:rPr>
          <w:rFonts w:ascii="Browallia New" w:hAnsi="Browallia New" w:cs="Browallia New"/>
        </w:rPr>
        <w:t xml:space="preserve"> </w:t>
      </w:r>
      <w:r w:rsidR="00FB7AB6" w:rsidRPr="00B46BD5">
        <w:rPr>
          <w:rFonts w:ascii="Browallia New" w:hAnsi="Browallia New" w:cs="Browallia New"/>
          <w:cs/>
        </w:rPr>
        <w:t>วันที่</w:t>
      </w:r>
      <w:r w:rsidR="00F60E66" w:rsidRPr="00B46BD5">
        <w:rPr>
          <w:rFonts w:ascii="Browallia New" w:hAnsi="Browallia New" w:cs="Browallia New"/>
        </w:rPr>
        <w:t xml:space="preserve"> </w:t>
      </w:r>
      <w:r w:rsidR="005C4465" w:rsidRPr="005C4465">
        <w:rPr>
          <w:rFonts w:ascii="Browallia New" w:hAnsi="Browallia New" w:cs="Browallia New"/>
        </w:rPr>
        <w:t>30</w:t>
      </w:r>
      <w:r w:rsidR="005C4465" w:rsidRPr="005C4465">
        <w:rPr>
          <w:rFonts w:ascii="Browallia New" w:hAnsi="Browallia New" w:cs="Browallia New" w:hint="cs"/>
          <w:cs/>
        </w:rPr>
        <w:t xml:space="preserve"> </w:t>
      </w:r>
      <w:r w:rsidR="005C4465" w:rsidRPr="005C4465">
        <w:rPr>
          <w:rFonts w:ascii="Browallia New" w:hAnsi="Browallia New" w:cs="Browallia New"/>
          <w:cs/>
        </w:rPr>
        <w:t xml:space="preserve">กันยายน </w:t>
      </w:r>
      <w:r w:rsidR="008F79A9" w:rsidRPr="00B46BD5">
        <w:rPr>
          <w:rFonts w:ascii="Browallia New" w:hAnsi="Browallia New" w:cs="Browallia New"/>
          <w:spacing w:val="-4"/>
        </w:rPr>
        <w:t>2566</w:t>
      </w:r>
      <w:r w:rsidR="00F60E66" w:rsidRPr="00B46BD5">
        <w:rPr>
          <w:rFonts w:ascii="Browallia New" w:hAnsi="Browallia New" w:cs="Browallia New"/>
        </w:rPr>
        <w:t xml:space="preserve"> </w:t>
      </w:r>
      <w:r w:rsidR="00FB7AB6" w:rsidRPr="00B46BD5">
        <w:rPr>
          <w:rFonts w:ascii="Browallia New" w:hAnsi="Browallia New" w:cs="Browallia New"/>
          <w:cs/>
        </w:rPr>
        <w:t>และ</w:t>
      </w:r>
      <w:r w:rsidR="008B0694" w:rsidRPr="00B46BD5">
        <w:rPr>
          <w:rFonts w:ascii="Browallia New" w:hAnsi="Browallia New" w:cs="Browallia New"/>
        </w:rPr>
        <w:t xml:space="preserve"> 31</w:t>
      </w:r>
      <w:r w:rsidR="00F60E66" w:rsidRPr="00B46BD5">
        <w:rPr>
          <w:rFonts w:ascii="Browallia New" w:hAnsi="Browallia New" w:cs="Browallia New"/>
        </w:rPr>
        <w:t xml:space="preserve"> </w:t>
      </w:r>
      <w:r w:rsidR="00FB7AB6" w:rsidRPr="00B46BD5">
        <w:rPr>
          <w:rFonts w:ascii="Browallia New" w:hAnsi="Browallia New" w:cs="Browallia New"/>
          <w:cs/>
        </w:rPr>
        <w:t>ธันวาคม</w:t>
      </w:r>
      <w:r w:rsidR="00F60E66" w:rsidRPr="00B46BD5">
        <w:rPr>
          <w:rFonts w:ascii="Browallia New" w:hAnsi="Browallia New" w:cs="Browallia New"/>
        </w:rPr>
        <w:t xml:space="preserve"> </w:t>
      </w:r>
      <w:r w:rsidR="00CD38A5" w:rsidRPr="00B46BD5">
        <w:rPr>
          <w:rFonts w:ascii="Browallia New" w:hAnsi="Browallia New" w:cs="Browallia New"/>
        </w:rPr>
        <w:t>256</w:t>
      </w:r>
      <w:r w:rsidR="008F79A9" w:rsidRPr="00B46BD5">
        <w:rPr>
          <w:rFonts w:ascii="Browallia New" w:hAnsi="Browallia New" w:cs="Browallia New"/>
        </w:rPr>
        <w:t>5</w:t>
      </w:r>
      <w:r w:rsidR="00F60E66" w:rsidRPr="00B46BD5">
        <w:rPr>
          <w:rFonts w:ascii="Browallia New" w:hAnsi="Browallia New" w:cs="Browallia New"/>
        </w:rPr>
        <w:t xml:space="preserve"> </w:t>
      </w:r>
      <w:r w:rsidRPr="00B46BD5">
        <w:rPr>
          <w:rFonts w:ascii="Browallia New" w:hAnsi="Browallia New" w:cs="Browallia New"/>
          <w:cs/>
        </w:rPr>
        <w:t>กลุ่ม</w:t>
      </w:r>
      <w:r w:rsidR="00FB7AB6" w:rsidRPr="00B46BD5">
        <w:rPr>
          <w:rFonts w:ascii="Browallia New" w:hAnsi="Browallia New" w:cs="Browallia New"/>
          <w:cs/>
        </w:rPr>
        <w:t>บริษัท</w:t>
      </w:r>
      <w:r w:rsidR="001A0673" w:rsidRPr="00B46BD5">
        <w:rPr>
          <w:rFonts w:ascii="Browallia New" w:hAnsi="Browallia New" w:cs="Browallia New"/>
          <w:cs/>
        </w:rPr>
        <w:t xml:space="preserve"> </w:t>
      </w:r>
      <w:r w:rsidR="00FB7AB6" w:rsidRPr="00B46BD5">
        <w:rPr>
          <w:rFonts w:ascii="Browallia New" w:hAnsi="Browallia New" w:cs="Browallia New"/>
          <w:cs/>
        </w:rPr>
        <w:t>มีรายการสินทรัพย์และหนี้สินที่ไม่ได้ป้องกันความเสี่ยงจากอัตราแลกเปลี่ยน</w:t>
      </w:r>
      <w:r w:rsidR="00D708AA" w:rsidRPr="00B46BD5">
        <w:rPr>
          <w:rFonts w:ascii="Browallia New" w:hAnsi="Browallia New" w:cs="Browallia New"/>
          <w:cs/>
        </w:rPr>
        <w:t>เนื่องจากมีรายการ</w:t>
      </w:r>
      <w:r w:rsidR="007B628C" w:rsidRPr="00B46BD5">
        <w:rPr>
          <w:rFonts w:ascii="Browallia New" w:hAnsi="Browallia New" w:cs="Browallia New"/>
          <w:cs/>
        </w:rPr>
        <w:t>ค้าทั้งรับและจ่ายที่เป็นเงินตราต่างประเทศ</w:t>
      </w:r>
      <w:r w:rsidR="00FB7AB6" w:rsidRPr="00B46BD5">
        <w:rPr>
          <w:rFonts w:ascii="Browallia New" w:hAnsi="Browallia New" w:cs="Browallia New"/>
          <w:cs/>
        </w:rPr>
        <w:t>ซึ่งถือเป็นการป้องกันความเสี่ยง</w:t>
      </w:r>
      <w:r w:rsidR="00C35BA5" w:rsidRPr="00B46BD5">
        <w:rPr>
          <w:rFonts w:ascii="Browallia New" w:hAnsi="Browallia New" w:cs="Browallia New"/>
          <w:cs/>
        </w:rPr>
        <w:t>ตามธรรมชาติ</w:t>
      </w:r>
      <w:r w:rsidR="00F60E66" w:rsidRPr="00B46BD5">
        <w:rPr>
          <w:rFonts w:ascii="Browallia New" w:hAnsi="Browallia New" w:cs="Browallia New"/>
        </w:rPr>
        <w:t xml:space="preserve"> </w:t>
      </w:r>
      <w:r w:rsidR="003F3914" w:rsidRPr="00B46BD5">
        <w:rPr>
          <w:rFonts w:ascii="Browallia New" w:hAnsi="Browallia New" w:cs="Browallia New"/>
          <w:cs/>
        </w:rPr>
        <w:t>ดั</w:t>
      </w:r>
      <w:r w:rsidR="00FB7AB6" w:rsidRPr="00B46BD5">
        <w:rPr>
          <w:rFonts w:ascii="Browallia New" w:hAnsi="Browallia New" w:cs="Browallia New"/>
          <w:cs/>
        </w:rPr>
        <w:t>งนี้</w:t>
      </w:r>
    </w:p>
    <w:p w14:paraId="48562F9B" w14:textId="77777777" w:rsidR="00A33E98" w:rsidRPr="0085607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037BD1F8" w:rsidR="00FB7AB6" w:rsidRPr="005C2BD1" w:rsidRDefault="005C4465" w:rsidP="003E0B20">
            <w:pPr>
              <w:ind w:left="-108" w:right="-108"/>
              <w:jc w:val="center"/>
              <w:rPr>
                <w:rFonts w:ascii="Browallia New" w:hAnsi="Browallia New" w:cs="Browallia New"/>
                <w:lang w:val="en-GB"/>
              </w:rPr>
            </w:pPr>
            <w:r w:rsidRPr="005C4465">
              <w:rPr>
                <w:rFonts w:ascii="Browallia New" w:hAnsi="Browallia New" w:cs="Browallia New"/>
                <w:spacing w:val="-4"/>
              </w:rPr>
              <w:t>30</w:t>
            </w:r>
            <w:r w:rsidRPr="005C4465">
              <w:rPr>
                <w:rFonts w:ascii="Browallia New" w:hAnsi="Browallia New" w:cs="Browallia New" w:hint="cs"/>
                <w:spacing w:val="-4"/>
                <w:cs/>
              </w:rPr>
              <w:t xml:space="preserve"> </w:t>
            </w:r>
            <w:r w:rsidRPr="005C4465">
              <w:rPr>
                <w:rFonts w:ascii="Browallia New" w:hAnsi="Browallia New" w:cs="Browallia New"/>
                <w:spacing w:val="-4"/>
                <w:cs/>
              </w:rPr>
              <w:t xml:space="preserve">กันยายน </w:t>
            </w:r>
            <w:r w:rsidR="008F79A9" w:rsidRPr="005C4084">
              <w:rPr>
                <w:rFonts w:ascii="Browallia New" w:hAnsi="Browallia New" w:cs="Browallia New"/>
                <w:spacing w:val="-4"/>
              </w:rPr>
              <w:t>2566</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64944EDE"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8F79A9">
              <w:rPr>
                <w:rFonts w:ascii="Browallia New" w:hAnsi="Browallia New" w:cs="Browallia New"/>
              </w:rPr>
              <w:t>5</w:t>
            </w:r>
          </w:p>
        </w:tc>
      </w:tr>
      <w:tr w:rsidR="00FB7AB6" w:rsidRPr="00890636" w14:paraId="48562FA8" w14:textId="77777777" w:rsidTr="005030A2">
        <w:tc>
          <w:tcPr>
            <w:tcW w:w="5472" w:type="dxa"/>
          </w:tcPr>
          <w:p w14:paraId="48562FA4" w14:textId="4FD33229" w:rsidR="00FB7AB6" w:rsidRPr="00890636"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890636" w:rsidRDefault="00FB7AB6" w:rsidP="003E0B20">
            <w:pPr>
              <w:jc w:val="right"/>
              <w:rPr>
                <w:rFonts w:ascii="Browallia New" w:hAnsi="Browallia New" w:cs="Browallia New"/>
                <w:sz w:val="20"/>
                <w:szCs w:val="20"/>
              </w:rPr>
            </w:pPr>
          </w:p>
        </w:tc>
        <w:tc>
          <w:tcPr>
            <w:tcW w:w="284" w:type="dxa"/>
          </w:tcPr>
          <w:p w14:paraId="48562FA6" w14:textId="77777777" w:rsidR="00FB7AB6" w:rsidRPr="00890636"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890636" w:rsidRDefault="00FB7AB6" w:rsidP="003E0B20">
            <w:pPr>
              <w:jc w:val="right"/>
              <w:rPr>
                <w:rFonts w:ascii="Browallia New" w:hAnsi="Browallia New" w:cs="Browallia New"/>
                <w:sz w:val="20"/>
                <w:szCs w:val="20"/>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411D40" w:rsidRPr="005C2BD1" w14:paraId="48562FAD" w14:textId="77777777" w:rsidTr="00CF1AC6">
        <w:trPr>
          <w:trHeight w:val="389"/>
        </w:trPr>
        <w:tc>
          <w:tcPr>
            <w:tcW w:w="5472" w:type="dxa"/>
          </w:tcPr>
          <w:p w14:paraId="48562FA9" w14:textId="64E97258" w:rsidR="005246D2" w:rsidRPr="005C2BD1" w:rsidRDefault="00411D40" w:rsidP="00411D40">
            <w:pPr>
              <w:jc w:val="thaiDistribute"/>
              <w:rPr>
                <w:rFonts w:ascii="Browallia New" w:hAnsi="Browallia New" w:cs="Browallia New"/>
                <w:cs/>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AA" w14:textId="477873CD" w:rsidR="005246D2" w:rsidRPr="00E47D82" w:rsidRDefault="00E47D82" w:rsidP="006A3FD0">
            <w:pPr>
              <w:jc w:val="right"/>
              <w:rPr>
                <w:rFonts w:ascii="Browallia New" w:hAnsi="Browallia New" w:cs="Browallia New"/>
                <w:lang w:val="en-GB"/>
              </w:rPr>
            </w:pPr>
            <w:r w:rsidRPr="00E47D82">
              <w:rPr>
                <w:rFonts w:ascii="Browallia New" w:hAnsi="Browallia New" w:cs="Browallia New"/>
                <w:lang w:val="en-GB"/>
              </w:rPr>
              <w:t>524</w:t>
            </w:r>
          </w:p>
        </w:tc>
        <w:tc>
          <w:tcPr>
            <w:tcW w:w="284" w:type="dxa"/>
          </w:tcPr>
          <w:p w14:paraId="48562FAB" w14:textId="77777777" w:rsidR="00411D40" w:rsidRPr="00423179" w:rsidRDefault="00411D40" w:rsidP="00411D40">
            <w:pPr>
              <w:jc w:val="thaiDistribute"/>
              <w:rPr>
                <w:rFonts w:ascii="Browallia New" w:hAnsi="Browallia New" w:cs="Browallia New"/>
                <w:highlight w:val="yellow"/>
                <w:lang w:val="en-GB"/>
              </w:rPr>
            </w:pPr>
          </w:p>
        </w:tc>
        <w:tc>
          <w:tcPr>
            <w:tcW w:w="1701" w:type="dxa"/>
          </w:tcPr>
          <w:p w14:paraId="48562FAC" w14:textId="3D7D6527" w:rsidR="002C6A12" w:rsidRPr="00E47D82" w:rsidRDefault="00411D40">
            <w:pPr>
              <w:jc w:val="right"/>
              <w:rPr>
                <w:rFonts w:ascii="Browallia New" w:hAnsi="Browallia New" w:cs="Browallia New"/>
                <w:lang w:val="en-GB"/>
              </w:rPr>
            </w:pPr>
            <w:r w:rsidRPr="00E47D82">
              <w:rPr>
                <w:rFonts w:ascii="Browallia New" w:hAnsi="Browallia New" w:cs="Browallia New"/>
                <w:lang w:val="en-GB"/>
              </w:rPr>
              <w:t>537</w:t>
            </w:r>
            <w:r w:rsidR="002C6A12" w:rsidRPr="00E47D82">
              <w:rPr>
                <w:rFonts w:ascii="Browallia New" w:hAnsi="Browallia New" w:cs="Browallia New"/>
                <w:lang w:val="en-GB"/>
              </w:rPr>
              <w:t xml:space="preserve">           </w:t>
            </w:r>
          </w:p>
        </w:tc>
      </w:tr>
      <w:tr w:rsidR="00411D40" w:rsidRPr="00890636" w14:paraId="48562FB2" w14:textId="77777777" w:rsidTr="00890636">
        <w:trPr>
          <w:trHeight w:val="274"/>
        </w:trPr>
        <w:tc>
          <w:tcPr>
            <w:tcW w:w="5472" w:type="dxa"/>
          </w:tcPr>
          <w:p w14:paraId="48562FAE" w14:textId="1A5B4AB4" w:rsidR="00411D40" w:rsidRPr="00CF1AC6" w:rsidRDefault="00CF1AC6" w:rsidP="00411D40">
            <w:pPr>
              <w:jc w:val="thaiDistribute"/>
              <w:rPr>
                <w:rFonts w:ascii="Browallia New" w:hAnsi="Browallia New" w:cs="Browallia New"/>
                <w:cs/>
                <w:lang w:val="en-GB"/>
              </w:rPr>
            </w:pPr>
            <w:r>
              <w:rPr>
                <w:rFonts w:ascii="Browallia New" w:hAnsi="Browallia New" w:cs="Browallia New" w:hint="cs"/>
                <w:cs/>
                <w:lang w:val="en-GB"/>
              </w:rPr>
              <w:t>เยนญี่ปุ่น</w:t>
            </w:r>
          </w:p>
        </w:tc>
        <w:tc>
          <w:tcPr>
            <w:tcW w:w="1701" w:type="dxa"/>
          </w:tcPr>
          <w:p w14:paraId="48562FAF" w14:textId="11842005" w:rsidR="00411D40" w:rsidRPr="00E47D82" w:rsidRDefault="00E47D82" w:rsidP="00411D40">
            <w:pPr>
              <w:jc w:val="right"/>
              <w:rPr>
                <w:rFonts w:ascii="Browallia New" w:hAnsi="Browallia New" w:cs="Browallia New"/>
                <w:lang w:val="en-GB"/>
              </w:rPr>
            </w:pPr>
            <w:r w:rsidRPr="00E47D82">
              <w:rPr>
                <w:rFonts w:ascii="Browallia New" w:hAnsi="Browallia New" w:cs="Browallia New"/>
                <w:lang w:val="en-GB"/>
              </w:rPr>
              <w:t>65,050</w:t>
            </w:r>
          </w:p>
        </w:tc>
        <w:tc>
          <w:tcPr>
            <w:tcW w:w="284" w:type="dxa"/>
          </w:tcPr>
          <w:p w14:paraId="48562FB0" w14:textId="77777777" w:rsidR="00411D40" w:rsidRPr="00423179" w:rsidRDefault="00411D40" w:rsidP="00411D40">
            <w:pPr>
              <w:jc w:val="thaiDistribute"/>
              <w:rPr>
                <w:rFonts w:ascii="Browallia New" w:hAnsi="Browallia New" w:cs="Browallia New"/>
                <w:highlight w:val="yellow"/>
                <w:lang w:val="en-GB"/>
              </w:rPr>
            </w:pPr>
          </w:p>
        </w:tc>
        <w:tc>
          <w:tcPr>
            <w:tcW w:w="1701" w:type="dxa"/>
          </w:tcPr>
          <w:p w14:paraId="48562FB1" w14:textId="22046362" w:rsidR="00411D40" w:rsidRPr="00E47D82" w:rsidRDefault="00991663" w:rsidP="00991663">
            <w:pPr>
              <w:jc w:val="center"/>
              <w:rPr>
                <w:rFonts w:ascii="Browallia New" w:hAnsi="Browallia New" w:cs="Browallia New"/>
                <w:lang w:val="en-GB"/>
              </w:rPr>
            </w:pPr>
            <w:r w:rsidRPr="00E47D82">
              <w:rPr>
                <w:rFonts w:ascii="Arial" w:hAnsi="Arial" w:cs="Arial"/>
                <w:sz w:val="19"/>
                <w:szCs w:val="19"/>
                <w:lang w:val="en-GB"/>
              </w:rPr>
              <w:t xml:space="preserve">                   -</w:t>
            </w:r>
          </w:p>
        </w:tc>
      </w:tr>
      <w:tr w:rsidR="00CF1AC6" w:rsidRPr="00890636" w14:paraId="61D0AB9F" w14:textId="77777777" w:rsidTr="00890636">
        <w:trPr>
          <w:trHeight w:val="274"/>
        </w:trPr>
        <w:tc>
          <w:tcPr>
            <w:tcW w:w="5472" w:type="dxa"/>
          </w:tcPr>
          <w:p w14:paraId="3A301643" w14:textId="77777777" w:rsidR="00CF1AC6" w:rsidRPr="00890636" w:rsidRDefault="00CF1AC6" w:rsidP="00411D40">
            <w:pPr>
              <w:jc w:val="thaiDistribute"/>
              <w:rPr>
                <w:rFonts w:ascii="Browallia New" w:hAnsi="Browallia New" w:cs="Browallia New"/>
                <w:sz w:val="14"/>
                <w:szCs w:val="14"/>
                <w:u w:val="single"/>
                <w:cs/>
                <w:lang w:val="en-GB"/>
              </w:rPr>
            </w:pPr>
          </w:p>
        </w:tc>
        <w:tc>
          <w:tcPr>
            <w:tcW w:w="1701" w:type="dxa"/>
          </w:tcPr>
          <w:p w14:paraId="61D2DE22" w14:textId="77777777" w:rsidR="00CF1AC6" w:rsidRPr="00E47D82" w:rsidRDefault="00CF1AC6" w:rsidP="00411D40">
            <w:pPr>
              <w:jc w:val="right"/>
              <w:rPr>
                <w:rFonts w:ascii="Browallia New" w:hAnsi="Browallia New" w:cs="Browallia New"/>
                <w:sz w:val="14"/>
                <w:szCs w:val="14"/>
              </w:rPr>
            </w:pPr>
          </w:p>
        </w:tc>
        <w:tc>
          <w:tcPr>
            <w:tcW w:w="284" w:type="dxa"/>
          </w:tcPr>
          <w:p w14:paraId="71A0975D" w14:textId="77777777" w:rsidR="00CF1AC6" w:rsidRPr="00423179" w:rsidRDefault="00CF1AC6" w:rsidP="00411D40">
            <w:pPr>
              <w:jc w:val="thaiDistribute"/>
              <w:rPr>
                <w:rFonts w:ascii="Browallia New" w:hAnsi="Browallia New" w:cs="Browallia New"/>
                <w:sz w:val="14"/>
                <w:szCs w:val="14"/>
                <w:highlight w:val="yellow"/>
                <w:lang w:val="en-GB"/>
              </w:rPr>
            </w:pPr>
          </w:p>
        </w:tc>
        <w:tc>
          <w:tcPr>
            <w:tcW w:w="1701" w:type="dxa"/>
          </w:tcPr>
          <w:p w14:paraId="38DBC2E5" w14:textId="77777777" w:rsidR="00CF1AC6" w:rsidRPr="00E47D82" w:rsidRDefault="00CF1AC6" w:rsidP="00411D40">
            <w:pPr>
              <w:jc w:val="right"/>
              <w:rPr>
                <w:rFonts w:ascii="Browallia New" w:hAnsi="Browallia New" w:cs="Browallia New"/>
                <w:sz w:val="14"/>
                <w:szCs w:val="14"/>
              </w:rPr>
            </w:pPr>
          </w:p>
        </w:tc>
      </w:tr>
      <w:tr w:rsidR="00411D40" w:rsidRPr="005C2BD1" w14:paraId="48562FB7" w14:textId="77777777" w:rsidTr="005030A2">
        <w:tc>
          <w:tcPr>
            <w:tcW w:w="5472" w:type="dxa"/>
          </w:tcPr>
          <w:p w14:paraId="48562FB3" w14:textId="78A48505" w:rsidR="00411D40" w:rsidRPr="005C2BD1" w:rsidRDefault="00411D40" w:rsidP="00411D40">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411D40" w:rsidRPr="00E47D82" w:rsidRDefault="00411D40" w:rsidP="00411D40">
            <w:pPr>
              <w:jc w:val="right"/>
              <w:rPr>
                <w:rFonts w:ascii="Browallia New" w:hAnsi="Browallia New" w:cs="Browallia New"/>
              </w:rPr>
            </w:pPr>
          </w:p>
        </w:tc>
        <w:tc>
          <w:tcPr>
            <w:tcW w:w="284" w:type="dxa"/>
          </w:tcPr>
          <w:p w14:paraId="48562FB5" w14:textId="77777777" w:rsidR="00411D40" w:rsidRPr="00423179" w:rsidRDefault="00411D40" w:rsidP="00411D40">
            <w:pPr>
              <w:jc w:val="thaiDistribute"/>
              <w:rPr>
                <w:rFonts w:ascii="Browallia New" w:hAnsi="Browallia New" w:cs="Browallia New"/>
                <w:highlight w:val="yellow"/>
                <w:lang w:val="en-GB"/>
              </w:rPr>
            </w:pPr>
          </w:p>
        </w:tc>
        <w:tc>
          <w:tcPr>
            <w:tcW w:w="1701" w:type="dxa"/>
          </w:tcPr>
          <w:p w14:paraId="48562FB6" w14:textId="77777777" w:rsidR="00411D40" w:rsidRPr="00E47D82" w:rsidRDefault="00411D40" w:rsidP="00411D40">
            <w:pPr>
              <w:jc w:val="right"/>
              <w:rPr>
                <w:rFonts w:ascii="Browallia New" w:hAnsi="Browallia New" w:cs="Browallia New"/>
              </w:rPr>
            </w:pPr>
          </w:p>
        </w:tc>
      </w:tr>
      <w:tr w:rsidR="00411D40" w:rsidRPr="005C2BD1" w14:paraId="48562FBC" w14:textId="77777777" w:rsidTr="005030A2">
        <w:tc>
          <w:tcPr>
            <w:tcW w:w="5472" w:type="dxa"/>
          </w:tcPr>
          <w:p w14:paraId="48562FB8" w14:textId="44B2A3E7" w:rsidR="00411D40" w:rsidRPr="005C2BD1" w:rsidRDefault="00411D40" w:rsidP="00411D40">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664AEEE6" w:rsidR="00411D40" w:rsidRPr="00E47D82" w:rsidRDefault="00E47D82" w:rsidP="00411D40">
            <w:pPr>
              <w:jc w:val="right"/>
              <w:rPr>
                <w:rFonts w:ascii="Browallia New" w:hAnsi="Browallia New" w:cs="Browallia New"/>
                <w:lang w:val="en-GB"/>
              </w:rPr>
            </w:pPr>
            <w:r w:rsidRPr="00E47D82">
              <w:rPr>
                <w:rFonts w:ascii="Browallia New" w:hAnsi="Browallia New" w:cs="Browallia New"/>
                <w:lang w:val="en-GB"/>
              </w:rPr>
              <w:t>2,430</w:t>
            </w:r>
          </w:p>
        </w:tc>
        <w:tc>
          <w:tcPr>
            <w:tcW w:w="284" w:type="dxa"/>
          </w:tcPr>
          <w:p w14:paraId="48562FBA" w14:textId="77777777" w:rsidR="00411D40" w:rsidRPr="00423179" w:rsidRDefault="00411D40" w:rsidP="00411D40">
            <w:pPr>
              <w:jc w:val="thaiDistribute"/>
              <w:rPr>
                <w:rFonts w:ascii="Browallia New" w:hAnsi="Browallia New" w:cs="Browallia New"/>
                <w:highlight w:val="yellow"/>
                <w:lang w:val="en-GB"/>
              </w:rPr>
            </w:pPr>
          </w:p>
        </w:tc>
        <w:tc>
          <w:tcPr>
            <w:tcW w:w="1701" w:type="dxa"/>
          </w:tcPr>
          <w:p w14:paraId="48562FBB" w14:textId="7316758A" w:rsidR="00411D40" w:rsidRPr="00E47D82" w:rsidRDefault="00411D40" w:rsidP="00411D40">
            <w:pPr>
              <w:jc w:val="right"/>
              <w:rPr>
                <w:rFonts w:ascii="Browallia New" w:hAnsi="Browallia New" w:cs="Browallia New"/>
              </w:rPr>
            </w:pPr>
            <w:r w:rsidRPr="00E47D82">
              <w:rPr>
                <w:rFonts w:ascii="Browallia New" w:hAnsi="Browallia New" w:cs="Browallia New"/>
              </w:rPr>
              <w:t>2,075</w:t>
            </w:r>
          </w:p>
        </w:tc>
      </w:tr>
      <w:tr w:rsidR="00411D40" w:rsidRPr="005C2BD1" w14:paraId="0BDDEED3" w14:textId="77777777" w:rsidTr="005030A2">
        <w:tc>
          <w:tcPr>
            <w:tcW w:w="5472" w:type="dxa"/>
          </w:tcPr>
          <w:p w14:paraId="306EAA02" w14:textId="5A900278" w:rsidR="00411D40" w:rsidRDefault="009059A4" w:rsidP="00411D40">
            <w:pPr>
              <w:jc w:val="thaiDistribute"/>
              <w:rPr>
                <w:rFonts w:ascii="Browallia New" w:hAnsi="Browallia New" w:cs="Browallia New"/>
                <w:cs/>
                <w:lang w:val="en-GB"/>
              </w:rPr>
            </w:pPr>
            <w:r w:rsidRPr="0064584E">
              <w:rPr>
                <w:rFonts w:ascii="Browallia New" w:hAnsi="Browallia New" w:cs="Browallia New" w:hint="cs"/>
                <w:cs/>
                <w:lang w:val="en-GB"/>
              </w:rPr>
              <w:t>เยนญี่ปุ่น</w:t>
            </w:r>
          </w:p>
        </w:tc>
        <w:tc>
          <w:tcPr>
            <w:tcW w:w="1701" w:type="dxa"/>
          </w:tcPr>
          <w:p w14:paraId="207CE2CC" w14:textId="01A45AF9" w:rsidR="00411D40" w:rsidRPr="00E47D82" w:rsidDel="008F79A9" w:rsidRDefault="00E47D82" w:rsidP="00623927">
            <w:pPr>
              <w:jc w:val="center"/>
              <w:rPr>
                <w:rFonts w:ascii="Browallia New" w:hAnsi="Browallia New" w:cs="Browallia New"/>
                <w:lang w:val="en-GB"/>
              </w:rPr>
            </w:pPr>
            <w:r w:rsidRPr="00E47D82">
              <w:rPr>
                <w:rFonts w:ascii="Browallia New" w:hAnsi="Browallia New" w:cs="Browallia New" w:hint="cs"/>
                <w:cs/>
                <w:lang w:val="th-TH"/>
              </w:rPr>
              <w:t xml:space="preserve">       </w:t>
            </w:r>
            <w:r>
              <w:rPr>
                <w:rFonts w:ascii="Browallia New" w:hAnsi="Browallia New" w:cs="Browallia New" w:hint="cs"/>
                <w:cs/>
                <w:lang w:val="th-TH"/>
              </w:rPr>
              <w:t xml:space="preserve">      </w:t>
            </w:r>
            <w:r w:rsidRPr="00E47D82">
              <w:rPr>
                <w:rFonts w:ascii="Browallia New" w:hAnsi="Browallia New" w:cs="Browallia New"/>
                <w:lang w:val="en-GB"/>
              </w:rPr>
              <w:t>-</w:t>
            </w:r>
          </w:p>
        </w:tc>
        <w:tc>
          <w:tcPr>
            <w:tcW w:w="284" w:type="dxa"/>
          </w:tcPr>
          <w:p w14:paraId="72157E4E" w14:textId="77777777" w:rsidR="00411D40" w:rsidRPr="00423179" w:rsidRDefault="00411D40" w:rsidP="00411D40">
            <w:pPr>
              <w:jc w:val="thaiDistribute"/>
              <w:rPr>
                <w:rFonts w:ascii="Browallia New" w:hAnsi="Browallia New" w:cs="Browallia New"/>
                <w:highlight w:val="yellow"/>
                <w:lang w:val="en-GB"/>
              </w:rPr>
            </w:pPr>
          </w:p>
        </w:tc>
        <w:tc>
          <w:tcPr>
            <w:tcW w:w="1701" w:type="dxa"/>
          </w:tcPr>
          <w:p w14:paraId="3D9B5A24" w14:textId="1238B75C" w:rsidR="00411D40" w:rsidRPr="00E47D82" w:rsidRDefault="00CA7A88" w:rsidP="00411D40">
            <w:pPr>
              <w:jc w:val="right"/>
              <w:rPr>
                <w:rFonts w:ascii="Browallia New" w:hAnsi="Browallia New" w:cs="Browallia New"/>
              </w:rPr>
            </w:pPr>
            <w:r w:rsidRPr="00E47D82">
              <w:rPr>
                <w:rFonts w:ascii="Browallia New" w:hAnsi="Browallia New" w:cs="Browallia New"/>
              </w:rPr>
              <w:t>22,000</w:t>
            </w:r>
          </w:p>
        </w:tc>
      </w:tr>
    </w:tbl>
    <w:p w14:paraId="34BF8890" w14:textId="77777777" w:rsidR="00D62E7C" w:rsidRDefault="00D62E7C" w:rsidP="00D62E7C">
      <w:pPr>
        <w:tabs>
          <w:tab w:val="num" w:pos="864"/>
        </w:tabs>
        <w:rPr>
          <w:b/>
          <w:bCs/>
        </w:rPr>
      </w:pPr>
    </w:p>
    <w:p w14:paraId="7433068F" w14:textId="77777777" w:rsidR="00D62E7C" w:rsidRDefault="00D62E7C" w:rsidP="00D62E7C">
      <w:pPr>
        <w:tabs>
          <w:tab w:val="num" w:pos="864"/>
        </w:tabs>
        <w:rPr>
          <w:b/>
          <w:bCs/>
        </w:rPr>
      </w:pPr>
    </w:p>
    <w:p w14:paraId="6A04413D" w14:textId="77777777" w:rsidR="002A3325" w:rsidRDefault="002A3325" w:rsidP="00D62E7C">
      <w:pPr>
        <w:tabs>
          <w:tab w:val="num" w:pos="864"/>
        </w:tabs>
        <w:rPr>
          <w:b/>
          <w:bCs/>
        </w:rPr>
      </w:pPr>
    </w:p>
    <w:p w14:paraId="76888E6C" w14:textId="77777777" w:rsidR="009E411B" w:rsidRPr="00D62E7C" w:rsidRDefault="009E411B" w:rsidP="00D62E7C">
      <w:pPr>
        <w:tabs>
          <w:tab w:val="num" w:pos="864"/>
        </w:tabs>
        <w:rPr>
          <w:b/>
          <w:bCs/>
        </w:rPr>
      </w:pPr>
    </w:p>
    <w:p w14:paraId="78AD50E6" w14:textId="653CE1D9" w:rsidR="00D62E7C" w:rsidRDefault="00D62E7C" w:rsidP="00D62E7C">
      <w:pPr>
        <w:pStyle w:val="afd"/>
        <w:numPr>
          <w:ilvl w:val="0"/>
          <w:numId w:val="1"/>
        </w:numPr>
        <w:tabs>
          <w:tab w:val="clear" w:pos="360"/>
          <w:tab w:val="num" w:pos="864"/>
        </w:tabs>
        <w:spacing w:after="0" w:line="240" w:lineRule="auto"/>
        <w:ind w:left="375" w:hanging="418"/>
        <w:rPr>
          <w:b/>
          <w:bCs/>
        </w:rPr>
      </w:pPr>
      <w:r w:rsidRPr="00662ECB">
        <w:rPr>
          <w:rFonts w:hint="cs"/>
          <w:b/>
          <w:bCs/>
          <w:cs/>
        </w:rPr>
        <w:lastRenderedPageBreak/>
        <w:t>ภาระผูกพัน</w:t>
      </w:r>
    </w:p>
    <w:p w14:paraId="6D533823" w14:textId="77777777" w:rsidR="00682D48" w:rsidRPr="00D62E7C" w:rsidRDefault="00682D48" w:rsidP="00D62E7C">
      <w:pPr>
        <w:rPr>
          <w:rFonts w:ascii="Browallia New" w:hAnsi="Browallia New" w:cs="Browallia New"/>
          <w:b/>
          <w:bCs/>
        </w:rPr>
      </w:pPr>
    </w:p>
    <w:p w14:paraId="2F6BF4A2" w14:textId="172FD484" w:rsidR="00682D48" w:rsidRPr="00662ECB" w:rsidRDefault="00682D48" w:rsidP="00682D48">
      <w:pPr>
        <w:tabs>
          <w:tab w:val="left" w:pos="720"/>
        </w:tabs>
        <w:ind w:left="342" w:firstLine="18"/>
        <w:jc w:val="thaiDistribute"/>
        <w:rPr>
          <w:rFonts w:ascii="Browallia New" w:hAnsi="Browallia New" w:cs="Browallia New"/>
          <w:lang w:val="en-GB"/>
        </w:rPr>
      </w:pPr>
      <w:r w:rsidRPr="00662ECB">
        <w:rPr>
          <w:rFonts w:ascii="Browallia New" w:hAnsi="Browallia New" w:cs="Browallia New"/>
          <w:cs/>
        </w:rPr>
        <w:t xml:space="preserve">ณ วันที่ </w:t>
      </w:r>
      <w:r w:rsidR="005C4465" w:rsidRPr="005C4465">
        <w:rPr>
          <w:rFonts w:ascii="Browallia New" w:hAnsi="Browallia New" w:cs="Browallia New"/>
        </w:rPr>
        <w:t>30</w:t>
      </w:r>
      <w:r w:rsidR="005C4465" w:rsidRPr="005C4465">
        <w:rPr>
          <w:rFonts w:ascii="Browallia New" w:hAnsi="Browallia New" w:cs="Browallia New" w:hint="cs"/>
          <w:cs/>
        </w:rPr>
        <w:t xml:space="preserve"> </w:t>
      </w:r>
      <w:r w:rsidR="005C4465" w:rsidRPr="005C4465">
        <w:rPr>
          <w:rFonts w:ascii="Browallia New" w:hAnsi="Browallia New" w:cs="Browallia New"/>
          <w:cs/>
        </w:rPr>
        <w:t xml:space="preserve">กันยายน </w:t>
      </w:r>
      <w:r w:rsidRPr="005C4084">
        <w:rPr>
          <w:rFonts w:ascii="Browallia New" w:hAnsi="Browallia New" w:cs="Browallia New"/>
          <w:spacing w:val="-4"/>
        </w:rPr>
        <w:t>2566</w:t>
      </w:r>
      <w:r w:rsidRPr="00662ECB">
        <w:rPr>
          <w:rFonts w:ascii="Browallia New" w:hAnsi="Browallia New" w:cs="Browallia New"/>
          <w:color w:val="000000"/>
          <w:cs/>
        </w:rPr>
        <w:t xml:space="preserve"> </w:t>
      </w:r>
      <w:r>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Pr>
          <w:rFonts w:ascii="Browallia New" w:hAnsi="Browallia New" w:cs="Browallia New" w:hint="cs"/>
          <w:cs/>
          <w:lang w:val="en-GB"/>
        </w:rPr>
        <w:t xml:space="preserve"> </w:t>
      </w:r>
      <w:r w:rsidRPr="00662ECB">
        <w:rPr>
          <w:rFonts w:ascii="Browallia New" w:hAnsi="Browallia New" w:cs="Browallia New"/>
          <w:cs/>
          <w:lang w:val="en-GB"/>
        </w:rPr>
        <w:t>ดังนี้</w:t>
      </w:r>
    </w:p>
    <w:p w14:paraId="5B94A61E" w14:textId="77777777" w:rsidR="00682D48" w:rsidRPr="00662ECB" w:rsidRDefault="00682D48" w:rsidP="00682D48">
      <w:pPr>
        <w:tabs>
          <w:tab w:val="left" w:pos="720"/>
        </w:tabs>
        <w:ind w:left="342" w:firstLine="18"/>
        <w:jc w:val="thaiDistribute"/>
        <w:rPr>
          <w:rFonts w:ascii="Browallia New" w:hAnsi="Browallia New" w:cs="Browallia New"/>
          <w:lang w:val="en-GB"/>
        </w:rPr>
      </w:pPr>
    </w:p>
    <w:p w14:paraId="70B5C0BC" w14:textId="1D25C2A1" w:rsidR="00682D48" w:rsidRPr="00662ECB" w:rsidRDefault="00682D48" w:rsidP="00682D48">
      <w:pPr>
        <w:pStyle w:val="afd"/>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w:t>
      </w:r>
      <w:r w:rsidRPr="00485DCC">
        <w:rPr>
          <w:rFonts w:ascii="Browallia New" w:hAnsi="Browallia New" w:cs="Browallia New"/>
          <w:sz w:val="28"/>
          <w:cs/>
          <w:lang w:val="en-GB"/>
        </w:rPr>
        <w:t>ประมาณ</w:t>
      </w:r>
      <w:r w:rsidRPr="00485DCC">
        <w:rPr>
          <w:rFonts w:ascii="Browallia New" w:hAnsi="Browallia New" w:cs="Browallia New" w:hint="cs"/>
          <w:sz w:val="28"/>
          <w:cs/>
        </w:rPr>
        <w:t xml:space="preserve"> </w:t>
      </w:r>
      <w:r w:rsidR="00C62BE4" w:rsidRPr="00C62BE4">
        <w:rPr>
          <w:rFonts w:ascii="Browallia New" w:hAnsi="Browallia New" w:cs="Browallia New"/>
          <w:sz w:val="28"/>
        </w:rPr>
        <w:t xml:space="preserve">331.53 </w:t>
      </w:r>
      <w:r w:rsidRPr="00485DCC">
        <w:rPr>
          <w:rFonts w:ascii="Browallia New" w:hAnsi="Browallia New" w:cs="Browallia New"/>
          <w:sz w:val="28"/>
          <w:cs/>
        </w:rPr>
        <w:t>ล้าน</w:t>
      </w:r>
      <w:r w:rsidRPr="003E0219">
        <w:rPr>
          <w:rFonts w:ascii="Browallia New" w:hAnsi="Browallia New" w:cs="Browallia New"/>
          <w:sz w:val="28"/>
          <w:cs/>
        </w:rPr>
        <w:t>บาท</w:t>
      </w:r>
    </w:p>
    <w:p w14:paraId="07AFE576" w14:textId="77777777" w:rsidR="00682D48" w:rsidRPr="00662ECB" w:rsidRDefault="00682D48" w:rsidP="00682D48">
      <w:pPr>
        <w:pStyle w:val="afd"/>
        <w:tabs>
          <w:tab w:val="left" w:pos="854"/>
          <w:tab w:val="left" w:pos="1276"/>
        </w:tabs>
        <w:spacing w:after="0" w:line="240" w:lineRule="auto"/>
        <w:jc w:val="thaiDistribute"/>
        <w:rPr>
          <w:rFonts w:ascii="Browallia New" w:hAnsi="Browallia New" w:cs="Browallia New"/>
          <w:sz w:val="28"/>
        </w:rPr>
      </w:pPr>
    </w:p>
    <w:p w14:paraId="02028868" w14:textId="3460C88F" w:rsidR="00682D48" w:rsidRPr="00662ECB" w:rsidRDefault="00682D48" w:rsidP="00250BA7">
      <w:pPr>
        <w:pStyle w:val="afd"/>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sidR="00485DCC">
        <w:rPr>
          <w:rFonts w:ascii="Browallia New" w:hAnsi="Browallia New" w:cs="Browallia New"/>
          <w:sz w:val="28"/>
        </w:rPr>
        <w:t>2</w:t>
      </w:r>
      <w:r w:rsidR="00C62BE4">
        <w:rPr>
          <w:rFonts w:ascii="Browallia New" w:hAnsi="Browallia New" w:cs="Browallia New"/>
          <w:sz w:val="28"/>
        </w:rPr>
        <w:t>6.21</w:t>
      </w:r>
      <w:r w:rsidRPr="00A551A3">
        <w:rPr>
          <w:rFonts w:ascii="Browallia New" w:hAnsi="Browallia New" w:cs="Browallia New"/>
          <w:sz w:val="28"/>
          <w:cs/>
        </w:rPr>
        <w:t xml:space="preserve"> 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p w14:paraId="495E599B" w14:textId="77777777" w:rsidR="00682D48" w:rsidRDefault="00682D48" w:rsidP="00623927">
      <w:pPr>
        <w:pStyle w:val="afd"/>
        <w:spacing w:after="0" w:line="240" w:lineRule="auto"/>
        <w:ind w:left="375"/>
        <w:rPr>
          <w:rFonts w:ascii="Browallia New" w:hAnsi="Browallia New" w:cs="Browallia New"/>
          <w:b/>
          <w:bCs/>
          <w:sz w:val="28"/>
        </w:rPr>
      </w:pPr>
    </w:p>
    <w:p w14:paraId="3C2C543D" w14:textId="0BA87CAF" w:rsidR="004F6725" w:rsidRDefault="004F6725" w:rsidP="004F6725">
      <w:pPr>
        <w:pStyle w:val="afd"/>
        <w:spacing w:after="0" w:line="240" w:lineRule="auto"/>
        <w:ind w:left="375"/>
        <w:rPr>
          <w:rFonts w:ascii="Browallia New" w:hAnsi="Browallia New" w:cs="Browallia New"/>
          <w:b/>
          <w:bCs/>
          <w:sz w:val="28"/>
        </w:rPr>
      </w:pPr>
    </w:p>
    <w:p w14:paraId="70B0A04D" w14:textId="2FA10D50" w:rsidR="004F6725" w:rsidRPr="00662ECB" w:rsidRDefault="004F6725" w:rsidP="00623927">
      <w:pPr>
        <w:pStyle w:val="afd"/>
        <w:tabs>
          <w:tab w:val="left" w:pos="720"/>
        </w:tabs>
        <w:spacing w:after="0" w:line="240" w:lineRule="auto"/>
        <w:ind w:left="342" w:firstLine="18"/>
        <w:jc w:val="thaiDistribute"/>
        <w:rPr>
          <w:rFonts w:ascii="Browallia New" w:hAnsi="Browallia New" w:cs="Browallia New"/>
          <w:sz w:val="28"/>
        </w:rPr>
      </w:pPr>
    </w:p>
    <w:sectPr w:rsidR="004F6725" w:rsidRPr="00662ECB" w:rsidSect="00623927">
      <w:footerReference w:type="default" r:id="rId11"/>
      <w:footerReference w:type="first" r:id="rId12"/>
      <w:type w:val="continuous"/>
      <w:pgSz w:w="11906" w:h="16838" w:code="9"/>
      <w:pgMar w:top="1276" w:right="992" w:bottom="964" w:left="1497" w:header="720" w:footer="472"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D9CB3" w14:textId="77777777" w:rsidR="00437987" w:rsidRDefault="00437987">
      <w:r>
        <w:separator/>
      </w:r>
    </w:p>
  </w:endnote>
  <w:endnote w:type="continuationSeparator" w:id="0">
    <w:p w14:paraId="6C42792F" w14:textId="77777777" w:rsidR="00437987" w:rsidRDefault="00437987">
      <w:r>
        <w:continuationSeparator/>
      </w:r>
    </w:p>
  </w:endnote>
  <w:endnote w:type="continuationNotice" w:id="1">
    <w:p w14:paraId="42F81307" w14:textId="77777777" w:rsidR="00437987" w:rsidRDefault="00437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C" w14:textId="77777777" w:rsidR="00F94CB3" w:rsidRDefault="00F94CB3" w:rsidP="00FF3471">
    <w:pPr>
      <w:pStyle w:val="a6"/>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sidR="00A9197A">
      <w:rPr>
        <w:rFonts w:ascii="Browallia New" w:hAnsi="Browallia New" w:cs="Browallia New"/>
        <w:noProof/>
      </w:rPr>
      <w:t>23</w:t>
    </w:r>
    <w:r w:rsidRPr="00FF3471">
      <w:rPr>
        <w:rFonts w:ascii="Browallia New" w:hAnsi="Browallia New" w:cs="Browallia New" w:hint="cs"/>
        <w:noProof/>
      </w:rPr>
      <w:fldChar w:fldCharType="end"/>
    </w:r>
  </w:p>
  <w:p w14:paraId="48562FDD" w14:textId="38EBEF4C"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E" w14:textId="77777777" w:rsidR="00F94CB3" w:rsidRDefault="00F94CB3" w:rsidP="007D7B08">
    <w:pPr>
      <w:pStyle w:val="a6"/>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00A9197A">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A785D" w14:textId="77777777" w:rsidR="00437987" w:rsidRDefault="00437987">
      <w:r>
        <w:separator/>
      </w:r>
    </w:p>
  </w:footnote>
  <w:footnote w:type="continuationSeparator" w:id="0">
    <w:p w14:paraId="4D45AD86" w14:textId="77777777" w:rsidR="00437987" w:rsidRDefault="00437987">
      <w:r>
        <w:continuationSeparator/>
      </w:r>
    </w:p>
  </w:footnote>
  <w:footnote w:type="continuationNotice" w:id="1">
    <w:p w14:paraId="0BB32A25" w14:textId="77777777" w:rsidR="00437987" w:rsidRDefault="004379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6054C8"/>
    <w:multiLevelType w:val="hybridMultilevel"/>
    <w:tmpl w:val="EBB4E2DC"/>
    <w:lvl w:ilvl="0" w:tplc="E4040640">
      <w:start w:val="1"/>
      <w:numFmt w:val="decimal"/>
      <w:lvlText w:val="19.%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1">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4">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6">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8">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1">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4">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9"/>
  </w:num>
  <w:num w:numId="2">
    <w:abstractNumId w:val="25"/>
  </w:num>
  <w:num w:numId="3">
    <w:abstractNumId w:val="13"/>
  </w:num>
  <w:num w:numId="4">
    <w:abstractNumId w:val="11"/>
  </w:num>
  <w:num w:numId="5">
    <w:abstractNumId w:val="39"/>
  </w:num>
  <w:num w:numId="6">
    <w:abstractNumId w:val="35"/>
  </w:num>
  <w:num w:numId="7">
    <w:abstractNumId w:val="21"/>
  </w:num>
  <w:num w:numId="8">
    <w:abstractNumId w:val="14"/>
  </w:num>
  <w:num w:numId="9">
    <w:abstractNumId w:val="41"/>
  </w:num>
  <w:num w:numId="10">
    <w:abstractNumId w:val="29"/>
  </w:num>
  <w:num w:numId="11">
    <w:abstractNumId w:val="0"/>
  </w:num>
  <w:num w:numId="12">
    <w:abstractNumId w:val="10"/>
  </w:num>
  <w:num w:numId="13">
    <w:abstractNumId w:val="7"/>
  </w:num>
  <w:num w:numId="14">
    <w:abstractNumId w:val="19"/>
  </w:num>
  <w:num w:numId="15">
    <w:abstractNumId w:val="40"/>
  </w:num>
  <w:num w:numId="16">
    <w:abstractNumId w:val="1"/>
  </w:num>
  <w:num w:numId="17">
    <w:abstractNumId w:val="37"/>
  </w:num>
  <w:num w:numId="18">
    <w:abstractNumId w:val="2"/>
  </w:num>
  <w:num w:numId="19">
    <w:abstractNumId w:val="5"/>
  </w:num>
  <w:num w:numId="20">
    <w:abstractNumId w:val="30"/>
  </w:num>
  <w:num w:numId="21">
    <w:abstractNumId w:val="38"/>
  </w:num>
  <w:num w:numId="22">
    <w:abstractNumId w:val="17"/>
  </w:num>
  <w:num w:numId="23">
    <w:abstractNumId w:val="4"/>
  </w:num>
  <w:num w:numId="24">
    <w:abstractNumId w:val="20"/>
  </w:num>
  <w:num w:numId="25">
    <w:abstractNumId w:val="27"/>
  </w:num>
  <w:num w:numId="26">
    <w:abstractNumId w:val="36"/>
  </w:num>
  <w:num w:numId="27">
    <w:abstractNumId w:val="32"/>
  </w:num>
  <w:num w:numId="28">
    <w:abstractNumId w:val="6"/>
  </w:num>
  <w:num w:numId="29">
    <w:abstractNumId w:val="24"/>
  </w:num>
  <w:num w:numId="30">
    <w:abstractNumId w:val="26"/>
  </w:num>
  <w:num w:numId="31">
    <w:abstractNumId w:val="15"/>
  </w:num>
  <w:num w:numId="32">
    <w:abstractNumId w:val="3"/>
  </w:num>
  <w:num w:numId="33">
    <w:abstractNumId w:val="8"/>
  </w:num>
  <w:num w:numId="34">
    <w:abstractNumId w:val="28"/>
  </w:num>
  <w:num w:numId="35">
    <w:abstractNumId w:val="18"/>
  </w:num>
  <w:num w:numId="36">
    <w:abstractNumId w:val="31"/>
  </w:num>
  <w:num w:numId="37">
    <w:abstractNumId w:val="23"/>
  </w:num>
  <w:num w:numId="38">
    <w:abstractNumId w:val="12"/>
  </w:num>
  <w:num w:numId="39">
    <w:abstractNumId w:val="34"/>
  </w:num>
  <w:num w:numId="40">
    <w:abstractNumId w:val="22"/>
  </w:num>
  <w:num w:numId="41">
    <w:abstractNumId w:val="16"/>
  </w:num>
  <w:num w:numId="42">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F65"/>
    <w:rsid w:val="000010A3"/>
    <w:rsid w:val="00001108"/>
    <w:rsid w:val="000016EB"/>
    <w:rsid w:val="00001836"/>
    <w:rsid w:val="00001864"/>
    <w:rsid w:val="000028B3"/>
    <w:rsid w:val="000030BE"/>
    <w:rsid w:val="000031F2"/>
    <w:rsid w:val="0000331B"/>
    <w:rsid w:val="00003A49"/>
    <w:rsid w:val="00003E62"/>
    <w:rsid w:val="00003FDC"/>
    <w:rsid w:val="0000422F"/>
    <w:rsid w:val="000043BF"/>
    <w:rsid w:val="00004505"/>
    <w:rsid w:val="00004ABB"/>
    <w:rsid w:val="000052CF"/>
    <w:rsid w:val="00005630"/>
    <w:rsid w:val="0000588F"/>
    <w:rsid w:val="00006311"/>
    <w:rsid w:val="0000660C"/>
    <w:rsid w:val="000067D8"/>
    <w:rsid w:val="0000697D"/>
    <w:rsid w:val="00006D66"/>
    <w:rsid w:val="00006EF4"/>
    <w:rsid w:val="00006F52"/>
    <w:rsid w:val="00006F93"/>
    <w:rsid w:val="00007F6A"/>
    <w:rsid w:val="00007F77"/>
    <w:rsid w:val="00010AB7"/>
    <w:rsid w:val="00012116"/>
    <w:rsid w:val="00012D3F"/>
    <w:rsid w:val="000131F9"/>
    <w:rsid w:val="00013612"/>
    <w:rsid w:val="0001397A"/>
    <w:rsid w:val="000139A6"/>
    <w:rsid w:val="00013BD0"/>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958"/>
    <w:rsid w:val="00020B9D"/>
    <w:rsid w:val="00020D97"/>
    <w:rsid w:val="00021216"/>
    <w:rsid w:val="0002159F"/>
    <w:rsid w:val="00021C6C"/>
    <w:rsid w:val="00021CC1"/>
    <w:rsid w:val="0002211D"/>
    <w:rsid w:val="00023744"/>
    <w:rsid w:val="00024AA0"/>
    <w:rsid w:val="00024CB5"/>
    <w:rsid w:val="00025C46"/>
    <w:rsid w:val="00025E4F"/>
    <w:rsid w:val="00025F00"/>
    <w:rsid w:val="000263DF"/>
    <w:rsid w:val="00026537"/>
    <w:rsid w:val="00026DCB"/>
    <w:rsid w:val="00027002"/>
    <w:rsid w:val="000273DD"/>
    <w:rsid w:val="00027AF9"/>
    <w:rsid w:val="00027BE3"/>
    <w:rsid w:val="00027F52"/>
    <w:rsid w:val="00030284"/>
    <w:rsid w:val="00030363"/>
    <w:rsid w:val="000308DC"/>
    <w:rsid w:val="00030964"/>
    <w:rsid w:val="00030E9D"/>
    <w:rsid w:val="00030F11"/>
    <w:rsid w:val="00031141"/>
    <w:rsid w:val="00031BA1"/>
    <w:rsid w:val="00031E5C"/>
    <w:rsid w:val="00031F4C"/>
    <w:rsid w:val="000326AC"/>
    <w:rsid w:val="00032846"/>
    <w:rsid w:val="000332A3"/>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2CA3"/>
    <w:rsid w:val="0004329A"/>
    <w:rsid w:val="00043593"/>
    <w:rsid w:val="00043BFF"/>
    <w:rsid w:val="0004466D"/>
    <w:rsid w:val="00044941"/>
    <w:rsid w:val="00044A57"/>
    <w:rsid w:val="00044ADC"/>
    <w:rsid w:val="0004594D"/>
    <w:rsid w:val="00045BFC"/>
    <w:rsid w:val="00045C22"/>
    <w:rsid w:val="00047338"/>
    <w:rsid w:val="00047BAC"/>
    <w:rsid w:val="000501B0"/>
    <w:rsid w:val="000501C8"/>
    <w:rsid w:val="000501F9"/>
    <w:rsid w:val="00051128"/>
    <w:rsid w:val="000517AD"/>
    <w:rsid w:val="00051AB9"/>
    <w:rsid w:val="00051C4F"/>
    <w:rsid w:val="000522FF"/>
    <w:rsid w:val="00052591"/>
    <w:rsid w:val="00052850"/>
    <w:rsid w:val="00052B3E"/>
    <w:rsid w:val="000541F0"/>
    <w:rsid w:val="00054481"/>
    <w:rsid w:val="000548CA"/>
    <w:rsid w:val="00054B8A"/>
    <w:rsid w:val="00055D18"/>
    <w:rsid w:val="00056344"/>
    <w:rsid w:val="00056CC4"/>
    <w:rsid w:val="00056E29"/>
    <w:rsid w:val="00057D87"/>
    <w:rsid w:val="00060C10"/>
    <w:rsid w:val="00061FF3"/>
    <w:rsid w:val="000623EF"/>
    <w:rsid w:val="00062AF5"/>
    <w:rsid w:val="00062E0D"/>
    <w:rsid w:val="0006315C"/>
    <w:rsid w:val="000637E2"/>
    <w:rsid w:val="00064598"/>
    <w:rsid w:val="0006506A"/>
    <w:rsid w:val="000650BB"/>
    <w:rsid w:val="0006544C"/>
    <w:rsid w:val="00065666"/>
    <w:rsid w:val="00066FA7"/>
    <w:rsid w:val="00067381"/>
    <w:rsid w:val="0006746E"/>
    <w:rsid w:val="0006768D"/>
    <w:rsid w:val="00070431"/>
    <w:rsid w:val="000709C3"/>
    <w:rsid w:val="00070DCD"/>
    <w:rsid w:val="000732BF"/>
    <w:rsid w:val="00074E7A"/>
    <w:rsid w:val="000756C0"/>
    <w:rsid w:val="00075D79"/>
    <w:rsid w:val="00075F75"/>
    <w:rsid w:val="00076773"/>
    <w:rsid w:val="000768A2"/>
    <w:rsid w:val="000775C1"/>
    <w:rsid w:val="00077779"/>
    <w:rsid w:val="000802BD"/>
    <w:rsid w:val="00080C15"/>
    <w:rsid w:val="00081586"/>
    <w:rsid w:val="00082B18"/>
    <w:rsid w:val="000833C8"/>
    <w:rsid w:val="00083882"/>
    <w:rsid w:val="00083889"/>
    <w:rsid w:val="00083F7B"/>
    <w:rsid w:val="000840FF"/>
    <w:rsid w:val="00084CD1"/>
    <w:rsid w:val="00084E8F"/>
    <w:rsid w:val="00084EA4"/>
    <w:rsid w:val="00085B0D"/>
    <w:rsid w:val="00085CFF"/>
    <w:rsid w:val="00085ED9"/>
    <w:rsid w:val="000868C0"/>
    <w:rsid w:val="0008752F"/>
    <w:rsid w:val="00087AD3"/>
    <w:rsid w:val="00087D90"/>
    <w:rsid w:val="00087E42"/>
    <w:rsid w:val="0009036F"/>
    <w:rsid w:val="000906A3"/>
    <w:rsid w:val="000906EA"/>
    <w:rsid w:val="00090784"/>
    <w:rsid w:val="00091FC5"/>
    <w:rsid w:val="00092047"/>
    <w:rsid w:val="0009231D"/>
    <w:rsid w:val="000924F2"/>
    <w:rsid w:val="00092535"/>
    <w:rsid w:val="00092666"/>
    <w:rsid w:val="000927C5"/>
    <w:rsid w:val="00092A01"/>
    <w:rsid w:val="00092A42"/>
    <w:rsid w:val="00092A99"/>
    <w:rsid w:val="00092CC2"/>
    <w:rsid w:val="00092CFD"/>
    <w:rsid w:val="0009323D"/>
    <w:rsid w:val="00093736"/>
    <w:rsid w:val="00093811"/>
    <w:rsid w:val="00093CE2"/>
    <w:rsid w:val="00093DBD"/>
    <w:rsid w:val="00094923"/>
    <w:rsid w:val="000952B1"/>
    <w:rsid w:val="00095919"/>
    <w:rsid w:val="00095CD5"/>
    <w:rsid w:val="00096364"/>
    <w:rsid w:val="00096495"/>
    <w:rsid w:val="000964CE"/>
    <w:rsid w:val="000969BB"/>
    <w:rsid w:val="000970DC"/>
    <w:rsid w:val="000974A9"/>
    <w:rsid w:val="00097923"/>
    <w:rsid w:val="00097C96"/>
    <w:rsid w:val="00097C97"/>
    <w:rsid w:val="000A039C"/>
    <w:rsid w:val="000A046E"/>
    <w:rsid w:val="000A0F6D"/>
    <w:rsid w:val="000A1230"/>
    <w:rsid w:val="000A1EB4"/>
    <w:rsid w:val="000A2011"/>
    <w:rsid w:val="000A2828"/>
    <w:rsid w:val="000A2839"/>
    <w:rsid w:val="000A2D10"/>
    <w:rsid w:val="000A3FBA"/>
    <w:rsid w:val="000A4056"/>
    <w:rsid w:val="000A484B"/>
    <w:rsid w:val="000A4C81"/>
    <w:rsid w:val="000A4F0E"/>
    <w:rsid w:val="000A4FF2"/>
    <w:rsid w:val="000A513D"/>
    <w:rsid w:val="000A54CB"/>
    <w:rsid w:val="000A5F79"/>
    <w:rsid w:val="000A6732"/>
    <w:rsid w:val="000A702C"/>
    <w:rsid w:val="000A7860"/>
    <w:rsid w:val="000B06D5"/>
    <w:rsid w:val="000B0C93"/>
    <w:rsid w:val="000B169D"/>
    <w:rsid w:val="000B1DB5"/>
    <w:rsid w:val="000B24B3"/>
    <w:rsid w:val="000B26AD"/>
    <w:rsid w:val="000B273F"/>
    <w:rsid w:val="000B2C2E"/>
    <w:rsid w:val="000B3361"/>
    <w:rsid w:val="000B3545"/>
    <w:rsid w:val="000B37CB"/>
    <w:rsid w:val="000B3B65"/>
    <w:rsid w:val="000B3BA7"/>
    <w:rsid w:val="000B4727"/>
    <w:rsid w:val="000B4861"/>
    <w:rsid w:val="000B5066"/>
    <w:rsid w:val="000B576C"/>
    <w:rsid w:val="000B5B0E"/>
    <w:rsid w:val="000B5C47"/>
    <w:rsid w:val="000B5C4A"/>
    <w:rsid w:val="000B5D94"/>
    <w:rsid w:val="000B60EA"/>
    <w:rsid w:val="000B654C"/>
    <w:rsid w:val="000B66AA"/>
    <w:rsid w:val="000B6A19"/>
    <w:rsid w:val="000B71A5"/>
    <w:rsid w:val="000B7790"/>
    <w:rsid w:val="000B7EBC"/>
    <w:rsid w:val="000B7EEA"/>
    <w:rsid w:val="000C048D"/>
    <w:rsid w:val="000C0B90"/>
    <w:rsid w:val="000C1DB5"/>
    <w:rsid w:val="000C238D"/>
    <w:rsid w:val="000C2553"/>
    <w:rsid w:val="000C25BB"/>
    <w:rsid w:val="000C2EC0"/>
    <w:rsid w:val="000C2FAF"/>
    <w:rsid w:val="000C35A5"/>
    <w:rsid w:val="000C433F"/>
    <w:rsid w:val="000C448A"/>
    <w:rsid w:val="000C519C"/>
    <w:rsid w:val="000C5466"/>
    <w:rsid w:val="000C592E"/>
    <w:rsid w:val="000C595C"/>
    <w:rsid w:val="000C5B30"/>
    <w:rsid w:val="000C5E85"/>
    <w:rsid w:val="000C603A"/>
    <w:rsid w:val="000C6C7D"/>
    <w:rsid w:val="000C6E6C"/>
    <w:rsid w:val="000C71E5"/>
    <w:rsid w:val="000C7469"/>
    <w:rsid w:val="000C79EE"/>
    <w:rsid w:val="000D005C"/>
    <w:rsid w:val="000D030A"/>
    <w:rsid w:val="000D0538"/>
    <w:rsid w:val="000D122F"/>
    <w:rsid w:val="000D1788"/>
    <w:rsid w:val="000D2CA5"/>
    <w:rsid w:val="000D384A"/>
    <w:rsid w:val="000D3914"/>
    <w:rsid w:val="000D3D68"/>
    <w:rsid w:val="000D43BB"/>
    <w:rsid w:val="000D5146"/>
    <w:rsid w:val="000D6E36"/>
    <w:rsid w:val="000D76FE"/>
    <w:rsid w:val="000E0416"/>
    <w:rsid w:val="000E04F7"/>
    <w:rsid w:val="000E060E"/>
    <w:rsid w:val="000E0D72"/>
    <w:rsid w:val="000E1A27"/>
    <w:rsid w:val="000E1DEB"/>
    <w:rsid w:val="000E1F17"/>
    <w:rsid w:val="000E203C"/>
    <w:rsid w:val="000E214F"/>
    <w:rsid w:val="000E26CC"/>
    <w:rsid w:val="000E2ECA"/>
    <w:rsid w:val="000E2F86"/>
    <w:rsid w:val="000E3753"/>
    <w:rsid w:val="000E3785"/>
    <w:rsid w:val="000E39EC"/>
    <w:rsid w:val="000E3DA6"/>
    <w:rsid w:val="000E421F"/>
    <w:rsid w:val="000E51D3"/>
    <w:rsid w:val="000E5717"/>
    <w:rsid w:val="000E5AEA"/>
    <w:rsid w:val="000E5BBC"/>
    <w:rsid w:val="000E688A"/>
    <w:rsid w:val="000E6B80"/>
    <w:rsid w:val="000E702A"/>
    <w:rsid w:val="000F0C1C"/>
    <w:rsid w:val="000F1F9C"/>
    <w:rsid w:val="000F25AF"/>
    <w:rsid w:val="000F2853"/>
    <w:rsid w:val="000F37D5"/>
    <w:rsid w:val="000F37EC"/>
    <w:rsid w:val="000F4976"/>
    <w:rsid w:val="000F553D"/>
    <w:rsid w:val="000F560D"/>
    <w:rsid w:val="000F5C28"/>
    <w:rsid w:val="000F5DFC"/>
    <w:rsid w:val="000F641C"/>
    <w:rsid w:val="000F6440"/>
    <w:rsid w:val="000F6822"/>
    <w:rsid w:val="000F6AB9"/>
    <w:rsid w:val="000F6F67"/>
    <w:rsid w:val="000F731F"/>
    <w:rsid w:val="000F7582"/>
    <w:rsid w:val="000F7F67"/>
    <w:rsid w:val="00100193"/>
    <w:rsid w:val="00100B22"/>
    <w:rsid w:val="00101490"/>
    <w:rsid w:val="00101C1C"/>
    <w:rsid w:val="00102600"/>
    <w:rsid w:val="00102C62"/>
    <w:rsid w:val="001048A2"/>
    <w:rsid w:val="00104BD0"/>
    <w:rsid w:val="00104D1D"/>
    <w:rsid w:val="0010516D"/>
    <w:rsid w:val="00105318"/>
    <w:rsid w:val="0010534A"/>
    <w:rsid w:val="00105BA9"/>
    <w:rsid w:val="00105DEA"/>
    <w:rsid w:val="00105EAC"/>
    <w:rsid w:val="00106B4D"/>
    <w:rsid w:val="001070CC"/>
    <w:rsid w:val="00107274"/>
    <w:rsid w:val="00107277"/>
    <w:rsid w:val="0010799A"/>
    <w:rsid w:val="00110ABC"/>
    <w:rsid w:val="00110F4B"/>
    <w:rsid w:val="001111E6"/>
    <w:rsid w:val="0011272E"/>
    <w:rsid w:val="00113674"/>
    <w:rsid w:val="0011381A"/>
    <w:rsid w:val="00114069"/>
    <w:rsid w:val="00114386"/>
    <w:rsid w:val="0011452E"/>
    <w:rsid w:val="00114C7E"/>
    <w:rsid w:val="00115339"/>
    <w:rsid w:val="001155D4"/>
    <w:rsid w:val="001156AA"/>
    <w:rsid w:val="00115756"/>
    <w:rsid w:val="001158F8"/>
    <w:rsid w:val="00115BAF"/>
    <w:rsid w:val="00115FA5"/>
    <w:rsid w:val="0011680B"/>
    <w:rsid w:val="0011690D"/>
    <w:rsid w:val="00116C74"/>
    <w:rsid w:val="00116EFD"/>
    <w:rsid w:val="0011717B"/>
    <w:rsid w:val="001177E8"/>
    <w:rsid w:val="00120594"/>
    <w:rsid w:val="00120BE3"/>
    <w:rsid w:val="00121158"/>
    <w:rsid w:val="00121AFA"/>
    <w:rsid w:val="00121B32"/>
    <w:rsid w:val="001222EC"/>
    <w:rsid w:val="00122910"/>
    <w:rsid w:val="00122958"/>
    <w:rsid w:val="00122A4E"/>
    <w:rsid w:val="00122C90"/>
    <w:rsid w:val="00123547"/>
    <w:rsid w:val="0012362A"/>
    <w:rsid w:val="001236B9"/>
    <w:rsid w:val="00124595"/>
    <w:rsid w:val="00124851"/>
    <w:rsid w:val="0012587B"/>
    <w:rsid w:val="001268C5"/>
    <w:rsid w:val="001268F9"/>
    <w:rsid w:val="001269D9"/>
    <w:rsid w:val="00127D20"/>
    <w:rsid w:val="001300DE"/>
    <w:rsid w:val="00130437"/>
    <w:rsid w:val="001305ED"/>
    <w:rsid w:val="00131FBD"/>
    <w:rsid w:val="00132C8D"/>
    <w:rsid w:val="00133A02"/>
    <w:rsid w:val="00133D08"/>
    <w:rsid w:val="001344A8"/>
    <w:rsid w:val="00134847"/>
    <w:rsid w:val="0013493F"/>
    <w:rsid w:val="00134B0D"/>
    <w:rsid w:val="00134BBA"/>
    <w:rsid w:val="001355E3"/>
    <w:rsid w:val="00136CD8"/>
    <w:rsid w:val="00137312"/>
    <w:rsid w:val="00137B5F"/>
    <w:rsid w:val="00137E0C"/>
    <w:rsid w:val="00137F59"/>
    <w:rsid w:val="001405CA"/>
    <w:rsid w:val="0014191B"/>
    <w:rsid w:val="00141D4D"/>
    <w:rsid w:val="00141DAB"/>
    <w:rsid w:val="0014214F"/>
    <w:rsid w:val="00143A3D"/>
    <w:rsid w:val="00144123"/>
    <w:rsid w:val="00144E1E"/>
    <w:rsid w:val="00145808"/>
    <w:rsid w:val="00145CE1"/>
    <w:rsid w:val="00145E3C"/>
    <w:rsid w:val="00146342"/>
    <w:rsid w:val="001465FC"/>
    <w:rsid w:val="00146D4F"/>
    <w:rsid w:val="00146D6A"/>
    <w:rsid w:val="00147418"/>
    <w:rsid w:val="00147A56"/>
    <w:rsid w:val="00147D74"/>
    <w:rsid w:val="00150562"/>
    <w:rsid w:val="00151AB5"/>
    <w:rsid w:val="00151CF1"/>
    <w:rsid w:val="001524B6"/>
    <w:rsid w:val="001528E2"/>
    <w:rsid w:val="0015313C"/>
    <w:rsid w:val="00153CAA"/>
    <w:rsid w:val="00153CFF"/>
    <w:rsid w:val="00153EB4"/>
    <w:rsid w:val="001544FD"/>
    <w:rsid w:val="00154AED"/>
    <w:rsid w:val="00155249"/>
    <w:rsid w:val="001555E6"/>
    <w:rsid w:val="001556BB"/>
    <w:rsid w:val="00155EC9"/>
    <w:rsid w:val="0015632E"/>
    <w:rsid w:val="001565B5"/>
    <w:rsid w:val="00157105"/>
    <w:rsid w:val="00157756"/>
    <w:rsid w:val="00160644"/>
    <w:rsid w:val="001617C3"/>
    <w:rsid w:val="00161F1C"/>
    <w:rsid w:val="001629EB"/>
    <w:rsid w:val="00162A95"/>
    <w:rsid w:val="00162E99"/>
    <w:rsid w:val="00162FDC"/>
    <w:rsid w:val="00164557"/>
    <w:rsid w:val="00164CC6"/>
    <w:rsid w:val="00165077"/>
    <w:rsid w:val="00165729"/>
    <w:rsid w:val="00165DAF"/>
    <w:rsid w:val="001660DD"/>
    <w:rsid w:val="00166142"/>
    <w:rsid w:val="00166755"/>
    <w:rsid w:val="0016705F"/>
    <w:rsid w:val="00167166"/>
    <w:rsid w:val="001672F5"/>
    <w:rsid w:val="00167674"/>
    <w:rsid w:val="00167F01"/>
    <w:rsid w:val="001701DC"/>
    <w:rsid w:val="00170B13"/>
    <w:rsid w:val="00170DC3"/>
    <w:rsid w:val="00171698"/>
    <w:rsid w:val="00171D68"/>
    <w:rsid w:val="001729B0"/>
    <w:rsid w:val="00172E29"/>
    <w:rsid w:val="00172EE2"/>
    <w:rsid w:val="001737D6"/>
    <w:rsid w:val="001739A5"/>
    <w:rsid w:val="00173BEB"/>
    <w:rsid w:val="0017413C"/>
    <w:rsid w:val="00174904"/>
    <w:rsid w:val="001753EE"/>
    <w:rsid w:val="001755AA"/>
    <w:rsid w:val="00175C52"/>
    <w:rsid w:val="00175E4C"/>
    <w:rsid w:val="00176259"/>
    <w:rsid w:val="001765DF"/>
    <w:rsid w:val="00176B7F"/>
    <w:rsid w:val="00177032"/>
    <w:rsid w:val="001775C4"/>
    <w:rsid w:val="001779D3"/>
    <w:rsid w:val="00180508"/>
    <w:rsid w:val="00180942"/>
    <w:rsid w:val="00181161"/>
    <w:rsid w:val="00181353"/>
    <w:rsid w:val="00181ADF"/>
    <w:rsid w:val="00181DCB"/>
    <w:rsid w:val="00181F44"/>
    <w:rsid w:val="001826BE"/>
    <w:rsid w:val="00182C40"/>
    <w:rsid w:val="00183214"/>
    <w:rsid w:val="00183336"/>
    <w:rsid w:val="00183CD0"/>
    <w:rsid w:val="0018501E"/>
    <w:rsid w:val="00185102"/>
    <w:rsid w:val="00186761"/>
    <w:rsid w:val="00186AAB"/>
    <w:rsid w:val="00186D00"/>
    <w:rsid w:val="001870B7"/>
    <w:rsid w:val="00187C63"/>
    <w:rsid w:val="001900C2"/>
    <w:rsid w:val="00191185"/>
    <w:rsid w:val="001912F2"/>
    <w:rsid w:val="001914DF"/>
    <w:rsid w:val="00191CD3"/>
    <w:rsid w:val="001926FF"/>
    <w:rsid w:val="00192DF2"/>
    <w:rsid w:val="00192EDE"/>
    <w:rsid w:val="001935F0"/>
    <w:rsid w:val="00193CC7"/>
    <w:rsid w:val="00193EE0"/>
    <w:rsid w:val="0019447D"/>
    <w:rsid w:val="00194D04"/>
    <w:rsid w:val="00195025"/>
    <w:rsid w:val="001950C0"/>
    <w:rsid w:val="00195405"/>
    <w:rsid w:val="00195E8F"/>
    <w:rsid w:val="00197AA9"/>
    <w:rsid w:val="001A0673"/>
    <w:rsid w:val="001A08F9"/>
    <w:rsid w:val="001A0B84"/>
    <w:rsid w:val="001A11BE"/>
    <w:rsid w:val="001A1315"/>
    <w:rsid w:val="001A1681"/>
    <w:rsid w:val="001A1BFF"/>
    <w:rsid w:val="001A1DAA"/>
    <w:rsid w:val="001A1F7E"/>
    <w:rsid w:val="001A213B"/>
    <w:rsid w:val="001A27D3"/>
    <w:rsid w:val="001A3633"/>
    <w:rsid w:val="001A3953"/>
    <w:rsid w:val="001A3DD6"/>
    <w:rsid w:val="001A48AD"/>
    <w:rsid w:val="001A4A8E"/>
    <w:rsid w:val="001A4AA0"/>
    <w:rsid w:val="001A51A1"/>
    <w:rsid w:val="001A54B6"/>
    <w:rsid w:val="001A58C6"/>
    <w:rsid w:val="001A5CA8"/>
    <w:rsid w:val="001A67DF"/>
    <w:rsid w:val="001A6800"/>
    <w:rsid w:val="001A6FAA"/>
    <w:rsid w:val="001A7182"/>
    <w:rsid w:val="001A737F"/>
    <w:rsid w:val="001A77BD"/>
    <w:rsid w:val="001A79F7"/>
    <w:rsid w:val="001A7BB7"/>
    <w:rsid w:val="001A7FAB"/>
    <w:rsid w:val="001B04D5"/>
    <w:rsid w:val="001B04EE"/>
    <w:rsid w:val="001B061D"/>
    <w:rsid w:val="001B12CC"/>
    <w:rsid w:val="001B1371"/>
    <w:rsid w:val="001B269B"/>
    <w:rsid w:val="001B26AB"/>
    <w:rsid w:val="001B27F7"/>
    <w:rsid w:val="001B2B56"/>
    <w:rsid w:val="001B307C"/>
    <w:rsid w:val="001B3453"/>
    <w:rsid w:val="001B3A86"/>
    <w:rsid w:val="001B3B9C"/>
    <w:rsid w:val="001B4666"/>
    <w:rsid w:val="001B4A92"/>
    <w:rsid w:val="001B5382"/>
    <w:rsid w:val="001B58E0"/>
    <w:rsid w:val="001B5B4D"/>
    <w:rsid w:val="001B5BE3"/>
    <w:rsid w:val="001B5E65"/>
    <w:rsid w:val="001B653E"/>
    <w:rsid w:val="001B6765"/>
    <w:rsid w:val="001B687C"/>
    <w:rsid w:val="001B75A2"/>
    <w:rsid w:val="001B784C"/>
    <w:rsid w:val="001B7B78"/>
    <w:rsid w:val="001B7B93"/>
    <w:rsid w:val="001C0520"/>
    <w:rsid w:val="001C06A4"/>
    <w:rsid w:val="001C1193"/>
    <w:rsid w:val="001C1887"/>
    <w:rsid w:val="001C193B"/>
    <w:rsid w:val="001C211A"/>
    <w:rsid w:val="001C258D"/>
    <w:rsid w:val="001C2626"/>
    <w:rsid w:val="001C2696"/>
    <w:rsid w:val="001C387E"/>
    <w:rsid w:val="001C3E69"/>
    <w:rsid w:val="001C48D4"/>
    <w:rsid w:val="001C507F"/>
    <w:rsid w:val="001C5194"/>
    <w:rsid w:val="001C5301"/>
    <w:rsid w:val="001C57E7"/>
    <w:rsid w:val="001C5C8F"/>
    <w:rsid w:val="001C5E41"/>
    <w:rsid w:val="001C6739"/>
    <w:rsid w:val="001C6CD7"/>
    <w:rsid w:val="001C6EE1"/>
    <w:rsid w:val="001C6F2B"/>
    <w:rsid w:val="001D06FE"/>
    <w:rsid w:val="001D0A4C"/>
    <w:rsid w:val="001D135C"/>
    <w:rsid w:val="001D159C"/>
    <w:rsid w:val="001D27A4"/>
    <w:rsid w:val="001D2EAC"/>
    <w:rsid w:val="001D3656"/>
    <w:rsid w:val="001D410C"/>
    <w:rsid w:val="001D414A"/>
    <w:rsid w:val="001D45AC"/>
    <w:rsid w:val="001D554D"/>
    <w:rsid w:val="001D5697"/>
    <w:rsid w:val="001D5ED0"/>
    <w:rsid w:val="001D600B"/>
    <w:rsid w:val="001D6108"/>
    <w:rsid w:val="001D631E"/>
    <w:rsid w:val="001D6454"/>
    <w:rsid w:val="001D6529"/>
    <w:rsid w:val="001D673A"/>
    <w:rsid w:val="001D6916"/>
    <w:rsid w:val="001D6D88"/>
    <w:rsid w:val="001D6ED0"/>
    <w:rsid w:val="001D79BA"/>
    <w:rsid w:val="001D7F0A"/>
    <w:rsid w:val="001E026F"/>
    <w:rsid w:val="001E07CF"/>
    <w:rsid w:val="001E0A53"/>
    <w:rsid w:val="001E0AA1"/>
    <w:rsid w:val="001E168C"/>
    <w:rsid w:val="001E20A3"/>
    <w:rsid w:val="001E2326"/>
    <w:rsid w:val="001E2422"/>
    <w:rsid w:val="001E25C0"/>
    <w:rsid w:val="001E2B0B"/>
    <w:rsid w:val="001E2DD3"/>
    <w:rsid w:val="001E3626"/>
    <w:rsid w:val="001E3782"/>
    <w:rsid w:val="001E41CB"/>
    <w:rsid w:val="001E4A40"/>
    <w:rsid w:val="001E51E0"/>
    <w:rsid w:val="001E5890"/>
    <w:rsid w:val="001E62C7"/>
    <w:rsid w:val="001E6DFE"/>
    <w:rsid w:val="001E7084"/>
    <w:rsid w:val="001E7CC3"/>
    <w:rsid w:val="001F0D4F"/>
    <w:rsid w:val="001F0DC2"/>
    <w:rsid w:val="001F1A8D"/>
    <w:rsid w:val="001F3AA4"/>
    <w:rsid w:val="001F44C7"/>
    <w:rsid w:val="001F469A"/>
    <w:rsid w:val="001F52A3"/>
    <w:rsid w:val="001F5364"/>
    <w:rsid w:val="001F5AC4"/>
    <w:rsid w:val="001F5DAB"/>
    <w:rsid w:val="001F6237"/>
    <w:rsid w:val="001F63A5"/>
    <w:rsid w:val="001F6869"/>
    <w:rsid w:val="001F705B"/>
    <w:rsid w:val="002004DA"/>
    <w:rsid w:val="002009AC"/>
    <w:rsid w:val="0020127E"/>
    <w:rsid w:val="002017B4"/>
    <w:rsid w:val="00201F93"/>
    <w:rsid w:val="002025FC"/>
    <w:rsid w:val="002027FB"/>
    <w:rsid w:val="002029BF"/>
    <w:rsid w:val="00202F2E"/>
    <w:rsid w:val="0020320B"/>
    <w:rsid w:val="0020333A"/>
    <w:rsid w:val="00203442"/>
    <w:rsid w:val="002037AC"/>
    <w:rsid w:val="002041EB"/>
    <w:rsid w:val="00204462"/>
    <w:rsid w:val="00204B28"/>
    <w:rsid w:val="00204CF2"/>
    <w:rsid w:val="00205332"/>
    <w:rsid w:val="0020542B"/>
    <w:rsid w:val="00205930"/>
    <w:rsid w:val="00205A03"/>
    <w:rsid w:val="00206A59"/>
    <w:rsid w:val="00210915"/>
    <w:rsid w:val="00210C20"/>
    <w:rsid w:val="002113E5"/>
    <w:rsid w:val="00211427"/>
    <w:rsid w:val="002122FC"/>
    <w:rsid w:val="00212D66"/>
    <w:rsid w:val="00212E9D"/>
    <w:rsid w:val="002130A9"/>
    <w:rsid w:val="002132AE"/>
    <w:rsid w:val="002136EC"/>
    <w:rsid w:val="00215065"/>
    <w:rsid w:val="002152E6"/>
    <w:rsid w:val="00215C26"/>
    <w:rsid w:val="002164B9"/>
    <w:rsid w:val="002164E1"/>
    <w:rsid w:val="00217215"/>
    <w:rsid w:val="0021756A"/>
    <w:rsid w:val="00220C12"/>
    <w:rsid w:val="002210F4"/>
    <w:rsid w:val="002218A8"/>
    <w:rsid w:val="00221B93"/>
    <w:rsid w:val="00222ACC"/>
    <w:rsid w:val="00222EB8"/>
    <w:rsid w:val="00223713"/>
    <w:rsid w:val="00223866"/>
    <w:rsid w:val="0022413E"/>
    <w:rsid w:val="00224D82"/>
    <w:rsid w:val="00224E8B"/>
    <w:rsid w:val="002255DE"/>
    <w:rsid w:val="00226407"/>
    <w:rsid w:val="0022673D"/>
    <w:rsid w:val="00226DA8"/>
    <w:rsid w:val="00226EC4"/>
    <w:rsid w:val="0022716A"/>
    <w:rsid w:val="00227350"/>
    <w:rsid w:val="00227CF5"/>
    <w:rsid w:val="00227D46"/>
    <w:rsid w:val="002308F9"/>
    <w:rsid w:val="00230C10"/>
    <w:rsid w:val="0023169B"/>
    <w:rsid w:val="0023199B"/>
    <w:rsid w:val="00231E40"/>
    <w:rsid w:val="00231E8C"/>
    <w:rsid w:val="002320C5"/>
    <w:rsid w:val="00232DFF"/>
    <w:rsid w:val="00233244"/>
    <w:rsid w:val="00233A8C"/>
    <w:rsid w:val="00233B43"/>
    <w:rsid w:val="00233E2F"/>
    <w:rsid w:val="00234475"/>
    <w:rsid w:val="002352B1"/>
    <w:rsid w:val="00235F1D"/>
    <w:rsid w:val="00235F5A"/>
    <w:rsid w:val="00235FCC"/>
    <w:rsid w:val="00236E39"/>
    <w:rsid w:val="00236FA6"/>
    <w:rsid w:val="002376B3"/>
    <w:rsid w:val="00237A7E"/>
    <w:rsid w:val="00240ABA"/>
    <w:rsid w:val="00241570"/>
    <w:rsid w:val="0024158E"/>
    <w:rsid w:val="00241800"/>
    <w:rsid w:val="00241908"/>
    <w:rsid w:val="0024277E"/>
    <w:rsid w:val="00242AEC"/>
    <w:rsid w:val="00242D4A"/>
    <w:rsid w:val="00243195"/>
    <w:rsid w:val="002431B5"/>
    <w:rsid w:val="0024385F"/>
    <w:rsid w:val="0024389F"/>
    <w:rsid w:val="00243CA3"/>
    <w:rsid w:val="00243D25"/>
    <w:rsid w:val="00243EAD"/>
    <w:rsid w:val="002441FF"/>
    <w:rsid w:val="00244C6A"/>
    <w:rsid w:val="00244F36"/>
    <w:rsid w:val="002451C8"/>
    <w:rsid w:val="00245F5F"/>
    <w:rsid w:val="00247734"/>
    <w:rsid w:val="00247E33"/>
    <w:rsid w:val="002509AE"/>
    <w:rsid w:val="00250A3B"/>
    <w:rsid w:val="00250BA7"/>
    <w:rsid w:val="00250D69"/>
    <w:rsid w:val="00250F6F"/>
    <w:rsid w:val="002519C4"/>
    <w:rsid w:val="00251DB8"/>
    <w:rsid w:val="00251F89"/>
    <w:rsid w:val="002533EF"/>
    <w:rsid w:val="00253AC7"/>
    <w:rsid w:val="00253BC5"/>
    <w:rsid w:val="00253D0A"/>
    <w:rsid w:val="00254949"/>
    <w:rsid w:val="00254CDC"/>
    <w:rsid w:val="00254EE1"/>
    <w:rsid w:val="00254F32"/>
    <w:rsid w:val="00255A10"/>
    <w:rsid w:val="00255E85"/>
    <w:rsid w:val="0025646E"/>
    <w:rsid w:val="00256897"/>
    <w:rsid w:val="00256945"/>
    <w:rsid w:val="00256A16"/>
    <w:rsid w:val="00256C93"/>
    <w:rsid w:val="00256CCD"/>
    <w:rsid w:val="002607CF"/>
    <w:rsid w:val="00260E42"/>
    <w:rsid w:val="00261025"/>
    <w:rsid w:val="0026243B"/>
    <w:rsid w:val="0026245D"/>
    <w:rsid w:val="00262A04"/>
    <w:rsid w:val="00263569"/>
    <w:rsid w:val="00263876"/>
    <w:rsid w:val="002638A1"/>
    <w:rsid w:val="002638D9"/>
    <w:rsid w:val="00263F4B"/>
    <w:rsid w:val="0026419D"/>
    <w:rsid w:val="002641CA"/>
    <w:rsid w:val="002645F1"/>
    <w:rsid w:val="0026487F"/>
    <w:rsid w:val="00264A74"/>
    <w:rsid w:val="00264BC2"/>
    <w:rsid w:val="0026594D"/>
    <w:rsid w:val="00265AE9"/>
    <w:rsid w:val="0026605C"/>
    <w:rsid w:val="00266E10"/>
    <w:rsid w:val="00266F75"/>
    <w:rsid w:val="0026777E"/>
    <w:rsid w:val="00270416"/>
    <w:rsid w:val="002711B3"/>
    <w:rsid w:val="00271649"/>
    <w:rsid w:val="00271742"/>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432"/>
    <w:rsid w:val="002776AD"/>
    <w:rsid w:val="00277980"/>
    <w:rsid w:val="00277F45"/>
    <w:rsid w:val="00280EFF"/>
    <w:rsid w:val="00281885"/>
    <w:rsid w:val="00281968"/>
    <w:rsid w:val="00281C5C"/>
    <w:rsid w:val="00281CDA"/>
    <w:rsid w:val="00281D82"/>
    <w:rsid w:val="002837F9"/>
    <w:rsid w:val="0028403F"/>
    <w:rsid w:val="00284111"/>
    <w:rsid w:val="00284856"/>
    <w:rsid w:val="00284BB4"/>
    <w:rsid w:val="002853CE"/>
    <w:rsid w:val="00285643"/>
    <w:rsid w:val="00285D52"/>
    <w:rsid w:val="00285E46"/>
    <w:rsid w:val="00285F4E"/>
    <w:rsid w:val="002860AE"/>
    <w:rsid w:val="002861BF"/>
    <w:rsid w:val="0028746B"/>
    <w:rsid w:val="00287633"/>
    <w:rsid w:val="00287663"/>
    <w:rsid w:val="00287A24"/>
    <w:rsid w:val="00290A8A"/>
    <w:rsid w:val="00290B37"/>
    <w:rsid w:val="00290C31"/>
    <w:rsid w:val="00291340"/>
    <w:rsid w:val="0029185B"/>
    <w:rsid w:val="00291C68"/>
    <w:rsid w:val="00291DDD"/>
    <w:rsid w:val="00291FC1"/>
    <w:rsid w:val="002922EC"/>
    <w:rsid w:val="00294170"/>
    <w:rsid w:val="0029477B"/>
    <w:rsid w:val="00294E6B"/>
    <w:rsid w:val="002954C1"/>
    <w:rsid w:val="00295BB6"/>
    <w:rsid w:val="00295BC8"/>
    <w:rsid w:val="00296343"/>
    <w:rsid w:val="002964BE"/>
    <w:rsid w:val="00296EB5"/>
    <w:rsid w:val="00297A3C"/>
    <w:rsid w:val="00297D5D"/>
    <w:rsid w:val="002A03F5"/>
    <w:rsid w:val="002A04C1"/>
    <w:rsid w:val="002A06B0"/>
    <w:rsid w:val="002A1111"/>
    <w:rsid w:val="002A2154"/>
    <w:rsid w:val="002A258F"/>
    <w:rsid w:val="002A26E7"/>
    <w:rsid w:val="002A29AB"/>
    <w:rsid w:val="002A3325"/>
    <w:rsid w:val="002A4D92"/>
    <w:rsid w:val="002A4FE3"/>
    <w:rsid w:val="002A564C"/>
    <w:rsid w:val="002A57F9"/>
    <w:rsid w:val="002A5801"/>
    <w:rsid w:val="002A638F"/>
    <w:rsid w:val="002A679B"/>
    <w:rsid w:val="002A6B9E"/>
    <w:rsid w:val="002A6FC0"/>
    <w:rsid w:val="002A7536"/>
    <w:rsid w:val="002A7859"/>
    <w:rsid w:val="002A78EF"/>
    <w:rsid w:val="002A7FFD"/>
    <w:rsid w:val="002B0EC2"/>
    <w:rsid w:val="002B1249"/>
    <w:rsid w:val="002B2DF1"/>
    <w:rsid w:val="002B2E08"/>
    <w:rsid w:val="002B381B"/>
    <w:rsid w:val="002B423C"/>
    <w:rsid w:val="002B431A"/>
    <w:rsid w:val="002B46ED"/>
    <w:rsid w:val="002B4AAF"/>
    <w:rsid w:val="002B4B28"/>
    <w:rsid w:val="002B4D6D"/>
    <w:rsid w:val="002B50CA"/>
    <w:rsid w:val="002B5AA2"/>
    <w:rsid w:val="002B5B26"/>
    <w:rsid w:val="002B5E9B"/>
    <w:rsid w:val="002B6645"/>
    <w:rsid w:val="002B73C6"/>
    <w:rsid w:val="002B7449"/>
    <w:rsid w:val="002B77D7"/>
    <w:rsid w:val="002B7D5F"/>
    <w:rsid w:val="002C0842"/>
    <w:rsid w:val="002C0F56"/>
    <w:rsid w:val="002C121E"/>
    <w:rsid w:val="002C19FB"/>
    <w:rsid w:val="002C3131"/>
    <w:rsid w:val="002C31DC"/>
    <w:rsid w:val="002C331F"/>
    <w:rsid w:val="002C38F1"/>
    <w:rsid w:val="002C40F0"/>
    <w:rsid w:val="002C41AF"/>
    <w:rsid w:val="002C4351"/>
    <w:rsid w:val="002C4D02"/>
    <w:rsid w:val="002C4FA7"/>
    <w:rsid w:val="002C5993"/>
    <w:rsid w:val="002C5FBA"/>
    <w:rsid w:val="002C6A12"/>
    <w:rsid w:val="002C6A71"/>
    <w:rsid w:val="002C7268"/>
    <w:rsid w:val="002C77D7"/>
    <w:rsid w:val="002D17F6"/>
    <w:rsid w:val="002D19E4"/>
    <w:rsid w:val="002D2113"/>
    <w:rsid w:val="002D2AAF"/>
    <w:rsid w:val="002D2CC5"/>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D7299"/>
    <w:rsid w:val="002E01FC"/>
    <w:rsid w:val="002E0373"/>
    <w:rsid w:val="002E05C3"/>
    <w:rsid w:val="002E0616"/>
    <w:rsid w:val="002E07EF"/>
    <w:rsid w:val="002E084C"/>
    <w:rsid w:val="002E089A"/>
    <w:rsid w:val="002E0B33"/>
    <w:rsid w:val="002E10D8"/>
    <w:rsid w:val="002E22A1"/>
    <w:rsid w:val="002E350E"/>
    <w:rsid w:val="002E372A"/>
    <w:rsid w:val="002E3FCA"/>
    <w:rsid w:val="002E46D5"/>
    <w:rsid w:val="002E47BF"/>
    <w:rsid w:val="002E496E"/>
    <w:rsid w:val="002E4B2A"/>
    <w:rsid w:val="002E4FC5"/>
    <w:rsid w:val="002E553B"/>
    <w:rsid w:val="002E68AA"/>
    <w:rsid w:val="002E7180"/>
    <w:rsid w:val="002E71A8"/>
    <w:rsid w:val="002E740E"/>
    <w:rsid w:val="002E7A5B"/>
    <w:rsid w:val="002F06AA"/>
    <w:rsid w:val="002F08BF"/>
    <w:rsid w:val="002F09DF"/>
    <w:rsid w:val="002F0D15"/>
    <w:rsid w:val="002F0EBA"/>
    <w:rsid w:val="002F0F1F"/>
    <w:rsid w:val="002F1067"/>
    <w:rsid w:val="002F153B"/>
    <w:rsid w:val="002F1984"/>
    <w:rsid w:val="002F1D14"/>
    <w:rsid w:val="002F1ED9"/>
    <w:rsid w:val="002F1FB2"/>
    <w:rsid w:val="002F2178"/>
    <w:rsid w:val="002F2474"/>
    <w:rsid w:val="002F2A17"/>
    <w:rsid w:val="002F2FEF"/>
    <w:rsid w:val="002F30BA"/>
    <w:rsid w:val="002F31BB"/>
    <w:rsid w:val="002F323E"/>
    <w:rsid w:val="002F3735"/>
    <w:rsid w:val="002F3A13"/>
    <w:rsid w:val="002F3AC4"/>
    <w:rsid w:val="002F3AE0"/>
    <w:rsid w:val="002F3D32"/>
    <w:rsid w:val="002F41F8"/>
    <w:rsid w:val="002F4598"/>
    <w:rsid w:val="002F47D9"/>
    <w:rsid w:val="002F4961"/>
    <w:rsid w:val="002F4E19"/>
    <w:rsid w:val="002F4E61"/>
    <w:rsid w:val="002F5666"/>
    <w:rsid w:val="002F57A2"/>
    <w:rsid w:val="002F5A5E"/>
    <w:rsid w:val="002F5AC6"/>
    <w:rsid w:val="002F5E66"/>
    <w:rsid w:val="002F6163"/>
    <w:rsid w:val="002F6E1A"/>
    <w:rsid w:val="002F70A2"/>
    <w:rsid w:val="002F7749"/>
    <w:rsid w:val="002F7B86"/>
    <w:rsid w:val="002F7F13"/>
    <w:rsid w:val="002F7F4C"/>
    <w:rsid w:val="0030017E"/>
    <w:rsid w:val="00300853"/>
    <w:rsid w:val="00301240"/>
    <w:rsid w:val="00301621"/>
    <w:rsid w:val="00301CCC"/>
    <w:rsid w:val="0030241A"/>
    <w:rsid w:val="00302F0A"/>
    <w:rsid w:val="00303399"/>
    <w:rsid w:val="003034D4"/>
    <w:rsid w:val="0030380A"/>
    <w:rsid w:val="003038C2"/>
    <w:rsid w:val="003040C7"/>
    <w:rsid w:val="00304174"/>
    <w:rsid w:val="00304378"/>
    <w:rsid w:val="00304EC1"/>
    <w:rsid w:val="003051D2"/>
    <w:rsid w:val="003055D5"/>
    <w:rsid w:val="00305D56"/>
    <w:rsid w:val="00306249"/>
    <w:rsid w:val="003062D8"/>
    <w:rsid w:val="0030646E"/>
    <w:rsid w:val="00306751"/>
    <w:rsid w:val="00306DB2"/>
    <w:rsid w:val="003079F2"/>
    <w:rsid w:val="00311114"/>
    <w:rsid w:val="003113EB"/>
    <w:rsid w:val="00311EA7"/>
    <w:rsid w:val="00312A53"/>
    <w:rsid w:val="00313F1F"/>
    <w:rsid w:val="00313F26"/>
    <w:rsid w:val="003149AD"/>
    <w:rsid w:val="003153BA"/>
    <w:rsid w:val="00315B60"/>
    <w:rsid w:val="00315CFC"/>
    <w:rsid w:val="00316299"/>
    <w:rsid w:val="00316339"/>
    <w:rsid w:val="00316F87"/>
    <w:rsid w:val="00317BFC"/>
    <w:rsid w:val="00317DAF"/>
    <w:rsid w:val="00320094"/>
    <w:rsid w:val="00320A40"/>
    <w:rsid w:val="00320A7C"/>
    <w:rsid w:val="00320B6C"/>
    <w:rsid w:val="00321641"/>
    <w:rsid w:val="00321BC9"/>
    <w:rsid w:val="00321E04"/>
    <w:rsid w:val="00322000"/>
    <w:rsid w:val="00322557"/>
    <w:rsid w:val="00322730"/>
    <w:rsid w:val="00322823"/>
    <w:rsid w:val="00322A71"/>
    <w:rsid w:val="00323774"/>
    <w:rsid w:val="00323E44"/>
    <w:rsid w:val="00324E60"/>
    <w:rsid w:val="00324EAB"/>
    <w:rsid w:val="00325F5F"/>
    <w:rsid w:val="003271D8"/>
    <w:rsid w:val="00327290"/>
    <w:rsid w:val="00327FB1"/>
    <w:rsid w:val="00330D73"/>
    <w:rsid w:val="0033113B"/>
    <w:rsid w:val="00331163"/>
    <w:rsid w:val="00331699"/>
    <w:rsid w:val="003316ED"/>
    <w:rsid w:val="00331710"/>
    <w:rsid w:val="00331A72"/>
    <w:rsid w:val="0033255A"/>
    <w:rsid w:val="00332D21"/>
    <w:rsid w:val="003335F6"/>
    <w:rsid w:val="0033367C"/>
    <w:rsid w:val="003343F4"/>
    <w:rsid w:val="0033447D"/>
    <w:rsid w:val="00334D16"/>
    <w:rsid w:val="0033556F"/>
    <w:rsid w:val="00335C78"/>
    <w:rsid w:val="00335CD3"/>
    <w:rsid w:val="00336547"/>
    <w:rsid w:val="00336776"/>
    <w:rsid w:val="003376A7"/>
    <w:rsid w:val="00337832"/>
    <w:rsid w:val="003378EF"/>
    <w:rsid w:val="00337B77"/>
    <w:rsid w:val="00340529"/>
    <w:rsid w:val="00340AF4"/>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440D"/>
    <w:rsid w:val="003445CA"/>
    <w:rsid w:val="00344DC3"/>
    <w:rsid w:val="003452E2"/>
    <w:rsid w:val="00345F23"/>
    <w:rsid w:val="00346005"/>
    <w:rsid w:val="003462D6"/>
    <w:rsid w:val="00346DCD"/>
    <w:rsid w:val="003509C9"/>
    <w:rsid w:val="00351032"/>
    <w:rsid w:val="00351711"/>
    <w:rsid w:val="00351AEF"/>
    <w:rsid w:val="0035285A"/>
    <w:rsid w:val="00352D23"/>
    <w:rsid w:val="003535FD"/>
    <w:rsid w:val="00353A51"/>
    <w:rsid w:val="00353E41"/>
    <w:rsid w:val="00353F1E"/>
    <w:rsid w:val="0035436D"/>
    <w:rsid w:val="003545AF"/>
    <w:rsid w:val="003564E8"/>
    <w:rsid w:val="003568FC"/>
    <w:rsid w:val="0035724A"/>
    <w:rsid w:val="00357A64"/>
    <w:rsid w:val="0036127D"/>
    <w:rsid w:val="0036153A"/>
    <w:rsid w:val="00361C8B"/>
    <w:rsid w:val="00361CB0"/>
    <w:rsid w:val="00361F28"/>
    <w:rsid w:val="00362199"/>
    <w:rsid w:val="00362C3C"/>
    <w:rsid w:val="003633A7"/>
    <w:rsid w:val="00363A6B"/>
    <w:rsid w:val="00363CC3"/>
    <w:rsid w:val="003654D7"/>
    <w:rsid w:val="00366447"/>
    <w:rsid w:val="003667D0"/>
    <w:rsid w:val="0036694E"/>
    <w:rsid w:val="00366E55"/>
    <w:rsid w:val="00367013"/>
    <w:rsid w:val="003714DC"/>
    <w:rsid w:val="00371E96"/>
    <w:rsid w:val="00371F14"/>
    <w:rsid w:val="00371FB0"/>
    <w:rsid w:val="00372721"/>
    <w:rsid w:val="0037321C"/>
    <w:rsid w:val="00373546"/>
    <w:rsid w:val="003737F2"/>
    <w:rsid w:val="00373FB5"/>
    <w:rsid w:val="0037427C"/>
    <w:rsid w:val="0037471B"/>
    <w:rsid w:val="00374937"/>
    <w:rsid w:val="00374DEE"/>
    <w:rsid w:val="003750AC"/>
    <w:rsid w:val="00375338"/>
    <w:rsid w:val="003753FF"/>
    <w:rsid w:val="00375588"/>
    <w:rsid w:val="00376314"/>
    <w:rsid w:val="00376937"/>
    <w:rsid w:val="0037711E"/>
    <w:rsid w:val="003776B2"/>
    <w:rsid w:val="00380129"/>
    <w:rsid w:val="003801FA"/>
    <w:rsid w:val="0038025B"/>
    <w:rsid w:val="0038082A"/>
    <w:rsid w:val="00380DF6"/>
    <w:rsid w:val="0038132E"/>
    <w:rsid w:val="003815F3"/>
    <w:rsid w:val="003834DC"/>
    <w:rsid w:val="00383802"/>
    <w:rsid w:val="00383A8A"/>
    <w:rsid w:val="0038430B"/>
    <w:rsid w:val="00384EF8"/>
    <w:rsid w:val="0038539A"/>
    <w:rsid w:val="00385CB0"/>
    <w:rsid w:val="0038602F"/>
    <w:rsid w:val="00386511"/>
    <w:rsid w:val="00387127"/>
    <w:rsid w:val="003906FD"/>
    <w:rsid w:val="003908CD"/>
    <w:rsid w:val="0039128D"/>
    <w:rsid w:val="0039155C"/>
    <w:rsid w:val="0039177B"/>
    <w:rsid w:val="003922F6"/>
    <w:rsid w:val="00392A24"/>
    <w:rsid w:val="00392D05"/>
    <w:rsid w:val="003930A8"/>
    <w:rsid w:val="003945D5"/>
    <w:rsid w:val="00394DAC"/>
    <w:rsid w:val="00394F04"/>
    <w:rsid w:val="00395199"/>
    <w:rsid w:val="00395355"/>
    <w:rsid w:val="003956FB"/>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2BD3"/>
    <w:rsid w:val="003A37D6"/>
    <w:rsid w:val="003A37E7"/>
    <w:rsid w:val="003A3A2F"/>
    <w:rsid w:val="003A50F5"/>
    <w:rsid w:val="003A5332"/>
    <w:rsid w:val="003A540B"/>
    <w:rsid w:val="003A54B5"/>
    <w:rsid w:val="003A54B6"/>
    <w:rsid w:val="003A5557"/>
    <w:rsid w:val="003A5B16"/>
    <w:rsid w:val="003A5B46"/>
    <w:rsid w:val="003A5EBE"/>
    <w:rsid w:val="003A5F64"/>
    <w:rsid w:val="003A5F99"/>
    <w:rsid w:val="003A6598"/>
    <w:rsid w:val="003A7652"/>
    <w:rsid w:val="003A7824"/>
    <w:rsid w:val="003A7D3D"/>
    <w:rsid w:val="003B0373"/>
    <w:rsid w:val="003B0F03"/>
    <w:rsid w:val="003B1044"/>
    <w:rsid w:val="003B1B6D"/>
    <w:rsid w:val="003B21E4"/>
    <w:rsid w:val="003B2D31"/>
    <w:rsid w:val="003B3497"/>
    <w:rsid w:val="003B3755"/>
    <w:rsid w:val="003B432D"/>
    <w:rsid w:val="003B4502"/>
    <w:rsid w:val="003B4DB5"/>
    <w:rsid w:val="003B5675"/>
    <w:rsid w:val="003B59F7"/>
    <w:rsid w:val="003B5AA6"/>
    <w:rsid w:val="003B5BA2"/>
    <w:rsid w:val="003B66FD"/>
    <w:rsid w:val="003B6CEE"/>
    <w:rsid w:val="003B6FF0"/>
    <w:rsid w:val="003B7408"/>
    <w:rsid w:val="003B7905"/>
    <w:rsid w:val="003B7FC4"/>
    <w:rsid w:val="003C0177"/>
    <w:rsid w:val="003C057C"/>
    <w:rsid w:val="003C0ABF"/>
    <w:rsid w:val="003C0CBC"/>
    <w:rsid w:val="003C116F"/>
    <w:rsid w:val="003C124F"/>
    <w:rsid w:val="003C1CB3"/>
    <w:rsid w:val="003C26ED"/>
    <w:rsid w:val="003C2AC1"/>
    <w:rsid w:val="003C2FF5"/>
    <w:rsid w:val="003C31E0"/>
    <w:rsid w:val="003C3F40"/>
    <w:rsid w:val="003C4114"/>
    <w:rsid w:val="003C5365"/>
    <w:rsid w:val="003C599D"/>
    <w:rsid w:val="003C5B94"/>
    <w:rsid w:val="003C5EFB"/>
    <w:rsid w:val="003C632D"/>
    <w:rsid w:val="003C665A"/>
    <w:rsid w:val="003C6802"/>
    <w:rsid w:val="003C6BC3"/>
    <w:rsid w:val="003C6EC4"/>
    <w:rsid w:val="003C7B13"/>
    <w:rsid w:val="003D0249"/>
    <w:rsid w:val="003D0467"/>
    <w:rsid w:val="003D0B54"/>
    <w:rsid w:val="003D12B5"/>
    <w:rsid w:val="003D13AC"/>
    <w:rsid w:val="003D1660"/>
    <w:rsid w:val="003D2C69"/>
    <w:rsid w:val="003D41A3"/>
    <w:rsid w:val="003D5170"/>
    <w:rsid w:val="003D59E3"/>
    <w:rsid w:val="003D5A72"/>
    <w:rsid w:val="003D6840"/>
    <w:rsid w:val="003D7226"/>
    <w:rsid w:val="003D7D78"/>
    <w:rsid w:val="003E0219"/>
    <w:rsid w:val="003E05D8"/>
    <w:rsid w:val="003E0738"/>
    <w:rsid w:val="003E07A4"/>
    <w:rsid w:val="003E09CC"/>
    <w:rsid w:val="003E0B20"/>
    <w:rsid w:val="003E157A"/>
    <w:rsid w:val="003E1FFE"/>
    <w:rsid w:val="003E2BB7"/>
    <w:rsid w:val="003E39B3"/>
    <w:rsid w:val="003E4250"/>
    <w:rsid w:val="003E4706"/>
    <w:rsid w:val="003E4A40"/>
    <w:rsid w:val="003E4C22"/>
    <w:rsid w:val="003E69A0"/>
    <w:rsid w:val="003E704B"/>
    <w:rsid w:val="003E71AC"/>
    <w:rsid w:val="003E7ECC"/>
    <w:rsid w:val="003F014A"/>
    <w:rsid w:val="003F025D"/>
    <w:rsid w:val="003F03BB"/>
    <w:rsid w:val="003F0AF4"/>
    <w:rsid w:val="003F0E67"/>
    <w:rsid w:val="003F0E84"/>
    <w:rsid w:val="003F124C"/>
    <w:rsid w:val="003F13D9"/>
    <w:rsid w:val="003F1E22"/>
    <w:rsid w:val="003F202A"/>
    <w:rsid w:val="003F2086"/>
    <w:rsid w:val="003F2826"/>
    <w:rsid w:val="003F3914"/>
    <w:rsid w:val="003F3E26"/>
    <w:rsid w:val="003F40A6"/>
    <w:rsid w:val="003F52F7"/>
    <w:rsid w:val="003F5B3B"/>
    <w:rsid w:val="003F5B52"/>
    <w:rsid w:val="003F5C8F"/>
    <w:rsid w:val="003F5ECE"/>
    <w:rsid w:val="003F63A5"/>
    <w:rsid w:val="003F69FF"/>
    <w:rsid w:val="003F7623"/>
    <w:rsid w:val="003F7BEA"/>
    <w:rsid w:val="00400287"/>
    <w:rsid w:val="00400587"/>
    <w:rsid w:val="004009FE"/>
    <w:rsid w:val="00400ACB"/>
    <w:rsid w:val="00400C96"/>
    <w:rsid w:val="00401B2E"/>
    <w:rsid w:val="004023E5"/>
    <w:rsid w:val="004025FF"/>
    <w:rsid w:val="00402887"/>
    <w:rsid w:val="00403394"/>
    <w:rsid w:val="004033FD"/>
    <w:rsid w:val="00403857"/>
    <w:rsid w:val="00404099"/>
    <w:rsid w:val="0040415A"/>
    <w:rsid w:val="0040448A"/>
    <w:rsid w:val="0040488A"/>
    <w:rsid w:val="00404EAC"/>
    <w:rsid w:val="00405CB5"/>
    <w:rsid w:val="00406044"/>
    <w:rsid w:val="00406873"/>
    <w:rsid w:val="00406E3E"/>
    <w:rsid w:val="004072D5"/>
    <w:rsid w:val="00407DEF"/>
    <w:rsid w:val="0041011D"/>
    <w:rsid w:val="004102B1"/>
    <w:rsid w:val="0041105D"/>
    <w:rsid w:val="0041110A"/>
    <w:rsid w:val="00411271"/>
    <w:rsid w:val="00411762"/>
    <w:rsid w:val="00411D40"/>
    <w:rsid w:val="00412226"/>
    <w:rsid w:val="00412484"/>
    <w:rsid w:val="004129AA"/>
    <w:rsid w:val="00412E9F"/>
    <w:rsid w:val="00413E5C"/>
    <w:rsid w:val="0041441E"/>
    <w:rsid w:val="0041523E"/>
    <w:rsid w:val="00415CF5"/>
    <w:rsid w:val="00415DAE"/>
    <w:rsid w:val="00416405"/>
    <w:rsid w:val="00416672"/>
    <w:rsid w:val="00416965"/>
    <w:rsid w:val="00416F1B"/>
    <w:rsid w:val="004170F4"/>
    <w:rsid w:val="004176A8"/>
    <w:rsid w:val="00417835"/>
    <w:rsid w:val="004200AE"/>
    <w:rsid w:val="0042040B"/>
    <w:rsid w:val="00420643"/>
    <w:rsid w:val="00420CB4"/>
    <w:rsid w:val="00421069"/>
    <w:rsid w:val="00421401"/>
    <w:rsid w:val="00421483"/>
    <w:rsid w:val="00422AC4"/>
    <w:rsid w:val="00423179"/>
    <w:rsid w:val="00423C81"/>
    <w:rsid w:val="00424152"/>
    <w:rsid w:val="0042441A"/>
    <w:rsid w:val="00424CC3"/>
    <w:rsid w:val="00425916"/>
    <w:rsid w:val="00425C56"/>
    <w:rsid w:val="00425CF7"/>
    <w:rsid w:val="00426331"/>
    <w:rsid w:val="00426742"/>
    <w:rsid w:val="00426C3F"/>
    <w:rsid w:val="004272F4"/>
    <w:rsid w:val="0043033E"/>
    <w:rsid w:val="004306A7"/>
    <w:rsid w:val="004306F9"/>
    <w:rsid w:val="0043145F"/>
    <w:rsid w:val="00431B4D"/>
    <w:rsid w:val="00432BF6"/>
    <w:rsid w:val="00432D25"/>
    <w:rsid w:val="00432E80"/>
    <w:rsid w:val="00432F11"/>
    <w:rsid w:val="00432F26"/>
    <w:rsid w:val="00433203"/>
    <w:rsid w:val="004334B0"/>
    <w:rsid w:val="004335B4"/>
    <w:rsid w:val="004337BB"/>
    <w:rsid w:val="004340B8"/>
    <w:rsid w:val="004343AD"/>
    <w:rsid w:val="00434531"/>
    <w:rsid w:val="004348AF"/>
    <w:rsid w:val="004348EC"/>
    <w:rsid w:val="00434B57"/>
    <w:rsid w:val="00434D3E"/>
    <w:rsid w:val="00434F09"/>
    <w:rsid w:val="004351ED"/>
    <w:rsid w:val="004353C6"/>
    <w:rsid w:val="004355A5"/>
    <w:rsid w:val="0043581C"/>
    <w:rsid w:val="004364C6"/>
    <w:rsid w:val="00436C16"/>
    <w:rsid w:val="004374B3"/>
    <w:rsid w:val="00437810"/>
    <w:rsid w:val="00437987"/>
    <w:rsid w:val="004379B1"/>
    <w:rsid w:val="00437CF7"/>
    <w:rsid w:val="004400BB"/>
    <w:rsid w:val="0044067C"/>
    <w:rsid w:val="00440E19"/>
    <w:rsid w:val="00440E8C"/>
    <w:rsid w:val="0044116B"/>
    <w:rsid w:val="004417EE"/>
    <w:rsid w:val="00441D6B"/>
    <w:rsid w:val="00441F64"/>
    <w:rsid w:val="004421A0"/>
    <w:rsid w:val="004426B9"/>
    <w:rsid w:val="004437F6"/>
    <w:rsid w:val="00443878"/>
    <w:rsid w:val="00443B8C"/>
    <w:rsid w:val="0044488B"/>
    <w:rsid w:val="00444913"/>
    <w:rsid w:val="00445304"/>
    <w:rsid w:val="00445D16"/>
    <w:rsid w:val="00445D57"/>
    <w:rsid w:val="0044645E"/>
    <w:rsid w:val="00446A9A"/>
    <w:rsid w:val="00446C08"/>
    <w:rsid w:val="00447EA6"/>
    <w:rsid w:val="00447FB9"/>
    <w:rsid w:val="0045010B"/>
    <w:rsid w:val="00450255"/>
    <w:rsid w:val="00451956"/>
    <w:rsid w:val="00451E58"/>
    <w:rsid w:val="00452185"/>
    <w:rsid w:val="00452516"/>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6D47"/>
    <w:rsid w:val="00456D8E"/>
    <w:rsid w:val="00457331"/>
    <w:rsid w:val="00457828"/>
    <w:rsid w:val="00457AB5"/>
    <w:rsid w:val="00457D9D"/>
    <w:rsid w:val="004611BE"/>
    <w:rsid w:val="00461E97"/>
    <w:rsid w:val="00462141"/>
    <w:rsid w:val="0046228F"/>
    <w:rsid w:val="0046247B"/>
    <w:rsid w:val="00462848"/>
    <w:rsid w:val="00462B8B"/>
    <w:rsid w:val="0046307D"/>
    <w:rsid w:val="004634F8"/>
    <w:rsid w:val="00463B08"/>
    <w:rsid w:val="00464238"/>
    <w:rsid w:val="00465106"/>
    <w:rsid w:val="0046562C"/>
    <w:rsid w:val="00465738"/>
    <w:rsid w:val="0046675C"/>
    <w:rsid w:val="004669BF"/>
    <w:rsid w:val="0046753A"/>
    <w:rsid w:val="00470741"/>
    <w:rsid w:val="00470818"/>
    <w:rsid w:val="00470B30"/>
    <w:rsid w:val="00470DFC"/>
    <w:rsid w:val="004710EF"/>
    <w:rsid w:val="00472474"/>
    <w:rsid w:val="00472909"/>
    <w:rsid w:val="004736A6"/>
    <w:rsid w:val="004736BA"/>
    <w:rsid w:val="0047379B"/>
    <w:rsid w:val="00474151"/>
    <w:rsid w:val="00474170"/>
    <w:rsid w:val="0047424A"/>
    <w:rsid w:val="004742A7"/>
    <w:rsid w:val="00475B8C"/>
    <w:rsid w:val="00475D8E"/>
    <w:rsid w:val="00475F61"/>
    <w:rsid w:val="00476115"/>
    <w:rsid w:val="00476C65"/>
    <w:rsid w:val="00476F72"/>
    <w:rsid w:val="00477605"/>
    <w:rsid w:val="004776B6"/>
    <w:rsid w:val="004777E0"/>
    <w:rsid w:val="004778F7"/>
    <w:rsid w:val="00480441"/>
    <w:rsid w:val="00480D00"/>
    <w:rsid w:val="004816AB"/>
    <w:rsid w:val="0048199C"/>
    <w:rsid w:val="00481D59"/>
    <w:rsid w:val="00483D58"/>
    <w:rsid w:val="004847B8"/>
    <w:rsid w:val="004849A7"/>
    <w:rsid w:val="0048527E"/>
    <w:rsid w:val="00485896"/>
    <w:rsid w:val="00485C10"/>
    <w:rsid w:val="00485C27"/>
    <w:rsid w:val="00485DCC"/>
    <w:rsid w:val="00485F1C"/>
    <w:rsid w:val="0048619E"/>
    <w:rsid w:val="00486345"/>
    <w:rsid w:val="004876BB"/>
    <w:rsid w:val="004877E6"/>
    <w:rsid w:val="00490AAE"/>
    <w:rsid w:val="00490CC3"/>
    <w:rsid w:val="00490E2B"/>
    <w:rsid w:val="004913D8"/>
    <w:rsid w:val="004914BE"/>
    <w:rsid w:val="00492427"/>
    <w:rsid w:val="00492A1A"/>
    <w:rsid w:val="0049324E"/>
    <w:rsid w:val="00493599"/>
    <w:rsid w:val="004937DF"/>
    <w:rsid w:val="00493807"/>
    <w:rsid w:val="00493952"/>
    <w:rsid w:val="00493A46"/>
    <w:rsid w:val="00493EEB"/>
    <w:rsid w:val="004942E5"/>
    <w:rsid w:val="00494655"/>
    <w:rsid w:val="00494C00"/>
    <w:rsid w:val="00494EB0"/>
    <w:rsid w:val="00495E72"/>
    <w:rsid w:val="00496BDF"/>
    <w:rsid w:val="00496C5A"/>
    <w:rsid w:val="004970B3"/>
    <w:rsid w:val="00497504"/>
    <w:rsid w:val="00497686"/>
    <w:rsid w:val="004A03F8"/>
    <w:rsid w:val="004A0D89"/>
    <w:rsid w:val="004A0E03"/>
    <w:rsid w:val="004A1930"/>
    <w:rsid w:val="004A1FBC"/>
    <w:rsid w:val="004A22ED"/>
    <w:rsid w:val="004A2315"/>
    <w:rsid w:val="004A26DC"/>
    <w:rsid w:val="004A29C3"/>
    <w:rsid w:val="004A2BCF"/>
    <w:rsid w:val="004A2E65"/>
    <w:rsid w:val="004A35DD"/>
    <w:rsid w:val="004A3856"/>
    <w:rsid w:val="004A4853"/>
    <w:rsid w:val="004A4CC3"/>
    <w:rsid w:val="004A5181"/>
    <w:rsid w:val="004A5621"/>
    <w:rsid w:val="004A58F4"/>
    <w:rsid w:val="004A6472"/>
    <w:rsid w:val="004A67B3"/>
    <w:rsid w:val="004A69C3"/>
    <w:rsid w:val="004A6D1E"/>
    <w:rsid w:val="004A74EB"/>
    <w:rsid w:val="004A7578"/>
    <w:rsid w:val="004A75BC"/>
    <w:rsid w:val="004A7702"/>
    <w:rsid w:val="004A7CF4"/>
    <w:rsid w:val="004B0328"/>
    <w:rsid w:val="004B0E31"/>
    <w:rsid w:val="004B0F78"/>
    <w:rsid w:val="004B185D"/>
    <w:rsid w:val="004B2C36"/>
    <w:rsid w:val="004B325C"/>
    <w:rsid w:val="004B3530"/>
    <w:rsid w:val="004B36BC"/>
    <w:rsid w:val="004B39E3"/>
    <w:rsid w:val="004B4F3F"/>
    <w:rsid w:val="004B57B5"/>
    <w:rsid w:val="004B634C"/>
    <w:rsid w:val="004B6355"/>
    <w:rsid w:val="004B6D1C"/>
    <w:rsid w:val="004B7330"/>
    <w:rsid w:val="004B7A10"/>
    <w:rsid w:val="004C055F"/>
    <w:rsid w:val="004C0874"/>
    <w:rsid w:val="004C19B3"/>
    <w:rsid w:val="004C216C"/>
    <w:rsid w:val="004C2E1C"/>
    <w:rsid w:val="004C2F2D"/>
    <w:rsid w:val="004C2F96"/>
    <w:rsid w:val="004C2FCA"/>
    <w:rsid w:val="004C34C8"/>
    <w:rsid w:val="004C381C"/>
    <w:rsid w:val="004C3F8A"/>
    <w:rsid w:val="004C3F9E"/>
    <w:rsid w:val="004C46DE"/>
    <w:rsid w:val="004C55A7"/>
    <w:rsid w:val="004C6979"/>
    <w:rsid w:val="004C72CF"/>
    <w:rsid w:val="004C759B"/>
    <w:rsid w:val="004C7C8A"/>
    <w:rsid w:val="004C7E95"/>
    <w:rsid w:val="004D037E"/>
    <w:rsid w:val="004D0F22"/>
    <w:rsid w:val="004D1E9E"/>
    <w:rsid w:val="004D2664"/>
    <w:rsid w:val="004D34D9"/>
    <w:rsid w:val="004D3901"/>
    <w:rsid w:val="004D586D"/>
    <w:rsid w:val="004D649A"/>
    <w:rsid w:val="004D6A44"/>
    <w:rsid w:val="004D76A4"/>
    <w:rsid w:val="004E0CB5"/>
    <w:rsid w:val="004E1469"/>
    <w:rsid w:val="004E1B66"/>
    <w:rsid w:val="004E1C41"/>
    <w:rsid w:val="004E2D95"/>
    <w:rsid w:val="004E3548"/>
    <w:rsid w:val="004E36E4"/>
    <w:rsid w:val="004E446B"/>
    <w:rsid w:val="004E4488"/>
    <w:rsid w:val="004E4F45"/>
    <w:rsid w:val="004E5378"/>
    <w:rsid w:val="004E549A"/>
    <w:rsid w:val="004E5511"/>
    <w:rsid w:val="004E5D9D"/>
    <w:rsid w:val="004E5EB0"/>
    <w:rsid w:val="004E5ED6"/>
    <w:rsid w:val="004E69F9"/>
    <w:rsid w:val="004E6D71"/>
    <w:rsid w:val="004E6DCF"/>
    <w:rsid w:val="004E6EC8"/>
    <w:rsid w:val="004E79B6"/>
    <w:rsid w:val="004F06A3"/>
    <w:rsid w:val="004F0788"/>
    <w:rsid w:val="004F0FAB"/>
    <w:rsid w:val="004F1383"/>
    <w:rsid w:val="004F147D"/>
    <w:rsid w:val="004F1652"/>
    <w:rsid w:val="004F26EC"/>
    <w:rsid w:val="004F3119"/>
    <w:rsid w:val="004F42CF"/>
    <w:rsid w:val="004F4BB1"/>
    <w:rsid w:val="004F574B"/>
    <w:rsid w:val="004F5752"/>
    <w:rsid w:val="004F5E6F"/>
    <w:rsid w:val="004F5EF8"/>
    <w:rsid w:val="004F5FB0"/>
    <w:rsid w:val="004F6725"/>
    <w:rsid w:val="004F691A"/>
    <w:rsid w:val="004F6935"/>
    <w:rsid w:val="004F6E3B"/>
    <w:rsid w:val="004F7597"/>
    <w:rsid w:val="004F7DE8"/>
    <w:rsid w:val="00500A37"/>
    <w:rsid w:val="005030A2"/>
    <w:rsid w:val="005033CD"/>
    <w:rsid w:val="00503B88"/>
    <w:rsid w:val="00503C3C"/>
    <w:rsid w:val="005046F5"/>
    <w:rsid w:val="00504861"/>
    <w:rsid w:val="00504CCB"/>
    <w:rsid w:val="00506460"/>
    <w:rsid w:val="00506718"/>
    <w:rsid w:val="005072C2"/>
    <w:rsid w:val="0050740A"/>
    <w:rsid w:val="00507696"/>
    <w:rsid w:val="005077CF"/>
    <w:rsid w:val="00507C50"/>
    <w:rsid w:val="00510074"/>
    <w:rsid w:val="005108FC"/>
    <w:rsid w:val="0051120F"/>
    <w:rsid w:val="005116AE"/>
    <w:rsid w:val="005122A6"/>
    <w:rsid w:val="00512634"/>
    <w:rsid w:val="005131C8"/>
    <w:rsid w:val="00513296"/>
    <w:rsid w:val="00513F44"/>
    <w:rsid w:val="0051417C"/>
    <w:rsid w:val="005141EF"/>
    <w:rsid w:val="00514A5E"/>
    <w:rsid w:val="00514AF0"/>
    <w:rsid w:val="00515453"/>
    <w:rsid w:val="005166C8"/>
    <w:rsid w:val="00516951"/>
    <w:rsid w:val="00516D8B"/>
    <w:rsid w:val="0051716F"/>
    <w:rsid w:val="005179D8"/>
    <w:rsid w:val="005206A2"/>
    <w:rsid w:val="005212BE"/>
    <w:rsid w:val="005222AF"/>
    <w:rsid w:val="0052280B"/>
    <w:rsid w:val="00522BC9"/>
    <w:rsid w:val="00522D6E"/>
    <w:rsid w:val="00523775"/>
    <w:rsid w:val="005237C6"/>
    <w:rsid w:val="00523B19"/>
    <w:rsid w:val="00523BE8"/>
    <w:rsid w:val="00523E92"/>
    <w:rsid w:val="005246D2"/>
    <w:rsid w:val="00524D21"/>
    <w:rsid w:val="00524FF7"/>
    <w:rsid w:val="005252EF"/>
    <w:rsid w:val="005254F5"/>
    <w:rsid w:val="00525600"/>
    <w:rsid w:val="005256A0"/>
    <w:rsid w:val="005258FE"/>
    <w:rsid w:val="005259B4"/>
    <w:rsid w:val="00525CBC"/>
    <w:rsid w:val="00525D39"/>
    <w:rsid w:val="00525FA4"/>
    <w:rsid w:val="0052605D"/>
    <w:rsid w:val="005263E2"/>
    <w:rsid w:val="0052643A"/>
    <w:rsid w:val="0052644D"/>
    <w:rsid w:val="00526AD8"/>
    <w:rsid w:val="00526E11"/>
    <w:rsid w:val="005270D5"/>
    <w:rsid w:val="00527B90"/>
    <w:rsid w:val="00530447"/>
    <w:rsid w:val="005305C6"/>
    <w:rsid w:val="00530B51"/>
    <w:rsid w:val="00530CF6"/>
    <w:rsid w:val="00530E87"/>
    <w:rsid w:val="00530EC7"/>
    <w:rsid w:val="00531460"/>
    <w:rsid w:val="00531B41"/>
    <w:rsid w:val="005328E6"/>
    <w:rsid w:val="00532D50"/>
    <w:rsid w:val="00533575"/>
    <w:rsid w:val="005343DE"/>
    <w:rsid w:val="005356B5"/>
    <w:rsid w:val="005356BA"/>
    <w:rsid w:val="005359A8"/>
    <w:rsid w:val="00535E0F"/>
    <w:rsid w:val="00536143"/>
    <w:rsid w:val="005361E5"/>
    <w:rsid w:val="005362A5"/>
    <w:rsid w:val="005363EE"/>
    <w:rsid w:val="005376A1"/>
    <w:rsid w:val="00537875"/>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51ED"/>
    <w:rsid w:val="005554A5"/>
    <w:rsid w:val="00555808"/>
    <w:rsid w:val="00555A0C"/>
    <w:rsid w:val="00556548"/>
    <w:rsid w:val="00557035"/>
    <w:rsid w:val="0055765A"/>
    <w:rsid w:val="005576D8"/>
    <w:rsid w:val="00557CAF"/>
    <w:rsid w:val="005601B0"/>
    <w:rsid w:val="00561D8F"/>
    <w:rsid w:val="00562598"/>
    <w:rsid w:val="0056449A"/>
    <w:rsid w:val="00564703"/>
    <w:rsid w:val="0056484A"/>
    <w:rsid w:val="00565AD0"/>
    <w:rsid w:val="00565AF4"/>
    <w:rsid w:val="00565BCF"/>
    <w:rsid w:val="00565C9E"/>
    <w:rsid w:val="005679DD"/>
    <w:rsid w:val="00567E72"/>
    <w:rsid w:val="005702BA"/>
    <w:rsid w:val="00570CBA"/>
    <w:rsid w:val="005719F5"/>
    <w:rsid w:val="00571C90"/>
    <w:rsid w:val="00571EE5"/>
    <w:rsid w:val="00572106"/>
    <w:rsid w:val="005731CD"/>
    <w:rsid w:val="005733C0"/>
    <w:rsid w:val="005739B0"/>
    <w:rsid w:val="00573EDD"/>
    <w:rsid w:val="0057402A"/>
    <w:rsid w:val="005747B7"/>
    <w:rsid w:val="005747D0"/>
    <w:rsid w:val="005749E1"/>
    <w:rsid w:val="00574A79"/>
    <w:rsid w:val="00575209"/>
    <w:rsid w:val="00575250"/>
    <w:rsid w:val="005763DE"/>
    <w:rsid w:val="00576683"/>
    <w:rsid w:val="00577089"/>
    <w:rsid w:val="0057761D"/>
    <w:rsid w:val="00577DCD"/>
    <w:rsid w:val="00577EA4"/>
    <w:rsid w:val="00577EAF"/>
    <w:rsid w:val="00580507"/>
    <w:rsid w:val="00580B47"/>
    <w:rsid w:val="00581324"/>
    <w:rsid w:val="00581AD2"/>
    <w:rsid w:val="00584128"/>
    <w:rsid w:val="005849D5"/>
    <w:rsid w:val="0058500D"/>
    <w:rsid w:val="005850A6"/>
    <w:rsid w:val="00585882"/>
    <w:rsid w:val="00585C15"/>
    <w:rsid w:val="00585CC7"/>
    <w:rsid w:val="005862EA"/>
    <w:rsid w:val="00586928"/>
    <w:rsid w:val="00586A7F"/>
    <w:rsid w:val="00586AD1"/>
    <w:rsid w:val="00586EC0"/>
    <w:rsid w:val="00586ECC"/>
    <w:rsid w:val="00587896"/>
    <w:rsid w:val="005907E0"/>
    <w:rsid w:val="00590AFE"/>
    <w:rsid w:val="00590EA2"/>
    <w:rsid w:val="00591C87"/>
    <w:rsid w:val="00592B67"/>
    <w:rsid w:val="00592BA9"/>
    <w:rsid w:val="0059410F"/>
    <w:rsid w:val="00594174"/>
    <w:rsid w:val="005943DB"/>
    <w:rsid w:val="00594B68"/>
    <w:rsid w:val="00594FAE"/>
    <w:rsid w:val="0059504F"/>
    <w:rsid w:val="0059582D"/>
    <w:rsid w:val="00595D5D"/>
    <w:rsid w:val="00596115"/>
    <w:rsid w:val="00596176"/>
    <w:rsid w:val="005961DC"/>
    <w:rsid w:val="0059765E"/>
    <w:rsid w:val="00597D3F"/>
    <w:rsid w:val="00597F6B"/>
    <w:rsid w:val="005A12F8"/>
    <w:rsid w:val="005A1A82"/>
    <w:rsid w:val="005A1D51"/>
    <w:rsid w:val="005A21AC"/>
    <w:rsid w:val="005A23AE"/>
    <w:rsid w:val="005A27D9"/>
    <w:rsid w:val="005A2881"/>
    <w:rsid w:val="005A3645"/>
    <w:rsid w:val="005A3B0D"/>
    <w:rsid w:val="005A3F5C"/>
    <w:rsid w:val="005A4643"/>
    <w:rsid w:val="005A49AC"/>
    <w:rsid w:val="005A49C2"/>
    <w:rsid w:val="005A56BB"/>
    <w:rsid w:val="005A64F7"/>
    <w:rsid w:val="005A66A2"/>
    <w:rsid w:val="005A6B9C"/>
    <w:rsid w:val="005A6C0F"/>
    <w:rsid w:val="005A70B4"/>
    <w:rsid w:val="005A7357"/>
    <w:rsid w:val="005A7AB5"/>
    <w:rsid w:val="005A7B02"/>
    <w:rsid w:val="005A7FE2"/>
    <w:rsid w:val="005B00B4"/>
    <w:rsid w:val="005B0540"/>
    <w:rsid w:val="005B0B17"/>
    <w:rsid w:val="005B10B6"/>
    <w:rsid w:val="005B1FAB"/>
    <w:rsid w:val="005B2227"/>
    <w:rsid w:val="005B29A1"/>
    <w:rsid w:val="005B2ABC"/>
    <w:rsid w:val="005B37D6"/>
    <w:rsid w:val="005B3979"/>
    <w:rsid w:val="005B4288"/>
    <w:rsid w:val="005B4C6B"/>
    <w:rsid w:val="005B4E42"/>
    <w:rsid w:val="005B53E5"/>
    <w:rsid w:val="005B540A"/>
    <w:rsid w:val="005B6331"/>
    <w:rsid w:val="005B642A"/>
    <w:rsid w:val="005B6F52"/>
    <w:rsid w:val="005B6FAD"/>
    <w:rsid w:val="005B7000"/>
    <w:rsid w:val="005B7268"/>
    <w:rsid w:val="005B74FE"/>
    <w:rsid w:val="005B787A"/>
    <w:rsid w:val="005B7F1D"/>
    <w:rsid w:val="005C0799"/>
    <w:rsid w:val="005C0B3A"/>
    <w:rsid w:val="005C0D05"/>
    <w:rsid w:val="005C11FF"/>
    <w:rsid w:val="005C1577"/>
    <w:rsid w:val="005C1D91"/>
    <w:rsid w:val="005C1F77"/>
    <w:rsid w:val="005C2BD1"/>
    <w:rsid w:val="005C2E97"/>
    <w:rsid w:val="005C2F81"/>
    <w:rsid w:val="005C313B"/>
    <w:rsid w:val="005C38D0"/>
    <w:rsid w:val="005C3F74"/>
    <w:rsid w:val="005C4442"/>
    <w:rsid w:val="005C4465"/>
    <w:rsid w:val="005C4F64"/>
    <w:rsid w:val="005C5622"/>
    <w:rsid w:val="005C564B"/>
    <w:rsid w:val="005C6707"/>
    <w:rsid w:val="005C688A"/>
    <w:rsid w:val="005C6901"/>
    <w:rsid w:val="005C6E41"/>
    <w:rsid w:val="005C7338"/>
    <w:rsid w:val="005C77C6"/>
    <w:rsid w:val="005D0367"/>
    <w:rsid w:val="005D0B0A"/>
    <w:rsid w:val="005D14E5"/>
    <w:rsid w:val="005D18FE"/>
    <w:rsid w:val="005D22C6"/>
    <w:rsid w:val="005D22E2"/>
    <w:rsid w:val="005D22FD"/>
    <w:rsid w:val="005D249D"/>
    <w:rsid w:val="005D3387"/>
    <w:rsid w:val="005D396A"/>
    <w:rsid w:val="005D3D65"/>
    <w:rsid w:val="005D439D"/>
    <w:rsid w:val="005D47F3"/>
    <w:rsid w:val="005D47F6"/>
    <w:rsid w:val="005D5459"/>
    <w:rsid w:val="005D58AD"/>
    <w:rsid w:val="005D5ACF"/>
    <w:rsid w:val="005D5CDF"/>
    <w:rsid w:val="005D6291"/>
    <w:rsid w:val="005D66BB"/>
    <w:rsid w:val="005D67A0"/>
    <w:rsid w:val="005D68A3"/>
    <w:rsid w:val="005D774B"/>
    <w:rsid w:val="005D784B"/>
    <w:rsid w:val="005D788A"/>
    <w:rsid w:val="005E036D"/>
    <w:rsid w:val="005E0A55"/>
    <w:rsid w:val="005E0C89"/>
    <w:rsid w:val="005E0FD6"/>
    <w:rsid w:val="005E1441"/>
    <w:rsid w:val="005E190E"/>
    <w:rsid w:val="005E1C7B"/>
    <w:rsid w:val="005E1E5D"/>
    <w:rsid w:val="005E2158"/>
    <w:rsid w:val="005E2D42"/>
    <w:rsid w:val="005E30D3"/>
    <w:rsid w:val="005E33BA"/>
    <w:rsid w:val="005E36A1"/>
    <w:rsid w:val="005E3B7F"/>
    <w:rsid w:val="005E3F7F"/>
    <w:rsid w:val="005E4402"/>
    <w:rsid w:val="005E4B42"/>
    <w:rsid w:val="005E58B0"/>
    <w:rsid w:val="005E5AB2"/>
    <w:rsid w:val="005E5B82"/>
    <w:rsid w:val="005E5D6A"/>
    <w:rsid w:val="005E62F3"/>
    <w:rsid w:val="005E6421"/>
    <w:rsid w:val="005E69CD"/>
    <w:rsid w:val="005E7505"/>
    <w:rsid w:val="005E7A50"/>
    <w:rsid w:val="005E7C93"/>
    <w:rsid w:val="005E7C9A"/>
    <w:rsid w:val="005E7D24"/>
    <w:rsid w:val="005F0AEA"/>
    <w:rsid w:val="005F20D9"/>
    <w:rsid w:val="005F21E6"/>
    <w:rsid w:val="005F225A"/>
    <w:rsid w:val="005F234F"/>
    <w:rsid w:val="005F2873"/>
    <w:rsid w:val="005F2BCA"/>
    <w:rsid w:val="005F2ECD"/>
    <w:rsid w:val="005F402A"/>
    <w:rsid w:val="005F4892"/>
    <w:rsid w:val="005F5192"/>
    <w:rsid w:val="005F53C6"/>
    <w:rsid w:val="005F5E52"/>
    <w:rsid w:val="005F619F"/>
    <w:rsid w:val="005F655A"/>
    <w:rsid w:val="005F6568"/>
    <w:rsid w:val="005F6D35"/>
    <w:rsid w:val="005F6D77"/>
    <w:rsid w:val="005F71B4"/>
    <w:rsid w:val="005F76B9"/>
    <w:rsid w:val="005F7743"/>
    <w:rsid w:val="005F788A"/>
    <w:rsid w:val="006004D4"/>
    <w:rsid w:val="006020CE"/>
    <w:rsid w:val="0060294D"/>
    <w:rsid w:val="00602DEA"/>
    <w:rsid w:val="0060340E"/>
    <w:rsid w:val="00603779"/>
    <w:rsid w:val="006038A6"/>
    <w:rsid w:val="006038D3"/>
    <w:rsid w:val="00603C92"/>
    <w:rsid w:val="00603DCD"/>
    <w:rsid w:val="00604026"/>
    <w:rsid w:val="00604099"/>
    <w:rsid w:val="006043C9"/>
    <w:rsid w:val="00604D77"/>
    <w:rsid w:val="00605810"/>
    <w:rsid w:val="0060588E"/>
    <w:rsid w:val="0060604C"/>
    <w:rsid w:val="00606289"/>
    <w:rsid w:val="00610121"/>
    <w:rsid w:val="00610224"/>
    <w:rsid w:val="00610D66"/>
    <w:rsid w:val="00611F2D"/>
    <w:rsid w:val="0061267A"/>
    <w:rsid w:val="006135A9"/>
    <w:rsid w:val="0061397E"/>
    <w:rsid w:val="00613F27"/>
    <w:rsid w:val="00615E4B"/>
    <w:rsid w:val="00615F5B"/>
    <w:rsid w:val="006160D0"/>
    <w:rsid w:val="00616203"/>
    <w:rsid w:val="00616A8B"/>
    <w:rsid w:val="0061728A"/>
    <w:rsid w:val="00617C39"/>
    <w:rsid w:val="006200F7"/>
    <w:rsid w:val="00620AC5"/>
    <w:rsid w:val="006215EA"/>
    <w:rsid w:val="00621899"/>
    <w:rsid w:val="00621FD4"/>
    <w:rsid w:val="0062218B"/>
    <w:rsid w:val="00622270"/>
    <w:rsid w:val="00622805"/>
    <w:rsid w:val="00622940"/>
    <w:rsid w:val="00622A3B"/>
    <w:rsid w:val="00622BC4"/>
    <w:rsid w:val="006230BD"/>
    <w:rsid w:val="00623119"/>
    <w:rsid w:val="00623927"/>
    <w:rsid w:val="00623A85"/>
    <w:rsid w:val="0062455F"/>
    <w:rsid w:val="00624F6A"/>
    <w:rsid w:val="00625426"/>
    <w:rsid w:val="00625E6A"/>
    <w:rsid w:val="00626143"/>
    <w:rsid w:val="00626867"/>
    <w:rsid w:val="00626CED"/>
    <w:rsid w:val="00626D93"/>
    <w:rsid w:val="0062749B"/>
    <w:rsid w:val="006306D3"/>
    <w:rsid w:val="00630D39"/>
    <w:rsid w:val="00630EB8"/>
    <w:rsid w:val="0063114E"/>
    <w:rsid w:val="00631206"/>
    <w:rsid w:val="00632115"/>
    <w:rsid w:val="0063229A"/>
    <w:rsid w:val="00633207"/>
    <w:rsid w:val="00633A09"/>
    <w:rsid w:val="00633BA4"/>
    <w:rsid w:val="00633BA9"/>
    <w:rsid w:val="00633E07"/>
    <w:rsid w:val="006342E5"/>
    <w:rsid w:val="00634A1E"/>
    <w:rsid w:val="00634C19"/>
    <w:rsid w:val="00634C93"/>
    <w:rsid w:val="00635646"/>
    <w:rsid w:val="00635EDB"/>
    <w:rsid w:val="0063606F"/>
    <w:rsid w:val="00636382"/>
    <w:rsid w:val="006378B5"/>
    <w:rsid w:val="006378F7"/>
    <w:rsid w:val="00637AD3"/>
    <w:rsid w:val="00640C15"/>
    <w:rsid w:val="00640D4C"/>
    <w:rsid w:val="00641BA2"/>
    <w:rsid w:val="006427C0"/>
    <w:rsid w:val="006427DC"/>
    <w:rsid w:val="00642F61"/>
    <w:rsid w:val="00643969"/>
    <w:rsid w:val="00643A59"/>
    <w:rsid w:val="00643D71"/>
    <w:rsid w:val="00645B47"/>
    <w:rsid w:val="00645BE8"/>
    <w:rsid w:val="006463D0"/>
    <w:rsid w:val="0064649D"/>
    <w:rsid w:val="006465D0"/>
    <w:rsid w:val="00647772"/>
    <w:rsid w:val="00650277"/>
    <w:rsid w:val="00650C54"/>
    <w:rsid w:val="00651029"/>
    <w:rsid w:val="00651AD0"/>
    <w:rsid w:val="00651B07"/>
    <w:rsid w:val="006523C0"/>
    <w:rsid w:val="00652F60"/>
    <w:rsid w:val="0065332C"/>
    <w:rsid w:val="0065345F"/>
    <w:rsid w:val="00654028"/>
    <w:rsid w:val="00654350"/>
    <w:rsid w:val="0065587E"/>
    <w:rsid w:val="00655A4B"/>
    <w:rsid w:val="00655B69"/>
    <w:rsid w:val="00655E13"/>
    <w:rsid w:val="00656606"/>
    <w:rsid w:val="00656668"/>
    <w:rsid w:val="0065678A"/>
    <w:rsid w:val="00656D98"/>
    <w:rsid w:val="00656DE6"/>
    <w:rsid w:val="00656F6F"/>
    <w:rsid w:val="006578F0"/>
    <w:rsid w:val="00657FC4"/>
    <w:rsid w:val="0066026C"/>
    <w:rsid w:val="006605B9"/>
    <w:rsid w:val="00660667"/>
    <w:rsid w:val="0066102B"/>
    <w:rsid w:val="00661601"/>
    <w:rsid w:val="00661680"/>
    <w:rsid w:val="00661918"/>
    <w:rsid w:val="006622C0"/>
    <w:rsid w:val="006623F9"/>
    <w:rsid w:val="00662D02"/>
    <w:rsid w:val="00662ECB"/>
    <w:rsid w:val="00664045"/>
    <w:rsid w:val="00664388"/>
    <w:rsid w:val="00664BFB"/>
    <w:rsid w:val="0066562C"/>
    <w:rsid w:val="00665937"/>
    <w:rsid w:val="00665A95"/>
    <w:rsid w:val="00665BBB"/>
    <w:rsid w:val="00665FE7"/>
    <w:rsid w:val="00666C79"/>
    <w:rsid w:val="00667B22"/>
    <w:rsid w:val="00667F1C"/>
    <w:rsid w:val="00670102"/>
    <w:rsid w:val="006701BD"/>
    <w:rsid w:val="006705D7"/>
    <w:rsid w:val="00670F1A"/>
    <w:rsid w:val="0067175E"/>
    <w:rsid w:val="0067221F"/>
    <w:rsid w:val="006723F5"/>
    <w:rsid w:val="0067259E"/>
    <w:rsid w:val="006731C6"/>
    <w:rsid w:val="00673234"/>
    <w:rsid w:val="006733B2"/>
    <w:rsid w:val="00673AD0"/>
    <w:rsid w:val="006748DD"/>
    <w:rsid w:val="00674E97"/>
    <w:rsid w:val="00674EB2"/>
    <w:rsid w:val="0067578C"/>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1084"/>
    <w:rsid w:val="006810E9"/>
    <w:rsid w:val="006812F7"/>
    <w:rsid w:val="0068297C"/>
    <w:rsid w:val="00682ACF"/>
    <w:rsid w:val="00682B5F"/>
    <w:rsid w:val="00682D48"/>
    <w:rsid w:val="00682FFB"/>
    <w:rsid w:val="0068385C"/>
    <w:rsid w:val="00683C5A"/>
    <w:rsid w:val="00683CF3"/>
    <w:rsid w:val="00684D4D"/>
    <w:rsid w:val="006858B1"/>
    <w:rsid w:val="00685CAE"/>
    <w:rsid w:val="00685D79"/>
    <w:rsid w:val="00686150"/>
    <w:rsid w:val="00686164"/>
    <w:rsid w:val="00686D85"/>
    <w:rsid w:val="006871CF"/>
    <w:rsid w:val="00687690"/>
    <w:rsid w:val="00687AA0"/>
    <w:rsid w:val="00690121"/>
    <w:rsid w:val="006906CE"/>
    <w:rsid w:val="00690752"/>
    <w:rsid w:val="006908CB"/>
    <w:rsid w:val="00691384"/>
    <w:rsid w:val="006932E8"/>
    <w:rsid w:val="00693DF1"/>
    <w:rsid w:val="00693EDD"/>
    <w:rsid w:val="0069401C"/>
    <w:rsid w:val="0069410D"/>
    <w:rsid w:val="00694673"/>
    <w:rsid w:val="00694A3F"/>
    <w:rsid w:val="00694ACA"/>
    <w:rsid w:val="00694EC1"/>
    <w:rsid w:val="006958F0"/>
    <w:rsid w:val="0069625E"/>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A71"/>
    <w:rsid w:val="006A2CF4"/>
    <w:rsid w:val="006A301D"/>
    <w:rsid w:val="006A3823"/>
    <w:rsid w:val="006A3F3B"/>
    <w:rsid w:val="006A3F4A"/>
    <w:rsid w:val="006A3FD0"/>
    <w:rsid w:val="006A5257"/>
    <w:rsid w:val="006A746B"/>
    <w:rsid w:val="006A7751"/>
    <w:rsid w:val="006A7C88"/>
    <w:rsid w:val="006B0E6C"/>
    <w:rsid w:val="006B128F"/>
    <w:rsid w:val="006B15F5"/>
    <w:rsid w:val="006B1DB3"/>
    <w:rsid w:val="006B2B71"/>
    <w:rsid w:val="006B388A"/>
    <w:rsid w:val="006B3DDB"/>
    <w:rsid w:val="006B3F5B"/>
    <w:rsid w:val="006B4048"/>
    <w:rsid w:val="006B46B1"/>
    <w:rsid w:val="006B4DD7"/>
    <w:rsid w:val="006B4F2C"/>
    <w:rsid w:val="006B52A4"/>
    <w:rsid w:val="006B5542"/>
    <w:rsid w:val="006B5A8B"/>
    <w:rsid w:val="006B5C4C"/>
    <w:rsid w:val="006B69AD"/>
    <w:rsid w:val="006B73A3"/>
    <w:rsid w:val="006B75B5"/>
    <w:rsid w:val="006B7C97"/>
    <w:rsid w:val="006B7CFF"/>
    <w:rsid w:val="006B7D53"/>
    <w:rsid w:val="006B7F3E"/>
    <w:rsid w:val="006C0375"/>
    <w:rsid w:val="006C0681"/>
    <w:rsid w:val="006C0D0D"/>
    <w:rsid w:val="006C27AC"/>
    <w:rsid w:val="006C3026"/>
    <w:rsid w:val="006C32DB"/>
    <w:rsid w:val="006C3419"/>
    <w:rsid w:val="006C3820"/>
    <w:rsid w:val="006C493C"/>
    <w:rsid w:val="006C571C"/>
    <w:rsid w:val="006C60E6"/>
    <w:rsid w:val="006C6BF0"/>
    <w:rsid w:val="006C7027"/>
    <w:rsid w:val="006C70F5"/>
    <w:rsid w:val="006C75CE"/>
    <w:rsid w:val="006C7738"/>
    <w:rsid w:val="006C7CE8"/>
    <w:rsid w:val="006D1115"/>
    <w:rsid w:val="006D2592"/>
    <w:rsid w:val="006D2899"/>
    <w:rsid w:val="006D28B5"/>
    <w:rsid w:val="006D2916"/>
    <w:rsid w:val="006D29F2"/>
    <w:rsid w:val="006D3233"/>
    <w:rsid w:val="006D3F29"/>
    <w:rsid w:val="006D42EB"/>
    <w:rsid w:val="006D53EA"/>
    <w:rsid w:val="006D55C4"/>
    <w:rsid w:val="006D5B49"/>
    <w:rsid w:val="006D5D21"/>
    <w:rsid w:val="006D6065"/>
    <w:rsid w:val="006D6521"/>
    <w:rsid w:val="006D73BA"/>
    <w:rsid w:val="006D7420"/>
    <w:rsid w:val="006D76B0"/>
    <w:rsid w:val="006D7717"/>
    <w:rsid w:val="006D796E"/>
    <w:rsid w:val="006D7D5B"/>
    <w:rsid w:val="006E0729"/>
    <w:rsid w:val="006E1109"/>
    <w:rsid w:val="006E1426"/>
    <w:rsid w:val="006E14C9"/>
    <w:rsid w:val="006E22C9"/>
    <w:rsid w:val="006E242D"/>
    <w:rsid w:val="006E26A3"/>
    <w:rsid w:val="006E324B"/>
    <w:rsid w:val="006E3484"/>
    <w:rsid w:val="006E3C94"/>
    <w:rsid w:val="006E4897"/>
    <w:rsid w:val="006E48B5"/>
    <w:rsid w:val="006E5087"/>
    <w:rsid w:val="006E5746"/>
    <w:rsid w:val="006E59FA"/>
    <w:rsid w:val="006E6018"/>
    <w:rsid w:val="006E76D5"/>
    <w:rsid w:val="006E7C91"/>
    <w:rsid w:val="006F0578"/>
    <w:rsid w:val="006F0717"/>
    <w:rsid w:val="006F0AB5"/>
    <w:rsid w:val="006F0B35"/>
    <w:rsid w:val="006F13CC"/>
    <w:rsid w:val="006F25F4"/>
    <w:rsid w:val="006F32C5"/>
    <w:rsid w:val="006F374E"/>
    <w:rsid w:val="006F3900"/>
    <w:rsid w:val="006F3943"/>
    <w:rsid w:val="006F46C5"/>
    <w:rsid w:val="006F572A"/>
    <w:rsid w:val="006F5A2C"/>
    <w:rsid w:val="006F5F75"/>
    <w:rsid w:val="006F6B03"/>
    <w:rsid w:val="006F6B31"/>
    <w:rsid w:val="006F6BB7"/>
    <w:rsid w:val="006F7085"/>
    <w:rsid w:val="0070085C"/>
    <w:rsid w:val="00701885"/>
    <w:rsid w:val="00702221"/>
    <w:rsid w:val="00702FDF"/>
    <w:rsid w:val="00703C20"/>
    <w:rsid w:val="00703CD2"/>
    <w:rsid w:val="00703E38"/>
    <w:rsid w:val="00704476"/>
    <w:rsid w:val="00704556"/>
    <w:rsid w:val="00704AC8"/>
    <w:rsid w:val="00704C62"/>
    <w:rsid w:val="007050FE"/>
    <w:rsid w:val="00705CB8"/>
    <w:rsid w:val="00705CC4"/>
    <w:rsid w:val="007067FC"/>
    <w:rsid w:val="00706877"/>
    <w:rsid w:val="007069E6"/>
    <w:rsid w:val="007070F9"/>
    <w:rsid w:val="007076F8"/>
    <w:rsid w:val="00707946"/>
    <w:rsid w:val="00707D96"/>
    <w:rsid w:val="00707E75"/>
    <w:rsid w:val="00710B68"/>
    <w:rsid w:val="00710D3A"/>
    <w:rsid w:val="00710D53"/>
    <w:rsid w:val="0071119A"/>
    <w:rsid w:val="007112CD"/>
    <w:rsid w:val="00711FDE"/>
    <w:rsid w:val="00712193"/>
    <w:rsid w:val="0071219C"/>
    <w:rsid w:val="007123BA"/>
    <w:rsid w:val="007125BC"/>
    <w:rsid w:val="007125F2"/>
    <w:rsid w:val="00712FA2"/>
    <w:rsid w:val="00713392"/>
    <w:rsid w:val="00713888"/>
    <w:rsid w:val="00713B60"/>
    <w:rsid w:val="007142EE"/>
    <w:rsid w:val="00714366"/>
    <w:rsid w:val="00715433"/>
    <w:rsid w:val="0071544B"/>
    <w:rsid w:val="00715C88"/>
    <w:rsid w:val="00715DFE"/>
    <w:rsid w:val="0071612A"/>
    <w:rsid w:val="00720283"/>
    <w:rsid w:val="00721F93"/>
    <w:rsid w:val="00723118"/>
    <w:rsid w:val="007235DA"/>
    <w:rsid w:val="00723A85"/>
    <w:rsid w:val="00723C97"/>
    <w:rsid w:val="00723CD9"/>
    <w:rsid w:val="007241FF"/>
    <w:rsid w:val="0072459B"/>
    <w:rsid w:val="007258E4"/>
    <w:rsid w:val="007259EB"/>
    <w:rsid w:val="007262AC"/>
    <w:rsid w:val="0072658D"/>
    <w:rsid w:val="0072727C"/>
    <w:rsid w:val="007273CD"/>
    <w:rsid w:val="007276A7"/>
    <w:rsid w:val="007276FE"/>
    <w:rsid w:val="00727F2D"/>
    <w:rsid w:val="0073001B"/>
    <w:rsid w:val="007300EC"/>
    <w:rsid w:val="00730469"/>
    <w:rsid w:val="0073073E"/>
    <w:rsid w:val="007309CB"/>
    <w:rsid w:val="0073114A"/>
    <w:rsid w:val="0073138E"/>
    <w:rsid w:val="00731972"/>
    <w:rsid w:val="00732229"/>
    <w:rsid w:val="00732ABE"/>
    <w:rsid w:val="00732E6E"/>
    <w:rsid w:val="00732EE8"/>
    <w:rsid w:val="00732F16"/>
    <w:rsid w:val="0073303E"/>
    <w:rsid w:val="00733934"/>
    <w:rsid w:val="00733B57"/>
    <w:rsid w:val="00734614"/>
    <w:rsid w:val="0073489C"/>
    <w:rsid w:val="007351E2"/>
    <w:rsid w:val="00735503"/>
    <w:rsid w:val="007358A7"/>
    <w:rsid w:val="00735D6D"/>
    <w:rsid w:val="00735DA6"/>
    <w:rsid w:val="0073630F"/>
    <w:rsid w:val="00736658"/>
    <w:rsid w:val="00736C41"/>
    <w:rsid w:val="00737344"/>
    <w:rsid w:val="007378EB"/>
    <w:rsid w:val="007402C2"/>
    <w:rsid w:val="00740FF4"/>
    <w:rsid w:val="00741748"/>
    <w:rsid w:val="00741F0D"/>
    <w:rsid w:val="0074247E"/>
    <w:rsid w:val="007433C4"/>
    <w:rsid w:val="0074405D"/>
    <w:rsid w:val="00744119"/>
    <w:rsid w:val="007453DE"/>
    <w:rsid w:val="00745F57"/>
    <w:rsid w:val="007461AB"/>
    <w:rsid w:val="007465EB"/>
    <w:rsid w:val="00746767"/>
    <w:rsid w:val="00747B32"/>
    <w:rsid w:val="00747C77"/>
    <w:rsid w:val="00747DA2"/>
    <w:rsid w:val="00750D92"/>
    <w:rsid w:val="00750FFF"/>
    <w:rsid w:val="00751A9D"/>
    <w:rsid w:val="00751C46"/>
    <w:rsid w:val="0075282C"/>
    <w:rsid w:val="00752E56"/>
    <w:rsid w:val="00753122"/>
    <w:rsid w:val="00753139"/>
    <w:rsid w:val="00753172"/>
    <w:rsid w:val="007532A3"/>
    <w:rsid w:val="00753E32"/>
    <w:rsid w:val="00754542"/>
    <w:rsid w:val="007545BC"/>
    <w:rsid w:val="00755525"/>
    <w:rsid w:val="0075553C"/>
    <w:rsid w:val="0075561D"/>
    <w:rsid w:val="00755A14"/>
    <w:rsid w:val="00755FD9"/>
    <w:rsid w:val="00756103"/>
    <w:rsid w:val="00756333"/>
    <w:rsid w:val="00757A95"/>
    <w:rsid w:val="00760084"/>
    <w:rsid w:val="00760144"/>
    <w:rsid w:val="00760A4E"/>
    <w:rsid w:val="00760B19"/>
    <w:rsid w:val="00760B82"/>
    <w:rsid w:val="00761D5B"/>
    <w:rsid w:val="00762038"/>
    <w:rsid w:val="0076246D"/>
    <w:rsid w:val="007624C6"/>
    <w:rsid w:val="00762705"/>
    <w:rsid w:val="007628C1"/>
    <w:rsid w:val="0076292B"/>
    <w:rsid w:val="00762D2F"/>
    <w:rsid w:val="00763C56"/>
    <w:rsid w:val="00763F00"/>
    <w:rsid w:val="0076455B"/>
    <w:rsid w:val="007650F1"/>
    <w:rsid w:val="00765513"/>
    <w:rsid w:val="007666E1"/>
    <w:rsid w:val="00766D00"/>
    <w:rsid w:val="00766EBB"/>
    <w:rsid w:val="00767080"/>
    <w:rsid w:val="00767DD5"/>
    <w:rsid w:val="00767E96"/>
    <w:rsid w:val="007701AA"/>
    <w:rsid w:val="00770377"/>
    <w:rsid w:val="0077073A"/>
    <w:rsid w:val="007719B0"/>
    <w:rsid w:val="00771BDD"/>
    <w:rsid w:val="00771FFE"/>
    <w:rsid w:val="007721A3"/>
    <w:rsid w:val="00772673"/>
    <w:rsid w:val="0077311D"/>
    <w:rsid w:val="00773864"/>
    <w:rsid w:val="00773F92"/>
    <w:rsid w:val="007744E6"/>
    <w:rsid w:val="00774AA7"/>
    <w:rsid w:val="00774F7E"/>
    <w:rsid w:val="00775D34"/>
    <w:rsid w:val="00775DAD"/>
    <w:rsid w:val="00776AA0"/>
    <w:rsid w:val="00776BAF"/>
    <w:rsid w:val="0077737B"/>
    <w:rsid w:val="00777D07"/>
    <w:rsid w:val="00777EAB"/>
    <w:rsid w:val="00777EC4"/>
    <w:rsid w:val="00780135"/>
    <w:rsid w:val="007809D2"/>
    <w:rsid w:val="00781FF4"/>
    <w:rsid w:val="00782249"/>
    <w:rsid w:val="00782364"/>
    <w:rsid w:val="00782969"/>
    <w:rsid w:val="00782975"/>
    <w:rsid w:val="0078366C"/>
    <w:rsid w:val="00783C9A"/>
    <w:rsid w:val="00783DE6"/>
    <w:rsid w:val="00783F45"/>
    <w:rsid w:val="0078410D"/>
    <w:rsid w:val="007842B0"/>
    <w:rsid w:val="0078509D"/>
    <w:rsid w:val="007854BE"/>
    <w:rsid w:val="007857C9"/>
    <w:rsid w:val="00785D1C"/>
    <w:rsid w:val="007862F9"/>
    <w:rsid w:val="0078672A"/>
    <w:rsid w:val="00786B88"/>
    <w:rsid w:val="007871C3"/>
    <w:rsid w:val="00787A06"/>
    <w:rsid w:val="0079115A"/>
    <w:rsid w:val="00791208"/>
    <w:rsid w:val="0079122E"/>
    <w:rsid w:val="007915C7"/>
    <w:rsid w:val="0079199D"/>
    <w:rsid w:val="00791D46"/>
    <w:rsid w:val="007920C6"/>
    <w:rsid w:val="0079279C"/>
    <w:rsid w:val="007927AC"/>
    <w:rsid w:val="00792A14"/>
    <w:rsid w:val="00792A77"/>
    <w:rsid w:val="00792C9F"/>
    <w:rsid w:val="00792CA9"/>
    <w:rsid w:val="0079345E"/>
    <w:rsid w:val="0079412C"/>
    <w:rsid w:val="0079429D"/>
    <w:rsid w:val="0079439D"/>
    <w:rsid w:val="00794459"/>
    <w:rsid w:val="007945F1"/>
    <w:rsid w:val="007955FA"/>
    <w:rsid w:val="00795836"/>
    <w:rsid w:val="00795F0D"/>
    <w:rsid w:val="007963D1"/>
    <w:rsid w:val="00797672"/>
    <w:rsid w:val="00797A69"/>
    <w:rsid w:val="007A0140"/>
    <w:rsid w:val="007A032C"/>
    <w:rsid w:val="007A0826"/>
    <w:rsid w:val="007A089F"/>
    <w:rsid w:val="007A0977"/>
    <w:rsid w:val="007A0E7B"/>
    <w:rsid w:val="007A12E5"/>
    <w:rsid w:val="007A1AA9"/>
    <w:rsid w:val="007A242B"/>
    <w:rsid w:val="007A2AEE"/>
    <w:rsid w:val="007A323C"/>
    <w:rsid w:val="007A3592"/>
    <w:rsid w:val="007A3921"/>
    <w:rsid w:val="007A41BA"/>
    <w:rsid w:val="007A4F28"/>
    <w:rsid w:val="007A52D2"/>
    <w:rsid w:val="007A545A"/>
    <w:rsid w:val="007A54EA"/>
    <w:rsid w:val="007A5AC1"/>
    <w:rsid w:val="007A5AE3"/>
    <w:rsid w:val="007A5FFF"/>
    <w:rsid w:val="007A634B"/>
    <w:rsid w:val="007A6D22"/>
    <w:rsid w:val="007A6E75"/>
    <w:rsid w:val="007A70C2"/>
    <w:rsid w:val="007A74BA"/>
    <w:rsid w:val="007A798A"/>
    <w:rsid w:val="007B02A7"/>
    <w:rsid w:val="007B048F"/>
    <w:rsid w:val="007B087C"/>
    <w:rsid w:val="007B1A71"/>
    <w:rsid w:val="007B24AD"/>
    <w:rsid w:val="007B2AE3"/>
    <w:rsid w:val="007B2C52"/>
    <w:rsid w:val="007B2EEA"/>
    <w:rsid w:val="007B30A8"/>
    <w:rsid w:val="007B352B"/>
    <w:rsid w:val="007B4E62"/>
    <w:rsid w:val="007B4E68"/>
    <w:rsid w:val="007B55CC"/>
    <w:rsid w:val="007B628C"/>
    <w:rsid w:val="007B686B"/>
    <w:rsid w:val="007B6E71"/>
    <w:rsid w:val="007B6FB9"/>
    <w:rsid w:val="007B7471"/>
    <w:rsid w:val="007B7502"/>
    <w:rsid w:val="007C04DC"/>
    <w:rsid w:val="007C181E"/>
    <w:rsid w:val="007C2DC3"/>
    <w:rsid w:val="007C32DA"/>
    <w:rsid w:val="007C3A9B"/>
    <w:rsid w:val="007C5157"/>
    <w:rsid w:val="007C5600"/>
    <w:rsid w:val="007C57F5"/>
    <w:rsid w:val="007C5B0E"/>
    <w:rsid w:val="007C604F"/>
    <w:rsid w:val="007C666A"/>
    <w:rsid w:val="007C6899"/>
    <w:rsid w:val="007C7B59"/>
    <w:rsid w:val="007C7D15"/>
    <w:rsid w:val="007D0893"/>
    <w:rsid w:val="007D0D5F"/>
    <w:rsid w:val="007D1385"/>
    <w:rsid w:val="007D1A09"/>
    <w:rsid w:val="007D1F81"/>
    <w:rsid w:val="007D2187"/>
    <w:rsid w:val="007D2707"/>
    <w:rsid w:val="007D2849"/>
    <w:rsid w:val="007D3336"/>
    <w:rsid w:val="007D3412"/>
    <w:rsid w:val="007D343A"/>
    <w:rsid w:val="007D39EE"/>
    <w:rsid w:val="007D3B1E"/>
    <w:rsid w:val="007D40DC"/>
    <w:rsid w:val="007D41FA"/>
    <w:rsid w:val="007D5060"/>
    <w:rsid w:val="007D5097"/>
    <w:rsid w:val="007D59FE"/>
    <w:rsid w:val="007D5B26"/>
    <w:rsid w:val="007D63A2"/>
    <w:rsid w:val="007D6C53"/>
    <w:rsid w:val="007D6DB3"/>
    <w:rsid w:val="007D6F6D"/>
    <w:rsid w:val="007D71AD"/>
    <w:rsid w:val="007D71B3"/>
    <w:rsid w:val="007D76CB"/>
    <w:rsid w:val="007D7B08"/>
    <w:rsid w:val="007E03C4"/>
    <w:rsid w:val="007E11E9"/>
    <w:rsid w:val="007E145D"/>
    <w:rsid w:val="007E182F"/>
    <w:rsid w:val="007E1D6C"/>
    <w:rsid w:val="007E2267"/>
    <w:rsid w:val="007E2337"/>
    <w:rsid w:val="007E24C8"/>
    <w:rsid w:val="007E26FE"/>
    <w:rsid w:val="007E2856"/>
    <w:rsid w:val="007E308E"/>
    <w:rsid w:val="007E3633"/>
    <w:rsid w:val="007E3FDD"/>
    <w:rsid w:val="007E41A0"/>
    <w:rsid w:val="007E46CC"/>
    <w:rsid w:val="007E476B"/>
    <w:rsid w:val="007E5624"/>
    <w:rsid w:val="007E5905"/>
    <w:rsid w:val="007E60AE"/>
    <w:rsid w:val="007E616F"/>
    <w:rsid w:val="007E62BC"/>
    <w:rsid w:val="007E6F37"/>
    <w:rsid w:val="007E759E"/>
    <w:rsid w:val="007F008B"/>
    <w:rsid w:val="007F0E27"/>
    <w:rsid w:val="007F11A0"/>
    <w:rsid w:val="007F1354"/>
    <w:rsid w:val="007F1BEB"/>
    <w:rsid w:val="007F1C52"/>
    <w:rsid w:val="007F2143"/>
    <w:rsid w:val="007F216B"/>
    <w:rsid w:val="007F23AC"/>
    <w:rsid w:val="007F2F16"/>
    <w:rsid w:val="007F39E7"/>
    <w:rsid w:val="007F3CDE"/>
    <w:rsid w:val="007F3F41"/>
    <w:rsid w:val="007F4E2B"/>
    <w:rsid w:val="007F4F79"/>
    <w:rsid w:val="007F6683"/>
    <w:rsid w:val="007F7070"/>
    <w:rsid w:val="007F7141"/>
    <w:rsid w:val="007F7F0A"/>
    <w:rsid w:val="0080018D"/>
    <w:rsid w:val="00800B23"/>
    <w:rsid w:val="008021FF"/>
    <w:rsid w:val="00802753"/>
    <w:rsid w:val="00803D3E"/>
    <w:rsid w:val="00804469"/>
    <w:rsid w:val="00805798"/>
    <w:rsid w:val="00805A5B"/>
    <w:rsid w:val="00805A6E"/>
    <w:rsid w:val="00805CD9"/>
    <w:rsid w:val="00805F1F"/>
    <w:rsid w:val="00806332"/>
    <w:rsid w:val="00806D43"/>
    <w:rsid w:val="00806D8D"/>
    <w:rsid w:val="00807551"/>
    <w:rsid w:val="00807788"/>
    <w:rsid w:val="00807BB1"/>
    <w:rsid w:val="008103AC"/>
    <w:rsid w:val="00810449"/>
    <w:rsid w:val="00810924"/>
    <w:rsid w:val="00810C7C"/>
    <w:rsid w:val="00810D04"/>
    <w:rsid w:val="00812813"/>
    <w:rsid w:val="00812FBA"/>
    <w:rsid w:val="00813842"/>
    <w:rsid w:val="00813CEC"/>
    <w:rsid w:val="00815561"/>
    <w:rsid w:val="0081590B"/>
    <w:rsid w:val="00816006"/>
    <w:rsid w:val="0081607D"/>
    <w:rsid w:val="008160BD"/>
    <w:rsid w:val="00816EB7"/>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27E25"/>
    <w:rsid w:val="00830E39"/>
    <w:rsid w:val="0083141E"/>
    <w:rsid w:val="00832297"/>
    <w:rsid w:val="0083290B"/>
    <w:rsid w:val="00832CA7"/>
    <w:rsid w:val="00832F87"/>
    <w:rsid w:val="00833274"/>
    <w:rsid w:val="008340CA"/>
    <w:rsid w:val="0083451F"/>
    <w:rsid w:val="008346F7"/>
    <w:rsid w:val="00835247"/>
    <w:rsid w:val="0083546B"/>
    <w:rsid w:val="0083562B"/>
    <w:rsid w:val="0083611D"/>
    <w:rsid w:val="008377CE"/>
    <w:rsid w:val="00837E50"/>
    <w:rsid w:val="008403B9"/>
    <w:rsid w:val="0084046F"/>
    <w:rsid w:val="00840626"/>
    <w:rsid w:val="00840847"/>
    <w:rsid w:val="00840A56"/>
    <w:rsid w:val="0084158C"/>
    <w:rsid w:val="0084205D"/>
    <w:rsid w:val="0084213A"/>
    <w:rsid w:val="00842B1A"/>
    <w:rsid w:val="00842E53"/>
    <w:rsid w:val="00843690"/>
    <w:rsid w:val="0084381E"/>
    <w:rsid w:val="008440FF"/>
    <w:rsid w:val="0084471B"/>
    <w:rsid w:val="00845CD0"/>
    <w:rsid w:val="008468C6"/>
    <w:rsid w:val="00847388"/>
    <w:rsid w:val="0084745F"/>
    <w:rsid w:val="00847B3D"/>
    <w:rsid w:val="00847D70"/>
    <w:rsid w:val="0085050E"/>
    <w:rsid w:val="00850725"/>
    <w:rsid w:val="00850C9D"/>
    <w:rsid w:val="008515E9"/>
    <w:rsid w:val="00851665"/>
    <w:rsid w:val="00851E86"/>
    <w:rsid w:val="008529A2"/>
    <w:rsid w:val="00852E7B"/>
    <w:rsid w:val="0085416C"/>
    <w:rsid w:val="00854375"/>
    <w:rsid w:val="00855107"/>
    <w:rsid w:val="0085607E"/>
    <w:rsid w:val="008565F9"/>
    <w:rsid w:val="0085665B"/>
    <w:rsid w:val="00861083"/>
    <w:rsid w:val="00861D40"/>
    <w:rsid w:val="00861FF7"/>
    <w:rsid w:val="008634E8"/>
    <w:rsid w:val="008638AA"/>
    <w:rsid w:val="00863CF4"/>
    <w:rsid w:val="00864354"/>
    <w:rsid w:val="00864703"/>
    <w:rsid w:val="0086482E"/>
    <w:rsid w:val="00864B69"/>
    <w:rsid w:val="00864E98"/>
    <w:rsid w:val="00865151"/>
    <w:rsid w:val="008655BD"/>
    <w:rsid w:val="0086562B"/>
    <w:rsid w:val="008656CC"/>
    <w:rsid w:val="00866AF5"/>
    <w:rsid w:val="00866D26"/>
    <w:rsid w:val="00866F5F"/>
    <w:rsid w:val="0086754D"/>
    <w:rsid w:val="0086774B"/>
    <w:rsid w:val="008679F5"/>
    <w:rsid w:val="00867AFF"/>
    <w:rsid w:val="00870719"/>
    <w:rsid w:val="00870DFB"/>
    <w:rsid w:val="0087106D"/>
    <w:rsid w:val="008711F1"/>
    <w:rsid w:val="00871453"/>
    <w:rsid w:val="00871F9E"/>
    <w:rsid w:val="008723FC"/>
    <w:rsid w:val="00874847"/>
    <w:rsid w:val="00874DE5"/>
    <w:rsid w:val="00875851"/>
    <w:rsid w:val="008758B2"/>
    <w:rsid w:val="008762D1"/>
    <w:rsid w:val="008771B7"/>
    <w:rsid w:val="00877226"/>
    <w:rsid w:val="0087762F"/>
    <w:rsid w:val="008777D3"/>
    <w:rsid w:val="008806E6"/>
    <w:rsid w:val="00880965"/>
    <w:rsid w:val="00880B87"/>
    <w:rsid w:val="00880E25"/>
    <w:rsid w:val="0088203D"/>
    <w:rsid w:val="00882449"/>
    <w:rsid w:val="008826C7"/>
    <w:rsid w:val="008832C4"/>
    <w:rsid w:val="008838D5"/>
    <w:rsid w:val="008839BC"/>
    <w:rsid w:val="00883CA7"/>
    <w:rsid w:val="0088452A"/>
    <w:rsid w:val="0088458C"/>
    <w:rsid w:val="00884888"/>
    <w:rsid w:val="0088540B"/>
    <w:rsid w:val="008858AB"/>
    <w:rsid w:val="00886071"/>
    <w:rsid w:val="008865B7"/>
    <w:rsid w:val="00886960"/>
    <w:rsid w:val="00887447"/>
    <w:rsid w:val="00887749"/>
    <w:rsid w:val="00887E3D"/>
    <w:rsid w:val="00890636"/>
    <w:rsid w:val="008906C8"/>
    <w:rsid w:val="008911F8"/>
    <w:rsid w:val="008916AE"/>
    <w:rsid w:val="008918B1"/>
    <w:rsid w:val="00891B92"/>
    <w:rsid w:val="00892022"/>
    <w:rsid w:val="008923CD"/>
    <w:rsid w:val="008926BE"/>
    <w:rsid w:val="00892875"/>
    <w:rsid w:val="00892D65"/>
    <w:rsid w:val="008932FD"/>
    <w:rsid w:val="00893F86"/>
    <w:rsid w:val="00894153"/>
    <w:rsid w:val="008944C0"/>
    <w:rsid w:val="0089513E"/>
    <w:rsid w:val="00895223"/>
    <w:rsid w:val="008959AB"/>
    <w:rsid w:val="00895DD1"/>
    <w:rsid w:val="00895DE5"/>
    <w:rsid w:val="00896030"/>
    <w:rsid w:val="00896465"/>
    <w:rsid w:val="008965B7"/>
    <w:rsid w:val="00897249"/>
    <w:rsid w:val="00897605"/>
    <w:rsid w:val="00897C78"/>
    <w:rsid w:val="00897DFA"/>
    <w:rsid w:val="008A01CA"/>
    <w:rsid w:val="008A03A9"/>
    <w:rsid w:val="008A068D"/>
    <w:rsid w:val="008A09EC"/>
    <w:rsid w:val="008A0EAD"/>
    <w:rsid w:val="008A1086"/>
    <w:rsid w:val="008A151A"/>
    <w:rsid w:val="008A195B"/>
    <w:rsid w:val="008A1E05"/>
    <w:rsid w:val="008A2045"/>
    <w:rsid w:val="008A2C67"/>
    <w:rsid w:val="008A3D4C"/>
    <w:rsid w:val="008A436F"/>
    <w:rsid w:val="008A46B2"/>
    <w:rsid w:val="008A5623"/>
    <w:rsid w:val="008A58ED"/>
    <w:rsid w:val="008A59B1"/>
    <w:rsid w:val="008A5ACE"/>
    <w:rsid w:val="008A6419"/>
    <w:rsid w:val="008A6687"/>
    <w:rsid w:val="008A74AC"/>
    <w:rsid w:val="008A751A"/>
    <w:rsid w:val="008A7741"/>
    <w:rsid w:val="008A784B"/>
    <w:rsid w:val="008A79DB"/>
    <w:rsid w:val="008A7F1E"/>
    <w:rsid w:val="008B0046"/>
    <w:rsid w:val="008B0694"/>
    <w:rsid w:val="008B074D"/>
    <w:rsid w:val="008B11B0"/>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B7BCB"/>
    <w:rsid w:val="008C03AC"/>
    <w:rsid w:val="008C05CD"/>
    <w:rsid w:val="008C0BC3"/>
    <w:rsid w:val="008C1FDD"/>
    <w:rsid w:val="008C235C"/>
    <w:rsid w:val="008C2A1B"/>
    <w:rsid w:val="008C319A"/>
    <w:rsid w:val="008C3F8C"/>
    <w:rsid w:val="008C412D"/>
    <w:rsid w:val="008C42B7"/>
    <w:rsid w:val="008C4760"/>
    <w:rsid w:val="008C4DC1"/>
    <w:rsid w:val="008C4EFB"/>
    <w:rsid w:val="008C503A"/>
    <w:rsid w:val="008C55B5"/>
    <w:rsid w:val="008C5BD1"/>
    <w:rsid w:val="008C5CBB"/>
    <w:rsid w:val="008C6A00"/>
    <w:rsid w:val="008C7DA0"/>
    <w:rsid w:val="008D0161"/>
    <w:rsid w:val="008D08AB"/>
    <w:rsid w:val="008D1707"/>
    <w:rsid w:val="008D1937"/>
    <w:rsid w:val="008D1CDF"/>
    <w:rsid w:val="008D2366"/>
    <w:rsid w:val="008D3075"/>
    <w:rsid w:val="008D3172"/>
    <w:rsid w:val="008D3338"/>
    <w:rsid w:val="008D4312"/>
    <w:rsid w:val="008D478E"/>
    <w:rsid w:val="008D49A3"/>
    <w:rsid w:val="008D4AA9"/>
    <w:rsid w:val="008D4E62"/>
    <w:rsid w:val="008D5291"/>
    <w:rsid w:val="008D599D"/>
    <w:rsid w:val="008D61B6"/>
    <w:rsid w:val="008D6229"/>
    <w:rsid w:val="008D642E"/>
    <w:rsid w:val="008D6B2C"/>
    <w:rsid w:val="008D6B4F"/>
    <w:rsid w:val="008D6BCD"/>
    <w:rsid w:val="008D6C29"/>
    <w:rsid w:val="008D7308"/>
    <w:rsid w:val="008D74DB"/>
    <w:rsid w:val="008D7631"/>
    <w:rsid w:val="008D7990"/>
    <w:rsid w:val="008D7AB9"/>
    <w:rsid w:val="008D7CF7"/>
    <w:rsid w:val="008E0167"/>
    <w:rsid w:val="008E07AC"/>
    <w:rsid w:val="008E0894"/>
    <w:rsid w:val="008E1BC9"/>
    <w:rsid w:val="008E1D41"/>
    <w:rsid w:val="008E2075"/>
    <w:rsid w:val="008E2C08"/>
    <w:rsid w:val="008E2F2C"/>
    <w:rsid w:val="008E3565"/>
    <w:rsid w:val="008E3A58"/>
    <w:rsid w:val="008E42E2"/>
    <w:rsid w:val="008E5F5E"/>
    <w:rsid w:val="008E610F"/>
    <w:rsid w:val="008E662E"/>
    <w:rsid w:val="008E6D0B"/>
    <w:rsid w:val="008E748F"/>
    <w:rsid w:val="008E7E82"/>
    <w:rsid w:val="008F0CBC"/>
    <w:rsid w:val="008F13C2"/>
    <w:rsid w:val="008F15AA"/>
    <w:rsid w:val="008F27B1"/>
    <w:rsid w:val="008F3230"/>
    <w:rsid w:val="008F337C"/>
    <w:rsid w:val="008F3518"/>
    <w:rsid w:val="008F5026"/>
    <w:rsid w:val="008F5216"/>
    <w:rsid w:val="008F5352"/>
    <w:rsid w:val="008F5410"/>
    <w:rsid w:val="008F5E68"/>
    <w:rsid w:val="008F6009"/>
    <w:rsid w:val="008F61F0"/>
    <w:rsid w:val="008F64DE"/>
    <w:rsid w:val="008F6780"/>
    <w:rsid w:val="008F712D"/>
    <w:rsid w:val="008F76E6"/>
    <w:rsid w:val="008F7768"/>
    <w:rsid w:val="008F77E8"/>
    <w:rsid w:val="008F7939"/>
    <w:rsid w:val="008F79A9"/>
    <w:rsid w:val="00900210"/>
    <w:rsid w:val="0090125E"/>
    <w:rsid w:val="0090130A"/>
    <w:rsid w:val="0090224B"/>
    <w:rsid w:val="009026C3"/>
    <w:rsid w:val="009026F0"/>
    <w:rsid w:val="00902735"/>
    <w:rsid w:val="009028DB"/>
    <w:rsid w:val="00903795"/>
    <w:rsid w:val="00903946"/>
    <w:rsid w:val="009046B6"/>
    <w:rsid w:val="00904749"/>
    <w:rsid w:val="00904A16"/>
    <w:rsid w:val="00905476"/>
    <w:rsid w:val="009059A4"/>
    <w:rsid w:val="0090619D"/>
    <w:rsid w:val="009064C0"/>
    <w:rsid w:val="0090694D"/>
    <w:rsid w:val="00907D3B"/>
    <w:rsid w:val="00910928"/>
    <w:rsid w:val="00910C74"/>
    <w:rsid w:val="00911901"/>
    <w:rsid w:val="00911A45"/>
    <w:rsid w:val="00911D9F"/>
    <w:rsid w:val="00912435"/>
    <w:rsid w:val="00912675"/>
    <w:rsid w:val="00912B9C"/>
    <w:rsid w:val="00912C49"/>
    <w:rsid w:val="00912FC9"/>
    <w:rsid w:val="0091342B"/>
    <w:rsid w:val="00913ACE"/>
    <w:rsid w:val="00913B29"/>
    <w:rsid w:val="009140E8"/>
    <w:rsid w:val="00914D38"/>
    <w:rsid w:val="00915CB2"/>
    <w:rsid w:val="00915FE8"/>
    <w:rsid w:val="009160ED"/>
    <w:rsid w:val="00916952"/>
    <w:rsid w:val="009170AB"/>
    <w:rsid w:val="009175D4"/>
    <w:rsid w:val="0091772B"/>
    <w:rsid w:val="00917B88"/>
    <w:rsid w:val="00917F16"/>
    <w:rsid w:val="009201A5"/>
    <w:rsid w:val="00920DDC"/>
    <w:rsid w:val="00920DF4"/>
    <w:rsid w:val="00920FA5"/>
    <w:rsid w:val="00921256"/>
    <w:rsid w:val="0092134F"/>
    <w:rsid w:val="009214B4"/>
    <w:rsid w:val="00921540"/>
    <w:rsid w:val="00922122"/>
    <w:rsid w:val="00922C35"/>
    <w:rsid w:val="0092308E"/>
    <w:rsid w:val="009233FC"/>
    <w:rsid w:val="00923BF4"/>
    <w:rsid w:val="00923CD1"/>
    <w:rsid w:val="00923DA2"/>
    <w:rsid w:val="0092447C"/>
    <w:rsid w:val="00925079"/>
    <w:rsid w:val="009256CD"/>
    <w:rsid w:val="0092598F"/>
    <w:rsid w:val="00925B5B"/>
    <w:rsid w:val="00925E34"/>
    <w:rsid w:val="00926053"/>
    <w:rsid w:val="00926305"/>
    <w:rsid w:val="009266A2"/>
    <w:rsid w:val="009271EE"/>
    <w:rsid w:val="009272DF"/>
    <w:rsid w:val="00927A62"/>
    <w:rsid w:val="00927E4E"/>
    <w:rsid w:val="00930230"/>
    <w:rsid w:val="009302F7"/>
    <w:rsid w:val="009303FA"/>
    <w:rsid w:val="009305B4"/>
    <w:rsid w:val="00930EF5"/>
    <w:rsid w:val="009319FA"/>
    <w:rsid w:val="00931BBB"/>
    <w:rsid w:val="00931F11"/>
    <w:rsid w:val="00932389"/>
    <w:rsid w:val="00932689"/>
    <w:rsid w:val="00932853"/>
    <w:rsid w:val="00932CDD"/>
    <w:rsid w:val="00932DB5"/>
    <w:rsid w:val="00932DC1"/>
    <w:rsid w:val="00932DC7"/>
    <w:rsid w:val="0093336D"/>
    <w:rsid w:val="0093337F"/>
    <w:rsid w:val="0093442C"/>
    <w:rsid w:val="00934521"/>
    <w:rsid w:val="0093455F"/>
    <w:rsid w:val="00934714"/>
    <w:rsid w:val="00934878"/>
    <w:rsid w:val="00935122"/>
    <w:rsid w:val="009359E1"/>
    <w:rsid w:val="00936591"/>
    <w:rsid w:val="00936601"/>
    <w:rsid w:val="009366CC"/>
    <w:rsid w:val="009369A5"/>
    <w:rsid w:val="009372E4"/>
    <w:rsid w:val="00937489"/>
    <w:rsid w:val="009379AC"/>
    <w:rsid w:val="00940001"/>
    <w:rsid w:val="0094048C"/>
    <w:rsid w:val="0094095D"/>
    <w:rsid w:val="0094137D"/>
    <w:rsid w:val="00941459"/>
    <w:rsid w:val="00942E63"/>
    <w:rsid w:val="00943041"/>
    <w:rsid w:val="009437BA"/>
    <w:rsid w:val="00943847"/>
    <w:rsid w:val="009447C0"/>
    <w:rsid w:val="00944A4A"/>
    <w:rsid w:val="00945709"/>
    <w:rsid w:val="009465F2"/>
    <w:rsid w:val="00946BA8"/>
    <w:rsid w:val="00946C1B"/>
    <w:rsid w:val="00946EE6"/>
    <w:rsid w:val="00946FA3"/>
    <w:rsid w:val="0094760F"/>
    <w:rsid w:val="00947629"/>
    <w:rsid w:val="00947BCA"/>
    <w:rsid w:val="0095009E"/>
    <w:rsid w:val="009504C6"/>
    <w:rsid w:val="00950C25"/>
    <w:rsid w:val="00951306"/>
    <w:rsid w:val="009524B4"/>
    <w:rsid w:val="0095525F"/>
    <w:rsid w:val="0095539C"/>
    <w:rsid w:val="009554B2"/>
    <w:rsid w:val="009556FB"/>
    <w:rsid w:val="009559FA"/>
    <w:rsid w:val="00956239"/>
    <w:rsid w:val="00956502"/>
    <w:rsid w:val="00956790"/>
    <w:rsid w:val="009569F9"/>
    <w:rsid w:val="00956E43"/>
    <w:rsid w:val="009571F3"/>
    <w:rsid w:val="009601F7"/>
    <w:rsid w:val="0096070A"/>
    <w:rsid w:val="00960890"/>
    <w:rsid w:val="00960B17"/>
    <w:rsid w:val="00961516"/>
    <w:rsid w:val="009616B6"/>
    <w:rsid w:val="009620DE"/>
    <w:rsid w:val="00962BBE"/>
    <w:rsid w:val="00962F20"/>
    <w:rsid w:val="009639A8"/>
    <w:rsid w:val="00964ED1"/>
    <w:rsid w:val="00965B4A"/>
    <w:rsid w:val="00965DDC"/>
    <w:rsid w:val="0096625D"/>
    <w:rsid w:val="0096701B"/>
    <w:rsid w:val="0096750D"/>
    <w:rsid w:val="00970CC1"/>
    <w:rsid w:val="009715BF"/>
    <w:rsid w:val="00971D3A"/>
    <w:rsid w:val="009723F7"/>
    <w:rsid w:val="0097240F"/>
    <w:rsid w:val="00972ABB"/>
    <w:rsid w:val="009731BD"/>
    <w:rsid w:val="009739E7"/>
    <w:rsid w:val="0097558C"/>
    <w:rsid w:val="00975DE4"/>
    <w:rsid w:val="00975F3F"/>
    <w:rsid w:val="00976A85"/>
    <w:rsid w:val="00977B56"/>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1F"/>
    <w:rsid w:val="009876D6"/>
    <w:rsid w:val="00987880"/>
    <w:rsid w:val="00987C66"/>
    <w:rsid w:val="00987E46"/>
    <w:rsid w:val="00987EE2"/>
    <w:rsid w:val="00990309"/>
    <w:rsid w:val="00990A53"/>
    <w:rsid w:val="009911B4"/>
    <w:rsid w:val="00991663"/>
    <w:rsid w:val="00991D7F"/>
    <w:rsid w:val="00992E82"/>
    <w:rsid w:val="00992FEE"/>
    <w:rsid w:val="009935E8"/>
    <w:rsid w:val="00993AB6"/>
    <w:rsid w:val="009940CC"/>
    <w:rsid w:val="009947EF"/>
    <w:rsid w:val="00995F73"/>
    <w:rsid w:val="00996113"/>
    <w:rsid w:val="009962C0"/>
    <w:rsid w:val="00996AFB"/>
    <w:rsid w:val="00997865"/>
    <w:rsid w:val="009A0976"/>
    <w:rsid w:val="009A1313"/>
    <w:rsid w:val="009A1B2C"/>
    <w:rsid w:val="009A1EA6"/>
    <w:rsid w:val="009A2217"/>
    <w:rsid w:val="009A2F59"/>
    <w:rsid w:val="009A50E2"/>
    <w:rsid w:val="009A5219"/>
    <w:rsid w:val="009A5BA4"/>
    <w:rsid w:val="009A5D06"/>
    <w:rsid w:val="009A62E9"/>
    <w:rsid w:val="009A659C"/>
    <w:rsid w:val="009A6676"/>
    <w:rsid w:val="009A7049"/>
    <w:rsid w:val="009A718A"/>
    <w:rsid w:val="009B0596"/>
    <w:rsid w:val="009B0B82"/>
    <w:rsid w:val="009B1C64"/>
    <w:rsid w:val="009B1E2B"/>
    <w:rsid w:val="009B216C"/>
    <w:rsid w:val="009B244E"/>
    <w:rsid w:val="009B3789"/>
    <w:rsid w:val="009B4881"/>
    <w:rsid w:val="009B4BC5"/>
    <w:rsid w:val="009B4BEB"/>
    <w:rsid w:val="009B4EA7"/>
    <w:rsid w:val="009B4F1C"/>
    <w:rsid w:val="009B527D"/>
    <w:rsid w:val="009B52B7"/>
    <w:rsid w:val="009B580D"/>
    <w:rsid w:val="009B5AFB"/>
    <w:rsid w:val="009B5D80"/>
    <w:rsid w:val="009B6E06"/>
    <w:rsid w:val="009B7B53"/>
    <w:rsid w:val="009C0032"/>
    <w:rsid w:val="009C02E3"/>
    <w:rsid w:val="009C0830"/>
    <w:rsid w:val="009C1641"/>
    <w:rsid w:val="009C173C"/>
    <w:rsid w:val="009C33F2"/>
    <w:rsid w:val="009C35DF"/>
    <w:rsid w:val="009C365C"/>
    <w:rsid w:val="009C39A4"/>
    <w:rsid w:val="009C4532"/>
    <w:rsid w:val="009C45D4"/>
    <w:rsid w:val="009C4754"/>
    <w:rsid w:val="009C5B85"/>
    <w:rsid w:val="009C5C0D"/>
    <w:rsid w:val="009C5FC1"/>
    <w:rsid w:val="009C5FF7"/>
    <w:rsid w:val="009C6A02"/>
    <w:rsid w:val="009C7294"/>
    <w:rsid w:val="009D03FE"/>
    <w:rsid w:val="009D09A8"/>
    <w:rsid w:val="009D120C"/>
    <w:rsid w:val="009D15BB"/>
    <w:rsid w:val="009D1F66"/>
    <w:rsid w:val="009D2FDB"/>
    <w:rsid w:val="009D3C68"/>
    <w:rsid w:val="009D3CCC"/>
    <w:rsid w:val="009D3D0C"/>
    <w:rsid w:val="009D3E90"/>
    <w:rsid w:val="009D40E6"/>
    <w:rsid w:val="009D4B6C"/>
    <w:rsid w:val="009D4E33"/>
    <w:rsid w:val="009D53F8"/>
    <w:rsid w:val="009D56B7"/>
    <w:rsid w:val="009D6D64"/>
    <w:rsid w:val="009D7371"/>
    <w:rsid w:val="009D753D"/>
    <w:rsid w:val="009D7542"/>
    <w:rsid w:val="009D7D4F"/>
    <w:rsid w:val="009E0080"/>
    <w:rsid w:val="009E0850"/>
    <w:rsid w:val="009E1183"/>
    <w:rsid w:val="009E205B"/>
    <w:rsid w:val="009E23DB"/>
    <w:rsid w:val="009E2BBE"/>
    <w:rsid w:val="009E3109"/>
    <w:rsid w:val="009E3D37"/>
    <w:rsid w:val="009E3FF3"/>
    <w:rsid w:val="009E411B"/>
    <w:rsid w:val="009E4170"/>
    <w:rsid w:val="009E41D9"/>
    <w:rsid w:val="009E44BA"/>
    <w:rsid w:val="009E4E86"/>
    <w:rsid w:val="009E591F"/>
    <w:rsid w:val="009E5C9D"/>
    <w:rsid w:val="009E5CA0"/>
    <w:rsid w:val="009E5F84"/>
    <w:rsid w:val="009E6B5D"/>
    <w:rsid w:val="009E72E9"/>
    <w:rsid w:val="009E7386"/>
    <w:rsid w:val="009E7505"/>
    <w:rsid w:val="009E75CE"/>
    <w:rsid w:val="009E791E"/>
    <w:rsid w:val="009F072F"/>
    <w:rsid w:val="009F10B8"/>
    <w:rsid w:val="009F12D1"/>
    <w:rsid w:val="009F13D4"/>
    <w:rsid w:val="009F1AE1"/>
    <w:rsid w:val="009F1DC4"/>
    <w:rsid w:val="009F40CA"/>
    <w:rsid w:val="009F4506"/>
    <w:rsid w:val="009F48F2"/>
    <w:rsid w:val="009F4A21"/>
    <w:rsid w:val="009F4A39"/>
    <w:rsid w:val="009F5009"/>
    <w:rsid w:val="009F5153"/>
    <w:rsid w:val="009F5801"/>
    <w:rsid w:val="009F58E5"/>
    <w:rsid w:val="009F5F2C"/>
    <w:rsid w:val="009F5FA8"/>
    <w:rsid w:val="009F60CD"/>
    <w:rsid w:val="009F65D8"/>
    <w:rsid w:val="009F67E7"/>
    <w:rsid w:val="009F6A88"/>
    <w:rsid w:val="009F704C"/>
    <w:rsid w:val="009F775E"/>
    <w:rsid w:val="00A00202"/>
    <w:rsid w:val="00A002A0"/>
    <w:rsid w:val="00A00944"/>
    <w:rsid w:val="00A00BD3"/>
    <w:rsid w:val="00A015E1"/>
    <w:rsid w:val="00A01D98"/>
    <w:rsid w:val="00A021D8"/>
    <w:rsid w:val="00A022FD"/>
    <w:rsid w:val="00A0230C"/>
    <w:rsid w:val="00A02353"/>
    <w:rsid w:val="00A02863"/>
    <w:rsid w:val="00A02EB9"/>
    <w:rsid w:val="00A03BAB"/>
    <w:rsid w:val="00A04991"/>
    <w:rsid w:val="00A050D4"/>
    <w:rsid w:val="00A051FD"/>
    <w:rsid w:val="00A058C9"/>
    <w:rsid w:val="00A05E77"/>
    <w:rsid w:val="00A06273"/>
    <w:rsid w:val="00A06C2D"/>
    <w:rsid w:val="00A06CFF"/>
    <w:rsid w:val="00A06D5F"/>
    <w:rsid w:val="00A079D1"/>
    <w:rsid w:val="00A07F62"/>
    <w:rsid w:val="00A101D6"/>
    <w:rsid w:val="00A1044D"/>
    <w:rsid w:val="00A110B2"/>
    <w:rsid w:val="00A12348"/>
    <w:rsid w:val="00A127B4"/>
    <w:rsid w:val="00A12952"/>
    <w:rsid w:val="00A132D4"/>
    <w:rsid w:val="00A135A9"/>
    <w:rsid w:val="00A13797"/>
    <w:rsid w:val="00A138DD"/>
    <w:rsid w:val="00A13CCF"/>
    <w:rsid w:val="00A143C6"/>
    <w:rsid w:val="00A15414"/>
    <w:rsid w:val="00A155BC"/>
    <w:rsid w:val="00A15654"/>
    <w:rsid w:val="00A16230"/>
    <w:rsid w:val="00A16857"/>
    <w:rsid w:val="00A17C26"/>
    <w:rsid w:val="00A17CDB"/>
    <w:rsid w:val="00A17E1C"/>
    <w:rsid w:val="00A20076"/>
    <w:rsid w:val="00A203FD"/>
    <w:rsid w:val="00A20DF3"/>
    <w:rsid w:val="00A22F81"/>
    <w:rsid w:val="00A22FB6"/>
    <w:rsid w:val="00A23780"/>
    <w:rsid w:val="00A239BF"/>
    <w:rsid w:val="00A23C2D"/>
    <w:rsid w:val="00A241B3"/>
    <w:rsid w:val="00A24655"/>
    <w:rsid w:val="00A24672"/>
    <w:rsid w:val="00A247E9"/>
    <w:rsid w:val="00A24F9A"/>
    <w:rsid w:val="00A25089"/>
    <w:rsid w:val="00A25714"/>
    <w:rsid w:val="00A26417"/>
    <w:rsid w:val="00A267B6"/>
    <w:rsid w:val="00A26EE4"/>
    <w:rsid w:val="00A27CF2"/>
    <w:rsid w:val="00A27E69"/>
    <w:rsid w:val="00A30419"/>
    <w:rsid w:val="00A3074E"/>
    <w:rsid w:val="00A30D52"/>
    <w:rsid w:val="00A30E56"/>
    <w:rsid w:val="00A31951"/>
    <w:rsid w:val="00A31C8C"/>
    <w:rsid w:val="00A31E36"/>
    <w:rsid w:val="00A32232"/>
    <w:rsid w:val="00A3239F"/>
    <w:rsid w:val="00A326F9"/>
    <w:rsid w:val="00A32D7F"/>
    <w:rsid w:val="00A32E9B"/>
    <w:rsid w:val="00A32F46"/>
    <w:rsid w:val="00A333EB"/>
    <w:rsid w:val="00A33547"/>
    <w:rsid w:val="00A33585"/>
    <w:rsid w:val="00A33BCA"/>
    <w:rsid w:val="00A33E98"/>
    <w:rsid w:val="00A34C7D"/>
    <w:rsid w:val="00A35273"/>
    <w:rsid w:val="00A35514"/>
    <w:rsid w:val="00A355A4"/>
    <w:rsid w:val="00A35672"/>
    <w:rsid w:val="00A35957"/>
    <w:rsid w:val="00A35B5B"/>
    <w:rsid w:val="00A36476"/>
    <w:rsid w:val="00A36B81"/>
    <w:rsid w:val="00A371CF"/>
    <w:rsid w:val="00A37880"/>
    <w:rsid w:val="00A40078"/>
    <w:rsid w:val="00A40143"/>
    <w:rsid w:val="00A4029A"/>
    <w:rsid w:val="00A407FC"/>
    <w:rsid w:val="00A408A7"/>
    <w:rsid w:val="00A40936"/>
    <w:rsid w:val="00A416D2"/>
    <w:rsid w:val="00A41A5A"/>
    <w:rsid w:val="00A41B2F"/>
    <w:rsid w:val="00A41B95"/>
    <w:rsid w:val="00A420FC"/>
    <w:rsid w:val="00A42331"/>
    <w:rsid w:val="00A4281A"/>
    <w:rsid w:val="00A44670"/>
    <w:rsid w:val="00A459AF"/>
    <w:rsid w:val="00A45BFB"/>
    <w:rsid w:val="00A4648A"/>
    <w:rsid w:val="00A46638"/>
    <w:rsid w:val="00A46DAA"/>
    <w:rsid w:val="00A47272"/>
    <w:rsid w:val="00A475DD"/>
    <w:rsid w:val="00A4782E"/>
    <w:rsid w:val="00A47D2D"/>
    <w:rsid w:val="00A505AF"/>
    <w:rsid w:val="00A50903"/>
    <w:rsid w:val="00A515F7"/>
    <w:rsid w:val="00A518D2"/>
    <w:rsid w:val="00A5211E"/>
    <w:rsid w:val="00A524D0"/>
    <w:rsid w:val="00A5277A"/>
    <w:rsid w:val="00A52FB9"/>
    <w:rsid w:val="00A537F3"/>
    <w:rsid w:val="00A53A39"/>
    <w:rsid w:val="00A54E3A"/>
    <w:rsid w:val="00A551A3"/>
    <w:rsid w:val="00A557B0"/>
    <w:rsid w:val="00A55855"/>
    <w:rsid w:val="00A55E2C"/>
    <w:rsid w:val="00A55ED0"/>
    <w:rsid w:val="00A55F0F"/>
    <w:rsid w:val="00A56223"/>
    <w:rsid w:val="00A56238"/>
    <w:rsid w:val="00A56602"/>
    <w:rsid w:val="00A56DF8"/>
    <w:rsid w:val="00A60221"/>
    <w:rsid w:val="00A60FB0"/>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BD7"/>
    <w:rsid w:val="00A64D3A"/>
    <w:rsid w:val="00A64E60"/>
    <w:rsid w:val="00A652C1"/>
    <w:rsid w:val="00A65582"/>
    <w:rsid w:val="00A65892"/>
    <w:rsid w:val="00A67B92"/>
    <w:rsid w:val="00A70459"/>
    <w:rsid w:val="00A704FE"/>
    <w:rsid w:val="00A7068C"/>
    <w:rsid w:val="00A70A06"/>
    <w:rsid w:val="00A71DD3"/>
    <w:rsid w:val="00A720AF"/>
    <w:rsid w:val="00A72AF5"/>
    <w:rsid w:val="00A731C7"/>
    <w:rsid w:val="00A736C9"/>
    <w:rsid w:val="00A74079"/>
    <w:rsid w:val="00A74190"/>
    <w:rsid w:val="00A74860"/>
    <w:rsid w:val="00A74C63"/>
    <w:rsid w:val="00A752FE"/>
    <w:rsid w:val="00A75BA4"/>
    <w:rsid w:val="00A75D40"/>
    <w:rsid w:val="00A7624D"/>
    <w:rsid w:val="00A76374"/>
    <w:rsid w:val="00A7647A"/>
    <w:rsid w:val="00A773D5"/>
    <w:rsid w:val="00A80522"/>
    <w:rsid w:val="00A8089F"/>
    <w:rsid w:val="00A81733"/>
    <w:rsid w:val="00A81E65"/>
    <w:rsid w:val="00A81EB4"/>
    <w:rsid w:val="00A8295B"/>
    <w:rsid w:val="00A83455"/>
    <w:rsid w:val="00A83D71"/>
    <w:rsid w:val="00A8470A"/>
    <w:rsid w:val="00A8486E"/>
    <w:rsid w:val="00A85A7A"/>
    <w:rsid w:val="00A85EA5"/>
    <w:rsid w:val="00A8617E"/>
    <w:rsid w:val="00A86BDD"/>
    <w:rsid w:val="00A86D49"/>
    <w:rsid w:val="00A86E90"/>
    <w:rsid w:val="00A87625"/>
    <w:rsid w:val="00A87939"/>
    <w:rsid w:val="00A87A6D"/>
    <w:rsid w:val="00A904A1"/>
    <w:rsid w:val="00A90A1E"/>
    <w:rsid w:val="00A90A7E"/>
    <w:rsid w:val="00A915E2"/>
    <w:rsid w:val="00A91905"/>
    <w:rsid w:val="00A9197A"/>
    <w:rsid w:val="00A9228B"/>
    <w:rsid w:val="00A92525"/>
    <w:rsid w:val="00A92CBF"/>
    <w:rsid w:val="00A92E21"/>
    <w:rsid w:val="00A93196"/>
    <w:rsid w:val="00A93418"/>
    <w:rsid w:val="00A943E4"/>
    <w:rsid w:val="00A950DC"/>
    <w:rsid w:val="00A95443"/>
    <w:rsid w:val="00A96884"/>
    <w:rsid w:val="00A9690F"/>
    <w:rsid w:val="00A97396"/>
    <w:rsid w:val="00A975DE"/>
    <w:rsid w:val="00A9780A"/>
    <w:rsid w:val="00A97C6C"/>
    <w:rsid w:val="00AA008C"/>
    <w:rsid w:val="00AA01B5"/>
    <w:rsid w:val="00AA0302"/>
    <w:rsid w:val="00AA0D09"/>
    <w:rsid w:val="00AA1C5C"/>
    <w:rsid w:val="00AA20EF"/>
    <w:rsid w:val="00AA2655"/>
    <w:rsid w:val="00AA279B"/>
    <w:rsid w:val="00AA2DF0"/>
    <w:rsid w:val="00AA3800"/>
    <w:rsid w:val="00AA39AB"/>
    <w:rsid w:val="00AA3A89"/>
    <w:rsid w:val="00AA5442"/>
    <w:rsid w:val="00AA5738"/>
    <w:rsid w:val="00AA5D5C"/>
    <w:rsid w:val="00AA63A7"/>
    <w:rsid w:val="00AA6AEA"/>
    <w:rsid w:val="00AA70F2"/>
    <w:rsid w:val="00AA710C"/>
    <w:rsid w:val="00AA795D"/>
    <w:rsid w:val="00AA7BBB"/>
    <w:rsid w:val="00AB0290"/>
    <w:rsid w:val="00AB10D7"/>
    <w:rsid w:val="00AB10E5"/>
    <w:rsid w:val="00AB1158"/>
    <w:rsid w:val="00AB1206"/>
    <w:rsid w:val="00AB15BB"/>
    <w:rsid w:val="00AB1ADA"/>
    <w:rsid w:val="00AB1BDB"/>
    <w:rsid w:val="00AB1CEE"/>
    <w:rsid w:val="00AB1DA6"/>
    <w:rsid w:val="00AB1E54"/>
    <w:rsid w:val="00AB2228"/>
    <w:rsid w:val="00AB26DC"/>
    <w:rsid w:val="00AB2F09"/>
    <w:rsid w:val="00AB2FB6"/>
    <w:rsid w:val="00AB3882"/>
    <w:rsid w:val="00AB3DD1"/>
    <w:rsid w:val="00AB3FF5"/>
    <w:rsid w:val="00AB42F3"/>
    <w:rsid w:val="00AB4574"/>
    <w:rsid w:val="00AB45D0"/>
    <w:rsid w:val="00AB462A"/>
    <w:rsid w:val="00AB4715"/>
    <w:rsid w:val="00AB4751"/>
    <w:rsid w:val="00AB4845"/>
    <w:rsid w:val="00AB5760"/>
    <w:rsid w:val="00AB5C0E"/>
    <w:rsid w:val="00AB5CDA"/>
    <w:rsid w:val="00AB5CE0"/>
    <w:rsid w:val="00AB5E9D"/>
    <w:rsid w:val="00AB636D"/>
    <w:rsid w:val="00AB6AB7"/>
    <w:rsid w:val="00AB6C35"/>
    <w:rsid w:val="00AB7126"/>
    <w:rsid w:val="00AB770E"/>
    <w:rsid w:val="00AB78C8"/>
    <w:rsid w:val="00AB7BC6"/>
    <w:rsid w:val="00AB7E3B"/>
    <w:rsid w:val="00AC0455"/>
    <w:rsid w:val="00AC0C5A"/>
    <w:rsid w:val="00AC0EDE"/>
    <w:rsid w:val="00AC0F99"/>
    <w:rsid w:val="00AC133E"/>
    <w:rsid w:val="00AC190E"/>
    <w:rsid w:val="00AC1C30"/>
    <w:rsid w:val="00AC1F32"/>
    <w:rsid w:val="00AC2FA3"/>
    <w:rsid w:val="00AC34AC"/>
    <w:rsid w:val="00AC4174"/>
    <w:rsid w:val="00AC45F6"/>
    <w:rsid w:val="00AC4C7C"/>
    <w:rsid w:val="00AC4FB4"/>
    <w:rsid w:val="00AC6DE2"/>
    <w:rsid w:val="00AC74DD"/>
    <w:rsid w:val="00AC75C3"/>
    <w:rsid w:val="00AC79F6"/>
    <w:rsid w:val="00AC7C3F"/>
    <w:rsid w:val="00AC7DBC"/>
    <w:rsid w:val="00AC7E0E"/>
    <w:rsid w:val="00AC7F9D"/>
    <w:rsid w:val="00AD010E"/>
    <w:rsid w:val="00AD05BC"/>
    <w:rsid w:val="00AD077F"/>
    <w:rsid w:val="00AD0FD8"/>
    <w:rsid w:val="00AD117C"/>
    <w:rsid w:val="00AD15DC"/>
    <w:rsid w:val="00AD1E39"/>
    <w:rsid w:val="00AD20D5"/>
    <w:rsid w:val="00AD2825"/>
    <w:rsid w:val="00AD3583"/>
    <w:rsid w:val="00AD3E23"/>
    <w:rsid w:val="00AD43FE"/>
    <w:rsid w:val="00AD4722"/>
    <w:rsid w:val="00AD4B53"/>
    <w:rsid w:val="00AD5290"/>
    <w:rsid w:val="00AD59F4"/>
    <w:rsid w:val="00AD5A31"/>
    <w:rsid w:val="00AD5A66"/>
    <w:rsid w:val="00AD5B33"/>
    <w:rsid w:val="00AD5D59"/>
    <w:rsid w:val="00AD5EBF"/>
    <w:rsid w:val="00AD5FDA"/>
    <w:rsid w:val="00AD6334"/>
    <w:rsid w:val="00AD6FDB"/>
    <w:rsid w:val="00AD7B7F"/>
    <w:rsid w:val="00AE004E"/>
    <w:rsid w:val="00AE03B1"/>
    <w:rsid w:val="00AE05FD"/>
    <w:rsid w:val="00AE0E33"/>
    <w:rsid w:val="00AE1C8D"/>
    <w:rsid w:val="00AE1EC5"/>
    <w:rsid w:val="00AE1FAB"/>
    <w:rsid w:val="00AE2622"/>
    <w:rsid w:val="00AE2B69"/>
    <w:rsid w:val="00AE3DD7"/>
    <w:rsid w:val="00AE3DF8"/>
    <w:rsid w:val="00AE453D"/>
    <w:rsid w:val="00AE5425"/>
    <w:rsid w:val="00AE6457"/>
    <w:rsid w:val="00AE67D3"/>
    <w:rsid w:val="00AE6EAB"/>
    <w:rsid w:val="00AE7603"/>
    <w:rsid w:val="00AF107F"/>
    <w:rsid w:val="00AF1402"/>
    <w:rsid w:val="00AF1E69"/>
    <w:rsid w:val="00AF2053"/>
    <w:rsid w:val="00AF296C"/>
    <w:rsid w:val="00AF2B47"/>
    <w:rsid w:val="00AF2D30"/>
    <w:rsid w:val="00AF32E2"/>
    <w:rsid w:val="00AF33EC"/>
    <w:rsid w:val="00AF34B0"/>
    <w:rsid w:val="00AF3A80"/>
    <w:rsid w:val="00AF3D4F"/>
    <w:rsid w:val="00AF3EA5"/>
    <w:rsid w:val="00AF43EE"/>
    <w:rsid w:val="00AF4613"/>
    <w:rsid w:val="00AF4DA6"/>
    <w:rsid w:val="00AF5A48"/>
    <w:rsid w:val="00AF615D"/>
    <w:rsid w:val="00AF7FED"/>
    <w:rsid w:val="00B01A58"/>
    <w:rsid w:val="00B02048"/>
    <w:rsid w:val="00B026D4"/>
    <w:rsid w:val="00B02ED1"/>
    <w:rsid w:val="00B03450"/>
    <w:rsid w:val="00B038E3"/>
    <w:rsid w:val="00B048FA"/>
    <w:rsid w:val="00B05477"/>
    <w:rsid w:val="00B059CC"/>
    <w:rsid w:val="00B06382"/>
    <w:rsid w:val="00B067A1"/>
    <w:rsid w:val="00B06F20"/>
    <w:rsid w:val="00B078D4"/>
    <w:rsid w:val="00B07976"/>
    <w:rsid w:val="00B10219"/>
    <w:rsid w:val="00B10F11"/>
    <w:rsid w:val="00B1196F"/>
    <w:rsid w:val="00B11ECB"/>
    <w:rsid w:val="00B12CEB"/>
    <w:rsid w:val="00B12D5A"/>
    <w:rsid w:val="00B13141"/>
    <w:rsid w:val="00B13C24"/>
    <w:rsid w:val="00B146CF"/>
    <w:rsid w:val="00B14A97"/>
    <w:rsid w:val="00B14C9E"/>
    <w:rsid w:val="00B152DD"/>
    <w:rsid w:val="00B154DF"/>
    <w:rsid w:val="00B15AFA"/>
    <w:rsid w:val="00B15B86"/>
    <w:rsid w:val="00B16203"/>
    <w:rsid w:val="00B16493"/>
    <w:rsid w:val="00B16F6B"/>
    <w:rsid w:val="00B1725D"/>
    <w:rsid w:val="00B177F1"/>
    <w:rsid w:val="00B17903"/>
    <w:rsid w:val="00B17BA8"/>
    <w:rsid w:val="00B20633"/>
    <w:rsid w:val="00B21371"/>
    <w:rsid w:val="00B217D3"/>
    <w:rsid w:val="00B217ED"/>
    <w:rsid w:val="00B2184F"/>
    <w:rsid w:val="00B23B2A"/>
    <w:rsid w:val="00B23F1D"/>
    <w:rsid w:val="00B240EE"/>
    <w:rsid w:val="00B24E86"/>
    <w:rsid w:val="00B25273"/>
    <w:rsid w:val="00B25482"/>
    <w:rsid w:val="00B256E3"/>
    <w:rsid w:val="00B258C2"/>
    <w:rsid w:val="00B25D32"/>
    <w:rsid w:val="00B25E85"/>
    <w:rsid w:val="00B27566"/>
    <w:rsid w:val="00B275A2"/>
    <w:rsid w:val="00B27AF4"/>
    <w:rsid w:val="00B30811"/>
    <w:rsid w:val="00B30A7C"/>
    <w:rsid w:val="00B312C4"/>
    <w:rsid w:val="00B318A8"/>
    <w:rsid w:val="00B31D13"/>
    <w:rsid w:val="00B31F04"/>
    <w:rsid w:val="00B32093"/>
    <w:rsid w:val="00B321B3"/>
    <w:rsid w:val="00B324CE"/>
    <w:rsid w:val="00B32A70"/>
    <w:rsid w:val="00B32C4F"/>
    <w:rsid w:val="00B32FF4"/>
    <w:rsid w:val="00B333C3"/>
    <w:rsid w:val="00B33B62"/>
    <w:rsid w:val="00B33C69"/>
    <w:rsid w:val="00B33EB7"/>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CF"/>
    <w:rsid w:val="00B41320"/>
    <w:rsid w:val="00B41529"/>
    <w:rsid w:val="00B41836"/>
    <w:rsid w:val="00B42314"/>
    <w:rsid w:val="00B42F88"/>
    <w:rsid w:val="00B430D3"/>
    <w:rsid w:val="00B43136"/>
    <w:rsid w:val="00B4398B"/>
    <w:rsid w:val="00B44440"/>
    <w:rsid w:val="00B44C14"/>
    <w:rsid w:val="00B44C90"/>
    <w:rsid w:val="00B44F3B"/>
    <w:rsid w:val="00B45560"/>
    <w:rsid w:val="00B46484"/>
    <w:rsid w:val="00B46BD5"/>
    <w:rsid w:val="00B46EC6"/>
    <w:rsid w:val="00B474FE"/>
    <w:rsid w:val="00B47811"/>
    <w:rsid w:val="00B47DB8"/>
    <w:rsid w:val="00B47FB7"/>
    <w:rsid w:val="00B50D61"/>
    <w:rsid w:val="00B51CC9"/>
    <w:rsid w:val="00B52CD4"/>
    <w:rsid w:val="00B52D53"/>
    <w:rsid w:val="00B5307A"/>
    <w:rsid w:val="00B5358A"/>
    <w:rsid w:val="00B5402B"/>
    <w:rsid w:val="00B544FD"/>
    <w:rsid w:val="00B5487E"/>
    <w:rsid w:val="00B549ED"/>
    <w:rsid w:val="00B5554F"/>
    <w:rsid w:val="00B5588A"/>
    <w:rsid w:val="00B55E2E"/>
    <w:rsid w:val="00B569E8"/>
    <w:rsid w:val="00B56ED2"/>
    <w:rsid w:val="00B57086"/>
    <w:rsid w:val="00B572B9"/>
    <w:rsid w:val="00B5787A"/>
    <w:rsid w:val="00B57ECA"/>
    <w:rsid w:val="00B60303"/>
    <w:rsid w:val="00B61C04"/>
    <w:rsid w:val="00B61E8F"/>
    <w:rsid w:val="00B622EA"/>
    <w:rsid w:val="00B62603"/>
    <w:rsid w:val="00B62D4A"/>
    <w:rsid w:val="00B63117"/>
    <w:rsid w:val="00B6311F"/>
    <w:rsid w:val="00B63A82"/>
    <w:rsid w:val="00B63E6C"/>
    <w:rsid w:val="00B64117"/>
    <w:rsid w:val="00B6447F"/>
    <w:rsid w:val="00B64622"/>
    <w:rsid w:val="00B6470A"/>
    <w:rsid w:val="00B64927"/>
    <w:rsid w:val="00B64BD7"/>
    <w:rsid w:val="00B650D2"/>
    <w:rsid w:val="00B65607"/>
    <w:rsid w:val="00B65822"/>
    <w:rsid w:val="00B6635D"/>
    <w:rsid w:val="00B66865"/>
    <w:rsid w:val="00B67791"/>
    <w:rsid w:val="00B67847"/>
    <w:rsid w:val="00B67C59"/>
    <w:rsid w:val="00B708DD"/>
    <w:rsid w:val="00B71157"/>
    <w:rsid w:val="00B716B6"/>
    <w:rsid w:val="00B71B65"/>
    <w:rsid w:val="00B71D29"/>
    <w:rsid w:val="00B71E5F"/>
    <w:rsid w:val="00B721F3"/>
    <w:rsid w:val="00B7225C"/>
    <w:rsid w:val="00B73539"/>
    <w:rsid w:val="00B73A99"/>
    <w:rsid w:val="00B73C9F"/>
    <w:rsid w:val="00B74F02"/>
    <w:rsid w:val="00B74FF6"/>
    <w:rsid w:val="00B75090"/>
    <w:rsid w:val="00B7514C"/>
    <w:rsid w:val="00B75571"/>
    <w:rsid w:val="00B75822"/>
    <w:rsid w:val="00B7589C"/>
    <w:rsid w:val="00B75FA1"/>
    <w:rsid w:val="00B7659A"/>
    <w:rsid w:val="00B7668B"/>
    <w:rsid w:val="00B768FC"/>
    <w:rsid w:val="00B76A54"/>
    <w:rsid w:val="00B77C73"/>
    <w:rsid w:val="00B800C4"/>
    <w:rsid w:val="00B80533"/>
    <w:rsid w:val="00B8119E"/>
    <w:rsid w:val="00B8121B"/>
    <w:rsid w:val="00B815BB"/>
    <w:rsid w:val="00B816A0"/>
    <w:rsid w:val="00B81910"/>
    <w:rsid w:val="00B82137"/>
    <w:rsid w:val="00B8252A"/>
    <w:rsid w:val="00B82F7A"/>
    <w:rsid w:val="00B83EF0"/>
    <w:rsid w:val="00B83FE0"/>
    <w:rsid w:val="00B841C8"/>
    <w:rsid w:val="00B84210"/>
    <w:rsid w:val="00B8462F"/>
    <w:rsid w:val="00B84ECA"/>
    <w:rsid w:val="00B84ED8"/>
    <w:rsid w:val="00B85074"/>
    <w:rsid w:val="00B8538D"/>
    <w:rsid w:val="00B85861"/>
    <w:rsid w:val="00B858F0"/>
    <w:rsid w:val="00B85B71"/>
    <w:rsid w:val="00B86DF3"/>
    <w:rsid w:val="00B86E25"/>
    <w:rsid w:val="00B8715F"/>
    <w:rsid w:val="00B873F0"/>
    <w:rsid w:val="00B8768C"/>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20E"/>
    <w:rsid w:val="00B944BF"/>
    <w:rsid w:val="00B94846"/>
    <w:rsid w:val="00B95242"/>
    <w:rsid w:val="00B95300"/>
    <w:rsid w:val="00B95333"/>
    <w:rsid w:val="00B95795"/>
    <w:rsid w:val="00B95AB6"/>
    <w:rsid w:val="00B971DF"/>
    <w:rsid w:val="00B976D4"/>
    <w:rsid w:val="00B97D89"/>
    <w:rsid w:val="00BA067D"/>
    <w:rsid w:val="00BA153D"/>
    <w:rsid w:val="00BA1627"/>
    <w:rsid w:val="00BA1D38"/>
    <w:rsid w:val="00BA1FEC"/>
    <w:rsid w:val="00BA21F9"/>
    <w:rsid w:val="00BA2BED"/>
    <w:rsid w:val="00BA2DE6"/>
    <w:rsid w:val="00BA3D0A"/>
    <w:rsid w:val="00BA3EA3"/>
    <w:rsid w:val="00BA4239"/>
    <w:rsid w:val="00BA426E"/>
    <w:rsid w:val="00BA4A55"/>
    <w:rsid w:val="00BA50BC"/>
    <w:rsid w:val="00BA51EF"/>
    <w:rsid w:val="00BA53C7"/>
    <w:rsid w:val="00BA551F"/>
    <w:rsid w:val="00BA55D4"/>
    <w:rsid w:val="00BA59D7"/>
    <w:rsid w:val="00BA6527"/>
    <w:rsid w:val="00BA7243"/>
    <w:rsid w:val="00BA7397"/>
    <w:rsid w:val="00BA7635"/>
    <w:rsid w:val="00BA7FB0"/>
    <w:rsid w:val="00BB0293"/>
    <w:rsid w:val="00BB074F"/>
    <w:rsid w:val="00BB0791"/>
    <w:rsid w:val="00BB0DA2"/>
    <w:rsid w:val="00BB0FB5"/>
    <w:rsid w:val="00BB137A"/>
    <w:rsid w:val="00BB199C"/>
    <w:rsid w:val="00BB1DEB"/>
    <w:rsid w:val="00BB2363"/>
    <w:rsid w:val="00BB242A"/>
    <w:rsid w:val="00BB2436"/>
    <w:rsid w:val="00BB25B6"/>
    <w:rsid w:val="00BB289A"/>
    <w:rsid w:val="00BB298C"/>
    <w:rsid w:val="00BB2F9E"/>
    <w:rsid w:val="00BB32D3"/>
    <w:rsid w:val="00BB36F5"/>
    <w:rsid w:val="00BB4CB0"/>
    <w:rsid w:val="00BB4F12"/>
    <w:rsid w:val="00BB53D4"/>
    <w:rsid w:val="00BB56F7"/>
    <w:rsid w:val="00BB5740"/>
    <w:rsid w:val="00BB5DEB"/>
    <w:rsid w:val="00BB646C"/>
    <w:rsid w:val="00BB6530"/>
    <w:rsid w:val="00BB65E2"/>
    <w:rsid w:val="00BB6645"/>
    <w:rsid w:val="00BB6AAB"/>
    <w:rsid w:val="00BB6AE8"/>
    <w:rsid w:val="00BB7343"/>
    <w:rsid w:val="00BC0313"/>
    <w:rsid w:val="00BC0AC8"/>
    <w:rsid w:val="00BC0F62"/>
    <w:rsid w:val="00BC0F71"/>
    <w:rsid w:val="00BC1594"/>
    <w:rsid w:val="00BC29FB"/>
    <w:rsid w:val="00BC2D09"/>
    <w:rsid w:val="00BC2E57"/>
    <w:rsid w:val="00BC2F8D"/>
    <w:rsid w:val="00BC30FE"/>
    <w:rsid w:val="00BC556A"/>
    <w:rsid w:val="00BC5620"/>
    <w:rsid w:val="00BC598A"/>
    <w:rsid w:val="00BC5E1B"/>
    <w:rsid w:val="00BC5F87"/>
    <w:rsid w:val="00BC6070"/>
    <w:rsid w:val="00BC60B9"/>
    <w:rsid w:val="00BC6193"/>
    <w:rsid w:val="00BC6436"/>
    <w:rsid w:val="00BC6D31"/>
    <w:rsid w:val="00BC7005"/>
    <w:rsid w:val="00BC7185"/>
    <w:rsid w:val="00BC725F"/>
    <w:rsid w:val="00BC7473"/>
    <w:rsid w:val="00BD0227"/>
    <w:rsid w:val="00BD0DBD"/>
    <w:rsid w:val="00BD124F"/>
    <w:rsid w:val="00BD1882"/>
    <w:rsid w:val="00BD1EC0"/>
    <w:rsid w:val="00BD253D"/>
    <w:rsid w:val="00BD261F"/>
    <w:rsid w:val="00BD2976"/>
    <w:rsid w:val="00BD2AC0"/>
    <w:rsid w:val="00BD3106"/>
    <w:rsid w:val="00BD3C3B"/>
    <w:rsid w:val="00BD4137"/>
    <w:rsid w:val="00BD42AD"/>
    <w:rsid w:val="00BD4569"/>
    <w:rsid w:val="00BD4B62"/>
    <w:rsid w:val="00BD5852"/>
    <w:rsid w:val="00BD658B"/>
    <w:rsid w:val="00BD6EBA"/>
    <w:rsid w:val="00BD744E"/>
    <w:rsid w:val="00BD7D6C"/>
    <w:rsid w:val="00BE0066"/>
    <w:rsid w:val="00BE088A"/>
    <w:rsid w:val="00BE1453"/>
    <w:rsid w:val="00BE1567"/>
    <w:rsid w:val="00BE32E7"/>
    <w:rsid w:val="00BE389E"/>
    <w:rsid w:val="00BE482E"/>
    <w:rsid w:val="00BE58AF"/>
    <w:rsid w:val="00BE5DBA"/>
    <w:rsid w:val="00BE5FC6"/>
    <w:rsid w:val="00BE6438"/>
    <w:rsid w:val="00BE6874"/>
    <w:rsid w:val="00BE6AD2"/>
    <w:rsid w:val="00BE6C31"/>
    <w:rsid w:val="00BE71C3"/>
    <w:rsid w:val="00BE7451"/>
    <w:rsid w:val="00BE7DF7"/>
    <w:rsid w:val="00BE7EDB"/>
    <w:rsid w:val="00BF0875"/>
    <w:rsid w:val="00BF0A20"/>
    <w:rsid w:val="00BF1367"/>
    <w:rsid w:val="00BF1B5E"/>
    <w:rsid w:val="00BF1BCB"/>
    <w:rsid w:val="00BF21E3"/>
    <w:rsid w:val="00BF2543"/>
    <w:rsid w:val="00BF27D5"/>
    <w:rsid w:val="00BF2C2D"/>
    <w:rsid w:val="00BF35A0"/>
    <w:rsid w:val="00BF3B40"/>
    <w:rsid w:val="00BF3C8C"/>
    <w:rsid w:val="00BF473F"/>
    <w:rsid w:val="00BF4842"/>
    <w:rsid w:val="00BF4E1E"/>
    <w:rsid w:val="00BF5307"/>
    <w:rsid w:val="00BF54D7"/>
    <w:rsid w:val="00BF5802"/>
    <w:rsid w:val="00BF599F"/>
    <w:rsid w:val="00BF6987"/>
    <w:rsid w:val="00BF6AA1"/>
    <w:rsid w:val="00BF6E23"/>
    <w:rsid w:val="00BF6E8B"/>
    <w:rsid w:val="00BF7212"/>
    <w:rsid w:val="00BF77F6"/>
    <w:rsid w:val="00BF790E"/>
    <w:rsid w:val="00BF79B8"/>
    <w:rsid w:val="00BF7F1E"/>
    <w:rsid w:val="00C00108"/>
    <w:rsid w:val="00C004F0"/>
    <w:rsid w:val="00C0051E"/>
    <w:rsid w:val="00C00B5E"/>
    <w:rsid w:val="00C00B7F"/>
    <w:rsid w:val="00C00F71"/>
    <w:rsid w:val="00C0152E"/>
    <w:rsid w:val="00C01B5F"/>
    <w:rsid w:val="00C034C9"/>
    <w:rsid w:val="00C04193"/>
    <w:rsid w:val="00C04D0B"/>
    <w:rsid w:val="00C04DC7"/>
    <w:rsid w:val="00C056C6"/>
    <w:rsid w:val="00C06746"/>
    <w:rsid w:val="00C06BB7"/>
    <w:rsid w:val="00C06D84"/>
    <w:rsid w:val="00C06F1B"/>
    <w:rsid w:val="00C076B5"/>
    <w:rsid w:val="00C105DF"/>
    <w:rsid w:val="00C117EB"/>
    <w:rsid w:val="00C118A3"/>
    <w:rsid w:val="00C120FD"/>
    <w:rsid w:val="00C12CF0"/>
    <w:rsid w:val="00C1339C"/>
    <w:rsid w:val="00C14B17"/>
    <w:rsid w:val="00C15017"/>
    <w:rsid w:val="00C15C72"/>
    <w:rsid w:val="00C15C8B"/>
    <w:rsid w:val="00C1670E"/>
    <w:rsid w:val="00C16D7C"/>
    <w:rsid w:val="00C1703E"/>
    <w:rsid w:val="00C17593"/>
    <w:rsid w:val="00C176FE"/>
    <w:rsid w:val="00C17836"/>
    <w:rsid w:val="00C2027A"/>
    <w:rsid w:val="00C20583"/>
    <w:rsid w:val="00C21071"/>
    <w:rsid w:val="00C21937"/>
    <w:rsid w:val="00C21D34"/>
    <w:rsid w:val="00C22193"/>
    <w:rsid w:val="00C230D7"/>
    <w:rsid w:val="00C232AD"/>
    <w:rsid w:val="00C235E3"/>
    <w:rsid w:val="00C238B5"/>
    <w:rsid w:val="00C2416C"/>
    <w:rsid w:val="00C242C5"/>
    <w:rsid w:val="00C24747"/>
    <w:rsid w:val="00C24877"/>
    <w:rsid w:val="00C25240"/>
    <w:rsid w:val="00C25AE5"/>
    <w:rsid w:val="00C25BF9"/>
    <w:rsid w:val="00C25E1A"/>
    <w:rsid w:val="00C26CCE"/>
    <w:rsid w:val="00C27052"/>
    <w:rsid w:val="00C300B3"/>
    <w:rsid w:val="00C30143"/>
    <w:rsid w:val="00C3126E"/>
    <w:rsid w:val="00C3162A"/>
    <w:rsid w:val="00C31ADB"/>
    <w:rsid w:val="00C32467"/>
    <w:rsid w:val="00C334B6"/>
    <w:rsid w:val="00C335DC"/>
    <w:rsid w:val="00C33658"/>
    <w:rsid w:val="00C33DC4"/>
    <w:rsid w:val="00C34382"/>
    <w:rsid w:val="00C34B60"/>
    <w:rsid w:val="00C34EC2"/>
    <w:rsid w:val="00C351C1"/>
    <w:rsid w:val="00C356FC"/>
    <w:rsid w:val="00C3573E"/>
    <w:rsid w:val="00C35BA5"/>
    <w:rsid w:val="00C36172"/>
    <w:rsid w:val="00C36EAE"/>
    <w:rsid w:val="00C37273"/>
    <w:rsid w:val="00C3795A"/>
    <w:rsid w:val="00C40903"/>
    <w:rsid w:val="00C40BE7"/>
    <w:rsid w:val="00C40C31"/>
    <w:rsid w:val="00C4118D"/>
    <w:rsid w:val="00C41C79"/>
    <w:rsid w:val="00C41DA7"/>
    <w:rsid w:val="00C42240"/>
    <w:rsid w:val="00C423C4"/>
    <w:rsid w:val="00C42901"/>
    <w:rsid w:val="00C4382D"/>
    <w:rsid w:val="00C44880"/>
    <w:rsid w:val="00C44F1B"/>
    <w:rsid w:val="00C45123"/>
    <w:rsid w:val="00C451FA"/>
    <w:rsid w:val="00C45310"/>
    <w:rsid w:val="00C458D6"/>
    <w:rsid w:val="00C45936"/>
    <w:rsid w:val="00C45C74"/>
    <w:rsid w:val="00C45EB9"/>
    <w:rsid w:val="00C46751"/>
    <w:rsid w:val="00C46AE8"/>
    <w:rsid w:val="00C46D18"/>
    <w:rsid w:val="00C46E84"/>
    <w:rsid w:val="00C50084"/>
    <w:rsid w:val="00C51469"/>
    <w:rsid w:val="00C5187A"/>
    <w:rsid w:val="00C5271F"/>
    <w:rsid w:val="00C55802"/>
    <w:rsid w:val="00C55F32"/>
    <w:rsid w:val="00C561F0"/>
    <w:rsid w:val="00C5688D"/>
    <w:rsid w:val="00C5702D"/>
    <w:rsid w:val="00C572E9"/>
    <w:rsid w:val="00C578E0"/>
    <w:rsid w:val="00C60A65"/>
    <w:rsid w:val="00C61514"/>
    <w:rsid w:val="00C61BDD"/>
    <w:rsid w:val="00C62936"/>
    <w:rsid w:val="00C62A2F"/>
    <w:rsid w:val="00C62BE4"/>
    <w:rsid w:val="00C63357"/>
    <w:rsid w:val="00C63463"/>
    <w:rsid w:val="00C6490A"/>
    <w:rsid w:val="00C64F8E"/>
    <w:rsid w:val="00C65386"/>
    <w:rsid w:val="00C65479"/>
    <w:rsid w:val="00C664BC"/>
    <w:rsid w:val="00C66C05"/>
    <w:rsid w:val="00C6756A"/>
    <w:rsid w:val="00C7092D"/>
    <w:rsid w:val="00C70E08"/>
    <w:rsid w:val="00C70F2B"/>
    <w:rsid w:val="00C727B9"/>
    <w:rsid w:val="00C7286F"/>
    <w:rsid w:val="00C72912"/>
    <w:rsid w:val="00C73849"/>
    <w:rsid w:val="00C73F9C"/>
    <w:rsid w:val="00C740AC"/>
    <w:rsid w:val="00C744BF"/>
    <w:rsid w:val="00C74AC1"/>
    <w:rsid w:val="00C75280"/>
    <w:rsid w:val="00C75481"/>
    <w:rsid w:val="00C7557F"/>
    <w:rsid w:val="00C75E14"/>
    <w:rsid w:val="00C75FB9"/>
    <w:rsid w:val="00C76014"/>
    <w:rsid w:val="00C766C5"/>
    <w:rsid w:val="00C766C9"/>
    <w:rsid w:val="00C77409"/>
    <w:rsid w:val="00C7749E"/>
    <w:rsid w:val="00C7767D"/>
    <w:rsid w:val="00C779BC"/>
    <w:rsid w:val="00C77A17"/>
    <w:rsid w:val="00C77BA4"/>
    <w:rsid w:val="00C8007E"/>
    <w:rsid w:val="00C80121"/>
    <w:rsid w:val="00C805D7"/>
    <w:rsid w:val="00C812CA"/>
    <w:rsid w:val="00C817CF"/>
    <w:rsid w:val="00C81C44"/>
    <w:rsid w:val="00C82294"/>
    <w:rsid w:val="00C824FA"/>
    <w:rsid w:val="00C82CC0"/>
    <w:rsid w:val="00C83672"/>
    <w:rsid w:val="00C839CF"/>
    <w:rsid w:val="00C84089"/>
    <w:rsid w:val="00C84C62"/>
    <w:rsid w:val="00C852FA"/>
    <w:rsid w:val="00C85564"/>
    <w:rsid w:val="00C85EB8"/>
    <w:rsid w:val="00C85EF8"/>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2F8"/>
    <w:rsid w:val="00C91A19"/>
    <w:rsid w:val="00C91E8B"/>
    <w:rsid w:val="00C92266"/>
    <w:rsid w:val="00C92539"/>
    <w:rsid w:val="00C92AC6"/>
    <w:rsid w:val="00C92CF2"/>
    <w:rsid w:val="00C92FE0"/>
    <w:rsid w:val="00C9469C"/>
    <w:rsid w:val="00C949E9"/>
    <w:rsid w:val="00C94B5C"/>
    <w:rsid w:val="00C95C05"/>
    <w:rsid w:val="00C962D1"/>
    <w:rsid w:val="00C96D61"/>
    <w:rsid w:val="00C9726A"/>
    <w:rsid w:val="00C973AB"/>
    <w:rsid w:val="00C9741E"/>
    <w:rsid w:val="00C976EE"/>
    <w:rsid w:val="00C97884"/>
    <w:rsid w:val="00C97947"/>
    <w:rsid w:val="00C97C5B"/>
    <w:rsid w:val="00CA030A"/>
    <w:rsid w:val="00CA03B4"/>
    <w:rsid w:val="00CA03E6"/>
    <w:rsid w:val="00CA072D"/>
    <w:rsid w:val="00CA0DF7"/>
    <w:rsid w:val="00CA11B1"/>
    <w:rsid w:val="00CA1864"/>
    <w:rsid w:val="00CA1946"/>
    <w:rsid w:val="00CA1AD3"/>
    <w:rsid w:val="00CA1CFB"/>
    <w:rsid w:val="00CA2469"/>
    <w:rsid w:val="00CA25BB"/>
    <w:rsid w:val="00CA25FE"/>
    <w:rsid w:val="00CA2763"/>
    <w:rsid w:val="00CA29A5"/>
    <w:rsid w:val="00CA379C"/>
    <w:rsid w:val="00CA3BF4"/>
    <w:rsid w:val="00CA516E"/>
    <w:rsid w:val="00CA5A98"/>
    <w:rsid w:val="00CA63C1"/>
    <w:rsid w:val="00CA65B0"/>
    <w:rsid w:val="00CA714F"/>
    <w:rsid w:val="00CA736D"/>
    <w:rsid w:val="00CA7A49"/>
    <w:rsid w:val="00CA7A88"/>
    <w:rsid w:val="00CA7F0E"/>
    <w:rsid w:val="00CB0234"/>
    <w:rsid w:val="00CB042C"/>
    <w:rsid w:val="00CB07E9"/>
    <w:rsid w:val="00CB1DA1"/>
    <w:rsid w:val="00CB3723"/>
    <w:rsid w:val="00CB40D6"/>
    <w:rsid w:val="00CB49ED"/>
    <w:rsid w:val="00CB4B9C"/>
    <w:rsid w:val="00CB6092"/>
    <w:rsid w:val="00CB6A89"/>
    <w:rsid w:val="00CB6C44"/>
    <w:rsid w:val="00CB6C87"/>
    <w:rsid w:val="00CB703E"/>
    <w:rsid w:val="00CB7906"/>
    <w:rsid w:val="00CB7D9A"/>
    <w:rsid w:val="00CB7EEB"/>
    <w:rsid w:val="00CB7F31"/>
    <w:rsid w:val="00CC014C"/>
    <w:rsid w:val="00CC0C24"/>
    <w:rsid w:val="00CC0F7A"/>
    <w:rsid w:val="00CC107D"/>
    <w:rsid w:val="00CC1974"/>
    <w:rsid w:val="00CC1B6B"/>
    <w:rsid w:val="00CC252B"/>
    <w:rsid w:val="00CC2654"/>
    <w:rsid w:val="00CC2D3E"/>
    <w:rsid w:val="00CC3207"/>
    <w:rsid w:val="00CC3643"/>
    <w:rsid w:val="00CC386A"/>
    <w:rsid w:val="00CC4469"/>
    <w:rsid w:val="00CC44D6"/>
    <w:rsid w:val="00CC4691"/>
    <w:rsid w:val="00CC4C15"/>
    <w:rsid w:val="00CC4E1D"/>
    <w:rsid w:val="00CC4F22"/>
    <w:rsid w:val="00CC551C"/>
    <w:rsid w:val="00CC556C"/>
    <w:rsid w:val="00CC6A43"/>
    <w:rsid w:val="00CC6DDD"/>
    <w:rsid w:val="00CC6FCB"/>
    <w:rsid w:val="00CD1FE2"/>
    <w:rsid w:val="00CD25A5"/>
    <w:rsid w:val="00CD2733"/>
    <w:rsid w:val="00CD32AB"/>
    <w:rsid w:val="00CD38A5"/>
    <w:rsid w:val="00CD4526"/>
    <w:rsid w:val="00CD4813"/>
    <w:rsid w:val="00CD5E89"/>
    <w:rsid w:val="00CD6FA2"/>
    <w:rsid w:val="00CD7A7C"/>
    <w:rsid w:val="00CD7AA2"/>
    <w:rsid w:val="00CD7BE8"/>
    <w:rsid w:val="00CD7E32"/>
    <w:rsid w:val="00CE0514"/>
    <w:rsid w:val="00CE0528"/>
    <w:rsid w:val="00CE0D54"/>
    <w:rsid w:val="00CE0E2D"/>
    <w:rsid w:val="00CE17F0"/>
    <w:rsid w:val="00CE1A30"/>
    <w:rsid w:val="00CE1F1E"/>
    <w:rsid w:val="00CE1F35"/>
    <w:rsid w:val="00CE222A"/>
    <w:rsid w:val="00CE325D"/>
    <w:rsid w:val="00CE352D"/>
    <w:rsid w:val="00CE40B8"/>
    <w:rsid w:val="00CE464E"/>
    <w:rsid w:val="00CE47C6"/>
    <w:rsid w:val="00CE4E59"/>
    <w:rsid w:val="00CE4EF8"/>
    <w:rsid w:val="00CE50E3"/>
    <w:rsid w:val="00CE54FC"/>
    <w:rsid w:val="00CE5D08"/>
    <w:rsid w:val="00CE65E6"/>
    <w:rsid w:val="00CE796E"/>
    <w:rsid w:val="00CF03B1"/>
    <w:rsid w:val="00CF0FB1"/>
    <w:rsid w:val="00CF142C"/>
    <w:rsid w:val="00CF16EA"/>
    <w:rsid w:val="00CF1AC6"/>
    <w:rsid w:val="00CF2F11"/>
    <w:rsid w:val="00CF3123"/>
    <w:rsid w:val="00CF46E7"/>
    <w:rsid w:val="00CF5B35"/>
    <w:rsid w:val="00CF5E7A"/>
    <w:rsid w:val="00CF6ADF"/>
    <w:rsid w:val="00D0043A"/>
    <w:rsid w:val="00D005B0"/>
    <w:rsid w:val="00D00766"/>
    <w:rsid w:val="00D0171F"/>
    <w:rsid w:val="00D01854"/>
    <w:rsid w:val="00D01A7D"/>
    <w:rsid w:val="00D02F92"/>
    <w:rsid w:val="00D0319E"/>
    <w:rsid w:val="00D03206"/>
    <w:rsid w:val="00D03519"/>
    <w:rsid w:val="00D03858"/>
    <w:rsid w:val="00D06DEC"/>
    <w:rsid w:val="00D07222"/>
    <w:rsid w:val="00D07AAB"/>
    <w:rsid w:val="00D10473"/>
    <w:rsid w:val="00D1181E"/>
    <w:rsid w:val="00D128FB"/>
    <w:rsid w:val="00D12909"/>
    <w:rsid w:val="00D12CE6"/>
    <w:rsid w:val="00D13804"/>
    <w:rsid w:val="00D13CEA"/>
    <w:rsid w:val="00D14607"/>
    <w:rsid w:val="00D14F57"/>
    <w:rsid w:val="00D1530C"/>
    <w:rsid w:val="00D15444"/>
    <w:rsid w:val="00D1581C"/>
    <w:rsid w:val="00D16008"/>
    <w:rsid w:val="00D1607B"/>
    <w:rsid w:val="00D16780"/>
    <w:rsid w:val="00D167F8"/>
    <w:rsid w:val="00D16ADE"/>
    <w:rsid w:val="00D16EDD"/>
    <w:rsid w:val="00D20642"/>
    <w:rsid w:val="00D22363"/>
    <w:rsid w:val="00D2368C"/>
    <w:rsid w:val="00D23787"/>
    <w:rsid w:val="00D23A56"/>
    <w:rsid w:val="00D23B63"/>
    <w:rsid w:val="00D23C18"/>
    <w:rsid w:val="00D2446B"/>
    <w:rsid w:val="00D248C7"/>
    <w:rsid w:val="00D249DB"/>
    <w:rsid w:val="00D24AA8"/>
    <w:rsid w:val="00D24B7D"/>
    <w:rsid w:val="00D24B9C"/>
    <w:rsid w:val="00D24BE6"/>
    <w:rsid w:val="00D24C20"/>
    <w:rsid w:val="00D24F53"/>
    <w:rsid w:val="00D2553C"/>
    <w:rsid w:val="00D25F6C"/>
    <w:rsid w:val="00D263F2"/>
    <w:rsid w:val="00D26B9E"/>
    <w:rsid w:val="00D27BF6"/>
    <w:rsid w:val="00D27CC6"/>
    <w:rsid w:val="00D30269"/>
    <w:rsid w:val="00D316AD"/>
    <w:rsid w:val="00D31EC4"/>
    <w:rsid w:val="00D32BB2"/>
    <w:rsid w:val="00D3393C"/>
    <w:rsid w:val="00D344E2"/>
    <w:rsid w:val="00D34745"/>
    <w:rsid w:val="00D34EB9"/>
    <w:rsid w:val="00D356DC"/>
    <w:rsid w:val="00D35977"/>
    <w:rsid w:val="00D35B3F"/>
    <w:rsid w:val="00D35B40"/>
    <w:rsid w:val="00D35BD2"/>
    <w:rsid w:val="00D35D21"/>
    <w:rsid w:val="00D360C6"/>
    <w:rsid w:val="00D36234"/>
    <w:rsid w:val="00D364E1"/>
    <w:rsid w:val="00D36C2B"/>
    <w:rsid w:val="00D3772E"/>
    <w:rsid w:val="00D37A33"/>
    <w:rsid w:val="00D37C0F"/>
    <w:rsid w:val="00D402A3"/>
    <w:rsid w:val="00D405A3"/>
    <w:rsid w:val="00D415F4"/>
    <w:rsid w:val="00D41F7B"/>
    <w:rsid w:val="00D42298"/>
    <w:rsid w:val="00D422E0"/>
    <w:rsid w:val="00D42D8A"/>
    <w:rsid w:val="00D42E9F"/>
    <w:rsid w:val="00D44074"/>
    <w:rsid w:val="00D444DE"/>
    <w:rsid w:val="00D44EA0"/>
    <w:rsid w:val="00D44F0A"/>
    <w:rsid w:val="00D44FD6"/>
    <w:rsid w:val="00D4576C"/>
    <w:rsid w:val="00D45ABF"/>
    <w:rsid w:val="00D45D22"/>
    <w:rsid w:val="00D47D70"/>
    <w:rsid w:val="00D47DE2"/>
    <w:rsid w:val="00D502BE"/>
    <w:rsid w:val="00D503F7"/>
    <w:rsid w:val="00D50A5A"/>
    <w:rsid w:val="00D51369"/>
    <w:rsid w:val="00D519E8"/>
    <w:rsid w:val="00D51AA6"/>
    <w:rsid w:val="00D51C8E"/>
    <w:rsid w:val="00D52154"/>
    <w:rsid w:val="00D527C1"/>
    <w:rsid w:val="00D52B9D"/>
    <w:rsid w:val="00D52D82"/>
    <w:rsid w:val="00D52FAD"/>
    <w:rsid w:val="00D53DA2"/>
    <w:rsid w:val="00D53F10"/>
    <w:rsid w:val="00D5411C"/>
    <w:rsid w:val="00D54BB6"/>
    <w:rsid w:val="00D55F59"/>
    <w:rsid w:val="00D561B4"/>
    <w:rsid w:val="00D565F2"/>
    <w:rsid w:val="00D56603"/>
    <w:rsid w:val="00D56A58"/>
    <w:rsid w:val="00D56E3A"/>
    <w:rsid w:val="00D56EA4"/>
    <w:rsid w:val="00D5778B"/>
    <w:rsid w:val="00D578D1"/>
    <w:rsid w:val="00D57E0C"/>
    <w:rsid w:val="00D60569"/>
    <w:rsid w:val="00D609D1"/>
    <w:rsid w:val="00D61201"/>
    <w:rsid w:val="00D62E7C"/>
    <w:rsid w:val="00D6312F"/>
    <w:rsid w:val="00D631E3"/>
    <w:rsid w:val="00D6384E"/>
    <w:rsid w:val="00D64BC3"/>
    <w:rsid w:val="00D64C9E"/>
    <w:rsid w:val="00D64ECC"/>
    <w:rsid w:val="00D65051"/>
    <w:rsid w:val="00D6563C"/>
    <w:rsid w:val="00D656BF"/>
    <w:rsid w:val="00D65724"/>
    <w:rsid w:val="00D658A0"/>
    <w:rsid w:val="00D658D3"/>
    <w:rsid w:val="00D65A1B"/>
    <w:rsid w:val="00D66761"/>
    <w:rsid w:val="00D708AA"/>
    <w:rsid w:val="00D70FF6"/>
    <w:rsid w:val="00D7112E"/>
    <w:rsid w:val="00D71A12"/>
    <w:rsid w:val="00D71A5A"/>
    <w:rsid w:val="00D71C06"/>
    <w:rsid w:val="00D72367"/>
    <w:rsid w:val="00D73562"/>
    <w:rsid w:val="00D73C85"/>
    <w:rsid w:val="00D7420D"/>
    <w:rsid w:val="00D743D6"/>
    <w:rsid w:val="00D75114"/>
    <w:rsid w:val="00D751DA"/>
    <w:rsid w:val="00D757F2"/>
    <w:rsid w:val="00D75D97"/>
    <w:rsid w:val="00D75DB6"/>
    <w:rsid w:val="00D75F65"/>
    <w:rsid w:val="00D767BD"/>
    <w:rsid w:val="00D76883"/>
    <w:rsid w:val="00D773AD"/>
    <w:rsid w:val="00D77BDC"/>
    <w:rsid w:val="00D77DDE"/>
    <w:rsid w:val="00D77F7F"/>
    <w:rsid w:val="00D800C7"/>
    <w:rsid w:val="00D80178"/>
    <w:rsid w:val="00D8140D"/>
    <w:rsid w:val="00D81949"/>
    <w:rsid w:val="00D82C20"/>
    <w:rsid w:val="00D837AC"/>
    <w:rsid w:val="00D83A4D"/>
    <w:rsid w:val="00D848BA"/>
    <w:rsid w:val="00D84AD4"/>
    <w:rsid w:val="00D84D14"/>
    <w:rsid w:val="00D852C1"/>
    <w:rsid w:val="00D85658"/>
    <w:rsid w:val="00D85931"/>
    <w:rsid w:val="00D85FBF"/>
    <w:rsid w:val="00D86BB9"/>
    <w:rsid w:val="00D86DB1"/>
    <w:rsid w:val="00D86E36"/>
    <w:rsid w:val="00D87153"/>
    <w:rsid w:val="00D9077A"/>
    <w:rsid w:val="00D913CF"/>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CE8"/>
    <w:rsid w:val="00D97D18"/>
    <w:rsid w:val="00D97E27"/>
    <w:rsid w:val="00DA0061"/>
    <w:rsid w:val="00DA06C2"/>
    <w:rsid w:val="00DA0BD3"/>
    <w:rsid w:val="00DA0DC4"/>
    <w:rsid w:val="00DA1045"/>
    <w:rsid w:val="00DA2580"/>
    <w:rsid w:val="00DA25AB"/>
    <w:rsid w:val="00DA3083"/>
    <w:rsid w:val="00DA33B7"/>
    <w:rsid w:val="00DA347C"/>
    <w:rsid w:val="00DA3C20"/>
    <w:rsid w:val="00DA4C16"/>
    <w:rsid w:val="00DA53F0"/>
    <w:rsid w:val="00DA5496"/>
    <w:rsid w:val="00DA553D"/>
    <w:rsid w:val="00DA5B8D"/>
    <w:rsid w:val="00DA5BAB"/>
    <w:rsid w:val="00DA5FB9"/>
    <w:rsid w:val="00DA6268"/>
    <w:rsid w:val="00DA657E"/>
    <w:rsid w:val="00DA69B7"/>
    <w:rsid w:val="00DA6A17"/>
    <w:rsid w:val="00DA6BE3"/>
    <w:rsid w:val="00DA7A49"/>
    <w:rsid w:val="00DA7F93"/>
    <w:rsid w:val="00DB0B07"/>
    <w:rsid w:val="00DB0C30"/>
    <w:rsid w:val="00DB0DF6"/>
    <w:rsid w:val="00DB102E"/>
    <w:rsid w:val="00DB137B"/>
    <w:rsid w:val="00DB1A90"/>
    <w:rsid w:val="00DB2346"/>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B70BC"/>
    <w:rsid w:val="00DC063E"/>
    <w:rsid w:val="00DC0B53"/>
    <w:rsid w:val="00DC1244"/>
    <w:rsid w:val="00DC1444"/>
    <w:rsid w:val="00DC1C31"/>
    <w:rsid w:val="00DC4834"/>
    <w:rsid w:val="00DC495D"/>
    <w:rsid w:val="00DC5612"/>
    <w:rsid w:val="00DC57F2"/>
    <w:rsid w:val="00DC5C6F"/>
    <w:rsid w:val="00DC614A"/>
    <w:rsid w:val="00DC6BEE"/>
    <w:rsid w:val="00DC71C7"/>
    <w:rsid w:val="00DC72D8"/>
    <w:rsid w:val="00DC7736"/>
    <w:rsid w:val="00DC77D6"/>
    <w:rsid w:val="00DC7D0C"/>
    <w:rsid w:val="00DD0B3F"/>
    <w:rsid w:val="00DD0E89"/>
    <w:rsid w:val="00DD0F76"/>
    <w:rsid w:val="00DD1576"/>
    <w:rsid w:val="00DD2094"/>
    <w:rsid w:val="00DD23C6"/>
    <w:rsid w:val="00DD24E2"/>
    <w:rsid w:val="00DD2C4E"/>
    <w:rsid w:val="00DD2D4D"/>
    <w:rsid w:val="00DD2F18"/>
    <w:rsid w:val="00DD30CD"/>
    <w:rsid w:val="00DD3474"/>
    <w:rsid w:val="00DD34F4"/>
    <w:rsid w:val="00DD3ACE"/>
    <w:rsid w:val="00DD5295"/>
    <w:rsid w:val="00DD5630"/>
    <w:rsid w:val="00DD61BA"/>
    <w:rsid w:val="00DD6EC4"/>
    <w:rsid w:val="00DD7546"/>
    <w:rsid w:val="00DE0109"/>
    <w:rsid w:val="00DE018C"/>
    <w:rsid w:val="00DE04A0"/>
    <w:rsid w:val="00DE06AB"/>
    <w:rsid w:val="00DE0AD4"/>
    <w:rsid w:val="00DE0B3E"/>
    <w:rsid w:val="00DE0CF9"/>
    <w:rsid w:val="00DE1C26"/>
    <w:rsid w:val="00DE286A"/>
    <w:rsid w:val="00DE2C4F"/>
    <w:rsid w:val="00DE2C6C"/>
    <w:rsid w:val="00DE2D3F"/>
    <w:rsid w:val="00DE32AC"/>
    <w:rsid w:val="00DE4050"/>
    <w:rsid w:val="00DE460D"/>
    <w:rsid w:val="00DE4FAA"/>
    <w:rsid w:val="00DE5097"/>
    <w:rsid w:val="00DE50DB"/>
    <w:rsid w:val="00DE5437"/>
    <w:rsid w:val="00DE56E3"/>
    <w:rsid w:val="00DE5915"/>
    <w:rsid w:val="00DE6311"/>
    <w:rsid w:val="00DE6D01"/>
    <w:rsid w:val="00DE73DC"/>
    <w:rsid w:val="00DE7CB0"/>
    <w:rsid w:val="00DF02BF"/>
    <w:rsid w:val="00DF07A1"/>
    <w:rsid w:val="00DF08DC"/>
    <w:rsid w:val="00DF0D1F"/>
    <w:rsid w:val="00DF0F01"/>
    <w:rsid w:val="00DF0FA9"/>
    <w:rsid w:val="00DF1581"/>
    <w:rsid w:val="00DF1B29"/>
    <w:rsid w:val="00DF20CD"/>
    <w:rsid w:val="00DF20D4"/>
    <w:rsid w:val="00DF30E6"/>
    <w:rsid w:val="00DF31A3"/>
    <w:rsid w:val="00DF3341"/>
    <w:rsid w:val="00DF3D9A"/>
    <w:rsid w:val="00DF4151"/>
    <w:rsid w:val="00DF5B5C"/>
    <w:rsid w:val="00DF6519"/>
    <w:rsid w:val="00DF69E1"/>
    <w:rsid w:val="00DF6DA4"/>
    <w:rsid w:val="00DF72A0"/>
    <w:rsid w:val="00DF7478"/>
    <w:rsid w:val="00DF7912"/>
    <w:rsid w:val="00DF7DEB"/>
    <w:rsid w:val="00E0003E"/>
    <w:rsid w:val="00E00580"/>
    <w:rsid w:val="00E0077A"/>
    <w:rsid w:val="00E00961"/>
    <w:rsid w:val="00E00977"/>
    <w:rsid w:val="00E00991"/>
    <w:rsid w:val="00E01CBE"/>
    <w:rsid w:val="00E01D9A"/>
    <w:rsid w:val="00E0209C"/>
    <w:rsid w:val="00E03676"/>
    <w:rsid w:val="00E03AD1"/>
    <w:rsid w:val="00E03B42"/>
    <w:rsid w:val="00E03BF3"/>
    <w:rsid w:val="00E03FF0"/>
    <w:rsid w:val="00E040A8"/>
    <w:rsid w:val="00E041F2"/>
    <w:rsid w:val="00E042A4"/>
    <w:rsid w:val="00E04C26"/>
    <w:rsid w:val="00E053B5"/>
    <w:rsid w:val="00E05583"/>
    <w:rsid w:val="00E05842"/>
    <w:rsid w:val="00E0603B"/>
    <w:rsid w:val="00E06408"/>
    <w:rsid w:val="00E06460"/>
    <w:rsid w:val="00E0707B"/>
    <w:rsid w:val="00E078AD"/>
    <w:rsid w:val="00E108AB"/>
    <w:rsid w:val="00E10A1B"/>
    <w:rsid w:val="00E10A38"/>
    <w:rsid w:val="00E10B11"/>
    <w:rsid w:val="00E10E42"/>
    <w:rsid w:val="00E12AF0"/>
    <w:rsid w:val="00E12B2C"/>
    <w:rsid w:val="00E12DB1"/>
    <w:rsid w:val="00E12ED8"/>
    <w:rsid w:val="00E13E7F"/>
    <w:rsid w:val="00E13F86"/>
    <w:rsid w:val="00E14869"/>
    <w:rsid w:val="00E15BC9"/>
    <w:rsid w:val="00E15C9D"/>
    <w:rsid w:val="00E160A9"/>
    <w:rsid w:val="00E1624F"/>
    <w:rsid w:val="00E16298"/>
    <w:rsid w:val="00E16333"/>
    <w:rsid w:val="00E164AB"/>
    <w:rsid w:val="00E16731"/>
    <w:rsid w:val="00E16D7E"/>
    <w:rsid w:val="00E1720B"/>
    <w:rsid w:val="00E1721F"/>
    <w:rsid w:val="00E175DB"/>
    <w:rsid w:val="00E17C9E"/>
    <w:rsid w:val="00E20BF3"/>
    <w:rsid w:val="00E21674"/>
    <w:rsid w:val="00E218C8"/>
    <w:rsid w:val="00E21BA3"/>
    <w:rsid w:val="00E225FD"/>
    <w:rsid w:val="00E23D3C"/>
    <w:rsid w:val="00E247E4"/>
    <w:rsid w:val="00E26CBA"/>
    <w:rsid w:val="00E26F21"/>
    <w:rsid w:val="00E26F55"/>
    <w:rsid w:val="00E27245"/>
    <w:rsid w:val="00E272E7"/>
    <w:rsid w:val="00E27A31"/>
    <w:rsid w:val="00E27DA7"/>
    <w:rsid w:val="00E30265"/>
    <w:rsid w:val="00E3027D"/>
    <w:rsid w:val="00E3047F"/>
    <w:rsid w:val="00E30523"/>
    <w:rsid w:val="00E307E2"/>
    <w:rsid w:val="00E3172F"/>
    <w:rsid w:val="00E32219"/>
    <w:rsid w:val="00E326CF"/>
    <w:rsid w:val="00E32B4A"/>
    <w:rsid w:val="00E32E98"/>
    <w:rsid w:val="00E33C62"/>
    <w:rsid w:val="00E34BB1"/>
    <w:rsid w:val="00E34CD9"/>
    <w:rsid w:val="00E34CFA"/>
    <w:rsid w:val="00E35DD9"/>
    <w:rsid w:val="00E3724E"/>
    <w:rsid w:val="00E40396"/>
    <w:rsid w:val="00E407C9"/>
    <w:rsid w:val="00E40D18"/>
    <w:rsid w:val="00E42530"/>
    <w:rsid w:val="00E42975"/>
    <w:rsid w:val="00E429D4"/>
    <w:rsid w:val="00E42A7C"/>
    <w:rsid w:val="00E431D4"/>
    <w:rsid w:val="00E43983"/>
    <w:rsid w:val="00E43B53"/>
    <w:rsid w:val="00E43ED6"/>
    <w:rsid w:val="00E440B1"/>
    <w:rsid w:val="00E45614"/>
    <w:rsid w:val="00E457B9"/>
    <w:rsid w:val="00E45ED8"/>
    <w:rsid w:val="00E46420"/>
    <w:rsid w:val="00E46ACD"/>
    <w:rsid w:val="00E46C0C"/>
    <w:rsid w:val="00E46C1D"/>
    <w:rsid w:val="00E47A6E"/>
    <w:rsid w:val="00E47D82"/>
    <w:rsid w:val="00E502D5"/>
    <w:rsid w:val="00E506BA"/>
    <w:rsid w:val="00E5086E"/>
    <w:rsid w:val="00E50E46"/>
    <w:rsid w:val="00E5120F"/>
    <w:rsid w:val="00E5144E"/>
    <w:rsid w:val="00E51464"/>
    <w:rsid w:val="00E5167C"/>
    <w:rsid w:val="00E51966"/>
    <w:rsid w:val="00E51BF6"/>
    <w:rsid w:val="00E52F3C"/>
    <w:rsid w:val="00E53051"/>
    <w:rsid w:val="00E533B0"/>
    <w:rsid w:val="00E53434"/>
    <w:rsid w:val="00E5363C"/>
    <w:rsid w:val="00E53710"/>
    <w:rsid w:val="00E54811"/>
    <w:rsid w:val="00E548F3"/>
    <w:rsid w:val="00E55191"/>
    <w:rsid w:val="00E55212"/>
    <w:rsid w:val="00E55B32"/>
    <w:rsid w:val="00E56228"/>
    <w:rsid w:val="00E56499"/>
    <w:rsid w:val="00E56AC9"/>
    <w:rsid w:val="00E56E8B"/>
    <w:rsid w:val="00E56FF9"/>
    <w:rsid w:val="00E57D05"/>
    <w:rsid w:val="00E6023A"/>
    <w:rsid w:val="00E608D1"/>
    <w:rsid w:val="00E60F5B"/>
    <w:rsid w:val="00E61526"/>
    <w:rsid w:val="00E6245A"/>
    <w:rsid w:val="00E63C15"/>
    <w:rsid w:val="00E63C76"/>
    <w:rsid w:val="00E646F3"/>
    <w:rsid w:val="00E64C05"/>
    <w:rsid w:val="00E64E6C"/>
    <w:rsid w:val="00E665CA"/>
    <w:rsid w:val="00E670BA"/>
    <w:rsid w:val="00E6727B"/>
    <w:rsid w:val="00E6730E"/>
    <w:rsid w:val="00E675F6"/>
    <w:rsid w:val="00E67EBD"/>
    <w:rsid w:val="00E704FE"/>
    <w:rsid w:val="00E70B3F"/>
    <w:rsid w:val="00E70BE6"/>
    <w:rsid w:val="00E70C41"/>
    <w:rsid w:val="00E70CD0"/>
    <w:rsid w:val="00E7160B"/>
    <w:rsid w:val="00E71C46"/>
    <w:rsid w:val="00E71FF4"/>
    <w:rsid w:val="00E72216"/>
    <w:rsid w:val="00E722B7"/>
    <w:rsid w:val="00E7241C"/>
    <w:rsid w:val="00E72C53"/>
    <w:rsid w:val="00E73346"/>
    <w:rsid w:val="00E7391C"/>
    <w:rsid w:val="00E73C5D"/>
    <w:rsid w:val="00E74075"/>
    <w:rsid w:val="00E74223"/>
    <w:rsid w:val="00E74908"/>
    <w:rsid w:val="00E74FCB"/>
    <w:rsid w:val="00E756CB"/>
    <w:rsid w:val="00E75E48"/>
    <w:rsid w:val="00E76E4E"/>
    <w:rsid w:val="00E77492"/>
    <w:rsid w:val="00E80306"/>
    <w:rsid w:val="00E80539"/>
    <w:rsid w:val="00E805D9"/>
    <w:rsid w:val="00E8165E"/>
    <w:rsid w:val="00E8183C"/>
    <w:rsid w:val="00E81B94"/>
    <w:rsid w:val="00E81C75"/>
    <w:rsid w:val="00E82CB4"/>
    <w:rsid w:val="00E830DD"/>
    <w:rsid w:val="00E833EC"/>
    <w:rsid w:val="00E83698"/>
    <w:rsid w:val="00E83844"/>
    <w:rsid w:val="00E847A9"/>
    <w:rsid w:val="00E84D50"/>
    <w:rsid w:val="00E84FEE"/>
    <w:rsid w:val="00E8562C"/>
    <w:rsid w:val="00E857AA"/>
    <w:rsid w:val="00E86C5D"/>
    <w:rsid w:val="00E87350"/>
    <w:rsid w:val="00E873D0"/>
    <w:rsid w:val="00E87877"/>
    <w:rsid w:val="00E87998"/>
    <w:rsid w:val="00E87B90"/>
    <w:rsid w:val="00E87D6B"/>
    <w:rsid w:val="00E87EA4"/>
    <w:rsid w:val="00E9004B"/>
    <w:rsid w:val="00E9118B"/>
    <w:rsid w:val="00E91454"/>
    <w:rsid w:val="00E914B7"/>
    <w:rsid w:val="00E91CB0"/>
    <w:rsid w:val="00E923AC"/>
    <w:rsid w:val="00E92B4C"/>
    <w:rsid w:val="00E92D70"/>
    <w:rsid w:val="00E9309D"/>
    <w:rsid w:val="00E93AB5"/>
    <w:rsid w:val="00E94C7D"/>
    <w:rsid w:val="00E950D1"/>
    <w:rsid w:val="00E950D5"/>
    <w:rsid w:val="00E956BC"/>
    <w:rsid w:val="00E95EAF"/>
    <w:rsid w:val="00E95EC0"/>
    <w:rsid w:val="00E9609C"/>
    <w:rsid w:val="00E9612E"/>
    <w:rsid w:val="00E962AD"/>
    <w:rsid w:val="00E96F8F"/>
    <w:rsid w:val="00E9766A"/>
    <w:rsid w:val="00EA00D9"/>
    <w:rsid w:val="00EA09C5"/>
    <w:rsid w:val="00EA0CF4"/>
    <w:rsid w:val="00EA0DC3"/>
    <w:rsid w:val="00EA0E78"/>
    <w:rsid w:val="00EA1424"/>
    <w:rsid w:val="00EA1C0C"/>
    <w:rsid w:val="00EA1D6B"/>
    <w:rsid w:val="00EA1EC9"/>
    <w:rsid w:val="00EA1F31"/>
    <w:rsid w:val="00EA2689"/>
    <w:rsid w:val="00EA2ABA"/>
    <w:rsid w:val="00EA3053"/>
    <w:rsid w:val="00EA3059"/>
    <w:rsid w:val="00EA3613"/>
    <w:rsid w:val="00EA37C1"/>
    <w:rsid w:val="00EA38C3"/>
    <w:rsid w:val="00EA434B"/>
    <w:rsid w:val="00EA530E"/>
    <w:rsid w:val="00EA6279"/>
    <w:rsid w:val="00EA7842"/>
    <w:rsid w:val="00EB1024"/>
    <w:rsid w:val="00EB1123"/>
    <w:rsid w:val="00EB17C9"/>
    <w:rsid w:val="00EB21B1"/>
    <w:rsid w:val="00EB2748"/>
    <w:rsid w:val="00EB46BB"/>
    <w:rsid w:val="00EB496C"/>
    <w:rsid w:val="00EB4A3B"/>
    <w:rsid w:val="00EB4B1C"/>
    <w:rsid w:val="00EB5179"/>
    <w:rsid w:val="00EB5338"/>
    <w:rsid w:val="00EB59F8"/>
    <w:rsid w:val="00EB5DEA"/>
    <w:rsid w:val="00EB652B"/>
    <w:rsid w:val="00EB6535"/>
    <w:rsid w:val="00EB69D8"/>
    <w:rsid w:val="00EB6A19"/>
    <w:rsid w:val="00EB6A3B"/>
    <w:rsid w:val="00EB6B6B"/>
    <w:rsid w:val="00EB74A4"/>
    <w:rsid w:val="00EB78F1"/>
    <w:rsid w:val="00EB7A4D"/>
    <w:rsid w:val="00EB7E74"/>
    <w:rsid w:val="00EC04BB"/>
    <w:rsid w:val="00EC0F11"/>
    <w:rsid w:val="00EC20DB"/>
    <w:rsid w:val="00EC2718"/>
    <w:rsid w:val="00EC2B3A"/>
    <w:rsid w:val="00EC2E99"/>
    <w:rsid w:val="00EC4062"/>
    <w:rsid w:val="00EC4E21"/>
    <w:rsid w:val="00EC5004"/>
    <w:rsid w:val="00EC50BC"/>
    <w:rsid w:val="00EC5F76"/>
    <w:rsid w:val="00EC729A"/>
    <w:rsid w:val="00EC7ABA"/>
    <w:rsid w:val="00ED0E52"/>
    <w:rsid w:val="00ED1139"/>
    <w:rsid w:val="00ED115A"/>
    <w:rsid w:val="00ED1FB4"/>
    <w:rsid w:val="00ED2410"/>
    <w:rsid w:val="00ED24D1"/>
    <w:rsid w:val="00ED27AF"/>
    <w:rsid w:val="00ED29A8"/>
    <w:rsid w:val="00ED5139"/>
    <w:rsid w:val="00ED5209"/>
    <w:rsid w:val="00ED5417"/>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556"/>
    <w:rsid w:val="00EE1B14"/>
    <w:rsid w:val="00EE1C0E"/>
    <w:rsid w:val="00EE1C42"/>
    <w:rsid w:val="00EE21BF"/>
    <w:rsid w:val="00EE28D8"/>
    <w:rsid w:val="00EE3393"/>
    <w:rsid w:val="00EE33DC"/>
    <w:rsid w:val="00EE353C"/>
    <w:rsid w:val="00EE361C"/>
    <w:rsid w:val="00EE3837"/>
    <w:rsid w:val="00EE3BC7"/>
    <w:rsid w:val="00EE3BD9"/>
    <w:rsid w:val="00EE3BF7"/>
    <w:rsid w:val="00EE42F5"/>
    <w:rsid w:val="00EE49C6"/>
    <w:rsid w:val="00EE5137"/>
    <w:rsid w:val="00EE5E00"/>
    <w:rsid w:val="00EE61E1"/>
    <w:rsid w:val="00EE631C"/>
    <w:rsid w:val="00EE6377"/>
    <w:rsid w:val="00EE687E"/>
    <w:rsid w:val="00EE70D5"/>
    <w:rsid w:val="00EE72A0"/>
    <w:rsid w:val="00EE7CED"/>
    <w:rsid w:val="00EF0843"/>
    <w:rsid w:val="00EF1DB3"/>
    <w:rsid w:val="00EF2219"/>
    <w:rsid w:val="00EF276D"/>
    <w:rsid w:val="00EF27B5"/>
    <w:rsid w:val="00EF2D19"/>
    <w:rsid w:val="00EF2DEE"/>
    <w:rsid w:val="00EF314A"/>
    <w:rsid w:val="00EF31B3"/>
    <w:rsid w:val="00EF326C"/>
    <w:rsid w:val="00EF3E0E"/>
    <w:rsid w:val="00EF4646"/>
    <w:rsid w:val="00EF53FE"/>
    <w:rsid w:val="00EF67A9"/>
    <w:rsid w:val="00EF6B5E"/>
    <w:rsid w:val="00EF6F1F"/>
    <w:rsid w:val="00EF7AE4"/>
    <w:rsid w:val="00F0039B"/>
    <w:rsid w:val="00F00948"/>
    <w:rsid w:val="00F00EB2"/>
    <w:rsid w:val="00F017CA"/>
    <w:rsid w:val="00F02060"/>
    <w:rsid w:val="00F0252C"/>
    <w:rsid w:val="00F0261C"/>
    <w:rsid w:val="00F04197"/>
    <w:rsid w:val="00F045B6"/>
    <w:rsid w:val="00F0469A"/>
    <w:rsid w:val="00F055CA"/>
    <w:rsid w:val="00F05B1C"/>
    <w:rsid w:val="00F06491"/>
    <w:rsid w:val="00F070BC"/>
    <w:rsid w:val="00F07F76"/>
    <w:rsid w:val="00F10012"/>
    <w:rsid w:val="00F10213"/>
    <w:rsid w:val="00F11E88"/>
    <w:rsid w:val="00F120A7"/>
    <w:rsid w:val="00F12B06"/>
    <w:rsid w:val="00F138AB"/>
    <w:rsid w:val="00F13B5A"/>
    <w:rsid w:val="00F1422B"/>
    <w:rsid w:val="00F14260"/>
    <w:rsid w:val="00F14842"/>
    <w:rsid w:val="00F14E2B"/>
    <w:rsid w:val="00F16139"/>
    <w:rsid w:val="00F1662B"/>
    <w:rsid w:val="00F166E5"/>
    <w:rsid w:val="00F1681E"/>
    <w:rsid w:val="00F16F53"/>
    <w:rsid w:val="00F17D90"/>
    <w:rsid w:val="00F17F58"/>
    <w:rsid w:val="00F204F9"/>
    <w:rsid w:val="00F20B93"/>
    <w:rsid w:val="00F20E87"/>
    <w:rsid w:val="00F20E8F"/>
    <w:rsid w:val="00F210DF"/>
    <w:rsid w:val="00F21C78"/>
    <w:rsid w:val="00F21C85"/>
    <w:rsid w:val="00F22BA6"/>
    <w:rsid w:val="00F22C34"/>
    <w:rsid w:val="00F22CC4"/>
    <w:rsid w:val="00F2302E"/>
    <w:rsid w:val="00F235DB"/>
    <w:rsid w:val="00F23872"/>
    <w:rsid w:val="00F23F12"/>
    <w:rsid w:val="00F24266"/>
    <w:rsid w:val="00F242D8"/>
    <w:rsid w:val="00F2463F"/>
    <w:rsid w:val="00F250F9"/>
    <w:rsid w:val="00F256D3"/>
    <w:rsid w:val="00F257F8"/>
    <w:rsid w:val="00F260E5"/>
    <w:rsid w:val="00F265A8"/>
    <w:rsid w:val="00F26718"/>
    <w:rsid w:val="00F2675C"/>
    <w:rsid w:val="00F26951"/>
    <w:rsid w:val="00F26A1F"/>
    <w:rsid w:val="00F27487"/>
    <w:rsid w:val="00F275A1"/>
    <w:rsid w:val="00F27A58"/>
    <w:rsid w:val="00F27C1B"/>
    <w:rsid w:val="00F3038F"/>
    <w:rsid w:val="00F30649"/>
    <w:rsid w:val="00F30AEF"/>
    <w:rsid w:val="00F31F70"/>
    <w:rsid w:val="00F32154"/>
    <w:rsid w:val="00F3281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3CF"/>
    <w:rsid w:val="00F477CD"/>
    <w:rsid w:val="00F47A70"/>
    <w:rsid w:val="00F50109"/>
    <w:rsid w:val="00F51534"/>
    <w:rsid w:val="00F517EF"/>
    <w:rsid w:val="00F5283D"/>
    <w:rsid w:val="00F529C5"/>
    <w:rsid w:val="00F52A26"/>
    <w:rsid w:val="00F52D30"/>
    <w:rsid w:val="00F536A0"/>
    <w:rsid w:val="00F53D83"/>
    <w:rsid w:val="00F544B2"/>
    <w:rsid w:val="00F545D1"/>
    <w:rsid w:val="00F5529B"/>
    <w:rsid w:val="00F55C7C"/>
    <w:rsid w:val="00F55FB1"/>
    <w:rsid w:val="00F55FC7"/>
    <w:rsid w:val="00F5646F"/>
    <w:rsid w:val="00F56614"/>
    <w:rsid w:val="00F57EFC"/>
    <w:rsid w:val="00F6007C"/>
    <w:rsid w:val="00F6079D"/>
    <w:rsid w:val="00F60DB8"/>
    <w:rsid w:val="00F60E66"/>
    <w:rsid w:val="00F61A89"/>
    <w:rsid w:val="00F635FB"/>
    <w:rsid w:val="00F638AD"/>
    <w:rsid w:val="00F63F26"/>
    <w:rsid w:val="00F64230"/>
    <w:rsid w:val="00F643C6"/>
    <w:rsid w:val="00F64DDA"/>
    <w:rsid w:val="00F64E57"/>
    <w:rsid w:val="00F664F7"/>
    <w:rsid w:val="00F666E2"/>
    <w:rsid w:val="00F66CC1"/>
    <w:rsid w:val="00F67725"/>
    <w:rsid w:val="00F67877"/>
    <w:rsid w:val="00F7039A"/>
    <w:rsid w:val="00F70580"/>
    <w:rsid w:val="00F70833"/>
    <w:rsid w:val="00F70BD7"/>
    <w:rsid w:val="00F7112E"/>
    <w:rsid w:val="00F71469"/>
    <w:rsid w:val="00F71565"/>
    <w:rsid w:val="00F71BFC"/>
    <w:rsid w:val="00F71D79"/>
    <w:rsid w:val="00F71DAD"/>
    <w:rsid w:val="00F722C2"/>
    <w:rsid w:val="00F725A8"/>
    <w:rsid w:val="00F7262E"/>
    <w:rsid w:val="00F72E0B"/>
    <w:rsid w:val="00F7322C"/>
    <w:rsid w:val="00F7334E"/>
    <w:rsid w:val="00F7349F"/>
    <w:rsid w:val="00F735A0"/>
    <w:rsid w:val="00F73691"/>
    <w:rsid w:val="00F740BD"/>
    <w:rsid w:val="00F743AA"/>
    <w:rsid w:val="00F748AD"/>
    <w:rsid w:val="00F7517C"/>
    <w:rsid w:val="00F75252"/>
    <w:rsid w:val="00F7570A"/>
    <w:rsid w:val="00F758A8"/>
    <w:rsid w:val="00F75E37"/>
    <w:rsid w:val="00F760DF"/>
    <w:rsid w:val="00F760EF"/>
    <w:rsid w:val="00F7658C"/>
    <w:rsid w:val="00F768C7"/>
    <w:rsid w:val="00F76C3A"/>
    <w:rsid w:val="00F80405"/>
    <w:rsid w:val="00F8074A"/>
    <w:rsid w:val="00F81099"/>
    <w:rsid w:val="00F8200D"/>
    <w:rsid w:val="00F82022"/>
    <w:rsid w:val="00F823D8"/>
    <w:rsid w:val="00F824FA"/>
    <w:rsid w:val="00F826F7"/>
    <w:rsid w:val="00F8376C"/>
    <w:rsid w:val="00F83A8C"/>
    <w:rsid w:val="00F83BAE"/>
    <w:rsid w:val="00F85014"/>
    <w:rsid w:val="00F85644"/>
    <w:rsid w:val="00F85764"/>
    <w:rsid w:val="00F8589C"/>
    <w:rsid w:val="00F86277"/>
    <w:rsid w:val="00F86989"/>
    <w:rsid w:val="00F86CD3"/>
    <w:rsid w:val="00F8717F"/>
    <w:rsid w:val="00F87838"/>
    <w:rsid w:val="00F878EA"/>
    <w:rsid w:val="00F87AA3"/>
    <w:rsid w:val="00F87F7E"/>
    <w:rsid w:val="00F90F35"/>
    <w:rsid w:val="00F911DB"/>
    <w:rsid w:val="00F913D8"/>
    <w:rsid w:val="00F91430"/>
    <w:rsid w:val="00F91956"/>
    <w:rsid w:val="00F91E82"/>
    <w:rsid w:val="00F921F1"/>
    <w:rsid w:val="00F92267"/>
    <w:rsid w:val="00F92705"/>
    <w:rsid w:val="00F928CE"/>
    <w:rsid w:val="00F929F5"/>
    <w:rsid w:val="00F92AA4"/>
    <w:rsid w:val="00F92D00"/>
    <w:rsid w:val="00F92F7F"/>
    <w:rsid w:val="00F931CC"/>
    <w:rsid w:val="00F943A5"/>
    <w:rsid w:val="00F94BF7"/>
    <w:rsid w:val="00F94CB3"/>
    <w:rsid w:val="00F95097"/>
    <w:rsid w:val="00F95663"/>
    <w:rsid w:val="00F96786"/>
    <w:rsid w:val="00F96FF3"/>
    <w:rsid w:val="00F97994"/>
    <w:rsid w:val="00FA002C"/>
    <w:rsid w:val="00FA0EC0"/>
    <w:rsid w:val="00FA1361"/>
    <w:rsid w:val="00FA13E0"/>
    <w:rsid w:val="00FA212A"/>
    <w:rsid w:val="00FA24B8"/>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AED"/>
    <w:rsid w:val="00FB2BDF"/>
    <w:rsid w:val="00FB3E63"/>
    <w:rsid w:val="00FB3FCE"/>
    <w:rsid w:val="00FB44DE"/>
    <w:rsid w:val="00FB4617"/>
    <w:rsid w:val="00FB46A3"/>
    <w:rsid w:val="00FB51D0"/>
    <w:rsid w:val="00FB52EE"/>
    <w:rsid w:val="00FB5B97"/>
    <w:rsid w:val="00FB60F2"/>
    <w:rsid w:val="00FB6898"/>
    <w:rsid w:val="00FB732A"/>
    <w:rsid w:val="00FB734D"/>
    <w:rsid w:val="00FB78A7"/>
    <w:rsid w:val="00FB7AB6"/>
    <w:rsid w:val="00FB7DB9"/>
    <w:rsid w:val="00FB7EAD"/>
    <w:rsid w:val="00FC189F"/>
    <w:rsid w:val="00FC1A80"/>
    <w:rsid w:val="00FC1C5F"/>
    <w:rsid w:val="00FC26BF"/>
    <w:rsid w:val="00FC2D6F"/>
    <w:rsid w:val="00FC2F2A"/>
    <w:rsid w:val="00FC355C"/>
    <w:rsid w:val="00FC3728"/>
    <w:rsid w:val="00FC3BF2"/>
    <w:rsid w:val="00FC4D00"/>
    <w:rsid w:val="00FC5138"/>
    <w:rsid w:val="00FC588E"/>
    <w:rsid w:val="00FC5DE7"/>
    <w:rsid w:val="00FC5F4E"/>
    <w:rsid w:val="00FC6066"/>
    <w:rsid w:val="00FC653C"/>
    <w:rsid w:val="00FC6ADF"/>
    <w:rsid w:val="00FC72B2"/>
    <w:rsid w:val="00FC73A1"/>
    <w:rsid w:val="00FC781B"/>
    <w:rsid w:val="00FC7DB5"/>
    <w:rsid w:val="00FD020A"/>
    <w:rsid w:val="00FD0620"/>
    <w:rsid w:val="00FD0B83"/>
    <w:rsid w:val="00FD0D81"/>
    <w:rsid w:val="00FD13C8"/>
    <w:rsid w:val="00FD19E9"/>
    <w:rsid w:val="00FD1EAB"/>
    <w:rsid w:val="00FD2FF8"/>
    <w:rsid w:val="00FD370F"/>
    <w:rsid w:val="00FD385B"/>
    <w:rsid w:val="00FD3A02"/>
    <w:rsid w:val="00FD3C35"/>
    <w:rsid w:val="00FD3CAE"/>
    <w:rsid w:val="00FD3E12"/>
    <w:rsid w:val="00FD44F4"/>
    <w:rsid w:val="00FD6DA7"/>
    <w:rsid w:val="00FD7B8E"/>
    <w:rsid w:val="00FE0C33"/>
    <w:rsid w:val="00FE15C7"/>
    <w:rsid w:val="00FE1794"/>
    <w:rsid w:val="00FE1D4C"/>
    <w:rsid w:val="00FE1D9A"/>
    <w:rsid w:val="00FE1EB9"/>
    <w:rsid w:val="00FE2DCB"/>
    <w:rsid w:val="00FE2F4F"/>
    <w:rsid w:val="00FE378E"/>
    <w:rsid w:val="00FE3AE5"/>
    <w:rsid w:val="00FE3CA4"/>
    <w:rsid w:val="00FE4401"/>
    <w:rsid w:val="00FE4484"/>
    <w:rsid w:val="00FE4858"/>
    <w:rsid w:val="00FE4F8C"/>
    <w:rsid w:val="00FE543A"/>
    <w:rsid w:val="00FE54DF"/>
    <w:rsid w:val="00FE56F9"/>
    <w:rsid w:val="00FE5C98"/>
    <w:rsid w:val="00FE6600"/>
    <w:rsid w:val="00FE6ABC"/>
    <w:rsid w:val="00FE6E49"/>
    <w:rsid w:val="00FE738C"/>
    <w:rsid w:val="00FE7A81"/>
    <w:rsid w:val="00FF0101"/>
    <w:rsid w:val="00FF0110"/>
    <w:rsid w:val="00FF0B03"/>
    <w:rsid w:val="00FF0FAB"/>
    <w:rsid w:val="00FF19E9"/>
    <w:rsid w:val="00FF1A1D"/>
    <w:rsid w:val="00FF1D88"/>
    <w:rsid w:val="00FF3471"/>
    <w:rsid w:val="00FF3AEF"/>
    <w:rsid w:val="00FF3BA6"/>
    <w:rsid w:val="00FF3D3F"/>
    <w:rsid w:val="00FF4375"/>
    <w:rsid w:val="00FF4F29"/>
    <w:rsid w:val="00FF5310"/>
    <w:rsid w:val="00FF56AE"/>
    <w:rsid w:val="00FF5DF6"/>
    <w:rsid w:val="00FF5E2B"/>
    <w:rsid w:val="00FF6184"/>
    <w:rsid w:val="00FF6584"/>
    <w:rsid w:val="00FF67E0"/>
    <w:rsid w:val="00FF6D44"/>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46C"/>
    <w:rPr>
      <w:rFonts w:ascii="Cordia New" w:hAnsi="Cordia New" w:cs="Cordia New"/>
      <w:sz w:val="28"/>
      <w:szCs w:val="28"/>
    </w:rPr>
  </w:style>
  <w:style w:type="paragraph" w:styleId="1">
    <w:name w:val="heading 1"/>
    <w:basedOn w:val="a"/>
    <w:next w:val="a"/>
    <w:link w:val="10"/>
    <w:uiPriority w:val="99"/>
    <w:qFormat/>
    <w:rsid w:val="006A0933"/>
    <w:pPr>
      <w:keepNext/>
      <w:spacing w:before="240" w:after="60"/>
      <w:outlineLvl w:val="0"/>
    </w:pPr>
    <w:rPr>
      <w:rFonts w:ascii="Cambria" w:hAnsi="Cambria" w:cs="Angsana New"/>
      <w:b/>
      <w:bCs/>
      <w:kern w:val="32"/>
      <w:sz w:val="32"/>
      <w:szCs w:val="40"/>
    </w:rPr>
  </w:style>
  <w:style w:type="paragraph" w:styleId="2">
    <w:name w:val="heading 2"/>
    <w:basedOn w:val="a"/>
    <w:next w:val="a"/>
    <w:link w:val="21"/>
    <w:uiPriority w:val="99"/>
    <w:qFormat/>
    <w:rsid w:val="006A0933"/>
    <w:pPr>
      <w:keepNext/>
      <w:spacing w:before="240" w:after="60"/>
      <w:outlineLvl w:val="1"/>
    </w:pPr>
    <w:rPr>
      <w:rFonts w:ascii="Arial" w:hAnsi="Arial" w:cs="Angsana New"/>
      <w:b/>
      <w:i/>
      <w:sz w:val="32"/>
      <w:szCs w:val="20"/>
    </w:rPr>
  </w:style>
  <w:style w:type="paragraph" w:styleId="3">
    <w:name w:val="heading 3"/>
    <w:basedOn w:val="a"/>
    <w:next w:val="a"/>
    <w:link w:val="30"/>
    <w:uiPriority w:val="99"/>
    <w:qFormat/>
    <w:rsid w:val="006A0933"/>
    <w:pPr>
      <w:keepNext/>
      <w:jc w:val="center"/>
      <w:outlineLvl w:val="2"/>
    </w:pPr>
    <w:rPr>
      <w:rFonts w:cs="Angsana New"/>
      <w:sz w:val="32"/>
      <w:szCs w:val="20"/>
    </w:rPr>
  </w:style>
  <w:style w:type="paragraph" w:styleId="4">
    <w:name w:val="heading 4"/>
    <w:basedOn w:val="a"/>
    <w:next w:val="a"/>
    <w:link w:val="40"/>
    <w:uiPriority w:val="99"/>
    <w:qFormat/>
    <w:rsid w:val="006A0933"/>
    <w:pPr>
      <w:keepNext/>
      <w:spacing w:before="240" w:after="60"/>
      <w:outlineLvl w:val="3"/>
    </w:pPr>
    <w:rPr>
      <w:rFonts w:ascii="Calibri" w:hAnsi="Calibri" w:cs="Angsana New"/>
      <w:b/>
      <w:bCs/>
      <w:szCs w:val="35"/>
    </w:rPr>
  </w:style>
  <w:style w:type="paragraph" w:styleId="5">
    <w:name w:val="heading 5"/>
    <w:basedOn w:val="a"/>
    <w:next w:val="a"/>
    <w:link w:val="50"/>
    <w:uiPriority w:val="99"/>
    <w:qFormat/>
    <w:rsid w:val="006A0933"/>
    <w:pPr>
      <w:keepNext/>
      <w:outlineLvl w:val="4"/>
    </w:pPr>
    <w:rPr>
      <w:rFonts w:ascii="Browallia New" w:hAnsi="Browallia New" w:cs="Angsana New"/>
      <w:sz w:val="24"/>
      <w:szCs w:val="20"/>
      <w:u w:val="single"/>
    </w:rPr>
  </w:style>
  <w:style w:type="paragraph" w:styleId="6">
    <w:name w:val="heading 6"/>
    <w:basedOn w:val="a"/>
    <w:next w:val="a"/>
    <w:link w:val="60"/>
    <w:uiPriority w:val="99"/>
    <w:qFormat/>
    <w:rsid w:val="006A0933"/>
    <w:pPr>
      <w:spacing w:before="240" w:after="60"/>
      <w:outlineLvl w:val="5"/>
    </w:pPr>
    <w:rPr>
      <w:rFonts w:ascii="Calibri" w:hAnsi="Calibri" w:cs="Angsana New"/>
      <w:b/>
      <w:bCs/>
      <w:sz w:val="20"/>
      <w:szCs w:val="20"/>
    </w:rPr>
  </w:style>
  <w:style w:type="paragraph" w:styleId="7">
    <w:name w:val="heading 7"/>
    <w:basedOn w:val="a"/>
    <w:next w:val="a"/>
    <w:link w:val="70"/>
    <w:uiPriority w:val="99"/>
    <w:qFormat/>
    <w:rsid w:val="006A0933"/>
    <w:pPr>
      <w:spacing w:before="240" w:after="60"/>
      <w:outlineLvl w:val="6"/>
    </w:pPr>
    <w:rPr>
      <w:rFonts w:ascii="Calibri" w:hAnsi="Calibri" w:cs="Angsana New"/>
      <w:sz w:val="24"/>
      <w:szCs w:val="30"/>
    </w:rPr>
  </w:style>
  <w:style w:type="paragraph" w:styleId="8">
    <w:name w:val="heading 8"/>
    <w:basedOn w:val="a"/>
    <w:next w:val="a"/>
    <w:link w:val="80"/>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
    <w:next w:val="a"/>
    <w:link w:val="90"/>
    <w:uiPriority w:val="99"/>
    <w:qFormat/>
    <w:rsid w:val="006A0933"/>
    <w:pPr>
      <w:spacing w:before="240" w:after="60"/>
      <w:outlineLvl w:val="8"/>
    </w:pPr>
    <w:rPr>
      <w:rFonts w:ascii="Cambria" w:hAnsi="Cambria" w:cs="Angsana New"/>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
    <w:name w:val="หัวเรื่อง 2 อักขระ1"/>
    <w:link w:val="2"/>
    <w:uiPriority w:val="99"/>
    <w:locked/>
    <w:rsid w:val="006A0933"/>
    <w:rPr>
      <w:rFonts w:ascii="Arial" w:hAnsi="Arial" w:cs="Times New Roman"/>
      <w:b/>
      <w:i/>
      <w:sz w:val="32"/>
      <w:lang w:val="en-US" w:eastAsia="en-US"/>
    </w:rPr>
  </w:style>
  <w:style w:type="character" w:customStyle="1" w:styleId="30">
    <w:name w:val="หัวเรื่อง 3 อักขระ"/>
    <w:link w:val="3"/>
    <w:uiPriority w:val="99"/>
    <w:semiHidden/>
    <w:locked/>
    <w:rsid w:val="006A0933"/>
    <w:rPr>
      <w:rFonts w:ascii="Cordia New" w:hAnsi="Cordia New" w:cs="Times New Roman"/>
      <w:sz w:val="32"/>
      <w:lang w:val="en-US" w:eastAsia="en-US"/>
    </w:rPr>
  </w:style>
  <w:style w:type="character" w:customStyle="1" w:styleId="40">
    <w:name w:val="หัวเรื่อง 4 อักขระ"/>
    <w:link w:val="4"/>
    <w:uiPriority w:val="99"/>
    <w:semiHidden/>
    <w:locked/>
    <w:rsid w:val="00714366"/>
    <w:rPr>
      <w:rFonts w:ascii="Calibri" w:hAnsi="Calibri" w:cs="Times New Roman"/>
      <w:b/>
      <w:sz w:val="35"/>
    </w:rPr>
  </w:style>
  <w:style w:type="character" w:customStyle="1" w:styleId="50">
    <w:name w:val="หัวเรื่อง 5 อักขระ"/>
    <w:link w:val="5"/>
    <w:uiPriority w:val="99"/>
    <w:semiHidden/>
    <w:locked/>
    <w:rsid w:val="006A0933"/>
    <w:rPr>
      <w:rFonts w:ascii="Browallia New" w:hAnsi="Browallia New" w:cs="Times New Roman"/>
      <w:sz w:val="24"/>
      <w:u w:val="single"/>
      <w:lang w:val="en-US" w:eastAsia="en-US"/>
    </w:rPr>
  </w:style>
  <w:style w:type="character" w:customStyle="1" w:styleId="60">
    <w:name w:val="หัวเรื่อง 6 อักขระ"/>
    <w:link w:val="6"/>
    <w:uiPriority w:val="99"/>
    <w:semiHidden/>
    <w:locked/>
    <w:rsid w:val="00714366"/>
    <w:rPr>
      <w:rFonts w:ascii="Calibri" w:hAnsi="Calibri" w:cs="Times New Roman"/>
      <w:b/>
    </w:rPr>
  </w:style>
  <w:style w:type="character" w:customStyle="1" w:styleId="70">
    <w:name w:val="หัวเรื่อง 7 อักขระ"/>
    <w:link w:val="7"/>
    <w:uiPriority w:val="99"/>
    <w:semiHidden/>
    <w:locked/>
    <w:rsid w:val="00714366"/>
    <w:rPr>
      <w:rFonts w:ascii="Calibri" w:hAnsi="Calibri" w:cs="Times New Roman"/>
      <w:sz w:val="30"/>
    </w:rPr>
  </w:style>
  <w:style w:type="character" w:customStyle="1" w:styleId="80">
    <w:name w:val="หัวเรื่อง 8 อักขระ"/>
    <w:link w:val="8"/>
    <w:uiPriority w:val="99"/>
    <w:locked/>
    <w:rsid w:val="006A0933"/>
    <w:rPr>
      <w:rFonts w:ascii="Angsana New" w:hAnsi="Angsana New" w:cs="Times New Roman"/>
      <w:b/>
      <w:sz w:val="30"/>
    </w:rPr>
  </w:style>
  <w:style w:type="character" w:customStyle="1" w:styleId="90">
    <w:name w:val="หัวเรื่อง 9 อักขระ"/>
    <w:link w:val="9"/>
    <w:uiPriority w:val="99"/>
    <w:semiHidden/>
    <w:locked/>
    <w:rsid w:val="00714366"/>
    <w:rPr>
      <w:rFonts w:ascii="Cambria" w:hAnsi="Cambria" w:cs="Times New Roman"/>
    </w:rPr>
  </w:style>
  <w:style w:type="paragraph" w:styleId="20">
    <w:name w:val="Body Text 2"/>
    <w:basedOn w:val="a"/>
    <w:link w:val="22"/>
    <w:rsid w:val="006A0933"/>
    <w:pPr>
      <w:ind w:left="360" w:firstLine="540"/>
      <w:jc w:val="both"/>
    </w:pPr>
    <w:rPr>
      <w:rFonts w:cs="Angsana New"/>
      <w:szCs w:val="35"/>
    </w:rPr>
  </w:style>
  <w:style w:type="character" w:customStyle="1" w:styleId="22">
    <w:name w:val="เนื้อความ 2 อักขระ"/>
    <w:link w:val="20"/>
    <w:locked/>
    <w:rsid w:val="00714366"/>
    <w:rPr>
      <w:rFonts w:ascii="Cordia New" w:hAnsi="Cordia New" w:cs="Times New Roman"/>
      <w:sz w:val="35"/>
    </w:rPr>
  </w:style>
  <w:style w:type="paragraph" w:styleId="31">
    <w:name w:val="Body Text Indent 3"/>
    <w:basedOn w:val="a"/>
    <w:link w:val="32"/>
    <w:uiPriority w:val="99"/>
    <w:rsid w:val="006A0933"/>
    <w:pPr>
      <w:spacing w:after="120"/>
      <w:ind w:left="283"/>
    </w:pPr>
    <w:rPr>
      <w:rFonts w:cs="Angsana New"/>
      <w:sz w:val="16"/>
      <w:szCs w:val="20"/>
    </w:rPr>
  </w:style>
  <w:style w:type="character" w:customStyle="1" w:styleId="32">
    <w:name w:val="การเยื้องเนื้อความ 3 อักขระ"/>
    <w:link w:val="31"/>
    <w:uiPriority w:val="99"/>
    <w:semiHidden/>
    <w:locked/>
    <w:rsid w:val="00714366"/>
    <w:rPr>
      <w:rFonts w:ascii="Cordia New" w:hAnsi="Cordia New" w:cs="Times New Roman"/>
      <w:sz w:val="20"/>
    </w:rPr>
  </w:style>
  <w:style w:type="paragraph" w:styleId="a3">
    <w:name w:val="Balloon Text"/>
    <w:basedOn w:val="a"/>
    <w:link w:val="a4"/>
    <w:semiHidden/>
    <w:rsid w:val="006A0933"/>
    <w:rPr>
      <w:rFonts w:ascii="Times New Roman" w:hAnsi="Times New Roman" w:cs="Angsana New"/>
      <w:sz w:val="2"/>
    </w:rPr>
  </w:style>
  <w:style w:type="character" w:customStyle="1" w:styleId="a4">
    <w:name w:val="ข้อความบอลลูน อักขระ"/>
    <w:link w:val="a3"/>
    <w:uiPriority w:val="99"/>
    <w:semiHidden/>
    <w:locked/>
    <w:rsid w:val="00714366"/>
    <w:rPr>
      <w:rFonts w:cs="Times New Roman"/>
      <w:sz w:val="2"/>
    </w:rPr>
  </w:style>
  <w:style w:type="paragraph" w:customStyle="1" w:styleId="33">
    <w:name w:val="µÒÃÒ§3ªèÍ§"/>
    <w:basedOn w:val="a"/>
    <w:rsid w:val="006A0933"/>
    <w:pPr>
      <w:tabs>
        <w:tab w:val="left" w:pos="360"/>
        <w:tab w:val="left" w:pos="720"/>
      </w:tabs>
    </w:pPr>
    <w:rPr>
      <w:rFonts w:ascii="Book Antiqua" w:hAnsi="Book Antiqua" w:cs="Angsana New"/>
      <w:sz w:val="22"/>
      <w:szCs w:val="22"/>
      <w:lang w:eastAsia="en-GB"/>
    </w:rPr>
  </w:style>
  <w:style w:type="paragraph" w:customStyle="1" w:styleId="a5">
    <w:name w:val="ºÇ¡"/>
    <w:basedOn w:val="a"/>
    <w:rsid w:val="006A0933"/>
    <w:pPr>
      <w:ind w:right="129"/>
      <w:jc w:val="right"/>
    </w:pPr>
    <w:rPr>
      <w:rFonts w:ascii="Book Antiqua" w:hAnsi="Book Antiqua" w:cs="Angsana New"/>
      <w:sz w:val="22"/>
      <w:szCs w:val="22"/>
      <w:lang w:eastAsia="en-GB"/>
    </w:rPr>
  </w:style>
  <w:style w:type="paragraph" w:styleId="a6">
    <w:name w:val="footer"/>
    <w:basedOn w:val="a"/>
    <w:link w:val="a7"/>
    <w:uiPriority w:val="99"/>
    <w:rsid w:val="006A0933"/>
    <w:pPr>
      <w:tabs>
        <w:tab w:val="center" w:pos="4153"/>
        <w:tab w:val="right" w:pos="8306"/>
      </w:tabs>
    </w:pPr>
    <w:rPr>
      <w:rFonts w:cs="Angsana New"/>
      <w:szCs w:val="35"/>
    </w:rPr>
  </w:style>
  <w:style w:type="character" w:customStyle="1" w:styleId="a7">
    <w:name w:val="ท้ายกระดาษ อักขระ"/>
    <w:link w:val="a6"/>
    <w:uiPriority w:val="99"/>
    <w:locked/>
    <w:rsid w:val="00714366"/>
    <w:rPr>
      <w:rFonts w:ascii="Cordia New" w:hAnsi="Cordia New" w:cs="Times New Roman"/>
      <w:sz w:val="35"/>
    </w:rPr>
  </w:style>
  <w:style w:type="character" w:styleId="a8">
    <w:name w:val="page number"/>
    <w:rsid w:val="006A0933"/>
    <w:rPr>
      <w:rFonts w:cs="Times New Roman"/>
    </w:rPr>
  </w:style>
  <w:style w:type="paragraph" w:styleId="a9">
    <w:name w:val="header"/>
    <w:basedOn w:val="a"/>
    <w:link w:val="aa"/>
    <w:uiPriority w:val="99"/>
    <w:rsid w:val="006A0933"/>
    <w:pPr>
      <w:tabs>
        <w:tab w:val="center" w:pos="4153"/>
        <w:tab w:val="right" w:pos="8306"/>
      </w:tabs>
    </w:pPr>
    <w:rPr>
      <w:rFonts w:cs="Angsana New"/>
      <w:szCs w:val="35"/>
    </w:rPr>
  </w:style>
  <w:style w:type="character" w:customStyle="1" w:styleId="aa">
    <w:name w:val="หัวกระดาษ อักขระ"/>
    <w:link w:val="a9"/>
    <w:uiPriority w:val="99"/>
    <w:semiHidden/>
    <w:locked/>
    <w:rsid w:val="00714366"/>
    <w:rPr>
      <w:rFonts w:ascii="Cordia New" w:hAnsi="Cordia New" w:cs="Times New Roman"/>
      <w:sz w:val="35"/>
    </w:rPr>
  </w:style>
  <w:style w:type="paragraph" w:styleId="ab">
    <w:name w:val="footnote text"/>
    <w:basedOn w:val="a"/>
    <w:link w:val="ac"/>
    <w:semiHidden/>
    <w:rsid w:val="006A0933"/>
    <w:rPr>
      <w:rFonts w:cs="Angsana New"/>
      <w:sz w:val="20"/>
      <w:szCs w:val="20"/>
    </w:rPr>
  </w:style>
  <w:style w:type="character" w:customStyle="1" w:styleId="ac">
    <w:name w:val="ข้อความเชิงอรรถ อักขระ"/>
    <w:link w:val="ab"/>
    <w:semiHidden/>
    <w:locked/>
    <w:rsid w:val="006A0933"/>
    <w:rPr>
      <w:rFonts w:ascii="Cordia New" w:hAnsi="Cordia New" w:cs="Times New Roman"/>
      <w:lang w:val="en-US" w:eastAsia="en-US"/>
    </w:rPr>
  </w:style>
  <w:style w:type="character" w:styleId="ad">
    <w:name w:val="footnote reference"/>
    <w:uiPriority w:val="99"/>
    <w:semiHidden/>
    <w:rsid w:val="006A0933"/>
    <w:rPr>
      <w:rFonts w:cs="Times New Roman"/>
      <w:vertAlign w:val="superscript"/>
    </w:rPr>
  </w:style>
  <w:style w:type="paragraph" w:styleId="ae">
    <w:name w:val="Body Text Indent"/>
    <w:basedOn w:val="a"/>
    <w:link w:val="af"/>
    <w:uiPriority w:val="99"/>
    <w:rsid w:val="006A0933"/>
    <w:pPr>
      <w:tabs>
        <w:tab w:val="left" w:pos="426"/>
        <w:tab w:val="left" w:pos="993"/>
        <w:tab w:val="left" w:pos="1530"/>
      </w:tabs>
      <w:ind w:left="993" w:hanging="993"/>
      <w:jc w:val="both"/>
    </w:pPr>
    <w:rPr>
      <w:rFonts w:cs="Angsana New"/>
      <w:sz w:val="26"/>
      <w:szCs w:val="20"/>
    </w:rPr>
  </w:style>
  <w:style w:type="character" w:customStyle="1" w:styleId="af">
    <w:name w:val="การเยื้องเนื้อความ อักขระ"/>
    <w:link w:val="ae"/>
    <w:uiPriority w:val="99"/>
    <w:locked/>
    <w:rsid w:val="006A0933"/>
    <w:rPr>
      <w:rFonts w:ascii="Cordia New" w:hAnsi="Cordia New" w:cs="Times New Roman"/>
      <w:sz w:val="26"/>
      <w:lang w:val="en-US" w:eastAsia="en-US"/>
    </w:rPr>
  </w:style>
  <w:style w:type="paragraph" w:styleId="af0">
    <w:name w:val="macro"/>
    <w:link w:val="af1"/>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1">
    <w:name w:val="ข้อความแมโคร อักขระ"/>
    <w:link w:val="af0"/>
    <w:uiPriority w:val="99"/>
    <w:semiHidden/>
    <w:locked/>
    <w:rsid w:val="00714366"/>
    <w:rPr>
      <w:rFonts w:ascii="Courier New" w:hAnsi="Courier New" w:cs="Times New Roman"/>
      <w:sz w:val="25"/>
      <w:szCs w:val="25"/>
      <w:lang w:val="en-US" w:eastAsia="en-US" w:bidi="th-TH"/>
    </w:rPr>
  </w:style>
  <w:style w:type="paragraph" w:styleId="af2">
    <w:name w:val="Body Text"/>
    <w:basedOn w:val="a"/>
    <w:link w:val="af3"/>
    <w:uiPriority w:val="99"/>
    <w:rsid w:val="006A0933"/>
    <w:pPr>
      <w:spacing w:after="120"/>
    </w:pPr>
    <w:rPr>
      <w:rFonts w:cs="Angsana New"/>
      <w:szCs w:val="35"/>
    </w:rPr>
  </w:style>
  <w:style w:type="character" w:customStyle="1" w:styleId="af3">
    <w:name w:val="เนื้อความ อักขระ"/>
    <w:link w:val="af2"/>
    <w:uiPriority w:val="99"/>
    <w:semiHidden/>
    <w:locked/>
    <w:rsid w:val="00714366"/>
    <w:rPr>
      <w:rFonts w:ascii="Cordia New" w:hAnsi="Cordia New" w:cs="Times New Roman"/>
      <w:sz w:val="35"/>
    </w:rPr>
  </w:style>
  <w:style w:type="paragraph" w:styleId="34">
    <w:name w:val="Body Text 3"/>
    <w:basedOn w:val="a"/>
    <w:link w:val="35"/>
    <w:uiPriority w:val="99"/>
    <w:rsid w:val="006A0933"/>
    <w:pPr>
      <w:spacing w:after="120"/>
    </w:pPr>
    <w:rPr>
      <w:rFonts w:cs="Angsana New"/>
      <w:sz w:val="16"/>
      <w:szCs w:val="20"/>
    </w:rPr>
  </w:style>
  <w:style w:type="character" w:customStyle="1" w:styleId="35">
    <w:name w:val="เนื้อความ 3 อักขระ"/>
    <w:link w:val="34"/>
    <w:uiPriority w:val="99"/>
    <w:semiHidden/>
    <w:locked/>
    <w:rsid w:val="00714366"/>
    <w:rPr>
      <w:rFonts w:ascii="Cordia New" w:hAnsi="Cordia New" w:cs="Times New Roman"/>
      <w:sz w:val="20"/>
    </w:rPr>
  </w:style>
  <w:style w:type="paragraph" w:customStyle="1" w:styleId="af4">
    <w:name w:val="¢éÍ¤ÇÒÁ"/>
    <w:basedOn w:val="a"/>
    <w:rsid w:val="006A0933"/>
    <w:pPr>
      <w:tabs>
        <w:tab w:val="left" w:pos="1080"/>
      </w:tabs>
    </w:pPr>
    <w:rPr>
      <w:rFonts w:cs="BrowalliaUPC"/>
      <w:sz w:val="30"/>
      <w:szCs w:val="30"/>
      <w:lang w:val="th-TH"/>
    </w:rPr>
  </w:style>
  <w:style w:type="paragraph" w:customStyle="1" w:styleId="CharCharCharCharChar">
    <w:name w:val="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
    <w:uiPriority w:val="99"/>
    <w:rsid w:val="006A0933"/>
    <w:pPr>
      <w:spacing w:after="160" w:line="240" w:lineRule="exact"/>
    </w:pPr>
    <w:rPr>
      <w:rFonts w:ascii="Verdana" w:hAnsi="Verdana" w:cs="Angsana New"/>
      <w:sz w:val="20"/>
      <w:szCs w:val="20"/>
      <w:lang w:bidi="ar-SA"/>
    </w:rPr>
  </w:style>
  <w:style w:type="paragraph" w:customStyle="1" w:styleId="af5">
    <w:name w:val="ลักษณะ"/>
    <w:basedOn w:val="a"/>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
    <w:rsid w:val="006A0933"/>
    <w:pPr>
      <w:tabs>
        <w:tab w:val="left" w:pos="4153"/>
        <w:tab w:val="left" w:pos="8306"/>
      </w:tabs>
      <w:jc w:val="thaiDistribute"/>
    </w:pPr>
    <w:rPr>
      <w:rFonts w:ascii="Angsana New" w:hAnsi="Angsana New" w:cs="Angsana New"/>
      <w:color w:val="000000"/>
      <w:sz w:val="24"/>
      <w:szCs w:val="24"/>
    </w:rPr>
  </w:style>
  <w:style w:type="paragraph" w:customStyle="1" w:styleId="af6">
    <w:name w:val="??"/>
    <w:basedOn w:val="a"/>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
    <w:uiPriority w:val="99"/>
    <w:semiHidden/>
    <w:rsid w:val="006A0933"/>
    <w:rPr>
      <w:rFonts w:ascii="Tahoma" w:hAnsi="Tahoma" w:cs="Tahoma"/>
      <w:sz w:val="16"/>
      <w:szCs w:val="16"/>
    </w:rPr>
  </w:style>
  <w:style w:type="paragraph" w:customStyle="1" w:styleId="Char0">
    <w:name w:val="อักขระ อักขระ Char"/>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
    <w:uiPriority w:val="99"/>
    <w:rsid w:val="006A0933"/>
    <w:pPr>
      <w:spacing w:after="160" w:line="240" w:lineRule="exact"/>
    </w:pPr>
    <w:rPr>
      <w:rFonts w:ascii="Verdana" w:hAnsi="Verdana" w:cs="Times New Roman"/>
      <w:sz w:val="20"/>
      <w:szCs w:val="20"/>
      <w:lang w:bidi="ar-SA"/>
    </w:rPr>
  </w:style>
  <w:style w:type="paragraph" w:styleId="af7">
    <w:name w:val="Title"/>
    <w:basedOn w:val="a"/>
    <w:link w:val="af8"/>
    <w:uiPriority w:val="99"/>
    <w:qFormat/>
    <w:rsid w:val="006A0933"/>
    <w:pPr>
      <w:autoSpaceDE w:val="0"/>
      <w:autoSpaceDN w:val="0"/>
      <w:jc w:val="center"/>
    </w:pPr>
    <w:rPr>
      <w:rFonts w:ascii="Cambria" w:hAnsi="Cambria" w:cs="Angsana New"/>
      <w:b/>
      <w:bCs/>
      <w:kern w:val="28"/>
      <w:sz w:val="32"/>
      <w:szCs w:val="40"/>
    </w:rPr>
  </w:style>
  <w:style w:type="character" w:customStyle="1" w:styleId="af8">
    <w:name w:val="ชื่อเรื่อง อักขระ"/>
    <w:link w:val="af7"/>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af9">
    <w:name w:val="Document Map"/>
    <w:basedOn w:val="a"/>
    <w:link w:val="afa"/>
    <w:uiPriority w:val="99"/>
    <w:semiHidden/>
    <w:rsid w:val="006A0933"/>
    <w:pPr>
      <w:shd w:val="clear" w:color="auto" w:fill="000080"/>
    </w:pPr>
    <w:rPr>
      <w:rFonts w:ascii="Times New Roman" w:hAnsi="Times New Roman" w:cs="Angsana New"/>
      <w:sz w:val="2"/>
    </w:rPr>
  </w:style>
  <w:style w:type="character" w:customStyle="1" w:styleId="afa">
    <w:name w:val="ผังเอกสาร อักขระ"/>
    <w:link w:val="af9"/>
    <w:uiPriority w:val="99"/>
    <w:semiHidden/>
    <w:locked/>
    <w:rsid w:val="00714366"/>
    <w:rPr>
      <w:rFonts w:cs="Times New Roman"/>
      <w:sz w:val="2"/>
    </w:rPr>
  </w:style>
  <w:style w:type="paragraph" w:customStyle="1" w:styleId="CharChar2CharCharCharChar">
    <w:name w:val="Char Char2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
    <w:uiPriority w:val="99"/>
    <w:rsid w:val="006A0933"/>
    <w:pPr>
      <w:spacing w:after="160" w:line="240" w:lineRule="exact"/>
    </w:pPr>
    <w:rPr>
      <w:rFonts w:ascii="Verdana" w:hAnsi="Verdana"/>
      <w:sz w:val="20"/>
      <w:szCs w:val="20"/>
      <w:lang w:bidi="ar-SA"/>
    </w:rPr>
  </w:style>
  <w:style w:type="table" w:styleId="afb">
    <w:name w:val="Table Grid"/>
    <w:basedOn w:val="a1"/>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23">
    <w:name w:val="Body Text Indent 2"/>
    <w:basedOn w:val="a"/>
    <w:link w:val="24"/>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4">
    <w:name w:val="การเยื้องเนื้อความ 2 อักขระ"/>
    <w:link w:val="23"/>
    <w:uiPriority w:val="99"/>
    <w:semiHidden/>
    <w:locked/>
    <w:rsid w:val="00714366"/>
    <w:rPr>
      <w:rFonts w:ascii="Cordia New" w:hAnsi="Cordia New" w:cs="Times New Roman"/>
      <w:sz w:val="35"/>
    </w:rPr>
  </w:style>
  <w:style w:type="paragraph" w:customStyle="1" w:styleId="Style1">
    <w:name w:val="Style1"/>
    <w:basedOn w:val="a"/>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2"/>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25">
    <w:name w:val="Body Text First Indent 2"/>
    <w:basedOn w:val="ae"/>
    <w:link w:val="26"/>
    <w:uiPriority w:val="99"/>
    <w:rsid w:val="006A0933"/>
    <w:pPr>
      <w:tabs>
        <w:tab w:val="clear" w:pos="426"/>
        <w:tab w:val="clear" w:pos="993"/>
        <w:tab w:val="clear" w:pos="1530"/>
      </w:tabs>
      <w:spacing w:after="120"/>
      <w:ind w:left="360" w:firstLine="210"/>
      <w:jc w:val="left"/>
    </w:pPr>
    <w:rPr>
      <w:sz w:val="28"/>
      <w:szCs w:val="35"/>
    </w:rPr>
  </w:style>
  <w:style w:type="character" w:customStyle="1" w:styleId="26">
    <w:name w:val="เยื้องย่อหน้าแรกของเนื้อความ 2 อักขระ"/>
    <w:link w:val="25"/>
    <w:uiPriority w:val="99"/>
    <w:semiHidden/>
    <w:locked/>
    <w:rsid w:val="00714366"/>
    <w:rPr>
      <w:rFonts w:ascii="Cordia New" w:hAnsi="Cordia New" w:cs="Times New Roman"/>
      <w:sz w:val="35"/>
      <w:lang w:val="en-US" w:eastAsia="en-US"/>
    </w:rPr>
  </w:style>
  <w:style w:type="paragraph" w:styleId="61">
    <w:name w:val="toc 6"/>
    <w:basedOn w:val="a"/>
    <w:next w:val="a"/>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c">
    <w:name w:val="caption"/>
    <w:basedOn w:val="a"/>
    <w:next w:val="a"/>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a"/>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
    <w:uiPriority w:val="99"/>
    <w:rsid w:val="006A0933"/>
    <w:pPr>
      <w:spacing w:after="160" w:line="240" w:lineRule="exact"/>
    </w:pPr>
    <w:rPr>
      <w:rFonts w:ascii="Verdana" w:hAnsi="Verdana" w:cs="Times New Roman"/>
      <w:sz w:val="20"/>
      <w:szCs w:val="20"/>
      <w:lang w:bidi="ar-SA"/>
    </w:rPr>
  </w:style>
  <w:style w:type="character" w:customStyle="1" w:styleId="27">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
    <w:uiPriority w:val="99"/>
    <w:rsid w:val="006A0933"/>
    <w:pPr>
      <w:spacing w:after="160" w:line="240" w:lineRule="exact"/>
    </w:pPr>
    <w:rPr>
      <w:rFonts w:ascii="Verdana" w:hAnsi="Verdana" w:cs="Angsana New"/>
      <w:sz w:val="20"/>
      <w:szCs w:val="20"/>
      <w:lang w:bidi="ar-SA"/>
    </w:rPr>
  </w:style>
  <w:style w:type="paragraph" w:styleId="afd">
    <w:name w:val="List Paragraph"/>
    <w:basedOn w:val="a"/>
    <w:link w:val="afe"/>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a"/>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a"/>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aff">
    <w:name w:val="line number"/>
    <w:basedOn w:val="a0"/>
    <w:uiPriority w:val="99"/>
    <w:semiHidden/>
    <w:unhideWhenUsed/>
    <w:locked/>
    <w:rsid w:val="001F5364"/>
  </w:style>
  <w:style w:type="character" w:styleId="aff0">
    <w:name w:val="Hyperlink"/>
    <w:basedOn w:val="a0"/>
    <w:uiPriority w:val="99"/>
    <w:unhideWhenUsed/>
    <w:locked/>
    <w:rsid w:val="00033879"/>
    <w:rPr>
      <w:color w:val="0000FF" w:themeColor="hyperlink"/>
      <w:u w:val="single"/>
    </w:rPr>
  </w:style>
  <w:style w:type="paragraph" w:customStyle="1" w:styleId="aff1">
    <w:name w:val="Åº"/>
    <w:basedOn w:val="a"/>
    <w:rsid w:val="002638D9"/>
    <w:pPr>
      <w:tabs>
        <w:tab w:val="left" w:pos="360"/>
        <w:tab w:val="left" w:pos="720"/>
        <w:tab w:val="left" w:pos="1080"/>
      </w:tabs>
    </w:pPr>
    <w:rPr>
      <w:rFonts w:cs="BrowalliaUPC"/>
    </w:rPr>
  </w:style>
  <w:style w:type="paragraph" w:customStyle="1" w:styleId="paragraph">
    <w:name w:val="paragraph"/>
    <w:basedOn w:val="a"/>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0"/>
    <w:rsid w:val="00633BA9"/>
  </w:style>
  <w:style w:type="character" w:customStyle="1" w:styleId="eop">
    <w:name w:val="eop"/>
    <w:basedOn w:val="a0"/>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a"/>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a"/>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a"/>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a"/>
    <w:rsid w:val="00084EA4"/>
    <w:pPr>
      <w:spacing w:after="160" w:line="240" w:lineRule="exact"/>
    </w:pPr>
    <w:rPr>
      <w:rFonts w:ascii="Verdana" w:hAnsi="Verdana" w:cs="Times New Roman"/>
      <w:sz w:val="20"/>
      <w:szCs w:val="20"/>
      <w:lang w:bidi="ar-SA"/>
    </w:rPr>
  </w:style>
  <w:style w:type="table" w:customStyle="1" w:styleId="TableGrid1">
    <w:name w:val="Table Grid1"/>
    <w:basedOn w:val="a1"/>
    <w:next w:val="afb"/>
    <w:uiPriority w:val="39"/>
    <w:rsid w:val="00AA795D"/>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b"/>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รายการย่อหน้า อักขระ"/>
    <w:link w:val="afd"/>
    <w:uiPriority w:val="34"/>
    <w:locked/>
    <w:rsid w:val="00305D56"/>
    <w:rPr>
      <w:rFonts w:ascii="Calibri" w:hAnsi="Calibri"/>
      <w:sz w:val="22"/>
      <w:szCs w:val="28"/>
    </w:rPr>
  </w:style>
  <w:style w:type="paragraph" w:styleId="aff2">
    <w:name w:val="Normal (Web)"/>
    <w:basedOn w:val="a"/>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af2"/>
    <w:rsid w:val="00D767BD"/>
    <w:pPr>
      <w:spacing w:after="260" w:line="260" w:lineRule="atLeast"/>
      <w:ind w:left="567"/>
    </w:pPr>
    <w:rPr>
      <w:rFonts w:ascii="Times New Roman" w:eastAsia="Calibri" w:hAnsi="Times New Roman" w:cs="Cordia New"/>
      <w:sz w:val="22"/>
      <w:szCs w:val="20"/>
      <w:lang w:val="en-GB" w:bidi="ar-SA"/>
    </w:rPr>
  </w:style>
  <w:style w:type="character" w:styleId="aff3">
    <w:name w:val="annotation reference"/>
    <w:basedOn w:val="a0"/>
    <w:uiPriority w:val="99"/>
    <w:semiHidden/>
    <w:unhideWhenUsed/>
    <w:locked/>
    <w:rsid w:val="0059582D"/>
    <w:rPr>
      <w:sz w:val="16"/>
      <w:szCs w:val="16"/>
    </w:rPr>
  </w:style>
  <w:style w:type="paragraph" w:styleId="aff4">
    <w:name w:val="annotation text"/>
    <w:basedOn w:val="a"/>
    <w:link w:val="aff5"/>
    <w:uiPriority w:val="99"/>
    <w:unhideWhenUsed/>
    <w:locked/>
    <w:rsid w:val="0059582D"/>
    <w:rPr>
      <w:sz w:val="20"/>
      <w:szCs w:val="25"/>
    </w:rPr>
  </w:style>
  <w:style w:type="character" w:customStyle="1" w:styleId="aff5">
    <w:name w:val="ข้อความข้อคิดเห็น อักขระ"/>
    <w:basedOn w:val="a0"/>
    <w:link w:val="aff4"/>
    <w:uiPriority w:val="99"/>
    <w:rsid w:val="0059582D"/>
    <w:rPr>
      <w:rFonts w:ascii="Cordia New" w:hAnsi="Cordia New" w:cs="Cordia New"/>
      <w:szCs w:val="25"/>
    </w:rPr>
  </w:style>
  <w:style w:type="paragraph" w:styleId="aff6">
    <w:name w:val="annotation subject"/>
    <w:basedOn w:val="aff4"/>
    <w:next w:val="aff4"/>
    <w:link w:val="aff7"/>
    <w:uiPriority w:val="99"/>
    <w:semiHidden/>
    <w:unhideWhenUsed/>
    <w:locked/>
    <w:rsid w:val="0059582D"/>
    <w:rPr>
      <w:b/>
      <w:bCs/>
    </w:rPr>
  </w:style>
  <w:style w:type="character" w:customStyle="1" w:styleId="aff7">
    <w:name w:val="ชื่อเรื่องของข้อคิดเห็น อักขระ"/>
    <w:basedOn w:val="aff5"/>
    <w:link w:val="aff6"/>
    <w:uiPriority w:val="99"/>
    <w:semiHidden/>
    <w:rsid w:val="0059582D"/>
    <w:rPr>
      <w:rFonts w:ascii="Cordia New" w:hAnsi="Cordia New" w:cs="Cordia New"/>
      <w:b/>
      <w:bCs/>
      <w:szCs w:val="25"/>
    </w:rPr>
  </w:style>
  <w:style w:type="paragraph" w:styleId="aff8">
    <w:name w:val="Revision"/>
    <w:hidden/>
    <w:uiPriority w:val="99"/>
    <w:semiHidden/>
    <w:rsid w:val="002F09DF"/>
    <w:rPr>
      <w:rFonts w:ascii="Cordia New" w:hAnsi="Cordia New" w:cs="Cordia New"/>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5" ma:contentTypeDescription="Create a new document." ma:contentTypeScope="" ma:versionID="3cf6527eb0f8f3dec9fd81ee6ac26850">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a24ef95a073e4e858638e9b2ab6efe7b"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2.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customXml/itemProps3.xml><?xml version="1.0" encoding="utf-8"?>
<ds:datastoreItem xmlns:ds="http://schemas.openxmlformats.org/officeDocument/2006/customXml" ds:itemID="{804435F2-6FDC-48CB-AD71-6A64F72AF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CC6CE-846E-4344-AEA4-925D3F8FE5E5}">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15</Pages>
  <Words>3610</Words>
  <Characters>20578</Characters>
  <Application>Microsoft Office Word</Application>
  <DocSecurity>0</DocSecurity>
  <Lines>171</Lines>
  <Paragraphs>48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User1</cp:lastModifiedBy>
  <cp:revision>2</cp:revision>
  <cp:lastPrinted>2023-08-09T02:46:00Z</cp:lastPrinted>
  <dcterms:created xsi:type="dcterms:W3CDTF">2023-11-10T00:37:00Z</dcterms:created>
  <dcterms:modified xsi:type="dcterms:W3CDTF">2023-11-10T00:37:00Z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