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6246D" w14:textId="4E8EB0EB" w:rsidR="003E4706" w:rsidRPr="003F014A" w:rsidRDefault="003E4706" w:rsidP="003E0B20">
      <w:pPr>
        <w:rPr>
          <w:rFonts w:ascii="Browallia New" w:hAnsi="Browallia New" w:cs="Browallia New"/>
          <w:b/>
          <w:bCs/>
        </w:rPr>
      </w:pPr>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2AD5915C" w:rsidR="002776AD" w:rsidRPr="005C2BD1" w:rsidRDefault="002776AD" w:rsidP="003E0B20">
      <w:pPr>
        <w:rPr>
          <w:rFonts w:ascii="Browallia New" w:hAnsi="Browallia New" w:cs="Browallia New"/>
          <w:b/>
          <w:bCs/>
          <w:cs/>
          <w:lang w:val="en-GB"/>
        </w:rPr>
      </w:pPr>
      <w:r w:rsidRPr="005C2BD1">
        <w:rPr>
          <w:rFonts w:ascii="Browallia New" w:hAnsi="Browallia New" w:cs="Browallia New"/>
          <w:b/>
          <w:bCs/>
          <w:cs/>
        </w:rPr>
        <w:t>หมายเหตุ</w:t>
      </w:r>
      <w:r w:rsidRPr="00680E85">
        <w:rPr>
          <w:rFonts w:ascii="Browallia New" w:hAnsi="Browallia New" w:cs="Browallia New"/>
          <w:b/>
          <w:bCs/>
          <w:cs/>
        </w:rPr>
        <w:t>ประกอบ</w:t>
      </w:r>
      <w:r w:rsidRPr="000540A0">
        <w:rPr>
          <w:rFonts w:ascii="Browallia New" w:hAnsi="Browallia New" w:cs="Browallia New"/>
          <w:b/>
          <w:bCs/>
          <w:cs/>
        </w:rPr>
        <w:t>งบการเงินระหว่างกาลแบบย่อ</w:t>
      </w:r>
    </w:p>
    <w:p w14:paraId="4856246F" w14:textId="3E4B15E3"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สำหรับงวดสามเดือนสิ้นสุด</w:t>
      </w:r>
      <w:r w:rsidR="002776AD" w:rsidRPr="005C2BD1">
        <w:rPr>
          <w:rFonts w:ascii="Browallia New" w:hAnsi="Browallia New" w:cs="Browallia New"/>
          <w:b/>
          <w:bCs/>
          <w:cs/>
        </w:rPr>
        <w:t>วันที่</w:t>
      </w:r>
      <w:r w:rsidR="00F60E66" w:rsidRPr="005C2BD1">
        <w:rPr>
          <w:rFonts w:ascii="Browallia New" w:hAnsi="Browallia New" w:cs="Browallia New"/>
          <w:b/>
          <w:bCs/>
        </w:rPr>
        <w:t xml:space="preserve"> </w:t>
      </w:r>
      <w:r w:rsidR="00D07AAB" w:rsidRPr="005C2BD1">
        <w:rPr>
          <w:rFonts w:ascii="Browallia New" w:eastAsia="Cordia New" w:hAnsi="Browallia New" w:cs="Browallia New"/>
          <w:b/>
          <w:bCs/>
        </w:rPr>
        <w:t>3</w:t>
      </w:r>
      <w:r w:rsidR="003D13AC">
        <w:rPr>
          <w:rFonts w:ascii="Browallia New" w:eastAsia="Cordia New" w:hAnsi="Browallia New" w:cs="Browallia New"/>
          <w:b/>
          <w:bCs/>
        </w:rPr>
        <w:t xml:space="preserve">1 </w:t>
      </w:r>
      <w:r w:rsidR="003D13AC">
        <w:rPr>
          <w:rFonts w:ascii="Browallia New" w:eastAsia="Cordia New" w:hAnsi="Browallia New" w:cs="Browallia New" w:hint="cs"/>
          <w:b/>
          <w:bCs/>
          <w:cs/>
        </w:rPr>
        <w:t xml:space="preserve">มีนาคม </w:t>
      </w:r>
      <w:r w:rsidR="003D13AC">
        <w:rPr>
          <w:rFonts w:ascii="Browallia New" w:eastAsia="Cordia New" w:hAnsi="Browallia New" w:cs="Browallia New"/>
          <w:b/>
          <w:bCs/>
        </w:rPr>
        <w:t>2566</w:t>
      </w:r>
      <w:r w:rsidR="00DF30E6" w:rsidRPr="005C2BD1">
        <w:rPr>
          <w:rFonts w:ascii="Browallia New" w:hAnsi="Browallia New" w:cs="Browallia New"/>
          <w:b/>
          <w:bCs/>
        </w:rPr>
        <w:t xml:space="preserve"> </w:t>
      </w:r>
      <w:r w:rsidR="002776AD" w:rsidRPr="005C2BD1">
        <w:rPr>
          <w:rFonts w:ascii="Browallia New" w:hAnsi="Browallia New" w:cs="Browallia New"/>
          <w:b/>
          <w:bCs/>
        </w:rPr>
        <w:t>(</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rPr>
        <w:t xml:space="preserve"> </w:t>
      </w:r>
      <w:r w:rsidR="002776AD" w:rsidRPr="005C2BD1">
        <w:rPr>
          <w:rFonts w:ascii="Browallia New" w:hAnsi="Browallia New" w:cs="Browallia New"/>
          <w:b/>
          <w:bCs/>
          <w:cs/>
        </w:rPr>
        <w:t>แต่สอบทานแล้ว</w:t>
      </w:r>
      <w:r w:rsidR="002776AD" w:rsidRPr="005C2BD1">
        <w:rPr>
          <w:rFonts w:ascii="Browallia New" w:hAnsi="Browallia New" w:cs="Browallia New"/>
          <w:b/>
          <w:bCs/>
        </w:rPr>
        <w:t>)</w:t>
      </w:r>
    </w:p>
    <w:p w14:paraId="48562470" w14:textId="77777777" w:rsidR="002776AD" w:rsidRPr="005C2BD1" w:rsidRDefault="002776AD" w:rsidP="003E0B20">
      <w:pPr>
        <w:tabs>
          <w:tab w:val="left" w:pos="720"/>
        </w:tabs>
        <w:rPr>
          <w:rFonts w:ascii="Browallia New" w:hAnsi="Browallia New" w:cs="Browallia New"/>
          <w:cs/>
        </w:rPr>
      </w:pPr>
    </w:p>
    <w:p w14:paraId="48562471" w14:textId="6C8F40F0"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r w:rsidR="00762D2F">
        <w:rPr>
          <w:rFonts w:ascii="Browallia New" w:hAnsi="Browallia New" w:cs="Browallia New" w:hint="cs"/>
          <w:b/>
          <w:bCs/>
          <w:cs/>
        </w:rPr>
        <w:t>และข้อมูลทั่วไป</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13617421"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w:t>
      </w:r>
      <w:r w:rsidR="00835247">
        <w:rPr>
          <w:rStyle w:val="normaltextrun"/>
          <w:rFonts w:ascii="Browallia New" w:hAnsi="Browallia New" w:cs="Browallia New" w:hint="cs"/>
          <w:sz w:val="28"/>
          <w:szCs w:val="28"/>
          <w:cs/>
        </w:rPr>
        <w:t>กี่</w:t>
      </w:r>
      <w:r w:rsidRPr="005C2BD1">
        <w:rPr>
          <w:rStyle w:val="normaltextrun"/>
          <w:rFonts w:ascii="Browallia New" w:hAnsi="Browallia New" w:cs="Browallia New"/>
          <w:sz w:val="28"/>
          <w:szCs w:val="28"/>
          <w:cs/>
        </w:rPr>
        <w:t>ยวกับการผลิตชิ้นส่วนที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ทำจากเหล็ก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146CB0B0" w:rsidR="00633BA9" w:rsidRPr="005C2BD1" w:rsidRDefault="00D773AD" w:rsidP="00014C22">
      <w:pPr>
        <w:pStyle w:val="paragraph"/>
        <w:numPr>
          <w:ilvl w:val="0"/>
          <w:numId w:val="26"/>
        </w:numPr>
        <w:spacing w:before="0" w:beforeAutospacing="0" w:after="0" w:afterAutospacing="0"/>
        <w:ind w:left="709"/>
        <w:jc w:val="thaiDistribute"/>
        <w:textAlignment w:val="baseline"/>
        <w:rPr>
          <w:rFonts w:ascii="Browallia New" w:hAnsi="Browallia New" w:cs="Browallia New"/>
          <w:sz w:val="28"/>
          <w:szCs w:val="28"/>
        </w:rPr>
      </w:pPr>
      <w:r>
        <w:rPr>
          <w:rStyle w:val="normaltextrun"/>
          <w:rFonts w:ascii="Browallia New" w:hAnsi="Browallia New" w:cs="Browallia New" w:hint="cs"/>
          <w:sz w:val="28"/>
          <w:szCs w:val="28"/>
          <w:cs/>
        </w:rPr>
        <w:t>สำนักงานใหญ่และ</w:t>
      </w:r>
      <w:r w:rsidR="00633BA9" w:rsidRPr="005C2BD1">
        <w:rPr>
          <w:rStyle w:val="normaltextrun"/>
          <w:rFonts w:ascii="Browallia New" w:hAnsi="Browallia New" w:cs="Browallia New"/>
          <w:sz w:val="28"/>
          <w:szCs w:val="28"/>
          <w:cs/>
        </w:rPr>
        <w:t>โรงงาน</w:t>
      </w:r>
      <w:r w:rsidR="00633BA9" w:rsidRPr="005C2BD1">
        <w:rPr>
          <w:rStyle w:val="normaltextrun"/>
          <w:rFonts w:ascii="Browallia New" w:hAnsi="Browallia New" w:cs="Browallia New"/>
          <w:sz w:val="28"/>
          <w:szCs w:val="28"/>
        </w:rPr>
        <w:t> 1 </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 51</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3 </w:t>
      </w:r>
      <w:r w:rsidR="00633BA9" w:rsidRPr="005C2BD1">
        <w:rPr>
          <w:rStyle w:val="normaltextrun"/>
          <w:rFonts w:ascii="Browallia New" w:hAnsi="Browallia New" w:cs="Browallia New"/>
          <w:sz w:val="28"/>
          <w:szCs w:val="28"/>
          <w:cs/>
        </w:rPr>
        <w:t>ถนนปู</w:t>
      </w:r>
      <w:r w:rsidR="008E5F5E">
        <w:rPr>
          <w:rStyle w:val="normaltextrun"/>
          <w:rFonts w:ascii="Browallia New" w:hAnsi="Browallia New" w:cs="Browallia New" w:hint="cs"/>
          <w:sz w:val="28"/>
          <w:szCs w:val="28"/>
          <w:cs/>
        </w:rPr>
        <w:t>่</w:t>
      </w:r>
      <w:r w:rsidR="00633BA9" w:rsidRPr="005C2BD1">
        <w:rPr>
          <w:rStyle w:val="normaltextrun"/>
          <w:rFonts w:ascii="Browallia New" w:hAnsi="Browallia New" w:cs="Browallia New"/>
          <w:sz w:val="28"/>
          <w:szCs w:val="28"/>
          <w:cs/>
        </w:rPr>
        <w:t>เจ้าสมิงพราย</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จังหวัดสมุทรปราการ</w:t>
      </w:r>
      <w:r w:rsidR="00633BA9" w:rsidRPr="005C2BD1">
        <w:rPr>
          <w:rStyle w:val="normaltextrun"/>
          <w:rFonts w:ascii="Browallia New" w:hAnsi="Browallia New" w:cs="Browallia New"/>
          <w:sz w:val="28"/>
          <w:szCs w:val="28"/>
        </w:rPr>
        <w:t> </w:t>
      </w:r>
      <w:r w:rsidR="00633BA9"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สยามสตีลอินเตอร์เนชั่น</w:t>
      </w:r>
      <w:proofErr w:type="spellStart"/>
      <w:r w:rsidRPr="005C2BD1">
        <w:rPr>
          <w:rStyle w:val="normaltextrun"/>
          <w:rFonts w:ascii="Browallia New" w:hAnsi="Browallia New" w:cs="Browallia New"/>
          <w:sz w:val="28"/>
          <w:szCs w:val="28"/>
          <w:cs/>
        </w:rPr>
        <w:t>แน</w:t>
      </w:r>
      <w:proofErr w:type="spellEnd"/>
      <w:r w:rsidRPr="005C2BD1">
        <w:rPr>
          <w:rStyle w:val="normaltextrun"/>
          <w:rFonts w:ascii="Browallia New" w:hAnsi="Browallia New" w:cs="Browallia New"/>
          <w:sz w:val="28"/>
          <w:szCs w:val="28"/>
          <w:cs/>
        </w:rPr>
        <w:t>ล</w:t>
      </w:r>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5DF5EB12"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r w:rsidR="00FB2384">
        <w:rPr>
          <w:rFonts w:ascii="Browallia New" w:hAnsi="Browallia New" w:cs="Browallia New" w:hint="cs"/>
          <w:b/>
          <w:bCs/>
          <w:cs/>
        </w:rPr>
        <w:t>ระหว่างกาลและงบ</w:t>
      </w:r>
      <w:r w:rsidR="00EC0F11">
        <w:rPr>
          <w:rFonts w:ascii="Browallia New" w:hAnsi="Browallia New" w:cs="Browallia New" w:hint="cs"/>
          <w:b/>
          <w:bCs/>
          <w:cs/>
        </w:rPr>
        <w:t>การเงินรวม</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ListParagraph"/>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lang w:val="th-TH"/>
        </w:rPr>
      </w:pPr>
    </w:p>
    <w:p w14:paraId="7BCEA266" w14:textId="7B7566E0" w:rsidR="0052643A" w:rsidRDefault="0006544C" w:rsidP="0052643A">
      <w:pPr>
        <w:ind w:left="828"/>
        <w:jc w:val="thaiDistribute"/>
        <w:rPr>
          <w:rFonts w:ascii="Browallia New" w:hAnsi="Browallia New" w:cs="Browallia New"/>
          <w:lang w:val="th-TH" w:eastAsia="th-TH"/>
        </w:rPr>
      </w:pPr>
      <w:r>
        <w:rPr>
          <w:rFonts w:ascii="Browallia New" w:hAnsi="Browallia New" w:cs="Browallia New" w:hint="cs"/>
          <w:cs/>
          <w:lang w:eastAsia="th-TH"/>
        </w:rPr>
        <w:t>บริษัทจัดทำ</w:t>
      </w:r>
      <w:r w:rsidR="00352D23" w:rsidRPr="00352D23">
        <w:rPr>
          <w:rFonts w:ascii="Browallia New" w:hAnsi="Browallia New" w:cs="Browallia New"/>
          <w:cs/>
          <w:lang w:val="th-TH" w:eastAsia="th-TH"/>
        </w:rPr>
        <w:t>งบการเงินระหว</w:t>
      </w:r>
      <w:r w:rsidR="001E51E0">
        <w:rPr>
          <w:rFonts w:ascii="Browallia New" w:hAnsi="Browallia New" w:cs="Browallia New" w:hint="cs"/>
          <w:cs/>
          <w:lang w:val="th-TH" w:eastAsia="th-TH"/>
        </w:rPr>
        <w:t>่</w:t>
      </w:r>
      <w:r w:rsidR="00352D23" w:rsidRPr="00352D23">
        <w:rPr>
          <w:rFonts w:ascii="Browallia New" w:hAnsi="Browallia New" w:cs="Browallia New"/>
          <w:cs/>
          <w:lang w:val="th-TH" w:eastAsia="th-TH"/>
        </w:rPr>
        <w:t>างกาลสำหรับงวดสามเดือนสิ้นสุดวัน</w:t>
      </w:r>
      <w:r w:rsidR="009B5D80">
        <w:rPr>
          <w:rFonts w:ascii="Browallia New" w:hAnsi="Browallia New" w:cs="Browallia New" w:hint="cs"/>
          <w:cs/>
          <w:lang w:val="th-TH" w:eastAsia="th-TH"/>
        </w:rPr>
        <w:t>ที่</w:t>
      </w:r>
      <w:r w:rsidR="00352D23" w:rsidRPr="00352D23">
        <w:rPr>
          <w:rFonts w:ascii="Browallia New" w:hAnsi="Browallia New" w:cs="Browallia New"/>
          <w:cs/>
          <w:lang w:val="th-TH" w:eastAsia="th-TH"/>
        </w:rPr>
        <w:t xml:space="preserve"> </w:t>
      </w:r>
      <w:r w:rsidR="009160ED" w:rsidRPr="000540A0">
        <w:rPr>
          <w:rFonts w:ascii="Browallia New" w:eastAsia="Cordia New" w:hAnsi="Browallia New" w:cs="Browallia New"/>
        </w:rPr>
        <w:t xml:space="preserve">31 </w:t>
      </w:r>
      <w:r w:rsidR="009160ED" w:rsidRPr="000540A0">
        <w:rPr>
          <w:rFonts w:ascii="Browallia New" w:eastAsia="Cordia New" w:hAnsi="Browallia New" w:cs="Browallia New"/>
          <w:cs/>
        </w:rPr>
        <w:t xml:space="preserve">มีนาคม </w:t>
      </w:r>
      <w:r w:rsidR="009160ED" w:rsidRPr="000540A0">
        <w:rPr>
          <w:rFonts w:ascii="Browallia New" w:eastAsia="Cordia New" w:hAnsi="Browallia New" w:cs="Browallia New"/>
        </w:rPr>
        <w:t>2566</w:t>
      </w:r>
      <w:r w:rsidR="00352D23" w:rsidRPr="00352D23">
        <w:rPr>
          <w:rFonts w:ascii="Browallia New" w:hAnsi="Browallia New" w:cs="Browallia New"/>
          <w:cs/>
          <w:lang w:val="th-TH" w:eastAsia="th-TH"/>
        </w:rPr>
        <w:t xml:space="preserve"> ตามมาตรฐานการบัญชีฉบับท</w:t>
      </w:r>
      <w:r w:rsidR="00D13804">
        <w:rPr>
          <w:rFonts w:ascii="Browallia New" w:hAnsi="Browallia New" w:cs="Browallia New" w:hint="cs"/>
          <w:cs/>
          <w:lang w:val="th-TH" w:eastAsia="th-TH"/>
        </w:rPr>
        <w:t>ี่</w:t>
      </w:r>
      <w:r w:rsidR="00352D23" w:rsidRPr="00352D23">
        <w:rPr>
          <w:rFonts w:ascii="Browallia New" w:hAnsi="Browallia New" w:cs="Browallia New"/>
          <w:cs/>
          <w:lang w:val="th-TH" w:eastAsia="th-TH"/>
        </w:rPr>
        <w:t xml:space="preserve"> </w:t>
      </w:r>
      <w:r w:rsidR="001B269B" w:rsidRPr="000540A0">
        <w:rPr>
          <w:rFonts w:ascii="Browallia New" w:hAnsi="Browallia New" w:cs="Browallia New"/>
          <w:lang w:val="th-TH" w:eastAsia="th-TH"/>
        </w:rPr>
        <w:t>34</w:t>
      </w:r>
      <w:r w:rsidR="00352D23" w:rsidRPr="00352D23">
        <w:rPr>
          <w:rFonts w:ascii="Browallia New" w:hAnsi="Browallia New" w:cs="Browallia New"/>
          <w:cs/>
          <w:lang w:val="th-TH" w:eastAsia="th-TH"/>
        </w:rPr>
        <w:t xml:space="preserve"> เร</w:t>
      </w:r>
      <w:r w:rsidR="00864B69">
        <w:rPr>
          <w:rFonts w:ascii="Browallia New" w:hAnsi="Browallia New" w:cs="Browallia New" w:hint="cs"/>
          <w:cs/>
          <w:lang w:val="th-TH" w:eastAsia="th-TH"/>
        </w:rPr>
        <w:t>ื่</w:t>
      </w:r>
      <w:r w:rsidR="00352D23" w:rsidRPr="00352D23">
        <w:rPr>
          <w:rFonts w:ascii="Browallia New" w:hAnsi="Browallia New" w:cs="Browallia New"/>
          <w:cs/>
          <w:lang w:val="th-TH" w:eastAsia="th-TH"/>
        </w:rPr>
        <w:t>อง</w:t>
      </w:r>
      <w:r w:rsidR="000E5AEA">
        <w:rPr>
          <w:rFonts w:ascii="Browallia New" w:hAnsi="Browallia New" w:cs="Browallia New"/>
          <w:lang w:eastAsia="th-TH"/>
        </w:rPr>
        <w:t xml:space="preserve"> </w:t>
      </w:r>
      <w:r w:rsidR="00352D23" w:rsidRPr="00352D23">
        <w:rPr>
          <w:rFonts w:ascii="Browallia New" w:hAnsi="Browallia New" w:cs="Browallia New"/>
          <w:cs/>
          <w:lang w:val="th-TH" w:eastAsia="th-TH"/>
        </w:rPr>
        <w:t>การรายงานทางการเงินระหว่างกาล รวมถึงแนวปฏิบัติทางการบัญชีที่ประกาศใช้โดยสภาวิชาชีพบัญชี กฎระเบียบและประกาศคณะกรรมการกำกับหลักทรัพย์และตลาดหลักทรัพย์ที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เกี</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ยวข้อง และได้นำเสนอ</w:t>
      </w:r>
      <w:r w:rsidR="009160ED">
        <w:rPr>
          <w:rFonts w:ascii="Browallia New" w:hAnsi="Browallia New" w:cs="Browallia New"/>
          <w:cs/>
          <w:lang w:val="th-TH" w:eastAsia="th-TH"/>
        </w:rPr>
        <w:br/>
      </w:r>
      <w:r w:rsidR="00352D23" w:rsidRPr="00352D23">
        <w:rPr>
          <w:rFonts w:ascii="Browallia New" w:hAnsi="Browallia New" w:cs="Browallia New"/>
          <w:cs/>
          <w:lang w:val="th-TH" w:eastAsia="th-TH"/>
        </w:rPr>
        <w:t>ในสกุลเงินบาท</w:t>
      </w:r>
      <w:r>
        <w:rPr>
          <w:rFonts w:ascii="Browallia New" w:hAnsi="Browallia New" w:cs="Browallia New" w:hint="cs"/>
          <w:cs/>
          <w:lang w:val="th-TH" w:eastAsia="th-TH"/>
        </w:rPr>
        <w:t xml:space="preserve"> </w:t>
      </w:r>
      <w:r w:rsidR="00352D23" w:rsidRPr="00352D23">
        <w:rPr>
          <w:rFonts w:ascii="Browallia New" w:hAnsi="Browallia New" w:cs="Browallia New"/>
          <w:cs/>
          <w:lang w:val="th-TH" w:eastAsia="th-TH"/>
        </w:rPr>
        <w:t>โดยไม</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ได้รวมข้อมูลทั้งหมด</w:t>
      </w:r>
      <w:r>
        <w:rPr>
          <w:rFonts w:ascii="Browallia New" w:hAnsi="Browallia New" w:cs="Browallia New" w:hint="cs"/>
          <w:cs/>
          <w:lang w:val="th-TH" w:eastAsia="th-TH"/>
        </w:rPr>
        <w:t>เหมือน</w:t>
      </w:r>
      <w:r w:rsidR="00352D23" w:rsidRPr="00352D23">
        <w:rPr>
          <w:rFonts w:ascii="Browallia New" w:hAnsi="Browallia New" w:cs="Browallia New"/>
          <w:cs/>
          <w:lang w:val="th-TH" w:eastAsia="th-TH"/>
        </w:rPr>
        <w:t>งบการเงินประจำปีท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w:t>
      </w:r>
      <w:r w:rsidR="007D0D5F">
        <w:rPr>
          <w:rFonts w:ascii="Browallia New" w:hAnsi="Browallia New" w:cs="Browallia New" w:hint="cs"/>
          <w:cs/>
          <w:lang w:val="th-TH" w:eastAsia="th-TH"/>
        </w:rPr>
        <w:t>มีการ</w:t>
      </w:r>
      <w:r w:rsidR="00352D23" w:rsidRPr="00352D23">
        <w:rPr>
          <w:rFonts w:ascii="Browallia New" w:hAnsi="Browallia New" w:cs="Browallia New"/>
          <w:cs/>
          <w:lang w:val="th-TH" w:eastAsia="th-TH"/>
        </w:rPr>
        <w:t>จัดทำตามมาตรฐานการรายงานทางการเงินของไทย ผู้ใช้งบการเงิน</w:t>
      </w:r>
      <w:r w:rsidR="007D0D5F">
        <w:rPr>
          <w:rFonts w:ascii="Browallia New" w:hAnsi="Browallia New" w:cs="Browallia New" w:hint="cs"/>
          <w:cs/>
          <w:lang w:val="th-TH" w:eastAsia="th-TH"/>
        </w:rPr>
        <w:t>จึง</w:t>
      </w:r>
      <w:r w:rsidR="00352D23" w:rsidRPr="00352D23">
        <w:rPr>
          <w:rFonts w:ascii="Browallia New" w:hAnsi="Browallia New" w:cs="Browallia New"/>
          <w:cs/>
          <w:lang w:val="th-TH" w:eastAsia="th-TH"/>
        </w:rPr>
        <w:t>ควรใช้งบการเงินระหว่างกาลนี้ควบคู</w:t>
      </w:r>
      <w:r w:rsidR="00DF1581">
        <w:rPr>
          <w:rFonts w:ascii="Browallia New" w:hAnsi="Browallia New" w:cs="Browallia New" w:hint="cs"/>
          <w:cs/>
          <w:lang w:val="th-TH" w:eastAsia="th-TH"/>
        </w:rPr>
        <w:t>่</w:t>
      </w:r>
      <w:r w:rsidR="00352D23" w:rsidRPr="00352D23">
        <w:rPr>
          <w:rFonts w:ascii="Browallia New" w:hAnsi="Browallia New" w:cs="Browallia New"/>
          <w:cs/>
          <w:lang w:val="th-TH" w:eastAsia="th-TH"/>
        </w:rPr>
        <w:t xml:space="preserve">กับงบการเงินสำหรับปีสิ้นสุดวันที่ </w:t>
      </w:r>
      <w:r w:rsidR="009160ED">
        <w:rPr>
          <w:rFonts w:ascii="Browallia New" w:hAnsi="Browallia New" w:cs="Browallia New"/>
          <w:cs/>
          <w:lang w:val="th-TH" w:eastAsia="th-TH"/>
        </w:rPr>
        <w:br/>
      </w:r>
      <w:r w:rsidR="001B269B" w:rsidRPr="001B269B">
        <w:rPr>
          <w:rFonts w:ascii="Browallia New" w:hAnsi="Browallia New" w:cs="Browallia New"/>
          <w:lang w:eastAsia="th-TH"/>
        </w:rPr>
        <w:t>31</w:t>
      </w:r>
      <w:r w:rsidR="00352D23" w:rsidRPr="00352D23">
        <w:rPr>
          <w:rFonts w:ascii="Browallia New" w:hAnsi="Browallia New" w:cs="Browallia New"/>
          <w:cs/>
          <w:lang w:val="th-TH" w:eastAsia="th-TH"/>
        </w:rPr>
        <w:t xml:space="preserve"> ธันวาคม </w:t>
      </w:r>
      <w:r w:rsidR="001B269B" w:rsidRPr="001B269B">
        <w:rPr>
          <w:rFonts w:ascii="Browallia New" w:hAnsi="Browallia New" w:cs="Browallia New"/>
          <w:lang w:eastAsia="th-TH"/>
        </w:rPr>
        <w:t>256</w:t>
      </w:r>
      <w:r w:rsidR="009160ED">
        <w:rPr>
          <w:rFonts w:ascii="Browallia New" w:hAnsi="Browallia New" w:cs="Browallia New"/>
          <w:lang w:eastAsia="th-TH"/>
        </w:rPr>
        <w:t>5</w:t>
      </w:r>
    </w:p>
    <w:p w14:paraId="096F6104" w14:textId="77777777" w:rsidR="00352D23" w:rsidRPr="005C2BD1" w:rsidRDefault="00352D23" w:rsidP="0052643A">
      <w:pPr>
        <w:ind w:left="828"/>
        <w:jc w:val="thaiDistribute"/>
        <w:rPr>
          <w:rFonts w:ascii="Browallia New" w:hAnsi="Browallia New" w:cs="Browallia New"/>
          <w:cs/>
          <w:lang w:val="th-TH"/>
        </w:rPr>
      </w:pPr>
    </w:p>
    <w:p w14:paraId="482CEB2C" w14:textId="61F8A07A" w:rsidR="0052643A" w:rsidRDefault="00472909" w:rsidP="003E0B20">
      <w:pPr>
        <w:ind w:left="828"/>
        <w:jc w:val="thaiDistribute"/>
        <w:rPr>
          <w:rFonts w:ascii="Browallia New" w:hAnsi="Browallia New" w:cs="Browallia New"/>
          <w:lang w:val="th-TH"/>
        </w:rPr>
      </w:pPr>
      <w:r w:rsidRPr="00472909">
        <w:rPr>
          <w:rFonts w:ascii="Browallia New" w:hAnsi="Browallia New" w:cs="Browallia New"/>
          <w:cs/>
          <w:lang w:val="th-TH"/>
        </w:rPr>
        <w:t>งบการเงินระหว่างกาลฉบับนี้</w:t>
      </w:r>
      <w:r w:rsidR="00B66865">
        <w:rPr>
          <w:rFonts w:ascii="Browallia New" w:hAnsi="Browallia New" w:cs="Browallia New" w:hint="cs"/>
          <w:cs/>
          <w:lang w:val="th-TH"/>
        </w:rPr>
        <w:t>ถูก</w:t>
      </w:r>
      <w:r w:rsidRPr="00472909">
        <w:rPr>
          <w:rFonts w:ascii="Browallia New" w:hAnsi="Browallia New" w:cs="Browallia New"/>
          <w:cs/>
          <w:lang w:val="th-TH"/>
        </w:rPr>
        <w:t>จัดทำข</w:t>
      </w:r>
      <w:r w:rsidR="005F21E6">
        <w:rPr>
          <w:rFonts w:ascii="Browallia New" w:hAnsi="Browallia New" w:cs="Browallia New" w:hint="cs"/>
          <w:cs/>
          <w:lang w:val="th-TH"/>
        </w:rPr>
        <w:t>ึ้</w:t>
      </w:r>
      <w:r w:rsidRPr="00472909">
        <w:rPr>
          <w:rFonts w:ascii="Browallia New" w:hAnsi="Browallia New" w:cs="Browallia New"/>
          <w:cs/>
          <w:lang w:val="th-TH"/>
        </w:rPr>
        <w:t xml:space="preserve">นเป็นทางการเป็นภาษาไทย การแปลงบการเงินฉบับนี้เป็นภาษาอื่น </w:t>
      </w:r>
      <w:r w:rsidR="00322000">
        <w:rPr>
          <w:rFonts w:ascii="Browallia New" w:hAnsi="Browallia New" w:cs="Browallia New"/>
          <w:cs/>
          <w:lang w:val="th-TH"/>
        </w:rPr>
        <w:br/>
      </w:r>
      <w:r w:rsidR="00664045">
        <w:rPr>
          <w:rFonts w:ascii="Browallia New" w:hAnsi="Browallia New" w:cs="Browallia New" w:hint="cs"/>
          <w:cs/>
          <w:lang w:val="th-TH"/>
        </w:rPr>
        <w:t>ต้อง</w:t>
      </w:r>
      <w:r w:rsidRPr="00472909">
        <w:rPr>
          <w:rFonts w:ascii="Browallia New" w:hAnsi="Browallia New" w:cs="Browallia New"/>
          <w:cs/>
          <w:lang w:val="th-TH"/>
        </w:rPr>
        <w:t>ให้</w:t>
      </w:r>
      <w:r w:rsidR="00664045">
        <w:rPr>
          <w:rFonts w:ascii="Browallia New" w:hAnsi="Browallia New" w:cs="Browallia New" w:hint="cs"/>
          <w:cs/>
          <w:lang w:val="th-TH"/>
        </w:rPr>
        <w:t>สอดคล้อง</w:t>
      </w:r>
      <w:r w:rsidR="004E0CB5">
        <w:rPr>
          <w:rFonts w:ascii="Browallia New" w:hAnsi="Browallia New" w:cs="Browallia New" w:hint="cs"/>
          <w:cs/>
          <w:lang w:val="th-TH"/>
        </w:rPr>
        <w:t>กับ</w:t>
      </w:r>
      <w:r w:rsidRPr="00472909">
        <w:rPr>
          <w:rFonts w:ascii="Browallia New" w:hAnsi="Browallia New" w:cs="Browallia New"/>
          <w:cs/>
          <w:lang w:val="th-TH"/>
        </w:rPr>
        <w:t>งบการเงินที่จัดทำขึ้นเป็นภาษาไทยเป็นเกณฑ์</w:t>
      </w:r>
    </w:p>
    <w:p w14:paraId="5FD44223" w14:textId="77777777" w:rsidR="00472909" w:rsidRPr="005C2BD1" w:rsidRDefault="00472909" w:rsidP="003E0B20">
      <w:pPr>
        <w:ind w:left="828"/>
        <w:jc w:val="thaiDistribute"/>
        <w:rPr>
          <w:rFonts w:ascii="Browallia New" w:hAnsi="Browallia New" w:cs="Browallia New"/>
          <w:cs/>
          <w:lang w:val="th-TH"/>
        </w:rPr>
      </w:pPr>
    </w:p>
    <w:p w14:paraId="48562481" w14:textId="13D98B3C" w:rsidR="00324E60" w:rsidRPr="00D27BF6" w:rsidRDefault="00BB53D4" w:rsidP="003E0B20">
      <w:pPr>
        <w:ind w:left="828"/>
        <w:jc w:val="thaiDistribute"/>
        <w:rPr>
          <w:rFonts w:ascii="Browallia New" w:hAnsi="Browallia New" w:cs="Browallia New"/>
        </w:rPr>
      </w:pPr>
      <w:r>
        <w:rPr>
          <w:rFonts w:ascii="Browallia New" w:hAnsi="Browallia New" w:cs="Browallia New" w:hint="cs"/>
          <w:cs/>
          <w:lang w:val="th-TH"/>
        </w:rPr>
        <w:t>งบการเงินระหว่างกาลนี้ได้รับอนุมัติจาก</w:t>
      </w:r>
      <w:r w:rsidR="002D3D4E">
        <w:rPr>
          <w:rFonts w:ascii="Browallia New" w:hAnsi="Browallia New" w:cs="Browallia New" w:hint="cs"/>
          <w:cs/>
          <w:lang w:val="th-TH"/>
        </w:rPr>
        <w:t>คณะ</w:t>
      </w:r>
      <w:r>
        <w:rPr>
          <w:rFonts w:ascii="Browallia New" w:hAnsi="Browallia New" w:cs="Browallia New" w:hint="cs"/>
          <w:cs/>
          <w:lang w:val="th-TH"/>
        </w:rPr>
        <w:t>กรรมการ</w:t>
      </w:r>
      <w:r w:rsidR="0033556F">
        <w:rPr>
          <w:rFonts w:ascii="Browallia New" w:hAnsi="Browallia New" w:cs="Browallia New" w:hint="cs"/>
          <w:cs/>
          <w:lang w:val="th-TH"/>
        </w:rPr>
        <w:t>ของ</w:t>
      </w:r>
      <w:r w:rsidRPr="00AF3D4F">
        <w:rPr>
          <w:rFonts w:ascii="Browallia New" w:hAnsi="Browallia New" w:cs="Browallia New" w:hint="cs"/>
          <w:cs/>
          <w:lang w:val="th-TH"/>
        </w:rPr>
        <w:t>บริษัท</w:t>
      </w:r>
      <w:r w:rsidR="009C7294" w:rsidRPr="00AF3D4F">
        <w:rPr>
          <w:rFonts w:ascii="Browallia New" w:hAnsi="Browallia New" w:cs="Browallia New"/>
          <w:cs/>
          <w:lang w:val="th-TH"/>
        </w:rPr>
        <w:t xml:space="preserve"> เมื่อวันที่ </w:t>
      </w:r>
      <w:r w:rsidR="00AF3D4F" w:rsidRPr="000540A0">
        <w:rPr>
          <w:rFonts w:ascii="Browallia New" w:hAnsi="Browallia New" w:cs="Browallia New"/>
        </w:rPr>
        <w:t>12</w:t>
      </w:r>
      <w:r w:rsidR="00B74F02" w:rsidRPr="00AF3D4F">
        <w:rPr>
          <w:rFonts w:ascii="Browallia New" w:hAnsi="Browallia New" w:cs="Browallia New"/>
          <w:cs/>
        </w:rPr>
        <w:t xml:space="preserve"> พฤษภาคม </w:t>
      </w:r>
      <w:r w:rsidR="00B74F02" w:rsidRPr="00AF3D4F">
        <w:rPr>
          <w:rFonts w:ascii="Browallia New" w:hAnsi="Browallia New" w:cs="Browallia New"/>
        </w:rPr>
        <w:t>2566</w:t>
      </w:r>
    </w:p>
    <w:p w14:paraId="48562482" w14:textId="77777777" w:rsidR="00324E60" w:rsidRPr="005C2BD1" w:rsidRDefault="00324E60" w:rsidP="0052643A">
      <w:pPr>
        <w:ind w:left="828"/>
        <w:jc w:val="thaiDistribute"/>
        <w:rPr>
          <w:rFonts w:ascii="Browallia New" w:hAnsi="Browallia New" w:cs="Browallia New"/>
          <w:lang w:val="th-TH"/>
        </w:rPr>
      </w:pPr>
    </w:p>
    <w:p w14:paraId="48562483" w14:textId="1198685C" w:rsidR="00096495" w:rsidRPr="005C2BD1" w:rsidRDefault="00096495" w:rsidP="003E0B20">
      <w:pPr>
        <w:pStyle w:val="ListParagraph"/>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lang w:val="th-TH"/>
        </w:rPr>
      </w:pPr>
    </w:p>
    <w:p w14:paraId="6C4C29C0" w14:textId="124C8C5A" w:rsidR="003B66FD" w:rsidRPr="00F536A0" w:rsidRDefault="000139A6" w:rsidP="004E4488">
      <w:pPr>
        <w:ind w:left="828"/>
        <w:jc w:val="thaiDistribute"/>
        <w:rPr>
          <w:rFonts w:ascii="Browallia New" w:hAnsi="Browallia New" w:cs="Browallia New"/>
          <w:cs/>
          <w:lang w:val="th-TH"/>
        </w:rPr>
      </w:pPr>
      <w:r>
        <w:rPr>
          <w:rFonts w:ascii="Browallia New" w:hAnsi="Browallia New" w:cs="Browallia New" w:hint="cs"/>
          <w:cs/>
          <w:lang w:val="th-TH"/>
        </w:rPr>
        <w:lastRenderedPageBreak/>
        <w:t>งบ</w:t>
      </w:r>
      <w:r w:rsidRPr="00037C8D">
        <w:rPr>
          <w:rFonts w:ascii="Browallia New" w:hAnsi="Browallia New" w:cs="Browallia New" w:hint="cs"/>
          <w:cs/>
          <w:lang w:val="th-TH"/>
        </w:rPr>
        <w:t>การเงินรวมร</w:t>
      </w:r>
      <w:r>
        <w:rPr>
          <w:rFonts w:ascii="Browallia New" w:hAnsi="Browallia New" w:cs="Browallia New" w:hint="cs"/>
          <w:cs/>
          <w:lang w:val="th-TH"/>
        </w:rPr>
        <w:t>ะหว่างกาล</w:t>
      </w:r>
      <w:r w:rsidR="00D0043A">
        <w:rPr>
          <w:rFonts w:ascii="Browallia New" w:hAnsi="Browallia New" w:cs="Browallia New" w:hint="cs"/>
          <w:cs/>
          <w:lang w:val="th-TH"/>
        </w:rPr>
        <w:t>ถูก</w:t>
      </w:r>
      <w:r>
        <w:rPr>
          <w:rFonts w:ascii="Browallia New" w:hAnsi="Browallia New" w:cs="Browallia New" w:hint="cs"/>
          <w:cs/>
          <w:lang w:val="th-TH"/>
        </w:rPr>
        <w:t>จัดทำขึ้นโดยรวมงบการเงิน</w:t>
      </w:r>
      <w:r w:rsidR="00454285" w:rsidRPr="00F536A0">
        <w:rPr>
          <w:rFonts w:ascii="Browallia New" w:hAnsi="Browallia New" w:cs="Browallia New"/>
          <w:cs/>
          <w:lang w:val="th-TH"/>
        </w:rPr>
        <w:t>ของบริษัท</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ศูนย์บริการเหล็กสยาม</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จำกัด</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(มหาชน)</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และบริษัทย่อย</w:t>
      </w:r>
      <w:r w:rsidR="00BB2436">
        <w:rPr>
          <w:rFonts w:ascii="Browallia New" w:hAnsi="Browallia New" w:cs="Browallia New" w:hint="cs"/>
          <w:cs/>
          <w:lang w:val="th-TH"/>
        </w:rPr>
        <w:t>ต่างประเทศ</w:t>
      </w:r>
      <w:r w:rsidR="00F60E66" w:rsidRPr="00F536A0">
        <w:rPr>
          <w:rFonts w:ascii="Browallia New" w:hAnsi="Browallia New" w:cs="Browallia New"/>
          <w:lang w:val="th-TH"/>
        </w:rPr>
        <w:t xml:space="preserve"> </w:t>
      </w:r>
      <w:r w:rsidR="00D25F6C">
        <w:rPr>
          <w:rFonts w:ascii="Browallia New" w:hAnsi="Browallia New" w:cs="Browallia New" w:hint="cs"/>
          <w:cs/>
        </w:rPr>
        <w:t>โดยใช้หลักเกณฑ์เดียวกับงบการเงิน</w:t>
      </w:r>
      <w:r w:rsidR="00454285" w:rsidRPr="00F536A0">
        <w:rPr>
          <w:rFonts w:ascii="Browallia New" w:hAnsi="Browallia New" w:cs="Browallia New"/>
          <w:cs/>
          <w:lang w:val="th-TH"/>
        </w:rPr>
        <w:t>รวมสำหรับปีสิ้นสุดวันที่</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31</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ธันวาคม</w:t>
      </w:r>
      <w:r w:rsidR="00F60E66" w:rsidRPr="00F536A0">
        <w:rPr>
          <w:rFonts w:ascii="Browallia New" w:hAnsi="Browallia New" w:cs="Browallia New"/>
          <w:lang w:val="th-TH"/>
        </w:rPr>
        <w:t xml:space="preserve"> </w:t>
      </w:r>
      <w:r w:rsidR="00B74F02" w:rsidRPr="001B269B">
        <w:rPr>
          <w:rFonts w:ascii="Browallia New" w:hAnsi="Browallia New" w:cs="Browallia New"/>
          <w:lang w:eastAsia="th-TH"/>
        </w:rPr>
        <w:t>256</w:t>
      </w:r>
      <w:r w:rsidR="00B74F02">
        <w:rPr>
          <w:rFonts w:ascii="Browallia New" w:hAnsi="Browallia New" w:cs="Browallia New"/>
          <w:lang w:eastAsia="th-TH"/>
        </w:rPr>
        <w:t>5</w:t>
      </w:r>
      <w:r w:rsidR="00F60E66" w:rsidRPr="00B74F02">
        <w:rPr>
          <w:rFonts w:ascii="Browallia New" w:hAnsi="Browallia New" w:cs="Browallia New"/>
          <w:lang w:val="th-TH"/>
        </w:rPr>
        <w:t xml:space="preserve"> </w:t>
      </w:r>
      <w:r w:rsidR="004B39E3">
        <w:rPr>
          <w:rFonts w:ascii="Browallia New" w:hAnsi="Browallia New" w:cs="Browallia New"/>
          <w:cs/>
          <w:lang w:val="th-TH"/>
        </w:rPr>
        <w:br/>
      </w:r>
      <w:r w:rsidR="00763C56">
        <w:rPr>
          <w:rFonts w:ascii="Browallia New" w:hAnsi="Browallia New" w:cs="Browallia New" w:hint="cs"/>
          <w:cs/>
          <w:lang w:val="th-TH"/>
        </w:rPr>
        <w:t>โดย</w:t>
      </w:r>
      <w:r w:rsidR="00454285" w:rsidRPr="00F536A0">
        <w:rPr>
          <w:rFonts w:ascii="Browallia New" w:hAnsi="Browallia New" w:cs="Browallia New"/>
          <w:cs/>
          <w:lang w:val="th-TH"/>
        </w:rPr>
        <w:t>ไม่มีการเปลี่ยนแปลง</w:t>
      </w:r>
      <w:r w:rsidR="00763C56">
        <w:rPr>
          <w:rFonts w:ascii="Browallia New" w:hAnsi="Browallia New" w:cs="Browallia New" w:hint="cs"/>
          <w:cs/>
          <w:lang w:val="th-TH"/>
        </w:rPr>
        <w:t>ใน</w:t>
      </w:r>
      <w:r w:rsidR="00737344">
        <w:rPr>
          <w:rFonts w:ascii="Browallia New" w:hAnsi="Browallia New" w:cs="Browallia New" w:hint="cs"/>
          <w:cs/>
          <w:lang w:val="th-TH"/>
        </w:rPr>
        <w:t>โครงสร้าง</w:t>
      </w:r>
      <w:r w:rsidR="00F32814">
        <w:rPr>
          <w:rFonts w:ascii="Browallia New" w:hAnsi="Browallia New" w:cs="Browallia New" w:hint="cs"/>
          <w:cs/>
          <w:lang w:val="th-TH"/>
        </w:rPr>
        <w:t>บริษัทย่อยในระหว่างงวด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019DD480"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งบการเงินรวมและงบการเงินเฉพาะของบริษัท ณ วันท</w:t>
      </w:r>
      <w:r w:rsidR="00432F11">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002A26E7" w:rsidRPr="005C4084">
        <w:rPr>
          <w:rFonts w:ascii="Browallia New" w:eastAsia="Cordia New" w:hAnsi="Browallia New" w:cs="Browallia New"/>
        </w:rPr>
        <w:t xml:space="preserve">31 </w:t>
      </w:r>
      <w:r w:rsidR="002A26E7" w:rsidRPr="005C4084">
        <w:rPr>
          <w:rFonts w:ascii="Browallia New" w:eastAsia="Cordia New" w:hAnsi="Browallia New" w:cs="Browallia New"/>
          <w:cs/>
        </w:rPr>
        <w:t xml:space="preserve">มีนาคม </w:t>
      </w:r>
      <w:r w:rsidR="002A26E7" w:rsidRPr="005C4084">
        <w:rPr>
          <w:rFonts w:ascii="Browallia New" w:eastAsia="Cordia New" w:hAnsi="Browallia New" w:cs="Browallia New"/>
        </w:rPr>
        <w:t>2566</w:t>
      </w:r>
      <w:r w:rsidRPr="00940001">
        <w:rPr>
          <w:rFonts w:ascii="Browallia New" w:hAnsi="Browallia New" w:cs="Browallia New"/>
          <w:color w:val="000000" w:themeColor="text1"/>
          <w:cs/>
        </w:rPr>
        <w:t xml:space="preserve"> และวันที</w:t>
      </w:r>
      <w:r w:rsidR="00097C96">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w:t>
      </w:r>
      <w:r w:rsidR="002A26E7">
        <w:rPr>
          <w:rFonts w:ascii="Browallia New" w:hAnsi="Browallia New" w:cs="Browallia New"/>
          <w:color w:val="000000" w:themeColor="text1"/>
          <w:lang w:val="en-GB"/>
        </w:rPr>
        <w:t>5</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Pr="00940001">
        <w:rPr>
          <w:rFonts w:ascii="Browallia New" w:hAnsi="Browallia New" w:cs="Browallia New"/>
          <w:color w:val="000000" w:themeColor="text1"/>
          <w:cs/>
        </w:rPr>
        <w:t xml:space="preserve">สำหรับงวดสามเดือนสิ้นสุดวันที่ </w:t>
      </w:r>
      <w:r w:rsidR="002A26E7" w:rsidRPr="005C4084">
        <w:rPr>
          <w:rFonts w:ascii="Browallia New" w:eastAsia="Cordia New" w:hAnsi="Browallia New" w:cs="Browallia New"/>
        </w:rPr>
        <w:t xml:space="preserve">31 </w:t>
      </w:r>
      <w:r w:rsidR="002A26E7" w:rsidRPr="005C4084">
        <w:rPr>
          <w:rFonts w:ascii="Browallia New" w:eastAsia="Cordia New" w:hAnsi="Browallia New" w:cs="Browallia New"/>
          <w:cs/>
        </w:rPr>
        <w:t xml:space="preserve">มีนาคม </w:t>
      </w:r>
      <w:r w:rsidR="002A26E7" w:rsidRPr="005C4084">
        <w:rPr>
          <w:rFonts w:ascii="Browallia New" w:eastAsia="Cordia New" w:hAnsi="Browallia New" w:cs="Browallia New"/>
        </w:rPr>
        <w:t>2566</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2A26E7">
        <w:rPr>
          <w:rFonts w:ascii="Browallia New" w:hAnsi="Browallia New" w:cs="Browallia New"/>
          <w:color w:val="000000" w:themeColor="text1"/>
          <w:lang w:val="en-GB"/>
        </w:rPr>
        <w:t>5</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w:t>
      </w:r>
      <w:r w:rsidRPr="00870DFB">
        <w:rPr>
          <w:rFonts w:ascii="Browallia New" w:hAnsi="Browallia New" w:cs="Browallia New"/>
          <w:color w:val="000000" w:themeColor="text1"/>
          <w:cs/>
        </w:rPr>
        <w:t>บริษัทย่อย</w:t>
      </w:r>
      <w:r w:rsidR="002519C4">
        <w:rPr>
          <w:rFonts w:ascii="Browallia New" w:hAnsi="Browallia New" w:cs="Browallia New" w:hint="cs"/>
          <w:color w:val="000000" w:themeColor="text1"/>
          <w:cs/>
        </w:rPr>
        <w:t>ต่างประเทศแห่งหนึ่ง</w:t>
      </w:r>
      <w:r w:rsidR="00C578E0" w:rsidRPr="00870DFB">
        <w:rPr>
          <w:rFonts w:ascii="Browallia New" w:hAnsi="Browallia New" w:cs="Browallia New" w:hint="cs"/>
          <w:color w:val="000000" w:themeColor="text1"/>
          <w:cs/>
        </w:rPr>
        <w:t>ภายใต้การควบคุมของ</w:t>
      </w:r>
      <w:r w:rsidRPr="00870DFB">
        <w:rPr>
          <w:rFonts w:ascii="Browallia New" w:hAnsi="Browallia New" w:cs="Browallia New"/>
          <w:color w:val="000000" w:themeColor="text1"/>
          <w:cs/>
        </w:rPr>
        <w:t>บริษัท</w:t>
      </w:r>
      <w:r w:rsidR="00212D66">
        <w:rPr>
          <w:rFonts w:ascii="Browallia New" w:hAnsi="Browallia New" w:cs="Browallia New"/>
          <w:color w:val="000000" w:themeColor="text1"/>
        </w:rPr>
        <w:t xml:space="preserve"> </w:t>
      </w:r>
      <w:r w:rsidR="00212D66">
        <w:rPr>
          <w:rFonts w:ascii="Browallia New" w:hAnsi="Browallia New" w:cs="Browallia New" w:hint="cs"/>
          <w:color w:val="000000" w:themeColor="text1"/>
          <w:cs/>
        </w:rPr>
        <w:t xml:space="preserve">ซึ่งไม่มีสาระสำคัญต่องบการเงินรวม </w:t>
      </w:r>
      <w:r w:rsidRPr="00870DFB">
        <w:rPr>
          <w:rFonts w:ascii="Browallia New" w:hAnsi="Browallia New" w:cs="Browallia New"/>
          <w:color w:val="000000" w:themeColor="text1"/>
          <w:cs/>
        </w:rPr>
        <w:t>ดังนี้</w:t>
      </w:r>
    </w:p>
    <w:p w14:paraId="3AE73FF5" w14:textId="77777777" w:rsidR="00940001" w:rsidRPr="000540A0" w:rsidRDefault="00940001" w:rsidP="00940001">
      <w:pPr>
        <w:ind w:left="851"/>
        <w:jc w:val="thaiDistribute"/>
        <w:rPr>
          <w:rFonts w:ascii="Browallia New" w:hAnsi="Browallia New" w:cs="Browallia New"/>
          <w:color w:val="000000" w:themeColor="text1"/>
          <w:highlight w:val="green"/>
        </w:rPr>
      </w:pPr>
    </w:p>
    <w:tbl>
      <w:tblPr>
        <w:tblW w:w="8557" w:type="dxa"/>
        <w:tblInd w:w="864" w:type="dxa"/>
        <w:tblLayout w:type="fixed"/>
        <w:tblLook w:val="0000" w:firstRow="0" w:lastRow="0" w:firstColumn="0" w:lastColumn="0" w:noHBand="0" w:noVBand="0"/>
      </w:tblPr>
      <w:tblGrid>
        <w:gridCol w:w="2286"/>
        <w:gridCol w:w="1568"/>
        <w:gridCol w:w="1567"/>
        <w:gridCol w:w="1554"/>
        <w:gridCol w:w="1582"/>
      </w:tblGrid>
      <w:tr w:rsidR="00940001" w:rsidRPr="00464C4A" w14:paraId="0DE835EB" w14:textId="77777777" w:rsidTr="00CC2D3E">
        <w:tc>
          <w:tcPr>
            <w:tcW w:w="5421"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554" w:type="dxa"/>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582" w:type="dxa"/>
          </w:tcPr>
          <w:p w14:paraId="613373A4" w14:textId="77777777" w:rsidR="00940001" w:rsidRPr="00116EFD" w:rsidRDefault="00940001" w:rsidP="00CC2D3E">
            <w:pP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rPr>
              <w:t>(</w:t>
            </w:r>
            <w:proofErr w:type="gramStart"/>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w:t>
            </w:r>
            <w:proofErr w:type="gramEnd"/>
            <w:r w:rsidRPr="00116EFD">
              <w:rPr>
                <w:rFonts w:ascii="Browallia New" w:hAnsi="Browallia New" w:cs="Browallia New"/>
                <w:color w:val="000000" w:themeColor="text1"/>
              </w:rPr>
              <w:t xml:space="preserve">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CC2D3E">
        <w:tc>
          <w:tcPr>
            <w:tcW w:w="5421"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554" w:type="dxa"/>
          </w:tcPr>
          <w:p w14:paraId="002DF9B4" w14:textId="22E3F2F4" w:rsidR="00940001" w:rsidRPr="001E0A53" w:rsidRDefault="002A26E7" w:rsidP="001E0A53">
            <w:pPr>
              <w:pBdr>
                <w:bottom w:val="single" w:sz="6" w:space="1" w:color="auto"/>
              </w:pBdr>
              <w:tabs>
                <w:tab w:val="left" w:pos="900"/>
              </w:tabs>
              <w:ind w:left="-18" w:right="-40" w:hanging="40"/>
              <w:jc w:val="center"/>
              <w:rPr>
                <w:rFonts w:ascii="Browallia New" w:hAnsi="Browallia New" w:cs="Browallia New"/>
              </w:rPr>
            </w:pPr>
            <w:r w:rsidRPr="005C4084">
              <w:rPr>
                <w:rFonts w:ascii="Browallia New" w:eastAsia="Cordia New" w:hAnsi="Browallia New" w:cs="Browallia New"/>
              </w:rPr>
              <w:t xml:space="preserve">31 </w:t>
            </w:r>
            <w:r w:rsidRPr="005C4084">
              <w:rPr>
                <w:rFonts w:ascii="Browallia New" w:eastAsia="Cordia New" w:hAnsi="Browallia New" w:cs="Browallia New"/>
                <w:cs/>
              </w:rPr>
              <w:t xml:space="preserve">มีนาคม </w:t>
            </w:r>
            <w:r w:rsidRPr="005C4084">
              <w:rPr>
                <w:rFonts w:ascii="Browallia New" w:eastAsia="Cordia New" w:hAnsi="Browallia New" w:cs="Browallia New"/>
              </w:rPr>
              <w:t>2566</w:t>
            </w:r>
          </w:p>
        </w:tc>
        <w:tc>
          <w:tcPr>
            <w:tcW w:w="1582" w:type="dxa"/>
          </w:tcPr>
          <w:p w14:paraId="7ED11DBE" w14:textId="1DEC3FCD" w:rsidR="00940001" w:rsidRPr="00116EFD" w:rsidRDefault="00940001" w:rsidP="00CC2D3E">
            <w:pPr>
              <w:pBdr>
                <w:bottom w:val="single" w:sz="6" w:space="1" w:color="auto"/>
              </w:pBd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w:t>
            </w:r>
            <w:r w:rsidR="002A26E7">
              <w:rPr>
                <w:rFonts w:ascii="Browallia New" w:hAnsi="Browallia New" w:cs="Browallia New"/>
                <w:color w:val="000000" w:themeColor="text1"/>
                <w:lang w:val="en-GB"/>
              </w:rPr>
              <w:t>5</w:t>
            </w:r>
          </w:p>
        </w:tc>
      </w:tr>
      <w:tr w:rsidR="00940001" w:rsidRPr="00CC1974" w14:paraId="2B4B6ECF" w14:textId="77777777" w:rsidTr="00CC2D3E">
        <w:tc>
          <w:tcPr>
            <w:tcW w:w="5421" w:type="dxa"/>
            <w:gridSpan w:val="3"/>
          </w:tcPr>
          <w:p w14:paraId="378A58A7" w14:textId="77777777" w:rsidR="00940001" w:rsidRPr="00CC1974" w:rsidRDefault="00940001" w:rsidP="0010534A">
            <w:pPr>
              <w:tabs>
                <w:tab w:val="left" w:pos="900"/>
              </w:tabs>
              <w:ind w:right="-36"/>
              <w:rPr>
                <w:rFonts w:ascii="Browallia New" w:hAnsi="Browallia New" w:cs="Browallia New"/>
                <w:b/>
                <w:color w:val="000000" w:themeColor="text1"/>
                <w:sz w:val="22"/>
                <w:szCs w:val="22"/>
                <w:highlight w:val="green"/>
                <w:cs/>
              </w:rPr>
            </w:pPr>
          </w:p>
        </w:tc>
        <w:tc>
          <w:tcPr>
            <w:tcW w:w="1554" w:type="dxa"/>
          </w:tcPr>
          <w:p w14:paraId="5177E0D3"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lang w:val="en-GB"/>
              </w:rPr>
            </w:pPr>
          </w:p>
        </w:tc>
        <w:tc>
          <w:tcPr>
            <w:tcW w:w="1582" w:type="dxa"/>
          </w:tcPr>
          <w:p w14:paraId="7EF8D68A"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rPr>
            </w:pPr>
          </w:p>
        </w:tc>
      </w:tr>
      <w:tr w:rsidR="007A032C" w:rsidRPr="00464C4A" w14:paraId="71FA1E15" w14:textId="77777777" w:rsidTr="00CC2D3E">
        <w:tc>
          <w:tcPr>
            <w:tcW w:w="5421" w:type="dxa"/>
            <w:gridSpan w:val="3"/>
          </w:tcPr>
          <w:p w14:paraId="07E6CCA6" w14:textId="4B666F0B" w:rsidR="007A032C" w:rsidRPr="00116EFD" w:rsidRDefault="007A032C" w:rsidP="007A032C">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554" w:type="dxa"/>
          </w:tcPr>
          <w:p w14:paraId="3C45C0CA" w14:textId="0B58680E" w:rsidR="007A032C" w:rsidRPr="007B7471" w:rsidRDefault="001B12CC" w:rsidP="007A032C">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77,733</w:t>
            </w:r>
          </w:p>
        </w:tc>
        <w:tc>
          <w:tcPr>
            <w:tcW w:w="1582" w:type="dxa"/>
          </w:tcPr>
          <w:p w14:paraId="5B01DFF8" w14:textId="599C86A0" w:rsidR="007A032C" w:rsidRPr="008959AB" w:rsidRDefault="008959AB" w:rsidP="007A032C">
            <w:pPr>
              <w:jc w:val="right"/>
              <w:rPr>
                <w:rFonts w:ascii="Browallia New" w:hAnsi="Browallia New" w:cs="Browallia New"/>
                <w:color w:val="000000" w:themeColor="text1"/>
                <w:lang w:val="en-GB"/>
              </w:rPr>
            </w:pPr>
            <w:r w:rsidRPr="000540A0">
              <w:rPr>
                <w:rFonts w:ascii="Browallia New" w:hAnsi="Browallia New" w:cs="Browallia New"/>
                <w:color w:val="000000" w:themeColor="text1"/>
                <w:lang w:val="en-GB"/>
              </w:rPr>
              <w:t>95,057</w:t>
            </w:r>
          </w:p>
        </w:tc>
      </w:tr>
      <w:tr w:rsidR="007A032C" w:rsidRPr="00464C4A" w14:paraId="0C29B763" w14:textId="77777777" w:rsidTr="00CC2D3E">
        <w:tc>
          <w:tcPr>
            <w:tcW w:w="5421" w:type="dxa"/>
            <w:gridSpan w:val="3"/>
          </w:tcPr>
          <w:p w14:paraId="13341B47" w14:textId="3A7DFD62" w:rsidR="007A032C" w:rsidRPr="00116EFD" w:rsidRDefault="007A032C" w:rsidP="007A032C">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554" w:type="dxa"/>
          </w:tcPr>
          <w:p w14:paraId="5107346E" w14:textId="64E58209" w:rsidR="007A032C" w:rsidRPr="00AC1F32" w:rsidRDefault="005C1577" w:rsidP="007A032C">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72,985</w:t>
            </w:r>
          </w:p>
        </w:tc>
        <w:tc>
          <w:tcPr>
            <w:tcW w:w="1582" w:type="dxa"/>
          </w:tcPr>
          <w:p w14:paraId="1C733E4C" w14:textId="53BA9246" w:rsidR="007A032C" w:rsidRPr="008959AB" w:rsidRDefault="008959AB" w:rsidP="007A032C">
            <w:pPr>
              <w:jc w:val="right"/>
              <w:rPr>
                <w:rFonts w:ascii="Browallia New" w:hAnsi="Browallia New" w:cs="Browallia New"/>
                <w:color w:val="000000" w:themeColor="text1"/>
                <w:lang w:val="en-GB"/>
              </w:rPr>
            </w:pPr>
            <w:r w:rsidRPr="000540A0">
              <w:rPr>
                <w:rFonts w:ascii="Browallia New" w:hAnsi="Browallia New" w:cs="Browallia New"/>
                <w:color w:val="000000" w:themeColor="text1"/>
                <w:lang w:val="en-GB"/>
              </w:rPr>
              <w:t>86,467</w:t>
            </w:r>
          </w:p>
        </w:tc>
      </w:tr>
      <w:tr w:rsidR="00C20583" w:rsidRPr="00464C4A" w14:paraId="20C8B241" w14:textId="77777777" w:rsidTr="00CC2D3E">
        <w:tc>
          <w:tcPr>
            <w:tcW w:w="5421"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54" w:type="dxa"/>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582" w:type="dxa"/>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CC2D3E">
        <w:tc>
          <w:tcPr>
            <w:tcW w:w="2286"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7FAD1F7F"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1567" w:type="dxa"/>
          </w:tcPr>
          <w:p w14:paraId="2F9E426D"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3136" w:type="dxa"/>
            <w:gridSpan w:val="2"/>
          </w:tcPr>
          <w:p w14:paraId="656709AA" w14:textId="77777777" w:rsidR="00C20583" w:rsidRPr="0059582D" w:rsidRDefault="00C20583" w:rsidP="00CC2D3E">
            <w:pPr>
              <w:tabs>
                <w:tab w:val="left" w:pos="900"/>
              </w:tabs>
              <w:ind w:left="-18" w:right="-40"/>
              <w:jc w:val="right"/>
              <w:rPr>
                <w:rFonts w:ascii="Browallia New" w:hAnsi="Browallia New" w:cs="Browallia New"/>
                <w:color w:val="000000" w:themeColor="text1"/>
              </w:rPr>
            </w:pPr>
            <w:r w:rsidRPr="0059582D">
              <w:rPr>
                <w:rFonts w:ascii="Browallia New" w:hAnsi="Browallia New" w:cs="Browallia New"/>
                <w:color w:val="000000" w:themeColor="text1"/>
              </w:rPr>
              <w:t>(</w:t>
            </w:r>
            <w:proofErr w:type="gramStart"/>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w:t>
            </w:r>
            <w:proofErr w:type="gramEnd"/>
            <w:r w:rsidRPr="0059582D">
              <w:rPr>
                <w:rFonts w:ascii="Browallia New" w:hAnsi="Browallia New" w:cs="Browallia New"/>
                <w:color w:val="000000" w:themeColor="text1"/>
              </w:rPr>
              <w:t xml:space="preserve">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2A26E7" w:rsidRPr="00464C4A" w14:paraId="310CC15D" w14:textId="77777777" w:rsidTr="00CC2D3E">
        <w:tc>
          <w:tcPr>
            <w:tcW w:w="2286" w:type="dxa"/>
          </w:tcPr>
          <w:p w14:paraId="135C642C" w14:textId="77777777" w:rsidR="002A26E7" w:rsidRPr="00464C4A" w:rsidRDefault="002A26E7" w:rsidP="002A26E7">
            <w:pPr>
              <w:tabs>
                <w:tab w:val="left" w:pos="900"/>
              </w:tabs>
              <w:ind w:right="-36"/>
              <w:rPr>
                <w:rFonts w:ascii="Browallia New" w:hAnsi="Browallia New" w:cs="Browallia New"/>
                <w:color w:val="000000" w:themeColor="text1"/>
                <w:highlight w:val="green"/>
                <w:cs/>
              </w:rPr>
            </w:pPr>
          </w:p>
        </w:tc>
        <w:tc>
          <w:tcPr>
            <w:tcW w:w="3135" w:type="dxa"/>
            <w:gridSpan w:val="2"/>
          </w:tcPr>
          <w:p w14:paraId="5A7BB4D0" w14:textId="044049BA" w:rsidR="002A26E7" w:rsidRPr="00603C92" w:rsidRDefault="002A26E7" w:rsidP="000540A0">
            <w:pPr>
              <w:tabs>
                <w:tab w:val="left" w:pos="900"/>
              </w:tabs>
              <w:ind w:left="-18"/>
              <w:jc w:val="center"/>
              <w:rPr>
                <w:rFonts w:ascii="Browallia New" w:hAnsi="Browallia New" w:cs="Browallia New"/>
                <w:color w:val="000000" w:themeColor="text1"/>
                <w:cs/>
              </w:rPr>
            </w:pPr>
          </w:p>
        </w:tc>
        <w:tc>
          <w:tcPr>
            <w:tcW w:w="3136" w:type="dxa"/>
            <w:gridSpan w:val="2"/>
          </w:tcPr>
          <w:p w14:paraId="6A896FA0" w14:textId="77777777" w:rsidR="002A26E7" w:rsidRDefault="002A26E7" w:rsidP="002A26E7">
            <w:pPr>
              <w:tabs>
                <w:tab w:val="left" w:pos="900"/>
              </w:tabs>
              <w:ind w:left="-18"/>
              <w:jc w:val="center"/>
              <w:rPr>
                <w:rFonts w:ascii="Browallia New" w:hAnsi="Browallia New" w:cs="Browallia New"/>
                <w:color w:val="000000" w:themeColor="text1"/>
              </w:rPr>
            </w:pPr>
            <w:r>
              <w:rPr>
                <w:rFonts w:ascii="Browallia New" w:hAnsi="Browallia New" w:cs="Browallia New" w:hint="cs"/>
                <w:color w:val="000000" w:themeColor="text1"/>
                <w:cs/>
              </w:rPr>
              <w:t>สำหรับงวดสามเดือนสิ้นสุดวันที่</w:t>
            </w:r>
          </w:p>
          <w:p w14:paraId="56D47EAE" w14:textId="2DF9C9DF" w:rsidR="002A26E7" w:rsidRPr="00603C92" w:rsidRDefault="002A26E7" w:rsidP="002A26E7">
            <w:pPr>
              <w:pBdr>
                <w:bottom w:val="single" w:sz="6" w:space="1" w:color="auto"/>
              </w:pBdr>
              <w:tabs>
                <w:tab w:val="left" w:pos="900"/>
              </w:tabs>
              <w:ind w:left="-18"/>
              <w:jc w:val="center"/>
              <w:rPr>
                <w:rFonts w:ascii="Browallia New" w:hAnsi="Browallia New" w:cs="Browallia New"/>
                <w:color w:val="000000" w:themeColor="text1"/>
                <w:cs/>
                <w:lang w:val="en-GB"/>
              </w:rPr>
            </w:pPr>
            <w:r w:rsidRPr="005C4084">
              <w:rPr>
                <w:rFonts w:ascii="Browallia New" w:eastAsia="Cordia New" w:hAnsi="Browallia New" w:cs="Browallia New"/>
              </w:rPr>
              <w:t xml:space="preserve">31 </w:t>
            </w:r>
            <w:r w:rsidRPr="005C4084">
              <w:rPr>
                <w:rFonts w:ascii="Browallia New" w:eastAsia="Cordia New" w:hAnsi="Browallia New" w:cs="Browallia New"/>
                <w:cs/>
              </w:rPr>
              <w:t xml:space="preserve">มีนาคม </w:t>
            </w:r>
          </w:p>
        </w:tc>
      </w:tr>
      <w:tr w:rsidR="00CC2D3E" w:rsidRPr="00464C4A" w14:paraId="7DC77203" w14:textId="77777777" w:rsidTr="00CC2D3E">
        <w:tc>
          <w:tcPr>
            <w:tcW w:w="2286" w:type="dxa"/>
          </w:tcPr>
          <w:p w14:paraId="5162D2B1"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5739BC32" w14:textId="62C2389E" w:rsidR="00C20583" w:rsidRPr="00603C92" w:rsidRDefault="00C20583" w:rsidP="000540A0">
            <w:pPr>
              <w:tabs>
                <w:tab w:val="left" w:pos="900"/>
              </w:tabs>
              <w:ind w:left="-18"/>
              <w:jc w:val="center"/>
              <w:rPr>
                <w:rFonts w:ascii="Browallia New" w:hAnsi="Browallia New" w:cs="Browallia New"/>
                <w:color w:val="000000" w:themeColor="text1"/>
              </w:rPr>
            </w:pPr>
          </w:p>
        </w:tc>
        <w:tc>
          <w:tcPr>
            <w:tcW w:w="1567" w:type="dxa"/>
          </w:tcPr>
          <w:p w14:paraId="5CF5B995" w14:textId="5002DF9D" w:rsidR="00C20583" w:rsidRPr="00603C92" w:rsidRDefault="00C20583" w:rsidP="000540A0">
            <w:pPr>
              <w:tabs>
                <w:tab w:val="left" w:pos="900"/>
              </w:tabs>
              <w:ind w:left="-18"/>
              <w:jc w:val="center"/>
              <w:rPr>
                <w:rFonts w:ascii="Browallia New" w:hAnsi="Browallia New" w:cs="Browallia New"/>
                <w:color w:val="000000" w:themeColor="text1"/>
              </w:rPr>
            </w:pPr>
          </w:p>
        </w:tc>
        <w:tc>
          <w:tcPr>
            <w:tcW w:w="1554" w:type="dxa"/>
          </w:tcPr>
          <w:p w14:paraId="59DD66CA" w14:textId="19495830" w:rsidR="00C20583" w:rsidRPr="00603C92" w:rsidRDefault="00C20583" w:rsidP="000540A0">
            <w:pPr>
              <w:pBdr>
                <w:bottom w:val="single" w:sz="6" w:space="1" w:color="auto"/>
              </w:pBdr>
              <w:tabs>
                <w:tab w:val="left" w:pos="900"/>
              </w:tabs>
              <w:ind w:left="-18" w:right="-40" w:hanging="40"/>
              <w:jc w:val="center"/>
              <w:rPr>
                <w:rFonts w:ascii="Browallia New" w:hAnsi="Browallia New" w:cs="Browallia New"/>
                <w:color w:val="000000" w:themeColor="text1"/>
              </w:rPr>
            </w:pPr>
            <w:r w:rsidRPr="00603C92">
              <w:rPr>
                <w:rFonts w:ascii="Browallia New" w:hAnsi="Browallia New" w:cs="Browallia New"/>
                <w:color w:val="000000" w:themeColor="text1"/>
              </w:rPr>
              <w:t>256</w:t>
            </w:r>
            <w:r w:rsidR="002A26E7">
              <w:rPr>
                <w:rFonts w:ascii="Browallia New" w:hAnsi="Browallia New" w:cs="Browallia New"/>
                <w:color w:val="000000" w:themeColor="text1"/>
              </w:rPr>
              <w:t>6</w:t>
            </w:r>
          </w:p>
        </w:tc>
        <w:tc>
          <w:tcPr>
            <w:tcW w:w="1582" w:type="dxa"/>
          </w:tcPr>
          <w:p w14:paraId="1DBD2F2C" w14:textId="2E6ABB03"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w:t>
            </w:r>
            <w:r w:rsidR="008468C6">
              <w:rPr>
                <w:rFonts w:ascii="Browallia New" w:hAnsi="Browallia New" w:cs="Browallia New"/>
                <w:color w:val="000000" w:themeColor="text1"/>
                <w:lang w:val="en-GB"/>
              </w:rPr>
              <w:t>65</w:t>
            </w:r>
          </w:p>
        </w:tc>
      </w:tr>
      <w:tr w:rsidR="00CC2D3E" w:rsidRPr="000A7860" w14:paraId="6BAEB53B" w14:textId="77777777" w:rsidTr="000540A0">
        <w:trPr>
          <w:trHeight w:val="288"/>
        </w:trPr>
        <w:tc>
          <w:tcPr>
            <w:tcW w:w="2286" w:type="dxa"/>
          </w:tcPr>
          <w:p w14:paraId="676DE4C8" w14:textId="77777777" w:rsidR="00C20583" w:rsidRPr="000A7860" w:rsidRDefault="00C20583" w:rsidP="00C20583">
            <w:pPr>
              <w:tabs>
                <w:tab w:val="left" w:pos="900"/>
              </w:tabs>
              <w:ind w:right="-36"/>
              <w:rPr>
                <w:rFonts w:ascii="Browallia New" w:hAnsi="Browallia New" w:cs="Browallia New"/>
                <w:color w:val="000000" w:themeColor="text1"/>
                <w:sz w:val="18"/>
                <w:szCs w:val="18"/>
                <w:highlight w:val="green"/>
                <w:cs/>
              </w:rPr>
            </w:pPr>
          </w:p>
        </w:tc>
        <w:tc>
          <w:tcPr>
            <w:tcW w:w="1568" w:type="dxa"/>
          </w:tcPr>
          <w:p w14:paraId="7DEECB0F" w14:textId="77777777" w:rsidR="00C20583" w:rsidRPr="000A7860" w:rsidRDefault="00C20583" w:rsidP="002A26E7">
            <w:pPr>
              <w:tabs>
                <w:tab w:val="decimal" w:pos="1512"/>
              </w:tabs>
              <w:ind w:left="-18"/>
              <w:jc w:val="both"/>
              <w:rPr>
                <w:rFonts w:ascii="Browallia New" w:hAnsi="Browallia New" w:cs="Browallia New"/>
                <w:color w:val="000000" w:themeColor="text1"/>
                <w:sz w:val="18"/>
                <w:szCs w:val="18"/>
                <w:highlight w:val="green"/>
              </w:rPr>
            </w:pPr>
          </w:p>
        </w:tc>
        <w:tc>
          <w:tcPr>
            <w:tcW w:w="1567" w:type="dxa"/>
          </w:tcPr>
          <w:p w14:paraId="4CF0E8B2" w14:textId="77777777" w:rsidR="00C20583" w:rsidRPr="000A7860" w:rsidRDefault="00C20583" w:rsidP="002A26E7">
            <w:pPr>
              <w:tabs>
                <w:tab w:val="decimal" w:pos="1512"/>
              </w:tabs>
              <w:ind w:left="-18"/>
              <w:jc w:val="both"/>
              <w:rPr>
                <w:rFonts w:ascii="Browallia New" w:hAnsi="Browallia New" w:cs="Browallia New"/>
                <w:color w:val="000000" w:themeColor="text1"/>
                <w:sz w:val="18"/>
                <w:szCs w:val="18"/>
                <w:highlight w:val="green"/>
              </w:rPr>
            </w:pPr>
          </w:p>
        </w:tc>
        <w:tc>
          <w:tcPr>
            <w:tcW w:w="1554" w:type="dxa"/>
          </w:tcPr>
          <w:p w14:paraId="511BE462"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rPr>
            </w:pPr>
          </w:p>
        </w:tc>
        <w:tc>
          <w:tcPr>
            <w:tcW w:w="1582" w:type="dxa"/>
          </w:tcPr>
          <w:p w14:paraId="361556C6"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lang w:val="en-GB"/>
              </w:rPr>
            </w:pPr>
          </w:p>
        </w:tc>
      </w:tr>
      <w:tr w:rsidR="001E2DD3" w:rsidRPr="00464C4A" w14:paraId="1A939886" w14:textId="77777777" w:rsidTr="00CC2D3E">
        <w:tc>
          <w:tcPr>
            <w:tcW w:w="2286" w:type="dxa"/>
          </w:tcPr>
          <w:p w14:paraId="286B8754" w14:textId="77777777" w:rsidR="001E2DD3" w:rsidRPr="00116EFD" w:rsidRDefault="001E2DD3" w:rsidP="001E2DD3">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568" w:type="dxa"/>
          </w:tcPr>
          <w:p w14:paraId="403374C3" w14:textId="4F95260D" w:rsidR="001E2DD3" w:rsidRPr="00A35514" w:rsidRDefault="001E2DD3" w:rsidP="002A26E7">
            <w:pPr>
              <w:ind w:left="-18"/>
              <w:jc w:val="right"/>
              <w:rPr>
                <w:rFonts w:ascii="Browallia New" w:hAnsi="Browallia New" w:cs="Browallia New"/>
                <w:color w:val="000000" w:themeColor="text1"/>
              </w:rPr>
            </w:pPr>
          </w:p>
        </w:tc>
        <w:tc>
          <w:tcPr>
            <w:tcW w:w="1567" w:type="dxa"/>
          </w:tcPr>
          <w:p w14:paraId="11132F1D" w14:textId="27E190E6" w:rsidR="001E2DD3" w:rsidRPr="00A35514" w:rsidRDefault="001E2DD3" w:rsidP="002A26E7">
            <w:pPr>
              <w:ind w:left="-18"/>
              <w:jc w:val="right"/>
              <w:rPr>
                <w:rFonts w:ascii="Browallia New" w:hAnsi="Browallia New" w:cs="Browallia New"/>
                <w:color w:val="000000" w:themeColor="text1"/>
              </w:rPr>
            </w:pPr>
          </w:p>
        </w:tc>
        <w:tc>
          <w:tcPr>
            <w:tcW w:w="1554" w:type="dxa"/>
          </w:tcPr>
          <w:p w14:paraId="28032FF2" w14:textId="138088AC" w:rsidR="001E2DD3" w:rsidRPr="00A35514" w:rsidRDefault="002E10D8" w:rsidP="000540A0">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9,</w:t>
            </w:r>
            <w:r w:rsidR="004355A5">
              <w:rPr>
                <w:rFonts w:ascii="Browallia New" w:hAnsi="Browallia New" w:cs="Browallia New"/>
                <w:color w:val="000000" w:themeColor="text1"/>
              </w:rPr>
              <w:t>594</w:t>
            </w:r>
          </w:p>
        </w:tc>
        <w:tc>
          <w:tcPr>
            <w:tcW w:w="1582" w:type="dxa"/>
          </w:tcPr>
          <w:p w14:paraId="1D532A89" w14:textId="4507DC0A" w:rsidR="001E2DD3" w:rsidRPr="00A35514" w:rsidRDefault="00CB7EEB" w:rsidP="001E2DD3">
            <w:pPr>
              <w:tabs>
                <w:tab w:val="left" w:pos="900"/>
              </w:tabs>
              <w:ind w:left="-18" w:right="-40"/>
              <w:jc w:val="right"/>
              <w:rPr>
                <w:rFonts w:ascii="Browallia New" w:hAnsi="Browallia New" w:cs="Browallia New"/>
                <w:color w:val="000000" w:themeColor="text1"/>
              </w:rPr>
            </w:pPr>
            <w:r w:rsidRPr="00CB7EEB">
              <w:rPr>
                <w:rFonts w:ascii="Browallia New" w:hAnsi="Browallia New" w:cs="Browallia New"/>
                <w:color w:val="000000" w:themeColor="text1"/>
              </w:rPr>
              <w:t>8,867</w:t>
            </w:r>
          </w:p>
        </w:tc>
      </w:tr>
      <w:tr w:rsidR="001E2DD3" w:rsidRPr="006A5C4B" w14:paraId="613C8B7D" w14:textId="77777777" w:rsidTr="00CC2D3E">
        <w:tc>
          <w:tcPr>
            <w:tcW w:w="2286" w:type="dxa"/>
          </w:tcPr>
          <w:p w14:paraId="2B4EFC7C" w14:textId="77777777" w:rsidR="001E2DD3" w:rsidRPr="00116EFD" w:rsidRDefault="001E2DD3" w:rsidP="001E2DD3">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568" w:type="dxa"/>
          </w:tcPr>
          <w:p w14:paraId="1038F68B" w14:textId="59915641" w:rsidR="001E2DD3" w:rsidRPr="00A35514" w:rsidRDefault="001E2DD3" w:rsidP="001E2DD3">
            <w:pPr>
              <w:ind w:left="-18"/>
              <w:jc w:val="right"/>
              <w:rPr>
                <w:rFonts w:ascii="Browallia New" w:hAnsi="Browallia New" w:cs="Browallia New"/>
                <w:color w:val="000000" w:themeColor="text1"/>
              </w:rPr>
            </w:pPr>
          </w:p>
        </w:tc>
        <w:tc>
          <w:tcPr>
            <w:tcW w:w="1567" w:type="dxa"/>
          </w:tcPr>
          <w:p w14:paraId="7456EFA2" w14:textId="37A6E7A9" w:rsidR="001E2DD3" w:rsidRPr="00A35514" w:rsidRDefault="001E2DD3" w:rsidP="001E2DD3">
            <w:pPr>
              <w:ind w:left="-18"/>
              <w:jc w:val="right"/>
              <w:rPr>
                <w:rFonts w:ascii="Browallia New" w:hAnsi="Browallia New" w:cs="Browallia New"/>
                <w:color w:val="000000" w:themeColor="text1"/>
              </w:rPr>
            </w:pPr>
          </w:p>
        </w:tc>
        <w:tc>
          <w:tcPr>
            <w:tcW w:w="1554" w:type="dxa"/>
          </w:tcPr>
          <w:p w14:paraId="46342272" w14:textId="19121564" w:rsidR="001E2DD3" w:rsidRPr="00A35514" w:rsidRDefault="002B5E9B" w:rsidP="000540A0">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2</w:t>
            </w:r>
            <w:r w:rsidR="004355A5">
              <w:rPr>
                <w:rFonts w:ascii="Browallia New" w:hAnsi="Browallia New" w:cs="Browallia New"/>
                <w:color w:val="000000" w:themeColor="text1"/>
              </w:rPr>
              <w:t>,</w:t>
            </w:r>
            <w:r>
              <w:rPr>
                <w:rFonts w:ascii="Browallia New" w:hAnsi="Browallia New" w:cs="Browallia New"/>
                <w:color w:val="000000" w:themeColor="text1"/>
              </w:rPr>
              <w:t>663</w:t>
            </w:r>
          </w:p>
        </w:tc>
        <w:tc>
          <w:tcPr>
            <w:tcW w:w="1582" w:type="dxa"/>
          </w:tcPr>
          <w:p w14:paraId="591A4E59" w14:textId="65CB4C62" w:rsidR="001E2DD3" w:rsidRPr="00A35514" w:rsidRDefault="003D6840" w:rsidP="001E2DD3">
            <w:pPr>
              <w:tabs>
                <w:tab w:val="left" w:pos="900"/>
              </w:tabs>
              <w:ind w:left="-18" w:right="-40"/>
              <w:jc w:val="right"/>
              <w:rPr>
                <w:rFonts w:ascii="Browallia New" w:hAnsi="Browallia New" w:cs="Browallia New"/>
                <w:color w:val="000000" w:themeColor="text1"/>
              </w:rPr>
            </w:pPr>
            <w:r w:rsidRPr="003D6840">
              <w:rPr>
                <w:rFonts w:ascii="Browallia New" w:hAnsi="Browallia New" w:cs="Browallia New"/>
                <w:color w:val="000000" w:themeColor="text1"/>
              </w:rPr>
              <w:t>2,640</w:t>
            </w:r>
          </w:p>
        </w:tc>
      </w:tr>
    </w:tbl>
    <w:p w14:paraId="70DFC26A" w14:textId="61F77D9A" w:rsidR="00B815BB" w:rsidRDefault="00B815BB">
      <w:pPr>
        <w:rPr>
          <w:rFonts w:ascii="Browallia New" w:hAnsi="Browallia New" w:cs="Browallia New"/>
          <w:cs/>
          <w:lang w:val="th-TH"/>
        </w:rPr>
      </w:pPr>
    </w:p>
    <w:p w14:paraId="35B32BC8" w14:textId="77777777" w:rsidR="005B4C6B" w:rsidRPr="00DF0C9F" w:rsidRDefault="005B4C6B" w:rsidP="000540A0">
      <w:pPr>
        <w:numPr>
          <w:ilvl w:val="0"/>
          <w:numId w:val="1"/>
        </w:numPr>
        <w:tabs>
          <w:tab w:val="clear" w:pos="360"/>
          <w:tab w:val="left" w:pos="374"/>
          <w:tab w:val="left" w:pos="426"/>
        </w:tabs>
        <w:jc w:val="thaiDistribute"/>
        <w:rPr>
          <w:rFonts w:ascii="Browallia New" w:hAnsi="Browallia New" w:cs="Browallia New"/>
          <w:b/>
          <w:bCs/>
        </w:rPr>
      </w:pPr>
      <w:r w:rsidRPr="00DF0C9F">
        <w:rPr>
          <w:rFonts w:ascii="Browallia New" w:hAnsi="Browallia New" w:cs="Browallia New"/>
          <w:b/>
          <w:bCs/>
          <w:cs/>
        </w:rPr>
        <w:t>นโยบายการบัญชีที่สำคัญ</w:t>
      </w:r>
      <w:r>
        <w:rPr>
          <w:rFonts w:ascii="Browallia New" w:hAnsi="Browallia New" w:cs="Browallia New" w:hint="cs"/>
          <w:b/>
          <w:bCs/>
          <w:cs/>
        </w:rPr>
        <w:t>และมาตรฐานการรายงานทางการเงินที่มีการเปลี่ยนแปลง</w:t>
      </w:r>
    </w:p>
    <w:p w14:paraId="35A358C5" w14:textId="77777777" w:rsidR="005B4C6B" w:rsidRDefault="005B4C6B" w:rsidP="005B4C6B">
      <w:pPr>
        <w:pStyle w:val="CordiaNew"/>
        <w:tabs>
          <w:tab w:val="clear" w:pos="4153"/>
          <w:tab w:val="left" w:pos="426"/>
        </w:tabs>
        <w:rPr>
          <w:rFonts w:ascii="Browallia New" w:hAnsi="Browallia New" w:cs="Browallia New"/>
          <w:sz w:val="28"/>
          <w:szCs w:val="28"/>
        </w:rPr>
      </w:pPr>
    </w:p>
    <w:p w14:paraId="5691517C" w14:textId="77777777" w:rsidR="005B4C6B" w:rsidRPr="00DD6871" w:rsidRDefault="005B4C6B" w:rsidP="005B4C6B">
      <w:pPr>
        <w:pStyle w:val="ListParagraph"/>
        <w:numPr>
          <w:ilvl w:val="0"/>
          <w:numId w:val="41"/>
        </w:numPr>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hanging="477"/>
        <w:jc w:val="thaiDistribute"/>
        <w:rPr>
          <w:rFonts w:ascii="Browallia New" w:hAnsi="Browallia New" w:cs="Browallia New"/>
          <w:sz w:val="28"/>
        </w:rPr>
      </w:pPr>
      <w:r>
        <w:rPr>
          <w:rFonts w:ascii="Browallia New" w:eastAsia="Arial Unicode MS" w:hAnsi="Browallia New" w:cs="Browallia New" w:hint="cs"/>
          <w:color w:val="000000"/>
          <w:sz w:val="28"/>
          <w:cs/>
          <w:lang w:eastAsia="th-TH"/>
        </w:rPr>
        <w:t>นโยบายการบัญชีที่สำคัญ</w:t>
      </w:r>
    </w:p>
    <w:p w14:paraId="1FEFECAC" w14:textId="77777777" w:rsidR="005B4C6B" w:rsidRPr="004B509B"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hAnsi="Browallia New" w:cs="Browallia New"/>
          <w:sz w:val="28"/>
        </w:rPr>
      </w:pPr>
    </w:p>
    <w:p w14:paraId="5257482B" w14:textId="64AEE56F" w:rsidR="005B4C6B"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hAnsi="Browallia New" w:cs="Browallia New"/>
          <w:sz w:val="28"/>
        </w:rPr>
      </w:pPr>
      <w:r w:rsidRPr="00DD6871">
        <w:rPr>
          <w:rFonts w:ascii="Browallia New" w:hAnsi="Browallia New" w:cs="Browallia New"/>
          <w:sz w:val="28"/>
          <w:cs/>
        </w:rPr>
        <w:t xml:space="preserve">งบการเงินระหว่างกาลนี้จัดทำขึ้นโดยใช้นโยบายการบัญชีเช่นเดียวกับที่ใช้สำหรับการจัดทำงบการเงินของกลุ่มบริษัทสำหรับปีสิ้นสุดวันที่ </w:t>
      </w:r>
      <w:r w:rsidR="000540A0" w:rsidRPr="000540A0">
        <w:rPr>
          <w:rFonts w:ascii="Browallia New" w:hAnsi="Browallia New" w:cs="Browallia New"/>
          <w:sz w:val="28"/>
        </w:rPr>
        <w:t>31</w:t>
      </w:r>
      <w:r w:rsidRPr="00DD6871">
        <w:rPr>
          <w:rFonts w:ascii="Browallia New" w:hAnsi="Browallia New" w:cs="Browallia New"/>
          <w:sz w:val="28"/>
          <w:cs/>
        </w:rPr>
        <w:t xml:space="preserve"> ธันวาคม </w:t>
      </w:r>
      <w:r w:rsidR="000540A0" w:rsidRPr="000540A0">
        <w:rPr>
          <w:rFonts w:ascii="Browallia New" w:hAnsi="Browallia New" w:cs="Browallia New"/>
          <w:sz w:val="28"/>
        </w:rPr>
        <w:t>2565</w:t>
      </w:r>
      <w:r w:rsidRPr="00DD6871">
        <w:rPr>
          <w:rFonts w:ascii="Browallia New" w:hAnsi="Browallia New" w:cs="Browallia New"/>
          <w:sz w:val="28"/>
          <w:cs/>
        </w:rPr>
        <w:t xml:space="preserve"> ยกเว้น การปฏิบัติตามมาตรฐานการรายงานทางการเงินที่ออกและปรับปรุงใหม่ ซึ่งมีผลบังคับใช้สำหรับรอบระยะเวลาบัญชีที่เริ่มในหรือหลังวันที่ </w:t>
      </w:r>
      <w:r w:rsidR="000540A0" w:rsidRPr="000540A0">
        <w:rPr>
          <w:rFonts w:ascii="Browallia New" w:hAnsi="Browallia New" w:cs="Browallia New"/>
          <w:sz w:val="28"/>
        </w:rPr>
        <w:t>1</w:t>
      </w:r>
      <w:r w:rsidRPr="00DD6871">
        <w:rPr>
          <w:rFonts w:ascii="Browallia New" w:hAnsi="Browallia New" w:cs="Browallia New"/>
          <w:sz w:val="28"/>
          <w:cs/>
        </w:rPr>
        <w:t xml:space="preserve"> มกราคม </w:t>
      </w:r>
      <w:r w:rsidR="000540A0" w:rsidRPr="000540A0">
        <w:rPr>
          <w:rFonts w:ascii="Browallia New" w:hAnsi="Browallia New" w:cs="Browallia New"/>
          <w:sz w:val="28"/>
        </w:rPr>
        <w:t>2566</w:t>
      </w:r>
    </w:p>
    <w:p w14:paraId="7978709C" w14:textId="77777777" w:rsidR="005B4C6B"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hAnsi="Browallia New" w:cs="Browallia New"/>
          <w:sz w:val="28"/>
        </w:rPr>
      </w:pPr>
    </w:p>
    <w:p w14:paraId="1C850C75" w14:textId="77777777" w:rsidR="005B4C6B" w:rsidRPr="009024D2"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hAnsi="Browallia New" w:cs="Browallia New"/>
          <w:sz w:val="28"/>
        </w:rPr>
      </w:pPr>
      <w:r w:rsidRPr="00B4040B">
        <w:rPr>
          <w:rFonts w:ascii="Browallia New" w:hAnsi="Browallia New" w:cs="Browallia New"/>
          <w:sz w:val="28"/>
          <w:cs/>
          <w:lang w:val="th-TH"/>
        </w:rPr>
        <w:t>อย่างไรก็ตาม ฝ่ายบริหารของ</w:t>
      </w:r>
      <w:r w:rsidRPr="00B4040B">
        <w:rPr>
          <w:rFonts w:ascii="Browallia New" w:hAnsi="Browallia New" w:cs="Browallia New" w:hint="cs"/>
          <w:sz w:val="28"/>
          <w:cs/>
          <w:lang w:val="th-TH"/>
        </w:rPr>
        <w:t>กลุ่ม</w:t>
      </w:r>
      <w:r w:rsidRPr="00B4040B">
        <w:rPr>
          <w:rFonts w:ascii="Browallia New" w:hAnsi="Browallia New" w:cs="Browallia New"/>
          <w:sz w:val="28"/>
          <w:cs/>
          <w:lang w:val="th-TH"/>
        </w:rPr>
        <w:t>บริษัทพิจารณาว่าการถือปฏิบัติดังกล่าวไม่มีผลกระทบอย่างมีสาระสำคัญต่องบการเงิน</w:t>
      </w:r>
    </w:p>
    <w:p w14:paraId="373B9AAE" w14:textId="77777777" w:rsidR="005B4C6B" w:rsidRDefault="005B4C6B" w:rsidP="005B4C6B">
      <w:pPr>
        <w:pStyle w:val="CordiaNew"/>
        <w:tabs>
          <w:tab w:val="clear" w:pos="4153"/>
          <w:tab w:val="left" w:pos="900"/>
        </w:tabs>
        <w:rPr>
          <w:rFonts w:ascii="Browallia New" w:hAnsi="Browallia New" w:cs="Browallia New"/>
          <w:sz w:val="28"/>
          <w:szCs w:val="28"/>
          <w:cs/>
          <w:lang w:val="th-TH"/>
        </w:rPr>
      </w:pPr>
    </w:p>
    <w:p w14:paraId="04A9C534" w14:textId="77777777" w:rsidR="005B4C6B" w:rsidRPr="0046726C" w:rsidRDefault="005B4C6B" w:rsidP="005B4C6B">
      <w:pPr>
        <w:pStyle w:val="ListParagraph"/>
        <w:numPr>
          <w:ilvl w:val="0"/>
          <w:numId w:val="41"/>
        </w:numPr>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hanging="477"/>
        <w:jc w:val="thaiDistribute"/>
        <w:rPr>
          <w:rFonts w:ascii="Browallia New" w:hAnsi="Browallia New" w:cs="Browallia New"/>
          <w:sz w:val="28"/>
        </w:rPr>
      </w:pPr>
      <w:r>
        <w:rPr>
          <w:rFonts w:ascii="Browallia New" w:hAnsi="Browallia New" w:cs="Browallia New" w:hint="cs"/>
          <w:sz w:val="28"/>
          <w:cs/>
        </w:rPr>
        <w:t>มาตรฐานการรายงานทางการเงินที่มีการเปลี่ยนแปลง</w:t>
      </w:r>
    </w:p>
    <w:p w14:paraId="7FFF1402" w14:textId="77777777" w:rsidR="005B4C6B"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eastAsia="Arial Unicode MS" w:hAnsi="Browallia New" w:cs="Browallia New"/>
          <w:color w:val="000000"/>
          <w:sz w:val="28"/>
          <w:lang w:eastAsia="th-TH"/>
        </w:rPr>
      </w:pPr>
    </w:p>
    <w:p w14:paraId="77AF92CD" w14:textId="77777777" w:rsidR="005B4C6B" w:rsidRPr="003F1398"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hAnsi="Browallia New" w:cs="Browallia New"/>
          <w:sz w:val="28"/>
        </w:rPr>
      </w:pPr>
      <w:r w:rsidRPr="003F1398">
        <w:rPr>
          <w:rFonts w:ascii="Browallia New" w:eastAsia="Arial Unicode MS" w:hAnsi="Browallia New" w:cs="Browallia New"/>
          <w:color w:val="000000"/>
          <w:sz w:val="28"/>
          <w:cs/>
          <w:lang w:eastAsia="th-TH"/>
        </w:rPr>
        <w:t>มาตรฐานการรายงานทางการเงิน</w:t>
      </w:r>
      <w:r w:rsidRPr="003F1398">
        <w:rPr>
          <w:rFonts w:ascii="Browallia New" w:eastAsia="Arial Unicode MS" w:hAnsi="Browallia New" w:cs="Browallia New" w:hint="cs"/>
          <w:color w:val="000000"/>
          <w:sz w:val="28"/>
          <w:cs/>
          <w:lang w:eastAsia="th-TH"/>
        </w:rPr>
        <w:t>ฉบับที่</w:t>
      </w:r>
      <w:r w:rsidRPr="003F1398">
        <w:rPr>
          <w:rFonts w:ascii="Browallia New" w:eastAsia="Arial Unicode MS" w:hAnsi="Browallia New" w:cs="Browallia New"/>
          <w:color w:val="000000"/>
          <w:sz w:val="28"/>
          <w:cs/>
          <w:lang w:eastAsia="th-TH"/>
        </w:rPr>
        <w:t>มีการเปลี่ยนแปลง</w:t>
      </w:r>
      <w:r w:rsidRPr="003F1398">
        <w:rPr>
          <w:rFonts w:ascii="Browallia New" w:eastAsia="Arial Unicode MS" w:hAnsi="Browallia New" w:cs="Browallia New" w:hint="cs"/>
          <w:color w:val="000000"/>
          <w:sz w:val="28"/>
          <w:cs/>
          <w:lang w:eastAsia="th-TH"/>
        </w:rPr>
        <w:t>และมีผลบังคับใช้สำหรับรอบระยะเวลาบัญชี</w:t>
      </w:r>
      <w:r w:rsidRPr="003F1398">
        <w:rPr>
          <w:rFonts w:ascii="Browallia New" w:eastAsia="Arial Unicode MS" w:hAnsi="Browallia New" w:cs="Browallia New"/>
          <w:sz w:val="28"/>
          <w:cs/>
          <w:lang w:val="en-GB"/>
        </w:rPr>
        <w:t xml:space="preserve">ที่เริ่มในหรือหลังวันที่ </w:t>
      </w:r>
      <w:r w:rsidRPr="003F1398">
        <w:rPr>
          <w:rFonts w:ascii="Browallia New" w:eastAsia="Arial Unicode MS" w:hAnsi="Browallia New" w:cs="Browallia New"/>
          <w:sz w:val="28"/>
          <w:lang w:val="en-GB"/>
        </w:rPr>
        <w:t xml:space="preserve">1 </w:t>
      </w:r>
      <w:r w:rsidRPr="003F1398">
        <w:rPr>
          <w:rFonts w:ascii="Browallia New" w:eastAsia="Arial Unicode MS" w:hAnsi="Browallia New" w:cs="Browallia New"/>
          <w:sz w:val="28"/>
          <w:cs/>
          <w:lang w:val="en-GB"/>
        </w:rPr>
        <w:t xml:space="preserve">มกราคม </w:t>
      </w:r>
      <w:r w:rsidRPr="003F1398">
        <w:rPr>
          <w:rFonts w:ascii="Browallia New" w:eastAsia="Arial Unicode MS" w:hAnsi="Browallia New" w:cs="Browallia New"/>
          <w:sz w:val="28"/>
          <w:lang w:val="en-GB"/>
        </w:rPr>
        <w:t xml:space="preserve">2566 </w:t>
      </w:r>
      <w:r w:rsidRPr="003F1398">
        <w:rPr>
          <w:rFonts w:ascii="Browallia New" w:hAnsi="Browallia New" w:cs="Browallia New" w:hint="cs"/>
          <w:sz w:val="28"/>
          <w:cs/>
          <w:lang w:val="th-TH"/>
        </w:rPr>
        <w:t>มีดังนี้</w:t>
      </w:r>
    </w:p>
    <w:p w14:paraId="259FA8E7" w14:textId="77777777" w:rsidR="005B4C6B" w:rsidRDefault="005B4C6B" w:rsidP="005B4C6B">
      <w:pPr>
        <w:pStyle w:val="ListParagraph"/>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eastAsia="Arial Unicode MS" w:hAnsi="Browallia New" w:cs="Browallia New"/>
          <w:color w:val="000000"/>
          <w:sz w:val="28"/>
          <w:lang w:eastAsia="th-TH"/>
        </w:rPr>
      </w:pPr>
    </w:p>
    <w:p w14:paraId="791F6514" w14:textId="77777777" w:rsidR="005B4C6B" w:rsidRPr="00433015" w:rsidRDefault="005B4C6B" w:rsidP="005B4C6B">
      <w:pPr>
        <w:pStyle w:val="ListParagraph"/>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hAnsi="Browallia New" w:cs="Browallia New"/>
          <w:sz w:val="28"/>
        </w:rPr>
      </w:pPr>
      <w:r w:rsidRPr="00707181">
        <w:rPr>
          <w:rFonts w:ascii="Browallia New" w:eastAsia="Arial Unicode MS" w:hAnsi="Browallia New" w:cs="Browallia New"/>
          <w:sz w:val="28"/>
          <w:u w:val="single"/>
          <w:cs/>
        </w:rPr>
        <w:t xml:space="preserve">มาตรฐานการบัญชีฉบับที่ </w:t>
      </w:r>
      <w:r w:rsidRPr="00707181">
        <w:rPr>
          <w:rFonts w:ascii="Browallia New" w:eastAsia="Arial Unicode MS" w:hAnsi="Browallia New" w:cs="Browallia New"/>
          <w:sz w:val="28"/>
          <w:u w:val="single"/>
        </w:rPr>
        <w:t>16</w:t>
      </w:r>
      <w:r w:rsidRPr="00707181">
        <w:rPr>
          <w:rFonts w:ascii="Browallia New" w:eastAsia="Arial Unicode MS" w:hAnsi="Browallia New" w:cs="Browallia New"/>
          <w:sz w:val="28"/>
          <w:u w:val="single"/>
          <w:cs/>
        </w:rPr>
        <w:t xml:space="preserve"> เรื่อง ที่ดิน อาคารและอุปกรณ์</w:t>
      </w:r>
    </w:p>
    <w:p w14:paraId="4475B530"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72B4D544"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707181">
        <w:rPr>
          <w:rFonts w:ascii="Browallia New" w:eastAsia="Arial Unicode MS" w:hAnsi="Browallia New" w:cs="Browallia New" w:hint="cs"/>
          <w:sz w:val="28"/>
          <w:cs/>
        </w:rPr>
        <w:t>การปรับปรุง</w:t>
      </w:r>
      <w:r w:rsidRPr="00707181">
        <w:rPr>
          <w:rFonts w:ascii="Browallia New" w:eastAsia="Arial Unicode MS" w:hAnsi="Browallia New" w:cs="Browallia New"/>
          <w:sz w:val="28"/>
          <w:cs/>
        </w:rPr>
        <w:t>กำหนดให้รับรู้มูลค่าของสิ่งตอบแทนที่ได้รับจากการขายรายการต่างๆ ที่ผลิตได้ในช่วง</w:t>
      </w:r>
      <w:r>
        <w:rPr>
          <w:rFonts w:ascii="Browallia New" w:eastAsia="Arial Unicode MS" w:hAnsi="Browallia New" w:cs="Browallia New"/>
          <w:sz w:val="28"/>
          <w:cs/>
        </w:rPr>
        <w:br/>
      </w:r>
      <w:r w:rsidRPr="00707181">
        <w:rPr>
          <w:rFonts w:ascii="Browallia New" w:eastAsia="Arial Unicode MS" w:hAnsi="Browallia New" w:cs="Browallia New"/>
          <w:sz w:val="28"/>
          <w:cs/>
        </w:rPr>
        <w:t>การเตรียมความพร้อมของสินทรัพย์</w:t>
      </w:r>
      <w:r w:rsidRPr="00707181">
        <w:rPr>
          <w:rFonts w:ascii="Browallia New" w:eastAsia="Arial Unicode MS" w:hAnsi="Browallia New" w:cs="Browallia New" w:hint="cs"/>
          <w:sz w:val="28"/>
          <w:cs/>
        </w:rPr>
        <w:t>ให้</w:t>
      </w:r>
      <w:r w:rsidRPr="00707181">
        <w:rPr>
          <w:rFonts w:ascii="Browallia New" w:eastAsia="Arial Unicode MS" w:hAnsi="Browallia New" w:cs="Browallia New"/>
          <w:sz w:val="28"/>
          <w:cs/>
        </w:rPr>
        <w:t>อยู่ในสภาพพร้อมใช้งานตาม</w:t>
      </w:r>
      <w:r w:rsidRPr="00707181">
        <w:rPr>
          <w:rFonts w:ascii="Browallia New" w:eastAsia="Arial Unicode MS" w:hAnsi="Browallia New" w:cs="Browallia New" w:hint="cs"/>
          <w:sz w:val="28"/>
          <w:cs/>
        </w:rPr>
        <w:t>ความ</w:t>
      </w:r>
      <w:r w:rsidRPr="00707181">
        <w:rPr>
          <w:rFonts w:ascii="Browallia New" w:eastAsia="Arial Unicode MS" w:hAnsi="Browallia New" w:cs="Browallia New"/>
          <w:sz w:val="28"/>
          <w:cs/>
        </w:rPr>
        <w:t xml:space="preserve">ประสงค์ของฝ่ายบริหาร </w:t>
      </w:r>
      <w:r>
        <w:rPr>
          <w:rFonts w:ascii="Browallia New" w:eastAsia="Arial Unicode MS" w:hAnsi="Browallia New" w:cs="Browallia New"/>
          <w:sz w:val="28"/>
          <w:cs/>
        </w:rPr>
        <w:br/>
      </w:r>
      <w:r w:rsidRPr="00707181">
        <w:rPr>
          <w:rFonts w:ascii="Browallia New" w:eastAsia="Arial Unicode MS" w:hAnsi="Browallia New" w:cs="Browallia New"/>
          <w:sz w:val="28"/>
          <w:cs/>
        </w:rPr>
        <w:t>เป็นรายได้แทนการนำไปห</w:t>
      </w:r>
      <w:r w:rsidRPr="00707181">
        <w:rPr>
          <w:rFonts w:ascii="Browallia New" w:eastAsia="Arial Unicode MS" w:hAnsi="Browallia New" w:cs="Browallia New" w:hint="cs"/>
          <w:sz w:val="28"/>
          <w:cs/>
        </w:rPr>
        <w:t>ั</w:t>
      </w:r>
      <w:r w:rsidRPr="00707181">
        <w:rPr>
          <w:rFonts w:ascii="Browallia New" w:eastAsia="Arial Unicode MS" w:hAnsi="Browallia New" w:cs="Browallia New"/>
          <w:sz w:val="28"/>
          <w:cs/>
        </w:rPr>
        <w:t>กออกจากต้นทุนของที่ดิน อาคารและอุปกรณ์นั้น</w:t>
      </w:r>
    </w:p>
    <w:p w14:paraId="1E6681F3"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p>
    <w:p w14:paraId="5D93FEA6" w14:textId="77777777" w:rsidR="005B4C6B" w:rsidRPr="00F42769" w:rsidRDefault="005B4C6B" w:rsidP="005B4C6B">
      <w:pPr>
        <w:pStyle w:val="ListParagraph"/>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707181">
        <w:rPr>
          <w:rFonts w:ascii="Browallia New" w:eastAsia="Arial Unicode MS" w:hAnsi="Browallia New" w:cs="Browallia New"/>
          <w:sz w:val="28"/>
          <w:u w:val="single"/>
          <w:cs/>
        </w:rPr>
        <w:t xml:space="preserve">มาตรฐานการบัญชีฉบับที่ </w:t>
      </w:r>
      <w:r w:rsidRPr="00707181">
        <w:rPr>
          <w:rFonts w:ascii="Browallia New" w:eastAsia="Arial Unicode MS" w:hAnsi="Browallia New" w:cs="Browallia New"/>
          <w:sz w:val="28"/>
          <w:u w:val="single"/>
        </w:rPr>
        <w:t>37</w:t>
      </w:r>
      <w:r w:rsidRPr="00707181">
        <w:rPr>
          <w:rFonts w:ascii="Browallia New" w:eastAsia="Arial Unicode MS" w:hAnsi="Browallia New" w:cs="Browallia New"/>
          <w:sz w:val="28"/>
          <w:u w:val="single"/>
          <w:cs/>
        </w:rPr>
        <w:t xml:space="preserve"> เรื่อง ประมาณการหนี้สิน หนี้สินที่อาจเกิดขึ้น</w:t>
      </w:r>
      <w:r w:rsidRPr="00707181">
        <w:rPr>
          <w:rFonts w:ascii="Browallia New" w:eastAsia="Arial Unicode MS" w:hAnsi="Browallia New" w:cs="Browallia New" w:hint="cs"/>
          <w:sz w:val="28"/>
          <w:u w:val="single"/>
          <w:cs/>
        </w:rPr>
        <w:t xml:space="preserve"> </w:t>
      </w:r>
      <w:r w:rsidRPr="00707181">
        <w:rPr>
          <w:rFonts w:ascii="Browallia New" w:eastAsia="Arial Unicode MS" w:hAnsi="Browallia New" w:cs="Browallia New"/>
          <w:sz w:val="28"/>
          <w:u w:val="single"/>
          <w:cs/>
        </w:rPr>
        <w:t>และสินทรัพย์ที่อาจเกิดขึ้น</w:t>
      </w:r>
    </w:p>
    <w:p w14:paraId="119D0910"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50716DB9"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707181">
        <w:rPr>
          <w:rFonts w:ascii="Browallia New" w:eastAsia="Arial Unicode MS" w:hAnsi="Browallia New" w:cs="Browallia New" w:hint="cs"/>
          <w:sz w:val="28"/>
          <w:cs/>
        </w:rPr>
        <w:t>การปรับปรุง</w:t>
      </w:r>
      <w:r w:rsidRPr="00707181">
        <w:rPr>
          <w:rFonts w:ascii="Browallia New" w:eastAsia="Arial Unicode MS" w:hAnsi="Browallia New" w:cs="Browallia New"/>
          <w:sz w:val="28"/>
          <w:cs/>
        </w:rPr>
        <w:t>อธิบายเพิ่มเติมในส่วนของต้นทุน</w:t>
      </w:r>
      <w:r w:rsidRPr="00707181">
        <w:rPr>
          <w:rFonts w:ascii="Browallia New" w:eastAsia="Arial Unicode MS" w:hAnsi="Browallia New" w:cs="Browallia New" w:hint="cs"/>
          <w:sz w:val="28"/>
          <w:cs/>
        </w:rPr>
        <w:t xml:space="preserve">ส่วนเพิ่มที่ต้องจ่ายเพื่อปฏิบัติตามสัญญาและการปันส่วนต้นทุนอื่นที่เกี่ยวข้องโดยตรง </w:t>
      </w:r>
      <w:r w:rsidRPr="00707181">
        <w:rPr>
          <w:rFonts w:ascii="Browallia New" w:eastAsia="Arial Unicode MS" w:hAnsi="Browallia New" w:cs="Browallia New"/>
          <w:sz w:val="28"/>
          <w:cs/>
        </w:rPr>
        <w:t>ที่ต้องนำมาพิจารณาว่าสัญญานั้นเป็นสัญญาที่สร้างภาระหรือไม่</w:t>
      </w:r>
    </w:p>
    <w:p w14:paraId="2A8B33EA" w14:textId="77777777" w:rsidR="005B4C6B" w:rsidRPr="000540A0"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sz w:val="24"/>
          <w:szCs w:val="24"/>
        </w:rPr>
      </w:pPr>
    </w:p>
    <w:p w14:paraId="39536C74" w14:textId="77777777" w:rsidR="005B4C6B" w:rsidRPr="00D211B3" w:rsidRDefault="005B4C6B" w:rsidP="005B4C6B">
      <w:pPr>
        <w:pStyle w:val="ListParagraph"/>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385952">
        <w:rPr>
          <w:rFonts w:ascii="Browallia New" w:eastAsia="Arial Unicode MS" w:hAnsi="Browallia New" w:cs="Browallia New"/>
          <w:sz w:val="28"/>
          <w:u w:val="single"/>
          <w:cs/>
        </w:rPr>
        <w:t xml:space="preserve">มาตรฐานการบัญชีฉบับที่ </w:t>
      </w:r>
      <w:r w:rsidRPr="00385952">
        <w:rPr>
          <w:rFonts w:ascii="Browallia New" w:eastAsia="Arial Unicode MS" w:hAnsi="Browallia New" w:cs="Browallia New"/>
          <w:sz w:val="28"/>
          <w:u w:val="single"/>
        </w:rPr>
        <w:t>41</w:t>
      </w:r>
      <w:r w:rsidRPr="00385952">
        <w:rPr>
          <w:rFonts w:ascii="Browallia New" w:eastAsia="Arial Unicode MS" w:hAnsi="Browallia New" w:cs="Browallia New"/>
          <w:sz w:val="28"/>
          <w:u w:val="single"/>
          <w:cs/>
        </w:rPr>
        <w:t xml:space="preserve"> เรื่อง เกษตรกรรม</w:t>
      </w:r>
    </w:p>
    <w:p w14:paraId="50746CD1"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1D7F5D21"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การปรับปรุงได้ยกเลิกข้อกำหนดเรื่องการห้ามนำกระแสเงินสดจากการจ่ายชำระภาษีเงินได้ มาใช้ในการวัดมูลค่ายุติธรรมของสินทรัพย์ชีวภาพ</w:t>
      </w:r>
    </w:p>
    <w:p w14:paraId="3A246E3D" w14:textId="77777777" w:rsidR="005B4C6B" w:rsidRPr="000540A0"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sz w:val="24"/>
          <w:szCs w:val="24"/>
        </w:rPr>
      </w:pPr>
    </w:p>
    <w:p w14:paraId="22A5FD4B" w14:textId="77777777" w:rsidR="005B4C6B" w:rsidRPr="001C38F6" w:rsidRDefault="005B4C6B" w:rsidP="005B4C6B">
      <w:pPr>
        <w:pStyle w:val="ListParagraph"/>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385952">
        <w:rPr>
          <w:rFonts w:ascii="Browallia New" w:eastAsia="Arial Unicode MS" w:hAnsi="Browallia New" w:cs="Browallia New"/>
          <w:sz w:val="28"/>
          <w:u w:val="single"/>
          <w:cs/>
        </w:rPr>
        <w:t xml:space="preserve">มาตรฐานการรายงานทางการเงินฉบับที่ </w:t>
      </w:r>
      <w:r w:rsidRPr="00385952">
        <w:rPr>
          <w:rFonts w:ascii="Browallia New" w:eastAsia="Arial Unicode MS" w:hAnsi="Browallia New" w:cs="Browallia New"/>
          <w:sz w:val="28"/>
          <w:u w:val="single"/>
        </w:rPr>
        <w:t>1</w:t>
      </w:r>
      <w:r w:rsidRPr="00385952">
        <w:rPr>
          <w:rFonts w:ascii="Browallia New" w:eastAsia="Arial Unicode MS" w:hAnsi="Browallia New" w:cs="Browallia New"/>
          <w:sz w:val="28"/>
          <w:u w:val="single"/>
          <w:cs/>
        </w:rPr>
        <w:t xml:space="preserve"> เรื่อง การนำมาตรฐานการรายงานทางการเงินมาใช้เป็น</w:t>
      </w:r>
      <w:r>
        <w:rPr>
          <w:rFonts w:ascii="Browallia New" w:eastAsia="Arial Unicode MS" w:hAnsi="Browallia New" w:cs="Browallia New"/>
          <w:sz w:val="28"/>
          <w:u w:val="single"/>
          <w:cs/>
        </w:rPr>
        <w:br/>
      </w:r>
      <w:r w:rsidRPr="00385952">
        <w:rPr>
          <w:rFonts w:ascii="Browallia New" w:eastAsia="Arial Unicode MS" w:hAnsi="Browallia New" w:cs="Browallia New"/>
          <w:sz w:val="28"/>
          <w:u w:val="single"/>
          <w:cs/>
        </w:rPr>
        <w:t>ครั้งแรก</w:t>
      </w:r>
    </w:p>
    <w:p w14:paraId="54F2E5A2"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05606B52"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hint="cs"/>
          <w:sz w:val="28"/>
          <w:cs/>
        </w:rPr>
        <w:t>การ</w:t>
      </w:r>
      <w:r w:rsidRPr="00385952">
        <w:rPr>
          <w:rFonts w:ascii="Browallia New" w:eastAsia="Arial Unicode MS" w:hAnsi="Browallia New" w:cs="Browallia New"/>
          <w:sz w:val="28"/>
          <w:cs/>
        </w:rPr>
        <w:t>ปรับปรุงให้ทางเลือกแก่บริษัทย่อยที่นำมาตรฐานกา</w:t>
      </w:r>
      <w:r w:rsidRPr="00385952">
        <w:rPr>
          <w:rFonts w:ascii="Browallia New" w:eastAsia="Arial Unicode MS" w:hAnsi="Browallia New" w:cs="Browallia New" w:hint="cs"/>
          <w:sz w:val="28"/>
          <w:cs/>
        </w:rPr>
        <w:t>ร</w:t>
      </w:r>
      <w:r w:rsidRPr="00385952">
        <w:rPr>
          <w:rFonts w:ascii="Browallia New" w:eastAsia="Arial Unicode MS" w:hAnsi="Browallia New" w:cs="Browallia New"/>
          <w:sz w:val="28"/>
          <w:cs/>
        </w:rPr>
        <w:t>รายงานทางการเงินมาใช้เป็นครั้งแรก ในการวัดมูลค่าส่วนต่างจากการแปลงค่างบการเงินของหน่วยงานต่างประเทศด้วยมูลค่าเดียวกับที่นำไปรวมอยู่ในงบการเงินรวมของบริษัทใหญ่ ณ วันที่บริษัทใหญ่เริ่มนำมาตรฐานการรายงานทางการเงินมาใช้เป็นครั้งแรก</w:t>
      </w:r>
    </w:p>
    <w:p w14:paraId="5F01D8BE"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hAnsi="Browallia New" w:cs="Browallia New"/>
          <w:sz w:val="24"/>
          <w:szCs w:val="24"/>
        </w:rPr>
      </w:pPr>
    </w:p>
    <w:p w14:paraId="64E4D474" w14:textId="77777777" w:rsidR="005B4C6B" w:rsidRPr="00C83613" w:rsidRDefault="005B4C6B" w:rsidP="005B4C6B">
      <w:pPr>
        <w:pStyle w:val="ListParagraph"/>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lang w:val="en-GB"/>
        </w:rPr>
      </w:pPr>
      <w:r w:rsidRPr="00385952">
        <w:rPr>
          <w:rFonts w:ascii="Browallia New" w:eastAsia="Arial Unicode MS" w:hAnsi="Browallia New" w:cs="Browallia New" w:hint="cs"/>
          <w:sz w:val="28"/>
          <w:u w:val="single"/>
          <w:cs/>
        </w:rPr>
        <w:t xml:space="preserve">มาตรฐานการรายงานทางการเงินฉบับที่ </w:t>
      </w:r>
      <w:r w:rsidRPr="00385952">
        <w:rPr>
          <w:rFonts w:ascii="Browallia New" w:eastAsia="Arial Unicode MS" w:hAnsi="Browallia New" w:cs="Browallia New"/>
          <w:sz w:val="28"/>
          <w:u w:val="single"/>
        </w:rPr>
        <w:t xml:space="preserve">3 </w:t>
      </w:r>
      <w:r w:rsidRPr="00385952">
        <w:rPr>
          <w:rFonts w:ascii="Browallia New" w:eastAsia="Arial Unicode MS" w:hAnsi="Browallia New" w:cs="Browallia New" w:hint="cs"/>
          <w:sz w:val="28"/>
          <w:u w:val="single"/>
          <w:cs/>
        </w:rPr>
        <w:t>เรื่อง การรวมธุรกิจ</w:t>
      </w:r>
    </w:p>
    <w:p w14:paraId="39B74167"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4654EF66"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ปรับปรุงการอ้างอิงกรอบแนวคิด</w:t>
      </w:r>
      <w:r w:rsidRPr="00385952">
        <w:rPr>
          <w:rFonts w:ascii="Browallia New" w:eastAsia="Arial Unicode MS" w:hAnsi="Browallia New" w:cs="Browallia New" w:hint="cs"/>
          <w:sz w:val="28"/>
          <w:cs/>
        </w:rPr>
        <w:t>สำหรับการ</w:t>
      </w:r>
      <w:r w:rsidRPr="00385952">
        <w:rPr>
          <w:rFonts w:ascii="Browallia New" w:eastAsia="Arial Unicode MS" w:hAnsi="Browallia New" w:cs="Browallia New"/>
          <w:sz w:val="28"/>
          <w:cs/>
        </w:rPr>
        <w:t>รายงานทางการเงินให้เป็นปัจจุบัน เพิ่มเนื้อหาการรับรู้รายการหนี้สินและหนี้สินที่อาจเกิดขึ้นที่รับมาจากการรวมธุรกิจ และสินทรัพย์ที่อาจเกิดขึ้น</w:t>
      </w:r>
      <w:r w:rsidRPr="00385952">
        <w:rPr>
          <w:rFonts w:ascii="Browallia New" w:eastAsia="Arial Unicode MS" w:hAnsi="Browallia New" w:cs="Browallia New" w:hint="cs"/>
          <w:sz w:val="28"/>
          <w:cs/>
        </w:rPr>
        <w:t>ที่</w:t>
      </w:r>
      <w:r w:rsidRPr="00385952">
        <w:rPr>
          <w:rFonts w:ascii="Browallia New" w:eastAsia="Arial Unicode MS" w:hAnsi="Browallia New" w:cs="Browallia New"/>
          <w:sz w:val="28"/>
          <w:cs/>
        </w:rPr>
        <w:t>ไม่สามารถรับรู้รายการได้</w:t>
      </w:r>
    </w:p>
    <w:p w14:paraId="4370F3DF" w14:textId="77777777" w:rsidR="005B4C6B" w:rsidRPr="000540A0"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sz w:val="24"/>
          <w:szCs w:val="24"/>
        </w:rPr>
      </w:pPr>
    </w:p>
    <w:p w14:paraId="5F48875A" w14:textId="77777777" w:rsidR="005B4C6B" w:rsidRPr="00BE4425" w:rsidRDefault="005B4C6B" w:rsidP="005B4C6B">
      <w:pPr>
        <w:pStyle w:val="ListParagraph"/>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lang w:val="en-GB"/>
        </w:rPr>
      </w:pPr>
      <w:r w:rsidRPr="00385952">
        <w:rPr>
          <w:rFonts w:ascii="Browallia New" w:eastAsia="Arial Unicode MS" w:hAnsi="Browallia New" w:cs="Browallia New"/>
          <w:sz w:val="28"/>
          <w:u w:val="single"/>
          <w:cs/>
        </w:rPr>
        <w:t xml:space="preserve">มาตรฐานการรายงานทางการเงินฉบับที่ </w:t>
      </w:r>
      <w:r w:rsidRPr="00385952">
        <w:rPr>
          <w:rFonts w:ascii="Browallia New" w:eastAsia="Arial Unicode MS" w:hAnsi="Browallia New" w:cs="Browallia New"/>
          <w:sz w:val="28"/>
          <w:u w:val="single"/>
        </w:rPr>
        <w:t>9</w:t>
      </w:r>
      <w:r w:rsidRPr="00385952">
        <w:rPr>
          <w:rFonts w:ascii="Browallia New" w:eastAsia="Arial Unicode MS" w:hAnsi="Browallia New" w:cs="Browallia New"/>
          <w:sz w:val="28"/>
          <w:u w:val="single"/>
          <w:cs/>
        </w:rPr>
        <w:t xml:space="preserve"> เรื่อง เครื่องมือทางการเงิน</w:t>
      </w:r>
    </w:p>
    <w:p w14:paraId="7C7D83A0"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762F7B98" w14:textId="77777777" w:rsidR="005B4C6B"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 xml:space="preserve">การปรับปรุงอธิบายเพิ่มเติมเกี่ยวกับค่าธรรมเนียมในการพิจารณาตัดรายการหนี้สินทางการเงินด้วยวิธีร้อยละ </w:t>
      </w:r>
      <w:r w:rsidRPr="00385952">
        <w:rPr>
          <w:rFonts w:ascii="Browallia New" w:eastAsia="Arial Unicode MS" w:hAnsi="Browallia New" w:cs="Browallia New"/>
          <w:sz w:val="28"/>
        </w:rPr>
        <w:t>10</w:t>
      </w:r>
      <w:r w:rsidRPr="00385952">
        <w:rPr>
          <w:rFonts w:ascii="Browallia New" w:eastAsia="Arial Unicode MS" w:hAnsi="Browallia New" w:cs="Browallia New"/>
          <w:sz w:val="28"/>
          <w:cs/>
        </w:rPr>
        <w:t xml:space="preserve"> </w:t>
      </w:r>
      <w:r w:rsidRPr="00385952">
        <w:rPr>
          <w:rFonts w:ascii="Browallia New" w:eastAsia="Arial Unicode MS" w:hAnsi="Browallia New" w:cs="Browallia New" w:hint="cs"/>
          <w:sz w:val="28"/>
          <w:cs/>
        </w:rPr>
        <w:t>โดย</w:t>
      </w:r>
      <w:r w:rsidRPr="00385952">
        <w:rPr>
          <w:rFonts w:ascii="Browallia New" w:eastAsia="Arial Unicode MS" w:hAnsi="Browallia New" w:cs="Browallia New"/>
          <w:sz w:val="28"/>
          <w:cs/>
        </w:rPr>
        <w:t>ต้องมีการนำค่าธรรมเนียมจ่ายสุทธิ</w:t>
      </w:r>
      <w:r w:rsidRPr="00385952">
        <w:rPr>
          <w:rFonts w:ascii="Browallia New" w:eastAsia="Arial Unicode MS" w:hAnsi="Browallia New" w:cs="Browallia New" w:hint="cs"/>
          <w:sz w:val="28"/>
          <w:cs/>
        </w:rPr>
        <w:t>ด้วย</w:t>
      </w:r>
      <w:r w:rsidRPr="00385952">
        <w:rPr>
          <w:rFonts w:ascii="Browallia New" w:eastAsia="Arial Unicode MS" w:hAnsi="Browallia New" w:cs="Browallia New"/>
          <w:sz w:val="28"/>
          <w:cs/>
        </w:rPr>
        <w:t>ค่าธรรมเนียมรับมาคำนวณ (รวมเฉพาะค่าธรรมเนียมที่เกิดระหว่างผู้กู้ยืมและผู้ให้กู้ยืม รวมถึงค่าธรรมเนียมจ่ายหรือรับที่ออกให้ในนามของอีกฝ่ายหนึ่งเท่านั้</w:t>
      </w:r>
      <w:r w:rsidRPr="00385952">
        <w:rPr>
          <w:rFonts w:ascii="Browallia New" w:eastAsia="Arial Unicode MS" w:hAnsi="Browallia New" w:cs="Browallia New" w:hint="cs"/>
          <w:sz w:val="28"/>
          <w:cs/>
        </w:rPr>
        <w:t>น</w:t>
      </w:r>
      <w:r w:rsidRPr="00385952">
        <w:rPr>
          <w:rFonts w:ascii="Browallia New" w:eastAsia="Arial Unicode MS" w:hAnsi="Browallia New" w:cs="Browallia New"/>
          <w:sz w:val="28"/>
          <w:cs/>
        </w:rPr>
        <w:t>)</w:t>
      </w:r>
    </w:p>
    <w:p w14:paraId="16A57AC5" w14:textId="77777777" w:rsidR="005B4C6B" w:rsidRPr="000540A0"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rPr>
      </w:pPr>
    </w:p>
    <w:p w14:paraId="6563977A" w14:textId="77777777" w:rsidR="005B4C6B" w:rsidRPr="005842C8" w:rsidRDefault="005B4C6B" w:rsidP="005B4C6B">
      <w:pPr>
        <w:pStyle w:val="ListParagraph"/>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firstLine="9"/>
        <w:jc w:val="thaiDistribute"/>
        <w:rPr>
          <w:rFonts w:ascii="Browallia New" w:eastAsia="Arial Unicode MS" w:hAnsi="Browallia New" w:cs="Browallia New"/>
          <w:sz w:val="28"/>
          <w:lang w:val="en-GB"/>
        </w:rPr>
      </w:pPr>
      <w:r w:rsidRPr="00385952">
        <w:rPr>
          <w:rFonts w:ascii="Browallia New" w:hAnsi="Browallia New" w:cs="Browallia New" w:hint="cs"/>
          <w:sz w:val="28"/>
          <w:cs/>
          <w:lang w:val="th-TH" w:eastAsia="th-TH"/>
        </w:rPr>
        <w:t>อย่างไรก็ตาม กลุ่มบริษัทไม่ได้นำมาตรฐานการรายงานทางการเงินที่มีการปรับปรุงใหม่มาถือปฏิบัติก่อนวันบังคับใช้ และผู้บริหารเชื่อว่าจะไม่มีผลกระทบอย่างเป็นสาระสำคัญต่องบการเงินของกลุ่มบริษัท เมื่อนำมาตรฐานมาบังคับใช้</w:t>
      </w:r>
    </w:p>
    <w:p w14:paraId="7A0A0C9F" w14:textId="4E0ACAB9" w:rsidR="00E10B11" w:rsidRPr="00B32FF4" w:rsidRDefault="00E10B11">
      <w:pPr>
        <w:rPr>
          <w:rFonts w:ascii="Browallia New" w:hAnsi="Browallia New" w:cs="Browallia New"/>
          <w:b/>
          <w:bCs/>
          <w:cs/>
          <w:lang w:val="en-GB"/>
        </w:rPr>
      </w:pPr>
    </w:p>
    <w:p w14:paraId="485624AF" w14:textId="7D712E4C" w:rsidR="00285E46" w:rsidRPr="00B32FF4" w:rsidRDefault="00285E46" w:rsidP="003E0B20">
      <w:pPr>
        <w:numPr>
          <w:ilvl w:val="0"/>
          <w:numId w:val="1"/>
        </w:numPr>
        <w:tabs>
          <w:tab w:val="left" w:pos="426"/>
        </w:tabs>
        <w:jc w:val="thaiDistribute"/>
        <w:rPr>
          <w:rFonts w:ascii="Browallia New" w:hAnsi="Browallia New" w:cs="Browallia New"/>
          <w:b/>
          <w:bCs/>
          <w:lang w:val="en-GB"/>
        </w:rPr>
      </w:pPr>
      <w:r w:rsidRPr="00B32FF4">
        <w:rPr>
          <w:rFonts w:ascii="Browallia New" w:hAnsi="Browallia New" w:cs="Browallia New"/>
          <w:b/>
          <w:bCs/>
          <w:cs/>
          <w:lang w:val="en-GB"/>
        </w:rPr>
        <w:t>การประมาณการและการใช้ดุลยพินิจ</w:t>
      </w:r>
    </w:p>
    <w:p w14:paraId="485624B0" w14:textId="77777777" w:rsidR="002F47D9" w:rsidRPr="00B32FF4"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19D415CC" w:rsidR="00B3531C" w:rsidRPr="00B32FF4" w:rsidRDefault="00805A6E" w:rsidP="006160D0">
      <w:pPr>
        <w:pStyle w:val="CordiaNew"/>
        <w:tabs>
          <w:tab w:val="clear" w:pos="4153"/>
          <w:tab w:val="left" w:pos="426"/>
        </w:tabs>
        <w:ind w:left="360"/>
        <w:rPr>
          <w:rFonts w:ascii="Browallia New" w:hAnsi="Browallia New" w:cs="Browallia New"/>
          <w:color w:val="auto"/>
          <w:sz w:val="28"/>
          <w:szCs w:val="28"/>
          <w:lang w:val="th-TH"/>
        </w:rPr>
      </w:pPr>
      <w:r w:rsidRPr="00B32FF4">
        <w:rPr>
          <w:rFonts w:ascii="Browallia New" w:hAnsi="Browallia New" w:cs="Browallia New"/>
          <w:color w:val="auto"/>
          <w:sz w:val="28"/>
          <w:szCs w:val="28"/>
          <w:cs/>
          <w:lang w:val="th-TH"/>
        </w:rPr>
        <w:t>ในการจัดทำงบการเงินระหว่างกาล</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ฝ่ายบริหารใช้ดุลยพินิจ</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และข้อสมมติฐานเกี่ยวกับการรับรู้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w:t>
      </w:r>
      <w:r w:rsidR="00810449"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การวัดมูลค่าของสินทรัพย์</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หนี้สิน</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รายได้</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และค่าใช้จ่าย</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ผลท</w:t>
      </w:r>
      <w:r w:rsidR="00285D52">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เกิดขึ้นจริงอาจจะแตกต่างจากการใช้ดุลยพินิจ</w:t>
      </w:r>
      <w:r w:rsidR="00F60E66" w:rsidRPr="00B32FF4">
        <w:rPr>
          <w:rFonts w:ascii="Browallia New" w:hAnsi="Browallia New" w:cs="Browallia New"/>
          <w:color w:val="auto"/>
          <w:sz w:val="28"/>
          <w:szCs w:val="28"/>
          <w:lang w:val="th-TH"/>
        </w:rPr>
        <w:t xml:space="preserve"> </w:t>
      </w:r>
      <w:r w:rsidR="00FF3471"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B32FF4" w:rsidRDefault="00F60E66" w:rsidP="006160D0">
      <w:pPr>
        <w:pStyle w:val="CordiaNew"/>
        <w:tabs>
          <w:tab w:val="clear" w:pos="4153"/>
          <w:tab w:val="left" w:pos="426"/>
        </w:tabs>
        <w:ind w:left="360"/>
        <w:rPr>
          <w:rFonts w:ascii="Browallia New" w:hAnsi="Browallia New" w:cs="Browallia New"/>
          <w:color w:val="auto"/>
          <w:sz w:val="28"/>
          <w:szCs w:val="28"/>
          <w:lang w:val="th-TH"/>
        </w:rPr>
      </w:pPr>
      <w:r w:rsidRPr="00B32FF4">
        <w:rPr>
          <w:rFonts w:ascii="Browallia New" w:hAnsi="Browallia New" w:cs="Browallia New"/>
          <w:color w:val="auto"/>
          <w:sz w:val="28"/>
          <w:szCs w:val="28"/>
          <w:lang w:val="th-TH"/>
        </w:rPr>
        <w:t xml:space="preserve"> </w:t>
      </w:r>
    </w:p>
    <w:p w14:paraId="56557632" w14:textId="1756D322" w:rsidR="007E03C4" w:rsidRDefault="00805A6E" w:rsidP="00B86E25">
      <w:pPr>
        <w:pStyle w:val="CordiaNew"/>
        <w:tabs>
          <w:tab w:val="clear" w:pos="4153"/>
          <w:tab w:val="left" w:pos="426"/>
        </w:tabs>
        <w:ind w:left="360"/>
        <w:rPr>
          <w:rFonts w:ascii="Browallia New" w:hAnsi="Browallia New" w:cs="Browallia New"/>
          <w:color w:val="auto"/>
          <w:sz w:val="28"/>
          <w:szCs w:val="28"/>
        </w:rPr>
      </w:pPr>
      <w:r w:rsidRPr="00B32FF4">
        <w:rPr>
          <w:rFonts w:ascii="Browallia New" w:hAnsi="Browallia New" w:cs="Browallia New"/>
          <w:color w:val="auto"/>
          <w:sz w:val="28"/>
          <w:szCs w:val="28"/>
          <w:cs/>
          <w:lang w:val="th-TH"/>
        </w:rPr>
        <w:t>การใช้ดุลยพินิจ</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รวมถึงแหล่งข้อมูลสำคัญท</w:t>
      </w:r>
      <w:r w:rsidR="00D97D18">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นำมาใช้ในการจั</w:t>
      </w:r>
      <w:r w:rsidR="00BB199C" w:rsidRPr="00B32FF4">
        <w:rPr>
          <w:rFonts w:ascii="Browallia New" w:hAnsi="Browallia New" w:cs="Browallia New"/>
          <w:color w:val="auto"/>
          <w:sz w:val="28"/>
          <w:szCs w:val="28"/>
          <w:cs/>
          <w:lang w:val="th-TH"/>
        </w:rPr>
        <w:t>ดทำงบการเงิน</w:t>
      </w:r>
      <w:r w:rsidR="00FF3471" w:rsidRPr="00B32FF4">
        <w:rPr>
          <w:rFonts w:ascii="Browallia New" w:hAnsi="Browallia New" w:cs="Browallia New"/>
          <w:color w:val="auto"/>
          <w:sz w:val="28"/>
          <w:szCs w:val="28"/>
          <w:lang w:val="th-TH"/>
        </w:rPr>
        <w:t xml:space="preserve">             </w:t>
      </w:r>
      <w:r w:rsidR="00BB199C" w:rsidRPr="00B32FF4">
        <w:rPr>
          <w:rFonts w:ascii="Browallia New" w:hAnsi="Browallia New" w:cs="Browallia New"/>
          <w:color w:val="auto"/>
          <w:sz w:val="28"/>
          <w:szCs w:val="28"/>
          <w:cs/>
          <w:lang w:val="th-TH"/>
        </w:rPr>
        <w:t>ระหว่างกาล</w:t>
      </w:r>
      <w:r w:rsidR="00F60E66" w:rsidRPr="00B32FF4">
        <w:rPr>
          <w:rFonts w:ascii="Browallia New" w:hAnsi="Browallia New" w:cs="Browallia New"/>
          <w:color w:val="auto"/>
          <w:sz w:val="28"/>
          <w:szCs w:val="28"/>
          <w:lang w:val="th-TH"/>
        </w:rPr>
        <w:t xml:space="preserve"> </w:t>
      </w:r>
      <w:r w:rsidR="00BB199C" w:rsidRPr="00B32FF4">
        <w:rPr>
          <w:rFonts w:ascii="Browallia New" w:hAnsi="Browallia New" w:cs="Browallia New"/>
          <w:color w:val="auto"/>
          <w:sz w:val="28"/>
          <w:szCs w:val="28"/>
          <w:cs/>
          <w:lang w:val="th-TH"/>
        </w:rPr>
        <w:t>ถือตามเกณฑ์</w:t>
      </w:r>
      <w:r w:rsidRPr="00B32FF4">
        <w:rPr>
          <w:rFonts w:ascii="Browallia New" w:hAnsi="Browallia New" w:cs="Browallia New"/>
          <w:color w:val="auto"/>
          <w:sz w:val="28"/>
          <w:szCs w:val="28"/>
          <w:cs/>
          <w:lang w:val="th-TH"/>
        </w:rPr>
        <w:t>ที่ใช้ในการจัดทำงบการเงินประจำป</w:t>
      </w:r>
      <w:r w:rsidR="00285D52">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สิ้นสุดวันที่</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lang w:val="th-TH"/>
        </w:rPr>
        <w:t xml:space="preserve">31 </w:t>
      </w:r>
      <w:r w:rsidRPr="00B32FF4">
        <w:rPr>
          <w:rFonts w:ascii="Browallia New" w:hAnsi="Browallia New" w:cs="Browallia New"/>
          <w:color w:val="auto"/>
          <w:sz w:val="28"/>
          <w:szCs w:val="28"/>
          <w:cs/>
          <w:lang w:val="th-TH"/>
        </w:rPr>
        <w:t>ธันวาคม</w:t>
      </w:r>
      <w:r w:rsidR="00F60E66" w:rsidRPr="00B32FF4">
        <w:rPr>
          <w:rFonts w:ascii="Browallia New" w:hAnsi="Browallia New" w:cs="Browallia New"/>
          <w:color w:val="auto"/>
          <w:sz w:val="28"/>
          <w:szCs w:val="28"/>
          <w:lang w:val="th-TH"/>
        </w:rPr>
        <w:t xml:space="preserve"> </w:t>
      </w:r>
      <w:r w:rsidR="00675EAA" w:rsidRPr="00B32FF4">
        <w:rPr>
          <w:rFonts w:ascii="Browallia New" w:hAnsi="Browallia New" w:cs="Browallia New"/>
          <w:color w:val="auto"/>
          <w:sz w:val="28"/>
          <w:szCs w:val="28"/>
          <w:lang w:val="th-TH"/>
        </w:rPr>
        <w:t>256</w:t>
      </w:r>
      <w:r w:rsidR="00192EDE">
        <w:rPr>
          <w:rFonts w:ascii="Browallia New" w:hAnsi="Browallia New" w:cs="Browallia New"/>
          <w:color w:val="auto"/>
          <w:sz w:val="28"/>
          <w:szCs w:val="28"/>
        </w:rPr>
        <w:t>5</w:t>
      </w:r>
    </w:p>
    <w:p w14:paraId="76626B36" w14:textId="77777777" w:rsidR="00192EDE" w:rsidRPr="00B32FF4" w:rsidRDefault="00192EDE" w:rsidP="000540A0">
      <w:pPr>
        <w:pStyle w:val="CordiaNew"/>
        <w:tabs>
          <w:tab w:val="clear" w:pos="4153"/>
          <w:tab w:val="left" w:pos="426"/>
        </w:tabs>
        <w:rPr>
          <w:rFonts w:ascii="Browallia New" w:hAnsi="Browallia New" w:cs="Browallia New"/>
          <w:color w:val="auto"/>
          <w:sz w:val="28"/>
          <w:szCs w:val="28"/>
        </w:rPr>
      </w:pPr>
    </w:p>
    <w:p w14:paraId="485624B4" w14:textId="00033800" w:rsidR="003E4706" w:rsidRPr="006160D0" w:rsidRDefault="003E4706" w:rsidP="008179FB">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t>เงินสดและรายการเทียบเท่าเงินสด</w:t>
      </w:r>
    </w:p>
    <w:p w14:paraId="485624B5" w14:textId="77777777" w:rsidR="001F5364" w:rsidRPr="000540A0" w:rsidRDefault="001F5364" w:rsidP="006160D0">
      <w:pPr>
        <w:pStyle w:val="CordiaNew"/>
        <w:tabs>
          <w:tab w:val="clear" w:pos="4153"/>
          <w:tab w:val="left" w:pos="426"/>
        </w:tabs>
        <w:ind w:left="360"/>
        <w:rPr>
          <w:rFonts w:ascii="Browallia New" w:hAnsi="Browallia New" w:cs="Browallia New"/>
          <w:color w:val="auto"/>
          <w:sz w:val="16"/>
          <w:szCs w:val="16"/>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192EDE" w:rsidRPr="005C2BD1" w14:paraId="485624CC" w14:textId="77777777" w:rsidTr="00486345">
        <w:trPr>
          <w:cantSplit/>
        </w:trPr>
        <w:tc>
          <w:tcPr>
            <w:tcW w:w="3322" w:type="dxa"/>
          </w:tcPr>
          <w:p w14:paraId="485624C0" w14:textId="77777777" w:rsidR="00192EDE" w:rsidRPr="005C2BD1" w:rsidRDefault="00192EDE" w:rsidP="00192EDE">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57287A2E" w:rsidR="00192EDE" w:rsidRPr="00192EDE" w:rsidRDefault="00192EDE" w:rsidP="00192EDE">
            <w:pPr>
              <w:ind w:left="-105" w:right="-108"/>
              <w:jc w:val="center"/>
              <w:rPr>
                <w:rFonts w:ascii="Browallia New" w:hAnsi="Browallia New" w:cs="Browallia New"/>
              </w:rPr>
            </w:pPr>
            <w:r w:rsidRPr="00192EDE">
              <w:rPr>
                <w:rStyle w:val="normaltextrun"/>
                <w:rFonts w:ascii="Browallia New" w:hAnsi="Browallia New" w:cs="Browallia New"/>
              </w:rPr>
              <w:t>31</w:t>
            </w:r>
            <w:r w:rsidRPr="00192EDE">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0540A0">
              <w:rPr>
                <w:rStyle w:val="normaltextrun"/>
                <w:rFonts w:ascii="Browallia New" w:hAnsi="Browallia New" w:cs="Browallia New"/>
              </w:rPr>
              <w:t>2566</w:t>
            </w:r>
          </w:p>
        </w:tc>
        <w:tc>
          <w:tcPr>
            <w:tcW w:w="225" w:type="dxa"/>
            <w:tcBorders>
              <w:top w:val="single" w:sz="4" w:space="0" w:color="auto"/>
            </w:tcBorders>
            <w:vAlign w:val="bottom"/>
          </w:tcPr>
          <w:p w14:paraId="485624C3" w14:textId="77777777" w:rsidR="00192EDE" w:rsidRPr="00192EDE" w:rsidRDefault="00192EDE" w:rsidP="00192EDE">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46E42BD3"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25" w:type="dxa"/>
          </w:tcPr>
          <w:p w14:paraId="485624C6" w14:textId="77777777" w:rsidR="00192EDE" w:rsidRPr="005C2BD1" w:rsidRDefault="00192EDE" w:rsidP="00192EDE">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5C4D6E3C" w:rsidR="00192EDE" w:rsidRPr="005C2BD1" w:rsidRDefault="00192EDE" w:rsidP="00192EDE">
            <w:pPr>
              <w:ind w:left="-105"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34" w:type="dxa"/>
            <w:tcBorders>
              <w:top w:val="single" w:sz="4" w:space="0" w:color="auto"/>
            </w:tcBorders>
            <w:vAlign w:val="bottom"/>
          </w:tcPr>
          <w:p w14:paraId="485624C9" w14:textId="77777777" w:rsidR="00192EDE" w:rsidRPr="005C2BD1" w:rsidRDefault="00192EDE" w:rsidP="00192EDE">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58A6CA63"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6724978E"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r>
      <w:tr w:rsidR="003E4706" w:rsidRPr="00596176"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596176"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96176"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96176" w:rsidRDefault="003E4706" w:rsidP="003E0B20">
            <w:pPr>
              <w:tabs>
                <w:tab w:val="decimal" w:pos="885"/>
              </w:tabs>
              <w:jc w:val="thaiDistribute"/>
              <w:rPr>
                <w:rFonts w:ascii="Browallia New" w:hAnsi="Browallia New" w:cs="Browallia New"/>
                <w:sz w:val="20"/>
                <w:szCs w:val="20"/>
              </w:rPr>
            </w:pPr>
          </w:p>
        </w:tc>
      </w:tr>
      <w:tr w:rsidR="00C90280"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C90280" w:rsidRPr="005C2BD1" w:rsidRDefault="00C90280" w:rsidP="00C90280">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01D711DC" w:rsidR="00C90280" w:rsidRPr="005C2BD1" w:rsidRDefault="006D76B0" w:rsidP="00C90280">
            <w:pPr>
              <w:ind w:right="96"/>
              <w:jc w:val="right"/>
              <w:rPr>
                <w:rFonts w:ascii="Browallia New" w:hAnsi="Browallia New" w:cs="Browallia New"/>
              </w:rPr>
            </w:pPr>
            <w:r w:rsidRPr="006D76B0">
              <w:rPr>
                <w:rFonts w:ascii="Browallia New" w:hAnsi="Browallia New" w:cs="Browallia New" w:hint="cs"/>
              </w:rPr>
              <w:t>1</w:t>
            </w:r>
            <w:r w:rsidR="00C90280">
              <w:rPr>
                <w:rFonts w:ascii="Browallia New" w:hAnsi="Browallia New" w:cs="Browallia New"/>
              </w:rPr>
              <w:t>,279</w:t>
            </w:r>
          </w:p>
        </w:tc>
        <w:tc>
          <w:tcPr>
            <w:tcW w:w="225" w:type="dxa"/>
            <w:tcBorders>
              <w:top w:val="nil"/>
              <w:left w:val="nil"/>
              <w:bottom w:val="nil"/>
              <w:right w:val="nil"/>
            </w:tcBorders>
          </w:tcPr>
          <w:p w14:paraId="485624D8" w14:textId="77777777" w:rsidR="00C90280" w:rsidRPr="005C2BD1" w:rsidRDefault="00C90280" w:rsidP="00C9028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32D4CE49" w:rsidR="00C90280" w:rsidRPr="005C2BD1" w:rsidRDefault="00C90280" w:rsidP="00C90280">
            <w:pPr>
              <w:ind w:right="96"/>
              <w:jc w:val="right"/>
              <w:rPr>
                <w:rFonts w:ascii="Browallia New" w:hAnsi="Browallia New" w:cs="Browallia New"/>
              </w:rPr>
            </w:pPr>
            <w:r w:rsidRPr="00544B5B">
              <w:rPr>
                <w:rFonts w:ascii="Browallia New" w:hAnsi="Browallia New" w:cs="Browallia New"/>
              </w:rPr>
              <w:t>1</w:t>
            </w:r>
            <w:r w:rsidRPr="00C61EC9">
              <w:rPr>
                <w:rFonts w:ascii="Browallia New" w:hAnsi="Browallia New" w:cs="Browallia New"/>
              </w:rPr>
              <w:t>,298</w:t>
            </w:r>
          </w:p>
        </w:tc>
        <w:tc>
          <w:tcPr>
            <w:tcW w:w="225" w:type="dxa"/>
            <w:tcBorders>
              <w:top w:val="nil"/>
              <w:left w:val="nil"/>
              <w:bottom w:val="nil"/>
              <w:right w:val="nil"/>
            </w:tcBorders>
          </w:tcPr>
          <w:p w14:paraId="485624DA" w14:textId="77777777" w:rsidR="00C90280" w:rsidRPr="005C2BD1" w:rsidRDefault="00C90280" w:rsidP="00C90280">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4590AF78" w:rsidR="00C90280" w:rsidRPr="005C2BD1" w:rsidRDefault="00C90280" w:rsidP="00C90280">
            <w:pPr>
              <w:ind w:right="80"/>
              <w:jc w:val="right"/>
              <w:rPr>
                <w:rFonts w:ascii="Browallia New" w:hAnsi="Browallia New" w:cs="Browallia New"/>
              </w:rPr>
            </w:pPr>
            <w:r>
              <w:rPr>
                <w:rFonts w:ascii="Browallia New" w:hAnsi="Browallia New" w:cs="Browallia New"/>
              </w:rPr>
              <w:t>1,000</w:t>
            </w:r>
          </w:p>
        </w:tc>
        <w:tc>
          <w:tcPr>
            <w:tcW w:w="234" w:type="dxa"/>
            <w:tcBorders>
              <w:top w:val="nil"/>
              <w:left w:val="nil"/>
              <w:bottom w:val="nil"/>
              <w:right w:val="nil"/>
            </w:tcBorders>
          </w:tcPr>
          <w:p w14:paraId="485624DC" w14:textId="77777777" w:rsidR="00C90280" w:rsidRPr="005C2BD1" w:rsidRDefault="00C90280" w:rsidP="00C90280">
            <w:pPr>
              <w:ind w:right="96"/>
              <w:rPr>
                <w:rFonts w:ascii="Browallia New" w:hAnsi="Browallia New" w:cs="Browallia New"/>
              </w:rPr>
            </w:pPr>
          </w:p>
        </w:tc>
        <w:tc>
          <w:tcPr>
            <w:tcW w:w="1296" w:type="dxa"/>
            <w:tcBorders>
              <w:top w:val="nil"/>
              <w:left w:val="nil"/>
              <w:bottom w:val="nil"/>
              <w:right w:val="nil"/>
            </w:tcBorders>
          </w:tcPr>
          <w:p w14:paraId="485624DD" w14:textId="28FA8431" w:rsidR="00C90280" w:rsidRPr="005C2BD1" w:rsidRDefault="00C90280" w:rsidP="00C90280">
            <w:pPr>
              <w:ind w:right="80"/>
              <w:jc w:val="right"/>
              <w:rPr>
                <w:rFonts w:ascii="Browallia New" w:hAnsi="Browallia New" w:cs="Browallia New"/>
              </w:rPr>
            </w:pPr>
            <w:r w:rsidRPr="00544B5B">
              <w:rPr>
                <w:rFonts w:ascii="Browallia New" w:hAnsi="Browallia New" w:cs="Browallia New"/>
              </w:rPr>
              <w:t>1</w:t>
            </w:r>
            <w:r w:rsidRPr="00C61EC9">
              <w:rPr>
                <w:rFonts w:ascii="Browallia New" w:hAnsi="Browallia New" w:cs="Browallia New"/>
              </w:rPr>
              <w:t>,000</w:t>
            </w:r>
          </w:p>
        </w:tc>
      </w:tr>
      <w:tr w:rsidR="00C90280"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C90280" w:rsidRPr="005C2BD1" w:rsidRDefault="00C90280" w:rsidP="00C90280">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51017DA7" w:rsidR="00C90280" w:rsidRPr="005C2BD1" w:rsidRDefault="00C90280" w:rsidP="00C90280">
            <w:pPr>
              <w:ind w:right="96"/>
              <w:jc w:val="right"/>
              <w:rPr>
                <w:rFonts w:ascii="Browallia New" w:hAnsi="Browallia New" w:cs="Browallia New"/>
              </w:rPr>
            </w:pPr>
            <w:r>
              <w:rPr>
                <w:rFonts w:ascii="Browallia New" w:hAnsi="Browallia New" w:cs="Browallia New"/>
              </w:rPr>
              <w:t>71,646</w:t>
            </w:r>
          </w:p>
        </w:tc>
        <w:tc>
          <w:tcPr>
            <w:tcW w:w="225" w:type="dxa"/>
            <w:tcBorders>
              <w:top w:val="nil"/>
              <w:left w:val="nil"/>
              <w:bottom w:val="nil"/>
              <w:right w:val="nil"/>
            </w:tcBorders>
          </w:tcPr>
          <w:p w14:paraId="485624E1" w14:textId="77777777" w:rsidR="00C90280" w:rsidRPr="005C2BD1" w:rsidRDefault="00C90280" w:rsidP="00C9028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2DAE02BA" w:rsidR="00C90280" w:rsidRPr="005C2BD1" w:rsidRDefault="00C90280" w:rsidP="00C90280">
            <w:pPr>
              <w:ind w:right="96"/>
              <w:jc w:val="right"/>
              <w:rPr>
                <w:rFonts w:ascii="Browallia New" w:hAnsi="Browallia New" w:cs="Browallia New"/>
              </w:rPr>
            </w:pPr>
            <w:r w:rsidRPr="00C61EC9">
              <w:rPr>
                <w:rFonts w:ascii="Browallia New" w:hAnsi="Browallia New" w:cs="Browallia New"/>
              </w:rPr>
              <w:t>43,163</w:t>
            </w:r>
          </w:p>
        </w:tc>
        <w:tc>
          <w:tcPr>
            <w:tcW w:w="225" w:type="dxa"/>
            <w:tcBorders>
              <w:top w:val="nil"/>
              <w:left w:val="nil"/>
              <w:bottom w:val="nil"/>
              <w:right w:val="nil"/>
            </w:tcBorders>
          </w:tcPr>
          <w:p w14:paraId="485624E3" w14:textId="77777777" w:rsidR="00C90280" w:rsidRPr="005C2BD1" w:rsidRDefault="00C90280" w:rsidP="00C90280">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0BBDC4DA" w:rsidR="00C90280" w:rsidRPr="005C2BD1" w:rsidRDefault="00C90280" w:rsidP="00C90280">
            <w:pPr>
              <w:ind w:right="80"/>
              <w:jc w:val="right"/>
              <w:rPr>
                <w:rFonts w:ascii="Browallia New" w:hAnsi="Browallia New" w:cs="Browallia New"/>
              </w:rPr>
            </w:pPr>
            <w:r>
              <w:rPr>
                <w:rFonts w:ascii="Browallia New" w:hAnsi="Browallia New" w:cs="Browallia New"/>
              </w:rPr>
              <w:t>62,460</w:t>
            </w:r>
          </w:p>
        </w:tc>
        <w:tc>
          <w:tcPr>
            <w:tcW w:w="234" w:type="dxa"/>
            <w:tcBorders>
              <w:top w:val="nil"/>
              <w:left w:val="nil"/>
              <w:bottom w:val="nil"/>
              <w:right w:val="nil"/>
            </w:tcBorders>
          </w:tcPr>
          <w:p w14:paraId="485624E5" w14:textId="77777777" w:rsidR="00C90280" w:rsidRPr="005C2BD1" w:rsidRDefault="00C90280" w:rsidP="00C90280">
            <w:pPr>
              <w:ind w:right="96"/>
              <w:jc w:val="center"/>
              <w:rPr>
                <w:rFonts w:ascii="Browallia New" w:hAnsi="Browallia New" w:cs="Browallia New"/>
              </w:rPr>
            </w:pPr>
          </w:p>
        </w:tc>
        <w:tc>
          <w:tcPr>
            <w:tcW w:w="1296" w:type="dxa"/>
            <w:tcBorders>
              <w:top w:val="nil"/>
              <w:left w:val="nil"/>
              <w:bottom w:val="nil"/>
              <w:right w:val="nil"/>
            </w:tcBorders>
          </w:tcPr>
          <w:p w14:paraId="485624E6" w14:textId="07AB5285" w:rsidR="00C90280" w:rsidRPr="005C2BD1" w:rsidRDefault="00C90280" w:rsidP="00C90280">
            <w:pPr>
              <w:ind w:right="80"/>
              <w:jc w:val="right"/>
              <w:rPr>
                <w:rFonts w:ascii="Browallia New" w:hAnsi="Browallia New" w:cs="Browallia New"/>
              </w:rPr>
            </w:pPr>
            <w:r w:rsidRPr="00C61EC9">
              <w:rPr>
                <w:rFonts w:ascii="Browallia New" w:hAnsi="Browallia New" w:cs="Browallia New"/>
              </w:rPr>
              <w:t>30,553</w:t>
            </w:r>
          </w:p>
        </w:tc>
      </w:tr>
      <w:tr w:rsidR="00C90280"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C90280" w:rsidRPr="005C2BD1" w:rsidRDefault="00C90280" w:rsidP="00C90280">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0F403EC3" w:rsidR="00C90280" w:rsidRPr="005C2BD1" w:rsidRDefault="00C90280" w:rsidP="00C90280">
            <w:pPr>
              <w:ind w:right="96"/>
              <w:jc w:val="right"/>
              <w:rPr>
                <w:rFonts w:ascii="Browallia New" w:hAnsi="Browallia New" w:cs="Browallia New"/>
              </w:rPr>
            </w:pPr>
            <w:r>
              <w:rPr>
                <w:rFonts w:ascii="Browallia New" w:hAnsi="Browallia New" w:cs="Browallia New"/>
              </w:rPr>
              <w:t>73,174</w:t>
            </w:r>
          </w:p>
        </w:tc>
        <w:tc>
          <w:tcPr>
            <w:tcW w:w="225" w:type="dxa"/>
            <w:tcBorders>
              <w:top w:val="nil"/>
              <w:left w:val="nil"/>
              <w:bottom w:val="nil"/>
              <w:right w:val="nil"/>
            </w:tcBorders>
          </w:tcPr>
          <w:p w14:paraId="485624EA" w14:textId="77777777" w:rsidR="00C90280" w:rsidRPr="005C2BD1" w:rsidRDefault="00C90280" w:rsidP="00C9028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52896D97" w:rsidR="00C90280" w:rsidRPr="005C2BD1" w:rsidRDefault="00C90280" w:rsidP="00C90280">
            <w:pPr>
              <w:ind w:right="96"/>
              <w:jc w:val="right"/>
              <w:rPr>
                <w:rFonts w:ascii="Browallia New" w:hAnsi="Browallia New" w:cs="Browallia New"/>
              </w:rPr>
            </w:pPr>
            <w:r w:rsidRPr="00C61EC9">
              <w:rPr>
                <w:rFonts w:ascii="Browallia New" w:hAnsi="Browallia New" w:cs="Browallia New"/>
              </w:rPr>
              <w:t>100,049</w:t>
            </w:r>
          </w:p>
        </w:tc>
        <w:tc>
          <w:tcPr>
            <w:tcW w:w="225" w:type="dxa"/>
            <w:tcBorders>
              <w:top w:val="nil"/>
              <w:left w:val="nil"/>
              <w:bottom w:val="nil"/>
              <w:right w:val="nil"/>
            </w:tcBorders>
          </w:tcPr>
          <w:p w14:paraId="485624EC" w14:textId="77777777" w:rsidR="00C90280" w:rsidRPr="005C2BD1" w:rsidRDefault="00C90280" w:rsidP="00C90280">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42E71210" w:rsidR="00C90280" w:rsidRPr="005C2BD1" w:rsidRDefault="00C90280" w:rsidP="00C90280">
            <w:pPr>
              <w:ind w:right="80"/>
              <w:jc w:val="right"/>
              <w:rPr>
                <w:rFonts w:ascii="Browallia New" w:hAnsi="Browallia New" w:cs="Browallia New"/>
              </w:rPr>
            </w:pPr>
            <w:r>
              <w:rPr>
                <w:rFonts w:ascii="Browallia New" w:hAnsi="Browallia New" w:cs="Browallia New"/>
              </w:rPr>
              <w:t>73,172</w:t>
            </w:r>
          </w:p>
        </w:tc>
        <w:tc>
          <w:tcPr>
            <w:tcW w:w="234" w:type="dxa"/>
            <w:tcBorders>
              <w:top w:val="nil"/>
              <w:left w:val="nil"/>
              <w:bottom w:val="nil"/>
              <w:right w:val="nil"/>
            </w:tcBorders>
          </w:tcPr>
          <w:p w14:paraId="485624EE" w14:textId="77777777" w:rsidR="00C90280" w:rsidRPr="005C2BD1" w:rsidRDefault="00C90280" w:rsidP="00C90280">
            <w:pPr>
              <w:ind w:right="96"/>
              <w:jc w:val="center"/>
              <w:rPr>
                <w:rFonts w:ascii="Browallia New" w:hAnsi="Browallia New" w:cs="Browallia New"/>
              </w:rPr>
            </w:pPr>
          </w:p>
        </w:tc>
        <w:tc>
          <w:tcPr>
            <w:tcW w:w="1296" w:type="dxa"/>
            <w:tcBorders>
              <w:top w:val="nil"/>
              <w:left w:val="nil"/>
              <w:bottom w:val="nil"/>
              <w:right w:val="nil"/>
            </w:tcBorders>
          </w:tcPr>
          <w:p w14:paraId="485624EF" w14:textId="7D3E1950" w:rsidR="00C90280" w:rsidRPr="005C2BD1" w:rsidRDefault="00C90280" w:rsidP="00C90280">
            <w:pPr>
              <w:ind w:right="80"/>
              <w:jc w:val="right"/>
              <w:rPr>
                <w:rFonts w:ascii="Browallia New" w:hAnsi="Browallia New" w:cs="Browallia New"/>
              </w:rPr>
            </w:pPr>
            <w:r w:rsidRPr="00C61EC9">
              <w:rPr>
                <w:rFonts w:ascii="Browallia New" w:hAnsi="Browallia New" w:cs="Browallia New"/>
              </w:rPr>
              <w:t>94,404</w:t>
            </w:r>
          </w:p>
        </w:tc>
      </w:tr>
      <w:tr w:rsidR="00C90280"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C90280" w:rsidRPr="005C2BD1" w:rsidRDefault="00C90280" w:rsidP="00C90280">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5C169926" w:rsidR="00C90280" w:rsidRPr="005C2BD1" w:rsidRDefault="00C90280" w:rsidP="00C90280">
            <w:pPr>
              <w:ind w:right="96"/>
              <w:jc w:val="right"/>
              <w:rPr>
                <w:rFonts w:ascii="Browallia New" w:hAnsi="Browallia New" w:cs="Browallia New"/>
              </w:rPr>
            </w:pPr>
            <w:r>
              <w:rPr>
                <w:rFonts w:ascii="Browallia New" w:hAnsi="Browallia New" w:cs="Browallia New"/>
              </w:rPr>
              <w:t>14,109</w:t>
            </w:r>
          </w:p>
        </w:tc>
        <w:tc>
          <w:tcPr>
            <w:tcW w:w="225" w:type="dxa"/>
            <w:tcBorders>
              <w:top w:val="nil"/>
              <w:left w:val="nil"/>
              <w:bottom w:val="nil"/>
              <w:right w:val="nil"/>
            </w:tcBorders>
          </w:tcPr>
          <w:p w14:paraId="485624F3" w14:textId="77777777" w:rsidR="00C90280" w:rsidRPr="005C2BD1" w:rsidRDefault="00C90280" w:rsidP="00C90280">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525DFBA3" w:rsidR="00C90280" w:rsidRPr="005C2BD1" w:rsidRDefault="00C90280" w:rsidP="00C90280">
            <w:pPr>
              <w:ind w:right="96"/>
              <w:jc w:val="right"/>
              <w:rPr>
                <w:rFonts w:ascii="Browallia New" w:hAnsi="Browallia New" w:cs="Browallia New"/>
              </w:rPr>
            </w:pPr>
            <w:r w:rsidRPr="00C61EC9">
              <w:rPr>
                <w:rFonts w:ascii="Browallia New" w:hAnsi="Browallia New" w:cs="Browallia New"/>
              </w:rPr>
              <w:t>5,891</w:t>
            </w:r>
          </w:p>
        </w:tc>
        <w:tc>
          <w:tcPr>
            <w:tcW w:w="225" w:type="dxa"/>
            <w:tcBorders>
              <w:top w:val="nil"/>
              <w:left w:val="nil"/>
              <w:bottom w:val="nil"/>
              <w:right w:val="nil"/>
            </w:tcBorders>
          </w:tcPr>
          <w:p w14:paraId="485624F5" w14:textId="77777777" w:rsidR="00C90280" w:rsidRPr="005C2BD1" w:rsidRDefault="00C90280" w:rsidP="00C90280">
            <w:pPr>
              <w:ind w:right="96" w:firstLine="360"/>
              <w:jc w:val="right"/>
              <w:rPr>
                <w:rFonts w:ascii="Browallia New" w:hAnsi="Browallia New" w:cs="Browallia New"/>
              </w:rPr>
            </w:pPr>
          </w:p>
        </w:tc>
        <w:tc>
          <w:tcPr>
            <w:tcW w:w="1269" w:type="dxa"/>
            <w:tcBorders>
              <w:top w:val="nil"/>
              <w:left w:val="nil"/>
              <w:right w:val="nil"/>
            </w:tcBorders>
          </w:tcPr>
          <w:p w14:paraId="485624F6" w14:textId="41E8F005" w:rsidR="00C90280" w:rsidRPr="005C2BD1" w:rsidRDefault="00C90280" w:rsidP="00C90280">
            <w:pPr>
              <w:ind w:right="80"/>
              <w:jc w:val="right"/>
              <w:rPr>
                <w:rFonts w:ascii="Browallia New" w:hAnsi="Browallia New" w:cs="Browallia New"/>
              </w:rPr>
            </w:pPr>
            <w:r>
              <w:rPr>
                <w:rFonts w:ascii="Browallia New" w:hAnsi="Browallia New" w:cs="Browallia New"/>
              </w:rPr>
              <w:t>14,109</w:t>
            </w:r>
          </w:p>
        </w:tc>
        <w:tc>
          <w:tcPr>
            <w:tcW w:w="234" w:type="dxa"/>
            <w:tcBorders>
              <w:top w:val="nil"/>
              <w:left w:val="nil"/>
              <w:bottom w:val="nil"/>
              <w:right w:val="nil"/>
            </w:tcBorders>
          </w:tcPr>
          <w:p w14:paraId="485624F7" w14:textId="77777777" w:rsidR="00C90280" w:rsidRPr="005C2BD1" w:rsidRDefault="00C90280" w:rsidP="00C90280">
            <w:pPr>
              <w:ind w:right="96"/>
              <w:jc w:val="center"/>
              <w:rPr>
                <w:rFonts w:ascii="Browallia New" w:hAnsi="Browallia New" w:cs="Browallia New"/>
              </w:rPr>
            </w:pPr>
          </w:p>
        </w:tc>
        <w:tc>
          <w:tcPr>
            <w:tcW w:w="1296" w:type="dxa"/>
            <w:tcBorders>
              <w:top w:val="nil"/>
              <w:left w:val="nil"/>
              <w:right w:val="nil"/>
            </w:tcBorders>
          </w:tcPr>
          <w:p w14:paraId="485624F8" w14:textId="7A8B7381" w:rsidR="00C90280" w:rsidRPr="005C2BD1" w:rsidRDefault="00C90280" w:rsidP="00C90280">
            <w:pPr>
              <w:ind w:right="80"/>
              <w:jc w:val="right"/>
              <w:rPr>
                <w:rFonts w:ascii="Browallia New" w:hAnsi="Browallia New" w:cs="Browallia New"/>
              </w:rPr>
            </w:pPr>
            <w:r w:rsidRPr="00C61EC9">
              <w:rPr>
                <w:rFonts w:ascii="Browallia New" w:hAnsi="Browallia New" w:cs="Browallia New"/>
              </w:rPr>
              <w:t>5,891</w:t>
            </w:r>
          </w:p>
        </w:tc>
      </w:tr>
      <w:tr w:rsidR="00C90280"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C90280" w:rsidRPr="005C2BD1" w:rsidRDefault="00C90280" w:rsidP="00C90280">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3488D2FB" w:rsidR="00C90280" w:rsidRPr="00B7225C" w:rsidRDefault="006D76B0" w:rsidP="00C90280">
            <w:pPr>
              <w:ind w:right="96"/>
              <w:jc w:val="right"/>
              <w:rPr>
                <w:rFonts w:ascii="Browallia New" w:hAnsi="Browallia New" w:cs="Browallia New"/>
              </w:rPr>
            </w:pPr>
            <w:r w:rsidRPr="006D76B0">
              <w:rPr>
                <w:rFonts w:ascii="Browallia New" w:hAnsi="Browallia New" w:cs="Browallia New" w:hint="cs"/>
              </w:rPr>
              <w:t>160</w:t>
            </w:r>
            <w:r w:rsidR="00C90280">
              <w:rPr>
                <w:rFonts w:ascii="Browallia New" w:hAnsi="Browallia New" w:cs="Browallia New"/>
              </w:rPr>
              <w:t>,208</w:t>
            </w:r>
          </w:p>
        </w:tc>
        <w:tc>
          <w:tcPr>
            <w:tcW w:w="225" w:type="dxa"/>
            <w:tcBorders>
              <w:top w:val="nil"/>
              <w:left w:val="nil"/>
              <w:bottom w:val="nil"/>
              <w:right w:val="nil"/>
            </w:tcBorders>
          </w:tcPr>
          <w:p w14:paraId="485624FC" w14:textId="77777777" w:rsidR="00C90280" w:rsidRPr="005C2BD1" w:rsidRDefault="00C90280" w:rsidP="00C90280">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0012B796" w:rsidR="00C90280" w:rsidRPr="005C2BD1" w:rsidRDefault="00C90280" w:rsidP="00C90280">
            <w:pPr>
              <w:ind w:right="96"/>
              <w:jc w:val="right"/>
              <w:rPr>
                <w:rFonts w:ascii="Browallia New" w:hAnsi="Browallia New" w:cs="Browallia New"/>
              </w:rPr>
            </w:pPr>
            <w:r w:rsidRPr="00C61EC9">
              <w:rPr>
                <w:rFonts w:ascii="Browallia New" w:hAnsi="Browallia New" w:cs="Browallia New"/>
              </w:rPr>
              <w:t>150,401</w:t>
            </w:r>
          </w:p>
        </w:tc>
        <w:tc>
          <w:tcPr>
            <w:tcW w:w="225" w:type="dxa"/>
            <w:tcBorders>
              <w:top w:val="nil"/>
              <w:left w:val="nil"/>
              <w:bottom w:val="nil"/>
              <w:right w:val="nil"/>
            </w:tcBorders>
          </w:tcPr>
          <w:p w14:paraId="485624FE" w14:textId="77777777" w:rsidR="00C90280" w:rsidRPr="005C2BD1" w:rsidRDefault="00C90280" w:rsidP="00C90280">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3C70E8BF" w:rsidR="00C90280" w:rsidRPr="00B8538D" w:rsidRDefault="00C90280" w:rsidP="00C90280">
            <w:pPr>
              <w:ind w:right="80"/>
              <w:jc w:val="right"/>
              <w:rPr>
                <w:rFonts w:ascii="Browallia New" w:hAnsi="Browallia New" w:cs="Browallia New"/>
              </w:rPr>
            </w:pPr>
            <w:r>
              <w:rPr>
                <w:rFonts w:ascii="Browallia New" w:hAnsi="Browallia New" w:cs="Browallia New"/>
              </w:rPr>
              <w:t>150,741</w:t>
            </w:r>
          </w:p>
        </w:tc>
        <w:tc>
          <w:tcPr>
            <w:tcW w:w="234" w:type="dxa"/>
            <w:tcBorders>
              <w:top w:val="nil"/>
              <w:left w:val="nil"/>
              <w:bottom w:val="nil"/>
              <w:right w:val="nil"/>
            </w:tcBorders>
          </w:tcPr>
          <w:p w14:paraId="48562500" w14:textId="77777777" w:rsidR="00C90280" w:rsidRPr="005C2BD1" w:rsidRDefault="00C90280" w:rsidP="00C90280">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6919A525" w:rsidR="00C90280" w:rsidRPr="005C2BD1" w:rsidRDefault="00C90280" w:rsidP="00C90280">
            <w:pPr>
              <w:ind w:right="80"/>
              <w:jc w:val="right"/>
              <w:rPr>
                <w:rFonts w:ascii="Browallia New" w:hAnsi="Browallia New" w:cs="Browallia New"/>
              </w:rPr>
            </w:pPr>
            <w:r w:rsidRPr="00C61EC9">
              <w:rPr>
                <w:rFonts w:ascii="Browallia New" w:hAnsi="Browallia New" w:cs="Browallia New"/>
              </w:rPr>
              <w:t>131,848</w:t>
            </w:r>
          </w:p>
        </w:tc>
      </w:tr>
    </w:tbl>
    <w:p w14:paraId="44B09500" w14:textId="6B58583C" w:rsidR="0085050E" w:rsidRPr="000540A0" w:rsidRDefault="0085050E" w:rsidP="008B6478">
      <w:pPr>
        <w:pStyle w:val="CordiaNew"/>
        <w:tabs>
          <w:tab w:val="clear" w:pos="4153"/>
          <w:tab w:val="left" w:pos="426"/>
        </w:tabs>
        <w:rPr>
          <w:rFonts w:ascii="Browallia New" w:hAnsi="Browallia New" w:cs="Browallia New"/>
          <w:color w:val="auto"/>
          <w:sz w:val="28"/>
          <w:szCs w:val="28"/>
          <w:lang w:val="th-TH"/>
        </w:rPr>
      </w:pPr>
    </w:p>
    <w:p w14:paraId="373DDE8C" w14:textId="6CCAD979" w:rsidR="009359E1" w:rsidRPr="000540A0" w:rsidRDefault="009359E1" w:rsidP="00B32FF4">
      <w:pPr>
        <w:pStyle w:val="CordiaNew"/>
        <w:tabs>
          <w:tab w:val="clear" w:pos="4153"/>
          <w:tab w:val="left" w:pos="990"/>
        </w:tabs>
        <w:ind w:left="360" w:hanging="426"/>
        <w:rPr>
          <w:rFonts w:ascii="Browallia New" w:hAnsi="Browallia New" w:cs="Browallia New"/>
          <w:color w:val="auto"/>
          <w:spacing w:val="-4"/>
          <w:sz w:val="28"/>
          <w:szCs w:val="28"/>
          <w:lang w:val="th-TH"/>
        </w:rPr>
      </w:pPr>
      <w:r>
        <w:rPr>
          <w:rFonts w:ascii="Browallia New" w:hAnsi="Browallia New" w:cs="Browallia New"/>
          <w:color w:val="auto"/>
          <w:sz w:val="28"/>
          <w:szCs w:val="28"/>
          <w:cs/>
          <w:lang w:val="th-TH"/>
        </w:rPr>
        <w:tab/>
      </w:r>
      <w:r w:rsidR="00DE73DC" w:rsidRPr="000540A0">
        <w:rPr>
          <w:rFonts w:ascii="Browallia New" w:hAnsi="Browallia New" w:cs="Browallia New"/>
          <w:color w:val="auto"/>
          <w:spacing w:val="-4"/>
          <w:sz w:val="28"/>
          <w:szCs w:val="28"/>
          <w:cs/>
        </w:rPr>
        <w:t>ณ วัน</w:t>
      </w:r>
      <w:r w:rsidR="00BA153D" w:rsidRPr="000540A0">
        <w:rPr>
          <w:rFonts w:ascii="Browallia New" w:hAnsi="Browallia New" w:cs="Browallia New"/>
          <w:color w:val="auto"/>
          <w:spacing w:val="-4"/>
          <w:sz w:val="28"/>
          <w:szCs w:val="28"/>
          <w:cs/>
        </w:rPr>
        <w:t>ที่</w:t>
      </w:r>
      <w:r w:rsidR="00DE73DC" w:rsidRPr="000540A0">
        <w:rPr>
          <w:rFonts w:ascii="Browallia New" w:hAnsi="Browallia New" w:cs="Browallia New"/>
          <w:color w:val="auto"/>
          <w:spacing w:val="-4"/>
          <w:sz w:val="28"/>
          <w:szCs w:val="28"/>
          <w:cs/>
        </w:rPr>
        <w:t xml:space="preserve"> </w:t>
      </w:r>
      <w:r w:rsidR="00FF0110" w:rsidRPr="000540A0">
        <w:rPr>
          <w:rStyle w:val="normaltextrun"/>
          <w:rFonts w:ascii="Browallia New" w:hAnsi="Browallia New" w:cs="Browallia New"/>
          <w:spacing w:val="-4"/>
          <w:sz w:val="28"/>
          <w:szCs w:val="28"/>
        </w:rPr>
        <w:t>31</w:t>
      </w:r>
      <w:r w:rsidR="00FF0110" w:rsidRPr="000540A0">
        <w:rPr>
          <w:rStyle w:val="normaltextrun"/>
          <w:rFonts w:ascii="Browallia New" w:hAnsi="Browallia New" w:cs="Browallia New"/>
          <w:spacing w:val="-4"/>
          <w:sz w:val="28"/>
          <w:szCs w:val="28"/>
          <w:cs/>
        </w:rPr>
        <w:t xml:space="preserve"> มีนาคม</w:t>
      </w:r>
      <w:r w:rsidR="00DE73DC" w:rsidRPr="000540A0">
        <w:rPr>
          <w:rFonts w:ascii="Browallia New" w:hAnsi="Browallia New" w:cs="Browallia New"/>
          <w:color w:val="auto"/>
          <w:spacing w:val="-4"/>
          <w:sz w:val="28"/>
          <w:szCs w:val="28"/>
          <w:cs/>
        </w:rPr>
        <w:t xml:space="preserve"> </w:t>
      </w:r>
      <w:r w:rsidR="00DE73DC" w:rsidRPr="000540A0">
        <w:rPr>
          <w:rFonts w:ascii="Browallia New" w:hAnsi="Browallia New" w:cs="Browallia New"/>
          <w:color w:val="auto"/>
          <w:spacing w:val="-4"/>
          <w:sz w:val="28"/>
          <w:szCs w:val="28"/>
        </w:rPr>
        <w:t>256</w:t>
      </w:r>
      <w:r w:rsidR="00FF0110" w:rsidRPr="000540A0">
        <w:rPr>
          <w:rFonts w:ascii="Browallia New" w:hAnsi="Browallia New" w:cs="Browallia New"/>
          <w:color w:val="auto"/>
          <w:spacing w:val="-4"/>
          <w:sz w:val="28"/>
          <w:szCs w:val="28"/>
        </w:rPr>
        <w:t>6</w:t>
      </w:r>
      <w:r w:rsidR="00DE73DC" w:rsidRPr="000540A0">
        <w:rPr>
          <w:rFonts w:ascii="Browallia New" w:hAnsi="Browallia New" w:cs="Browallia New"/>
          <w:color w:val="auto"/>
          <w:spacing w:val="-4"/>
          <w:sz w:val="28"/>
          <w:szCs w:val="28"/>
          <w:cs/>
        </w:rPr>
        <w:t xml:space="preserve"> </w:t>
      </w:r>
      <w:r w:rsidR="00092A99" w:rsidRPr="000540A0">
        <w:rPr>
          <w:rFonts w:ascii="Browallia New" w:hAnsi="Browallia New" w:cs="Browallia New"/>
          <w:color w:val="auto"/>
          <w:spacing w:val="-4"/>
          <w:sz w:val="28"/>
          <w:szCs w:val="28"/>
          <w:cs/>
        </w:rPr>
        <w:t>และวัน</w:t>
      </w:r>
      <w:r w:rsidR="00BA153D" w:rsidRPr="000540A0">
        <w:rPr>
          <w:rFonts w:ascii="Browallia New" w:hAnsi="Browallia New" w:cs="Browallia New"/>
          <w:color w:val="auto"/>
          <w:spacing w:val="-4"/>
          <w:sz w:val="28"/>
          <w:szCs w:val="28"/>
          <w:cs/>
        </w:rPr>
        <w:t>ที่</w:t>
      </w:r>
      <w:r w:rsidR="00092A99" w:rsidRPr="000540A0">
        <w:rPr>
          <w:rFonts w:ascii="Browallia New" w:hAnsi="Browallia New" w:cs="Browallia New"/>
          <w:color w:val="auto"/>
          <w:spacing w:val="-4"/>
          <w:sz w:val="28"/>
          <w:szCs w:val="28"/>
          <w:cs/>
        </w:rPr>
        <w:t xml:space="preserve"> </w:t>
      </w:r>
      <w:r w:rsidR="00092A99" w:rsidRPr="000540A0">
        <w:rPr>
          <w:rFonts w:ascii="Browallia New" w:hAnsi="Browallia New" w:cs="Browallia New"/>
          <w:color w:val="auto"/>
          <w:spacing w:val="-4"/>
          <w:sz w:val="28"/>
          <w:szCs w:val="28"/>
        </w:rPr>
        <w:t xml:space="preserve">31 </w:t>
      </w:r>
      <w:r w:rsidR="00092A99" w:rsidRPr="000540A0">
        <w:rPr>
          <w:rFonts w:ascii="Browallia New" w:hAnsi="Browallia New" w:cs="Browallia New"/>
          <w:color w:val="auto"/>
          <w:spacing w:val="-4"/>
          <w:sz w:val="28"/>
          <w:szCs w:val="28"/>
          <w:cs/>
        </w:rPr>
        <w:t xml:space="preserve">ธันวาคม </w:t>
      </w:r>
      <w:r w:rsidR="00092A99" w:rsidRPr="000540A0">
        <w:rPr>
          <w:rFonts w:ascii="Browallia New" w:hAnsi="Browallia New" w:cs="Browallia New"/>
          <w:color w:val="auto"/>
          <w:spacing w:val="-4"/>
          <w:sz w:val="28"/>
          <w:szCs w:val="28"/>
        </w:rPr>
        <w:t>256</w:t>
      </w:r>
      <w:r w:rsidR="00FF0110" w:rsidRPr="000540A0">
        <w:rPr>
          <w:rFonts w:ascii="Browallia New" w:hAnsi="Browallia New" w:cs="Browallia New"/>
          <w:color w:val="auto"/>
          <w:spacing w:val="-4"/>
          <w:sz w:val="28"/>
          <w:szCs w:val="28"/>
        </w:rPr>
        <w:t>5</w:t>
      </w:r>
      <w:r w:rsidR="00092A99" w:rsidRPr="000540A0">
        <w:rPr>
          <w:rFonts w:ascii="Browallia New" w:hAnsi="Browallia New" w:cs="Browallia New"/>
          <w:color w:val="auto"/>
          <w:spacing w:val="-4"/>
          <w:sz w:val="28"/>
          <w:szCs w:val="28"/>
        </w:rPr>
        <w:t xml:space="preserve"> </w:t>
      </w:r>
      <w:r w:rsidR="00092A99" w:rsidRPr="000540A0">
        <w:rPr>
          <w:rFonts w:ascii="Browallia New" w:hAnsi="Browallia New" w:cs="Browallia New"/>
          <w:color w:val="auto"/>
          <w:spacing w:val="-4"/>
          <w:sz w:val="28"/>
          <w:szCs w:val="28"/>
          <w:cs/>
        </w:rPr>
        <w:t>เงินฝาก</w:t>
      </w:r>
      <w:r w:rsidR="007F4E2B">
        <w:rPr>
          <w:rFonts w:ascii="Browallia New" w:hAnsi="Browallia New" w:cs="Browallia New" w:hint="cs"/>
          <w:color w:val="auto"/>
          <w:spacing w:val="-4"/>
          <w:sz w:val="28"/>
          <w:szCs w:val="28"/>
          <w:cs/>
        </w:rPr>
        <w:t>ธนาคารประเภท</w:t>
      </w:r>
      <w:r w:rsidR="00092A99" w:rsidRPr="000540A0">
        <w:rPr>
          <w:rFonts w:ascii="Browallia New" w:hAnsi="Browallia New" w:cs="Browallia New"/>
          <w:color w:val="auto"/>
          <w:spacing w:val="-4"/>
          <w:sz w:val="28"/>
          <w:szCs w:val="28"/>
          <w:cs/>
        </w:rPr>
        <w:t>ออมทรัพย์</w:t>
      </w:r>
      <w:r w:rsidR="00AB7E3B">
        <w:rPr>
          <w:rFonts w:ascii="Browallia New" w:hAnsi="Browallia New" w:cs="Browallia New" w:hint="cs"/>
          <w:color w:val="auto"/>
          <w:spacing w:val="-4"/>
          <w:sz w:val="28"/>
          <w:szCs w:val="28"/>
          <w:cs/>
        </w:rPr>
        <w:t>มี</w:t>
      </w:r>
      <w:r w:rsidR="00092A99" w:rsidRPr="000540A0">
        <w:rPr>
          <w:rFonts w:ascii="Browallia New" w:hAnsi="Browallia New" w:cs="Browallia New"/>
          <w:color w:val="auto"/>
          <w:spacing w:val="-4"/>
          <w:sz w:val="28"/>
          <w:szCs w:val="28"/>
          <w:cs/>
        </w:rPr>
        <w:t>ดอกเบี้ยร้อยละ</w:t>
      </w:r>
      <w:r w:rsidR="000F0C1C" w:rsidRPr="000540A0">
        <w:rPr>
          <w:rFonts w:ascii="Browallia New" w:hAnsi="Browallia New" w:cs="Browallia New"/>
          <w:color w:val="auto"/>
          <w:spacing w:val="-4"/>
          <w:sz w:val="28"/>
          <w:szCs w:val="28"/>
          <w:cs/>
        </w:rPr>
        <w:t xml:space="preserve"> </w:t>
      </w:r>
      <w:r w:rsidR="000F0C1C" w:rsidRPr="000540A0">
        <w:rPr>
          <w:rFonts w:ascii="Browallia New" w:hAnsi="Browallia New" w:cs="Browallia New"/>
          <w:color w:val="auto"/>
          <w:spacing w:val="-4"/>
          <w:sz w:val="28"/>
          <w:szCs w:val="28"/>
        </w:rPr>
        <w:t>0.</w:t>
      </w:r>
      <w:r w:rsidR="00451E58" w:rsidRPr="000540A0">
        <w:rPr>
          <w:rFonts w:ascii="Browallia New" w:hAnsi="Browallia New" w:cs="Browallia New"/>
          <w:color w:val="auto"/>
          <w:spacing w:val="-4"/>
          <w:sz w:val="28"/>
          <w:szCs w:val="28"/>
        </w:rPr>
        <w:t xml:space="preserve">10 </w:t>
      </w:r>
      <w:r w:rsidR="000F0C1C" w:rsidRPr="000540A0">
        <w:rPr>
          <w:rFonts w:ascii="Browallia New" w:hAnsi="Browallia New" w:cs="Browallia New"/>
          <w:color w:val="auto"/>
          <w:spacing w:val="-4"/>
          <w:sz w:val="28"/>
          <w:szCs w:val="28"/>
        </w:rPr>
        <w:t>– 0.</w:t>
      </w:r>
      <w:r w:rsidR="00451E58" w:rsidRPr="009F1AE1">
        <w:rPr>
          <w:rFonts w:ascii="Browallia New" w:hAnsi="Browallia New" w:cs="Browallia New"/>
          <w:color w:val="auto"/>
          <w:spacing w:val="-4"/>
          <w:sz w:val="28"/>
          <w:szCs w:val="28"/>
        </w:rPr>
        <w:t>71</w:t>
      </w:r>
      <w:r w:rsidR="00215065" w:rsidRPr="000540A0">
        <w:rPr>
          <w:rFonts w:ascii="Browallia New" w:hAnsi="Browallia New" w:cs="Browallia New"/>
          <w:color w:val="auto"/>
          <w:spacing w:val="-4"/>
          <w:sz w:val="28"/>
          <w:szCs w:val="28"/>
        </w:rPr>
        <w:t xml:space="preserve"> </w:t>
      </w:r>
      <w:r w:rsidR="000F0C1C" w:rsidRPr="000540A0">
        <w:rPr>
          <w:rFonts w:ascii="Browallia New" w:hAnsi="Browallia New" w:cs="Browallia New"/>
          <w:color w:val="auto"/>
          <w:spacing w:val="-4"/>
          <w:sz w:val="28"/>
          <w:szCs w:val="28"/>
          <w:cs/>
        </w:rPr>
        <w:t>ต่อปี</w:t>
      </w:r>
      <w:r w:rsidRPr="000540A0">
        <w:rPr>
          <w:rFonts w:ascii="Browallia New" w:hAnsi="Browallia New" w:cs="Browallia New"/>
          <w:color w:val="auto"/>
          <w:spacing w:val="-4"/>
          <w:sz w:val="28"/>
          <w:szCs w:val="28"/>
          <w:cs/>
          <w:lang w:val="th-TH"/>
        </w:rPr>
        <w:tab/>
      </w:r>
    </w:p>
    <w:p w14:paraId="68D1CDEA" w14:textId="77777777" w:rsidR="009359E1" w:rsidRPr="000540A0" w:rsidRDefault="009359E1" w:rsidP="008B6478">
      <w:pPr>
        <w:pStyle w:val="CordiaNew"/>
        <w:tabs>
          <w:tab w:val="clear" w:pos="4153"/>
          <w:tab w:val="left" w:pos="426"/>
        </w:tabs>
        <w:rPr>
          <w:rFonts w:ascii="Browallia New" w:hAnsi="Browallia New" w:cs="Browallia New"/>
          <w:color w:val="auto"/>
          <w:sz w:val="28"/>
          <w:szCs w:val="28"/>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0540A0" w:rsidRDefault="003E4706" w:rsidP="000C0B90">
      <w:pPr>
        <w:ind w:left="374"/>
        <w:jc w:val="thaiDistribute"/>
        <w:rPr>
          <w:rFonts w:ascii="Browallia New" w:hAnsi="Browallia New" w:cs="Browallia New"/>
        </w:rPr>
      </w:pPr>
    </w:p>
    <w:p w14:paraId="4856250E" w14:textId="3A18A288"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6F6BB7">
        <w:rPr>
          <w:rStyle w:val="normaltextrun"/>
          <w:rFonts w:ascii="Browallia New" w:hAnsi="Browallia New" w:cs="Browallia New" w:hint="cs"/>
          <w:cs/>
        </w:rPr>
        <w:t xml:space="preserve"> </w:t>
      </w:r>
      <w:r w:rsidR="00FF0110" w:rsidRPr="005C4084">
        <w:rPr>
          <w:rStyle w:val="normaltextrun"/>
          <w:rFonts w:ascii="Browallia New" w:hAnsi="Browallia New" w:cs="Browallia New"/>
          <w:spacing w:val="-4"/>
        </w:rPr>
        <w:t>31</w:t>
      </w:r>
      <w:r w:rsidR="00FF0110" w:rsidRPr="005C4084">
        <w:rPr>
          <w:rStyle w:val="normaltextrun"/>
          <w:rFonts w:ascii="Browallia New" w:hAnsi="Browallia New" w:cs="Browallia New"/>
          <w:spacing w:val="-4"/>
          <w:cs/>
        </w:rPr>
        <w:t xml:space="preserve"> มีนาคม</w:t>
      </w:r>
      <w:r w:rsidR="00FF0110" w:rsidRPr="005C4084">
        <w:rPr>
          <w:rFonts w:ascii="Browallia New" w:hAnsi="Browallia New" w:cs="Browallia New" w:hint="cs"/>
          <w:spacing w:val="-4"/>
          <w:cs/>
        </w:rPr>
        <w:t xml:space="preserve"> </w:t>
      </w:r>
      <w:r w:rsidR="00FF0110" w:rsidRPr="005C4084">
        <w:rPr>
          <w:rFonts w:ascii="Browallia New" w:hAnsi="Browallia New" w:cs="Browallia New"/>
          <w:spacing w:val="-4"/>
        </w:rPr>
        <w:t>2566</w:t>
      </w:r>
      <w:r w:rsidR="00FF0110" w:rsidRPr="005C4084">
        <w:rPr>
          <w:rFonts w:ascii="Browallia New" w:hAnsi="Browallia New" w:cs="Browallia New" w:hint="cs"/>
          <w:spacing w:val="-4"/>
          <w:cs/>
        </w:rPr>
        <w:t xml:space="preserve"> และวันที่ </w:t>
      </w:r>
      <w:r w:rsidR="00FF0110" w:rsidRPr="005C4084">
        <w:rPr>
          <w:rFonts w:ascii="Browallia New" w:hAnsi="Browallia New" w:cs="Browallia New"/>
          <w:spacing w:val="-4"/>
        </w:rPr>
        <w:t xml:space="preserve">31 </w:t>
      </w:r>
      <w:r w:rsidR="00FF0110" w:rsidRPr="005C4084">
        <w:rPr>
          <w:rFonts w:ascii="Browallia New" w:hAnsi="Browallia New" w:cs="Browallia New" w:hint="cs"/>
          <w:spacing w:val="-4"/>
          <w:cs/>
        </w:rPr>
        <w:t xml:space="preserve">ธันวาคม </w:t>
      </w:r>
      <w:r w:rsidR="00FF0110" w:rsidRPr="005C4084">
        <w:rPr>
          <w:rFonts w:ascii="Browallia New" w:hAnsi="Browallia New" w:cs="Browallia New"/>
          <w:spacing w:val="-4"/>
        </w:rPr>
        <w:t>2565</w:t>
      </w:r>
      <w:r w:rsidRPr="00BE5FC6">
        <w:rPr>
          <w:rFonts w:ascii="Browallia New" w:hAnsi="Browallia New" w:cs="Browallia New"/>
        </w:rPr>
        <w:t xml:space="preserve"> </w:t>
      </w:r>
      <w:r w:rsidRPr="00BE5FC6">
        <w:rPr>
          <w:rFonts w:ascii="Browallia New" w:hAnsi="Browallia New" w:cs="Browallia New"/>
          <w:cs/>
        </w:rPr>
        <w:t>ลูกหนี้การค้าแยกตาม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0540A0" w:rsidRDefault="00E0003E" w:rsidP="003E0B20">
      <w:pPr>
        <w:ind w:left="374"/>
        <w:jc w:val="thaiDistribute"/>
        <w:rPr>
          <w:rFonts w:ascii="Browallia New" w:hAnsi="Browallia New" w:cs="Browallia New"/>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C2BD1" w14:paraId="48562514" w14:textId="77777777" w:rsidTr="000540A0">
        <w:trPr>
          <w:cantSplit/>
          <w:tblHeader/>
        </w:trPr>
        <w:tc>
          <w:tcPr>
            <w:tcW w:w="3336" w:type="dxa"/>
          </w:tcPr>
          <w:p w14:paraId="48562510"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bookmarkStart w:id="0" w:name="_Hlk39742506"/>
          </w:p>
        </w:tc>
        <w:tc>
          <w:tcPr>
            <w:tcW w:w="2748" w:type="dxa"/>
            <w:gridSpan w:val="3"/>
          </w:tcPr>
          <w:p w14:paraId="48562511"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C2BD1" w:rsidRDefault="00E0003E"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0540A0">
        <w:trPr>
          <w:cantSplit/>
          <w:tblHeader/>
        </w:trPr>
        <w:tc>
          <w:tcPr>
            <w:tcW w:w="3336" w:type="dxa"/>
          </w:tcPr>
          <w:p w14:paraId="48562515" w14:textId="77777777" w:rsidR="00E0003E" w:rsidRPr="005C2BD1" w:rsidRDefault="00E0003E" w:rsidP="003E0B20">
            <w:pPr>
              <w:pStyle w:val="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192EDE" w:rsidRPr="005C2BD1" w14:paraId="48562524" w14:textId="77777777" w:rsidTr="000540A0">
        <w:trPr>
          <w:gridAfter w:val="1"/>
          <w:wAfter w:w="11" w:type="dxa"/>
          <w:cantSplit/>
          <w:trHeight w:val="676"/>
          <w:tblHeader/>
        </w:trPr>
        <w:tc>
          <w:tcPr>
            <w:tcW w:w="3336" w:type="dxa"/>
          </w:tcPr>
          <w:p w14:paraId="4856251A" w14:textId="77777777" w:rsidR="00192EDE" w:rsidRPr="005C2BD1" w:rsidRDefault="00192EDE" w:rsidP="00192EDE">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3FA9D2C6" w:rsidR="00192EDE" w:rsidRPr="005C2BD1" w:rsidRDefault="00192EDE" w:rsidP="00192EDE">
            <w:pPr>
              <w:ind w:left="-105" w:right="-108"/>
              <w:jc w:val="center"/>
              <w:rPr>
                <w:rFonts w:ascii="Browallia New" w:hAnsi="Browallia New" w:cs="Browallia New"/>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36" w:type="dxa"/>
            <w:tcBorders>
              <w:top w:val="single" w:sz="4" w:space="0" w:color="auto"/>
              <w:left w:val="nil"/>
            </w:tcBorders>
            <w:vAlign w:val="bottom"/>
          </w:tcPr>
          <w:p w14:paraId="4856251C" w14:textId="77777777" w:rsidR="00192EDE" w:rsidRPr="005C2BD1" w:rsidRDefault="00192EDE" w:rsidP="00192EDE">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CA619D8"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66380BD7"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6" w:type="dxa"/>
            <w:tcBorders>
              <w:left w:val="nil"/>
            </w:tcBorders>
          </w:tcPr>
          <w:p w14:paraId="4856251F" w14:textId="77777777" w:rsidR="00192EDE" w:rsidRPr="005C2BD1" w:rsidRDefault="00192EDE" w:rsidP="00192EDE">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27E179D6" w:rsidR="00192EDE" w:rsidRPr="005C2BD1" w:rsidRDefault="00192EDE" w:rsidP="00192EDE">
            <w:pPr>
              <w:ind w:left="-105" w:right="-108"/>
              <w:jc w:val="center"/>
              <w:rPr>
                <w:rFonts w:ascii="Browallia New" w:hAnsi="Browallia New" w:cs="Browallia New"/>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66" w:type="dxa"/>
            <w:tcBorders>
              <w:top w:val="single" w:sz="4" w:space="0" w:color="auto"/>
            </w:tcBorders>
            <w:vAlign w:val="bottom"/>
          </w:tcPr>
          <w:p w14:paraId="48562521" w14:textId="77777777" w:rsidR="00192EDE" w:rsidRPr="005C2BD1" w:rsidRDefault="00192EDE" w:rsidP="00192EDE">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EE89261"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39BC153C"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bookmarkEnd w:id="0"/>
      <w:tr w:rsidR="00E0003E" w:rsidRPr="005C2BD1" w14:paraId="4856252D" w14:textId="77777777" w:rsidTr="000540A0">
        <w:trPr>
          <w:gridAfter w:val="1"/>
          <w:wAfter w:w="11" w:type="dxa"/>
          <w:cantSplit/>
          <w:trHeight w:val="382"/>
        </w:trPr>
        <w:tc>
          <w:tcPr>
            <w:tcW w:w="3336" w:type="dxa"/>
            <w:vAlign w:val="bottom"/>
          </w:tcPr>
          <w:p w14:paraId="48562525" w14:textId="50066425" w:rsidR="00E0003E" w:rsidRPr="002A06B0" w:rsidRDefault="00E0003E" w:rsidP="003E0B20">
            <w:pPr>
              <w:pStyle w:val="3"/>
              <w:tabs>
                <w:tab w:val="clear" w:pos="360"/>
                <w:tab w:val="clear" w:pos="720"/>
              </w:tabs>
              <w:rPr>
                <w:rFonts w:ascii="Browallia New" w:hAnsi="Browallia New" w:cs="Browallia New"/>
                <w:sz w:val="28"/>
                <w:szCs w:val="28"/>
                <w:u w:val="single"/>
                <w:cs/>
                <w:lang w:val="en-GB"/>
              </w:rPr>
            </w:pPr>
            <w:r w:rsidRPr="002A06B0">
              <w:rPr>
                <w:rFonts w:ascii="Browallia New" w:hAnsi="Browallia New" w:cs="Browallia New"/>
                <w:sz w:val="28"/>
                <w:szCs w:val="28"/>
                <w:u w:val="single"/>
                <w:cs/>
                <w:lang w:val="en-GB"/>
              </w:rPr>
              <w:t>ลูกหนี้การค้า</w:t>
            </w:r>
            <w:r w:rsidR="00F60E66" w:rsidRPr="002A06B0">
              <w:rPr>
                <w:rFonts w:ascii="Browallia New" w:hAnsi="Browallia New" w:cs="Browallia New"/>
                <w:sz w:val="28"/>
                <w:szCs w:val="28"/>
                <w:u w:val="single"/>
              </w:rPr>
              <w:t xml:space="preserve"> </w:t>
            </w:r>
            <w:r w:rsidR="001A0B84" w:rsidRPr="002A06B0">
              <w:rPr>
                <w:rFonts w:ascii="Browallia New" w:hAnsi="Browallia New" w:cs="Browallia New"/>
                <w:sz w:val="28"/>
                <w:szCs w:val="28"/>
                <w:u w:val="single"/>
                <w:lang w:val="en-GB"/>
              </w:rPr>
              <w:t>-</w:t>
            </w:r>
            <w:r w:rsidRPr="002A06B0">
              <w:rPr>
                <w:rFonts w:ascii="Browallia New" w:hAnsi="Browallia New" w:cs="Browallia New"/>
                <w:sz w:val="28"/>
                <w:szCs w:val="28"/>
                <w:u w:val="single"/>
                <w:lang w:val="en-GB"/>
              </w:rPr>
              <w:t xml:space="preserve"> </w:t>
            </w:r>
            <w:r w:rsidRPr="002A06B0">
              <w:rPr>
                <w:rFonts w:ascii="Browallia New" w:hAnsi="Browallia New" w:cs="Browallia New"/>
                <w:sz w:val="28"/>
                <w:szCs w:val="28"/>
                <w:u w:val="single"/>
                <w:cs/>
                <w:lang w:val="en-GB"/>
              </w:rPr>
              <w:t>ลูกค้าทั่วไป</w:t>
            </w:r>
            <w:r w:rsidR="001A0B84" w:rsidRPr="002A06B0">
              <w:rPr>
                <w:rFonts w:ascii="Browallia New" w:hAnsi="Browallia New" w:cs="Browallia New"/>
                <w:sz w:val="28"/>
                <w:szCs w:val="28"/>
                <w:u w:val="single"/>
                <w:lang w:val="en-GB"/>
              </w:rPr>
              <w:t xml:space="preserve"> -</w:t>
            </w:r>
            <w:r w:rsidR="00F60E66" w:rsidRPr="002A06B0">
              <w:rPr>
                <w:rFonts w:ascii="Browallia New" w:hAnsi="Browallia New" w:cs="Browallia New"/>
                <w:snapToGrid w:val="0"/>
                <w:sz w:val="28"/>
                <w:szCs w:val="28"/>
                <w:u w:val="single"/>
                <w:lang w:eastAsia="th-TH"/>
              </w:rPr>
              <w:t xml:space="preserve"> </w:t>
            </w:r>
            <w:r w:rsidRPr="002A06B0">
              <w:rPr>
                <w:rFonts w:ascii="Browallia New" w:hAnsi="Browallia New" w:cs="Browallia New"/>
                <w:snapToGrid w:val="0"/>
                <w:sz w:val="28"/>
                <w:szCs w:val="28"/>
                <w:u w:val="single"/>
                <w:cs/>
                <w:lang w:eastAsia="th-TH"/>
              </w:rPr>
              <w:t>สุทธิ</w:t>
            </w:r>
          </w:p>
        </w:tc>
        <w:tc>
          <w:tcPr>
            <w:tcW w:w="1272" w:type="dxa"/>
            <w:tcBorders>
              <w:left w:val="nil"/>
            </w:tcBorders>
          </w:tcPr>
          <w:p w14:paraId="48562526"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39" w:type="dxa"/>
          </w:tcPr>
          <w:p w14:paraId="4856252A"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4856252B" w14:textId="77777777" w:rsidR="00E0003E" w:rsidRPr="005C2BD1" w:rsidRDefault="00E0003E" w:rsidP="003E0B20">
            <w:pPr>
              <w:pStyle w:val="a"/>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r>
      <w:tr w:rsidR="009C4532" w:rsidRPr="005C2BD1" w14:paraId="48562536" w14:textId="77777777" w:rsidTr="000540A0">
        <w:trPr>
          <w:gridAfter w:val="1"/>
          <w:wAfter w:w="11" w:type="dxa"/>
          <w:cantSplit/>
        </w:trPr>
        <w:tc>
          <w:tcPr>
            <w:tcW w:w="3336" w:type="dxa"/>
          </w:tcPr>
          <w:p w14:paraId="4856252E" w14:textId="77777777" w:rsidR="009C4532" w:rsidRPr="005C2BD1" w:rsidRDefault="009C4532" w:rsidP="009C4532">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623EA208" w:rsidR="009C4532" w:rsidRPr="005C2BD1" w:rsidRDefault="006D76B0" w:rsidP="009C4532">
            <w:pPr>
              <w:jc w:val="right"/>
              <w:rPr>
                <w:rFonts w:ascii="Browallia New" w:hAnsi="Browallia New" w:cs="Browallia New"/>
              </w:rPr>
            </w:pPr>
            <w:r w:rsidRPr="006D76B0">
              <w:rPr>
                <w:rFonts w:ascii="Browallia New" w:hAnsi="Browallia New" w:cs="Browallia New" w:hint="cs"/>
              </w:rPr>
              <w:t>1</w:t>
            </w:r>
            <w:r w:rsidR="0040448A">
              <w:rPr>
                <w:rFonts w:ascii="Browallia New" w:hAnsi="Browallia New" w:cs="Browallia New"/>
              </w:rPr>
              <w:t>,227,591</w:t>
            </w:r>
          </w:p>
        </w:tc>
        <w:tc>
          <w:tcPr>
            <w:tcW w:w="236" w:type="dxa"/>
            <w:tcBorders>
              <w:left w:val="nil"/>
            </w:tcBorders>
          </w:tcPr>
          <w:p w14:paraId="48562530" w14:textId="77777777" w:rsidR="009C4532" w:rsidRPr="005C2BD1" w:rsidRDefault="009C4532" w:rsidP="009C4532">
            <w:pPr>
              <w:jc w:val="right"/>
              <w:rPr>
                <w:rFonts w:ascii="Browallia New" w:hAnsi="Browallia New" w:cs="Browallia New"/>
              </w:rPr>
            </w:pPr>
          </w:p>
        </w:tc>
        <w:tc>
          <w:tcPr>
            <w:tcW w:w="1240" w:type="dxa"/>
          </w:tcPr>
          <w:p w14:paraId="48562531" w14:textId="4476D7B0" w:rsidR="009C4532" w:rsidRPr="005C2BD1" w:rsidRDefault="009C4532" w:rsidP="009C4532">
            <w:pPr>
              <w:jc w:val="right"/>
              <w:rPr>
                <w:rFonts w:ascii="Browallia New" w:hAnsi="Browallia New" w:cs="Browallia New"/>
              </w:rPr>
            </w:pPr>
            <w:r w:rsidRPr="00F544F0">
              <w:rPr>
                <w:rFonts w:ascii="Browallia New" w:hAnsi="Browallia New" w:cs="Browallia New"/>
              </w:rPr>
              <w:t>1,147,46</w:t>
            </w:r>
            <w:r w:rsidR="005F788A">
              <w:rPr>
                <w:rFonts w:ascii="Browallia New" w:hAnsi="Browallia New" w:cs="Browallia New"/>
              </w:rPr>
              <w:t>4</w:t>
            </w:r>
          </w:p>
        </w:tc>
        <w:tc>
          <w:tcPr>
            <w:tcW w:w="236" w:type="dxa"/>
            <w:tcBorders>
              <w:left w:val="nil"/>
            </w:tcBorders>
          </w:tcPr>
          <w:p w14:paraId="48562532" w14:textId="77777777" w:rsidR="009C4532" w:rsidRPr="005C2BD1" w:rsidRDefault="009C4532" w:rsidP="009C4532">
            <w:pPr>
              <w:jc w:val="right"/>
              <w:rPr>
                <w:rFonts w:ascii="Browallia New" w:hAnsi="Browallia New" w:cs="Browallia New"/>
              </w:rPr>
            </w:pPr>
          </w:p>
        </w:tc>
        <w:tc>
          <w:tcPr>
            <w:tcW w:w="1239" w:type="dxa"/>
          </w:tcPr>
          <w:p w14:paraId="48562533" w14:textId="7A0A8DC2" w:rsidR="009C4532" w:rsidRPr="005C2BD1" w:rsidRDefault="009C4532" w:rsidP="009C4532">
            <w:pPr>
              <w:jc w:val="right"/>
              <w:rPr>
                <w:rFonts w:ascii="Browallia New" w:hAnsi="Browallia New" w:cs="Browallia New"/>
              </w:rPr>
            </w:pPr>
            <w:r>
              <w:rPr>
                <w:rFonts w:ascii="Browallia New" w:hAnsi="Browallia New" w:cs="Browallia New"/>
              </w:rPr>
              <w:t>1,227,591</w:t>
            </w:r>
          </w:p>
        </w:tc>
        <w:tc>
          <w:tcPr>
            <w:tcW w:w="266" w:type="dxa"/>
          </w:tcPr>
          <w:p w14:paraId="48562534" w14:textId="77777777" w:rsidR="009C4532" w:rsidRPr="005C2BD1" w:rsidRDefault="009C4532" w:rsidP="009C4532">
            <w:pPr>
              <w:jc w:val="right"/>
              <w:rPr>
                <w:rFonts w:ascii="Browallia New" w:hAnsi="Browallia New" w:cs="Browallia New"/>
              </w:rPr>
            </w:pPr>
          </w:p>
        </w:tc>
        <w:tc>
          <w:tcPr>
            <w:tcW w:w="1282" w:type="dxa"/>
          </w:tcPr>
          <w:p w14:paraId="48562535" w14:textId="1E3D4F9C" w:rsidR="009C4532" w:rsidRPr="005C2BD1" w:rsidRDefault="009C4532" w:rsidP="009C4532">
            <w:pPr>
              <w:jc w:val="right"/>
              <w:rPr>
                <w:rFonts w:ascii="Browallia New" w:hAnsi="Browallia New" w:cs="Browallia New"/>
              </w:rPr>
            </w:pPr>
            <w:r w:rsidRPr="00544B5B">
              <w:rPr>
                <w:rFonts w:ascii="Browallia New" w:hAnsi="Browallia New" w:cs="Browallia New"/>
              </w:rPr>
              <w:t>1</w:t>
            </w:r>
            <w:r w:rsidRPr="00571DEF">
              <w:rPr>
                <w:rFonts w:ascii="Browallia New" w:hAnsi="Browallia New" w:cs="Browallia New"/>
              </w:rPr>
              <w:t>,147,46</w:t>
            </w:r>
            <w:r>
              <w:rPr>
                <w:rFonts w:ascii="Browallia New" w:hAnsi="Browallia New" w:cs="Browallia New"/>
              </w:rPr>
              <w:t>4</w:t>
            </w:r>
          </w:p>
        </w:tc>
      </w:tr>
      <w:tr w:rsidR="009C4532" w:rsidRPr="005C2BD1" w14:paraId="4856253F" w14:textId="77777777" w:rsidTr="000540A0">
        <w:trPr>
          <w:gridAfter w:val="1"/>
          <w:wAfter w:w="11" w:type="dxa"/>
          <w:cantSplit/>
        </w:trPr>
        <w:tc>
          <w:tcPr>
            <w:tcW w:w="3336" w:type="dxa"/>
          </w:tcPr>
          <w:p w14:paraId="48562537" w14:textId="5460738B" w:rsidR="009C4532" w:rsidRPr="005C2BD1" w:rsidRDefault="009C4532" w:rsidP="009C4532">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9C4532" w:rsidRPr="005C2BD1" w:rsidRDefault="009C4532" w:rsidP="009C4532">
            <w:pPr>
              <w:jc w:val="right"/>
              <w:rPr>
                <w:rFonts w:ascii="Browallia New" w:hAnsi="Browallia New" w:cs="Browallia New"/>
              </w:rPr>
            </w:pPr>
          </w:p>
        </w:tc>
        <w:tc>
          <w:tcPr>
            <w:tcW w:w="236" w:type="dxa"/>
            <w:tcBorders>
              <w:left w:val="nil"/>
            </w:tcBorders>
          </w:tcPr>
          <w:p w14:paraId="48562539" w14:textId="77777777" w:rsidR="009C4532" w:rsidRPr="005C2BD1" w:rsidRDefault="009C4532" w:rsidP="009C4532">
            <w:pPr>
              <w:jc w:val="right"/>
              <w:rPr>
                <w:rFonts w:ascii="Browallia New" w:hAnsi="Browallia New" w:cs="Browallia New"/>
              </w:rPr>
            </w:pPr>
          </w:p>
        </w:tc>
        <w:tc>
          <w:tcPr>
            <w:tcW w:w="1240" w:type="dxa"/>
          </w:tcPr>
          <w:p w14:paraId="4856253A" w14:textId="77777777" w:rsidR="009C4532" w:rsidRPr="005C2BD1" w:rsidRDefault="009C4532" w:rsidP="009C4532">
            <w:pPr>
              <w:jc w:val="right"/>
              <w:rPr>
                <w:rFonts w:ascii="Browallia New" w:hAnsi="Browallia New" w:cs="Browallia New"/>
              </w:rPr>
            </w:pPr>
          </w:p>
        </w:tc>
        <w:tc>
          <w:tcPr>
            <w:tcW w:w="236" w:type="dxa"/>
            <w:tcBorders>
              <w:left w:val="nil"/>
            </w:tcBorders>
          </w:tcPr>
          <w:p w14:paraId="4856253B" w14:textId="77777777" w:rsidR="009C4532" w:rsidRPr="005C2BD1" w:rsidRDefault="009C4532" w:rsidP="009C4532">
            <w:pPr>
              <w:jc w:val="right"/>
              <w:rPr>
                <w:rFonts w:ascii="Browallia New" w:hAnsi="Browallia New" w:cs="Browallia New"/>
              </w:rPr>
            </w:pPr>
          </w:p>
        </w:tc>
        <w:tc>
          <w:tcPr>
            <w:tcW w:w="1239" w:type="dxa"/>
          </w:tcPr>
          <w:p w14:paraId="4856253C" w14:textId="77777777" w:rsidR="009C4532" w:rsidRPr="005C2BD1" w:rsidRDefault="009C4532" w:rsidP="009C4532">
            <w:pPr>
              <w:jc w:val="right"/>
              <w:rPr>
                <w:rFonts w:ascii="Browallia New" w:hAnsi="Browallia New" w:cs="Browallia New"/>
              </w:rPr>
            </w:pPr>
          </w:p>
        </w:tc>
        <w:tc>
          <w:tcPr>
            <w:tcW w:w="266" w:type="dxa"/>
          </w:tcPr>
          <w:p w14:paraId="4856253D" w14:textId="77777777" w:rsidR="009C4532" w:rsidRPr="005C2BD1" w:rsidRDefault="009C4532" w:rsidP="009C4532">
            <w:pPr>
              <w:jc w:val="right"/>
              <w:rPr>
                <w:rFonts w:ascii="Browallia New" w:hAnsi="Browallia New" w:cs="Browallia New"/>
              </w:rPr>
            </w:pPr>
          </w:p>
        </w:tc>
        <w:tc>
          <w:tcPr>
            <w:tcW w:w="1282" w:type="dxa"/>
          </w:tcPr>
          <w:p w14:paraId="4856253E" w14:textId="77777777" w:rsidR="009C4532" w:rsidRPr="005C2BD1" w:rsidRDefault="009C4532" w:rsidP="009C4532">
            <w:pPr>
              <w:jc w:val="right"/>
              <w:rPr>
                <w:rFonts w:ascii="Browallia New" w:hAnsi="Browallia New" w:cs="Browallia New"/>
              </w:rPr>
            </w:pPr>
          </w:p>
        </w:tc>
      </w:tr>
      <w:tr w:rsidR="00144123" w:rsidRPr="005C2BD1" w14:paraId="48562548" w14:textId="77777777" w:rsidTr="000540A0">
        <w:trPr>
          <w:gridAfter w:val="1"/>
          <w:wAfter w:w="11" w:type="dxa"/>
          <w:cantSplit/>
        </w:trPr>
        <w:tc>
          <w:tcPr>
            <w:tcW w:w="3336" w:type="dxa"/>
          </w:tcPr>
          <w:p w14:paraId="48562540" w14:textId="77777777" w:rsidR="00144123" w:rsidRPr="005C2BD1" w:rsidRDefault="00144123" w:rsidP="00144123">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70F85E1C" w:rsidR="00144123" w:rsidRPr="005C2BD1" w:rsidRDefault="00144123" w:rsidP="00144123">
            <w:pPr>
              <w:jc w:val="right"/>
              <w:rPr>
                <w:rFonts w:ascii="Browallia New" w:hAnsi="Browallia New" w:cs="Browallia New"/>
              </w:rPr>
            </w:pPr>
            <w:r>
              <w:rPr>
                <w:rFonts w:ascii="Browallia New" w:hAnsi="Browallia New" w:cs="Browallia New"/>
              </w:rPr>
              <w:t>4,286</w:t>
            </w:r>
          </w:p>
        </w:tc>
        <w:tc>
          <w:tcPr>
            <w:tcW w:w="236" w:type="dxa"/>
            <w:tcBorders>
              <w:left w:val="nil"/>
            </w:tcBorders>
          </w:tcPr>
          <w:p w14:paraId="48562542" w14:textId="77777777" w:rsidR="00144123" w:rsidRPr="005C2BD1" w:rsidRDefault="00144123" w:rsidP="00144123">
            <w:pPr>
              <w:jc w:val="right"/>
              <w:rPr>
                <w:rFonts w:ascii="Browallia New" w:hAnsi="Browallia New" w:cs="Browallia New"/>
              </w:rPr>
            </w:pPr>
          </w:p>
        </w:tc>
        <w:tc>
          <w:tcPr>
            <w:tcW w:w="1240" w:type="dxa"/>
          </w:tcPr>
          <w:p w14:paraId="48562543" w14:textId="46117DAA" w:rsidR="00144123" w:rsidRPr="005C2BD1" w:rsidRDefault="00144123" w:rsidP="00144123">
            <w:pPr>
              <w:jc w:val="right"/>
              <w:rPr>
                <w:rFonts w:ascii="Browallia New" w:hAnsi="Browallia New" w:cs="Browallia New"/>
              </w:rPr>
            </w:pPr>
            <w:r w:rsidRPr="00F544F0">
              <w:rPr>
                <w:rFonts w:ascii="Browallia New" w:hAnsi="Browallia New" w:cs="Browallia New"/>
              </w:rPr>
              <w:t>34,33</w:t>
            </w:r>
            <w:r w:rsidR="005F788A">
              <w:rPr>
                <w:rFonts w:ascii="Browallia New" w:hAnsi="Browallia New" w:cs="Browallia New"/>
              </w:rPr>
              <w:t>1</w:t>
            </w:r>
          </w:p>
        </w:tc>
        <w:tc>
          <w:tcPr>
            <w:tcW w:w="236" w:type="dxa"/>
            <w:tcBorders>
              <w:left w:val="nil"/>
            </w:tcBorders>
          </w:tcPr>
          <w:p w14:paraId="48562544" w14:textId="77777777" w:rsidR="00144123" w:rsidRPr="005C2BD1" w:rsidRDefault="00144123" w:rsidP="00144123">
            <w:pPr>
              <w:jc w:val="right"/>
              <w:rPr>
                <w:rFonts w:ascii="Browallia New" w:hAnsi="Browallia New" w:cs="Browallia New"/>
              </w:rPr>
            </w:pPr>
          </w:p>
        </w:tc>
        <w:tc>
          <w:tcPr>
            <w:tcW w:w="1239" w:type="dxa"/>
          </w:tcPr>
          <w:p w14:paraId="48562545" w14:textId="086E9919" w:rsidR="00144123" w:rsidRPr="005C2BD1" w:rsidRDefault="00144123" w:rsidP="00144123">
            <w:pPr>
              <w:jc w:val="right"/>
              <w:rPr>
                <w:rFonts w:ascii="Browallia New" w:hAnsi="Browallia New" w:cs="Browallia New"/>
              </w:rPr>
            </w:pPr>
            <w:r>
              <w:rPr>
                <w:rFonts w:ascii="Browallia New" w:hAnsi="Browallia New" w:cs="Browallia New"/>
              </w:rPr>
              <w:t>740</w:t>
            </w:r>
          </w:p>
        </w:tc>
        <w:tc>
          <w:tcPr>
            <w:tcW w:w="266" w:type="dxa"/>
          </w:tcPr>
          <w:p w14:paraId="48562546" w14:textId="77777777" w:rsidR="00144123" w:rsidRPr="005C2BD1" w:rsidRDefault="00144123" w:rsidP="00144123">
            <w:pPr>
              <w:jc w:val="right"/>
              <w:rPr>
                <w:rFonts w:ascii="Browallia New" w:hAnsi="Browallia New" w:cs="Browallia New"/>
              </w:rPr>
            </w:pPr>
          </w:p>
        </w:tc>
        <w:tc>
          <w:tcPr>
            <w:tcW w:w="1282" w:type="dxa"/>
          </w:tcPr>
          <w:p w14:paraId="48562547" w14:textId="280EBD7F" w:rsidR="00144123" w:rsidRPr="005C2BD1" w:rsidRDefault="00144123" w:rsidP="00144123">
            <w:pPr>
              <w:jc w:val="right"/>
              <w:rPr>
                <w:rFonts w:ascii="Browallia New" w:hAnsi="Browallia New" w:cs="Browallia New"/>
              </w:rPr>
            </w:pPr>
            <w:r w:rsidRPr="00571DEF">
              <w:rPr>
                <w:rFonts w:ascii="Browallia New" w:hAnsi="Browallia New" w:cs="Browallia New"/>
              </w:rPr>
              <w:t>17,493</w:t>
            </w:r>
          </w:p>
        </w:tc>
      </w:tr>
      <w:tr w:rsidR="00144123" w:rsidRPr="005C2BD1" w14:paraId="48562551" w14:textId="77777777" w:rsidTr="000540A0">
        <w:trPr>
          <w:gridAfter w:val="1"/>
          <w:wAfter w:w="11" w:type="dxa"/>
          <w:cantSplit/>
        </w:trPr>
        <w:tc>
          <w:tcPr>
            <w:tcW w:w="3336" w:type="dxa"/>
          </w:tcPr>
          <w:p w14:paraId="48562549" w14:textId="3547E297" w:rsidR="00144123" w:rsidRPr="005C2BD1" w:rsidRDefault="00144123" w:rsidP="00144123">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2D4E4DBB" w:rsidR="00144123" w:rsidRPr="005C2BD1" w:rsidRDefault="00144123" w:rsidP="00144123">
            <w:pPr>
              <w:jc w:val="right"/>
              <w:rPr>
                <w:rFonts w:ascii="Browallia New" w:hAnsi="Browallia New" w:cs="Browallia New"/>
              </w:rPr>
            </w:pPr>
            <w:r>
              <w:rPr>
                <w:rFonts w:ascii="Browallia New" w:hAnsi="Browallia New" w:cs="Browallia New"/>
              </w:rPr>
              <w:t>933</w:t>
            </w:r>
          </w:p>
        </w:tc>
        <w:tc>
          <w:tcPr>
            <w:tcW w:w="236" w:type="dxa"/>
            <w:tcBorders>
              <w:left w:val="nil"/>
            </w:tcBorders>
          </w:tcPr>
          <w:p w14:paraId="4856254B" w14:textId="77777777" w:rsidR="00144123" w:rsidRPr="005C2BD1" w:rsidRDefault="00144123" w:rsidP="00144123">
            <w:pPr>
              <w:jc w:val="right"/>
              <w:rPr>
                <w:rFonts w:ascii="Browallia New" w:hAnsi="Browallia New" w:cs="Browallia New"/>
              </w:rPr>
            </w:pPr>
          </w:p>
        </w:tc>
        <w:tc>
          <w:tcPr>
            <w:tcW w:w="1240" w:type="dxa"/>
            <w:vAlign w:val="center"/>
          </w:tcPr>
          <w:p w14:paraId="4856254C" w14:textId="09178CB2" w:rsidR="00144123" w:rsidRPr="005C2BD1" w:rsidRDefault="00144123" w:rsidP="000540A0">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36" w:type="dxa"/>
            <w:tcBorders>
              <w:left w:val="nil"/>
            </w:tcBorders>
          </w:tcPr>
          <w:p w14:paraId="4856254D" w14:textId="77777777" w:rsidR="00144123" w:rsidRPr="005C2BD1" w:rsidRDefault="00144123" w:rsidP="00144123">
            <w:pPr>
              <w:jc w:val="right"/>
              <w:rPr>
                <w:rFonts w:ascii="Browallia New" w:hAnsi="Browallia New" w:cs="Browallia New"/>
              </w:rPr>
            </w:pPr>
          </w:p>
        </w:tc>
        <w:tc>
          <w:tcPr>
            <w:tcW w:w="1239" w:type="dxa"/>
            <w:vAlign w:val="center"/>
          </w:tcPr>
          <w:p w14:paraId="4856254E" w14:textId="1FB18A51" w:rsidR="00144123" w:rsidRPr="005C2BD1" w:rsidRDefault="00144123" w:rsidP="00144123">
            <w:pPr>
              <w:jc w:val="center"/>
              <w:rPr>
                <w:rFonts w:ascii="Browallia New" w:hAnsi="Browallia New" w:cs="Browallia New"/>
              </w:rPr>
            </w:pPr>
            <w:r>
              <w:rPr>
                <w:rFonts w:ascii="Browallia New" w:hAnsi="Browallia New" w:cs="Browallia New"/>
              </w:rPr>
              <w:t xml:space="preserve">      </w:t>
            </w:r>
            <w:r>
              <w:rPr>
                <w:rFonts w:ascii="Browallia New" w:hAnsi="Browallia New" w:cs="Browallia New"/>
                <w:cs/>
              </w:rPr>
              <w:t>-</w:t>
            </w:r>
          </w:p>
        </w:tc>
        <w:tc>
          <w:tcPr>
            <w:tcW w:w="266" w:type="dxa"/>
          </w:tcPr>
          <w:p w14:paraId="4856254F" w14:textId="77777777" w:rsidR="00144123" w:rsidRPr="005C2BD1" w:rsidRDefault="00144123" w:rsidP="00144123">
            <w:pPr>
              <w:jc w:val="right"/>
              <w:rPr>
                <w:rFonts w:ascii="Browallia New" w:hAnsi="Browallia New" w:cs="Browallia New"/>
              </w:rPr>
            </w:pPr>
          </w:p>
        </w:tc>
        <w:tc>
          <w:tcPr>
            <w:tcW w:w="1282" w:type="dxa"/>
            <w:vAlign w:val="center"/>
          </w:tcPr>
          <w:p w14:paraId="48562550" w14:textId="4967EF09" w:rsidR="00144123" w:rsidRPr="005C2BD1" w:rsidRDefault="00144123" w:rsidP="000540A0">
            <w:pPr>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cs/>
              </w:rPr>
              <w:t>-</w:t>
            </w:r>
          </w:p>
        </w:tc>
      </w:tr>
      <w:tr w:rsidR="009C4532" w:rsidRPr="005C2BD1" w14:paraId="4856255A" w14:textId="77777777" w:rsidTr="000540A0">
        <w:trPr>
          <w:gridAfter w:val="1"/>
          <w:wAfter w:w="11" w:type="dxa"/>
          <w:cantSplit/>
          <w:trHeight w:val="255"/>
        </w:trPr>
        <w:tc>
          <w:tcPr>
            <w:tcW w:w="3336" w:type="dxa"/>
          </w:tcPr>
          <w:p w14:paraId="48562552" w14:textId="44508718" w:rsidR="009C4532" w:rsidRPr="005C2BD1" w:rsidRDefault="009C4532" w:rsidP="009C4532">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334A0D87" w:rsidR="009C4532" w:rsidRPr="005C2BD1" w:rsidRDefault="001C6739" w:rsidP="000540A0">
            <w:pPr>
              <w:jc w:val="center"/>
              <w:rPr>
                <w:rFonts w:ascii="Browallia New" w:hAnsi="Browallia New" w:cs="Browallia New"/>
              </w:rPr>
            </w:pPr>
            <w:r>
              <w:rPr>
                <w:rFonts w:ascii="Browallia New" w:hAnsi="Browallia New" w:cs="Browallia New"/>
              </w:rPr>
              <w:t xml:space="preserve">       -</w:t>
            </w:r>
          </w:p>
        </w:tc>
        <w:tc>
          <w:tcPr>
            <w:tcW w:w="236" w:type="dxa"/>
            <w:tcBorders>
              <w:left w:val="nil"/>
            </w:tcBorders>
          </w:tcPr>
          <w:p w14:paraId="48562554" w14:textId="77777777" w:rsidR="009C4532" w:rsidRPr="005C2BD1" w:rsidRDefault="009C4532" w:rsidP="009C4532">
            <w:pPr>
              <w:jc w:val="right"/>
              <w:rPr>
                <w:rFonts w:ascii="Browallia New" w:hAnsi="Browallia New" w:cs="Browallia New"/>
              </w:rPr>
            </w:pPr>
          </w:p>
        </w:tc>
        <w:tc>
          <w:tcPr>
            <w:tcW w:w="1240" w:type="dxa"/>
          </w:tcPr>
          <w:p w14:paraId="48562555" w14:textId="3AF5C50B" w:rsidR="009C4532" w:rsidRPr="005C2BD1" w:rsidRDefault="009C4532" w:rsidP="009C4532">
            <w:pPr>
              <w:jc w:val="right"/>
              <w:rPr>
                <w:rFonts w:ascii="Browallia New" w:hAnsi="Browallia New" w:cs="Browallia New"/>
              </w:rPr>
            </w:pPr>
            <w:r w:rsidRPr="00F544F0">
              <w:rPr>
                <w:rFonts w:ascii="Browallia New" w:hAnsi="Browallia New" w:cs="Browallia New"/>
              </w:rPr>
              <w:t>1,736</w:t>
            </w:r>
          </w:p>
        </w:tc>
        <w:tc>
          <w:tcPr>
            <w:tcW w:w="236" w:type="dxa"/>
            <w:tcBorders>
              <w:left w:val="nil"/>
            </w:tcBorders>
          </w:tcPr>
          <w:p w14:paraId="48562556" w14:textId="77777777" w:rsidR="009C4532" w:rsidRPr="005C2BD1" w:rsidRDefault="009C4532" w:rsidP="009C4532">
            <w:pPr>
              <w:jc w:val="right"/>
              <w:rPr>
                <w:rFonts w:ascii="Browallia New" w:hAnsi="Browallia New" w:cs="Browallia New"/>
              </w:rPr>
            </w:pPr>
          </w:p>
        </w:tc>
        <w:tc>
          <w:tcPr>
            <w:tcW w:w="1239" w:type="dxa"/>
            <w:vAlign w:val="center"/>
          </w:tcPr>
          <w:p w14:paraId="48562557" w14:textId="4AC3B3FC" w:rsidR="009C4532" w:rsidRPr="005C2BD1" w:rsidRDefault="009C4532" w:rsidP="000540A0">
            <w:pPr>
              <w:jc w:val="center"/>
              <w:rPr>
                <w:rFonts w:ascii="Browallia New" w:hAnsi="Browallia New" w:cs="Browallia New"/>
              </w:rPr>
            </w:pPr>
            <w:r>
              <w:rPr>
                <w:rFonts w:ascii="Browallia New" w:hAnsi="Browallia New" w:cs="Browallia New"/>
              </w:rPr>
              <w:t xml:space="preserve">      </w:t>
            </w:r>
            <w:r>
              <w:rPr>
                <w:rFonts w:ascii="Browallia New" w:hAnsi="Browallia New" w:cs="Browallia New"/>
                <w:cs/>
              </w:rPr>
              <w:t>-</w:t>
            </w:r>
          </w:p>
        </w:tc>
        <w:tc>
          <w:tcPr>
            <w:tcW w:w="266" w:type="dxa"/>
          </w:tcPr>
          <w:p w14:paraId="48562558" w14:textId="77777777" w:rsidR="009C4532" w:rsidRPr="005C2BD1" w:rsidRDefault="009C4532" w:rsidP="009C4532">
            <w:pPr>
              <w:jc w:val="right"/>
              <w:rPr>
                <w:rFonts w:ascii="Browallia New" w:hAnsi="Browallia New" w:cs="Browallia New"/>
              </w:rPr>
            </w:pPr>
          </w:p>
        </w:tc>
        <w:tc>
          <w:tcPr>
            <w:tcW w:w="1282" w:type="dxa"/>
            <w:vAlign w:val="center"/>
          </w:tcPr>
          <w:p w14:paraId="48562559" w14:textId="4AFC3E38" w:rsidR="009C4532" w:rsidRPr="005C2BD1" w:rsidRDefault="009C4532" w:rsidP="000540A0">
            <w:pPr>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cs/>
              </w:rPr>
              <w:t>-</w:t>
            </w:r>
          </w:p>
        </w:tc>
      </w:tr>
      <w:tr w:rsidR="009C4532" w:rsidRPr="005C2BD1" w14:paraId="48562563" w14:textId="77777777" w:rsidTr="000540A0">
        <w:trPr>
          <w:gridAfter w:val="1"/>
          <w:wAfter w:w="11" w:type="dxa"/>
          <w:cantSplit/>
        </w:trPr>
        <w:tc>
          <w:tcPr>
            <w:tcW w:w="3336" w:type="dxa"/>
          </w:tcPr>
          <w:p w14:paraId="4856255B" w14:textId="5061F5FE" w:rsidR="009C4532" w:rsidRPr="005C2BD1" w:rsidRDefault="009C4532" w:rsidP="009C4532">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49EBD917" w:rsidR="009C4532" w:rsidRPr="005C2BD1" w:rsidRDefault="001C6739" w:rsidP="009C4532">
            <w:pPr>
              <w:jc w:val="right"/>
              <w:rPr>
                <w:rFonts w:ascii="Browallia New" w:hAnsi="Browallia New" w:cs="Browallia New"/>
              </w:rPr>
            </w:pPr>
            <w:r>
              <w:rPr>
                <w:rFonts w:ascii="Browallia New" w:hAnsi="Browallia New" w:cs="Browallia New"/>
              </w:rPr>
              <w:t>21,845</w:t>
            </w:r>
          </w:p>
        </w:tc>
        <w:tc>
          <w:tcPr>
            <w:tcW w:w="236" w:type="dxa"/>
            <w:tcBorders>
              <w:left w:val="nil"/>
            </w:tcBorders>
          </w:tcPr>
          <w:p w14:paraId="4856255D" w14:textId="77777777" w:rsidR="009C4532" w:rsidRPr="005C2BD1" w:rsidRDefault="009C4532" w:rsidP="009C4532">
            <w:pPr>
              <w:jc w:val="right"/>
              <w:rPr>
                <w:rFonts w:ascii="Browallia New" w:hAnsi="Browallia New" w:cs="Browallia New"/>
              </w:rPr>
            </w:pPr>
          </w:p>
        </w:tc>
        <w:tc>
          <w:tcPr>
            <w:tcW w:w="1240" w:type="dxa"/>
            <w:tcBorders>
              <w:bottom w:val="single" w:sz="4" w:space="0" w:color="auto"/>
            </w:tcBorders>
          </w:tcPr>
          <w:p w14:paraId="4856255E" w14:textId="77F41820" w:rsidR="009C4532" w:rsidRPr="005C2BD1" w:rsidRDefault="009C4532" w:rsidP="009C4532">
            <w:pPr>
              <w:jc w:val="right"/>
              <w:rPr>
                <w:rFonts w:ascii="Browallia New" w:hAnsi="Browallia New" w:cs="Browallia New"/>
              </w:rPr>
            </w:pPr>
            <w:r w:rsidRPr="00F544F0">
              <w:rPr>
                <w:rFonts w:ascii="Browallia New" w:hAnsi="Browallia New" w:cs="Browallia New"/>
              </w:rPr>
              <w:t>25,000</w:t>
            </w:r>
          </w:p>
        </w:tc>
        <w:tc>
          <w:tcPr>
            <w:tcW w:w="236" w:type="dxa"/>
            <w:tcBorders>
              <w:left w:val="nil"/>
            </w:tcBorders>
          </w:tcPr>
          <w:p w14:paraId="4856255F" w14:textId="77777777" w:rsidR="009C4532" w:rsidRPr="005C2BD1" w:rsidRDefault="009C4532" w:rsidP="009C4532">
            <w:pPr>
              <w:jc w:val="right"/>
              <w:rPr>
                <w:rFonts w:ascii="Browallia New" w:hAnsi="Browallia New" w:cs="Browallia New"/>
              </w:rPr>
            </w:pPr>
          </w:p>
        </w:tc>
        <w:tc>
          <w:tcPr>
            <w:tcW w:w="1239" w:type="dxa"/>
            <w:tcBorders>
              <w:bottom w:val="single" w:sz="4" w:space="0" w:color="auto"/>
            </w:tcBorders>
          </w:tcPr>
          <w:p w14:paraId="48562560" w14:textId="395012D1" w:rsidR="009C4532" w:rsidRPr="005C2BD1" w:rsidRDefault="009C4532" w:rsidP="009C4532">
            <w:pPr>
              <w:jc w:val="right"/>
              <w:rPr>
                <w:rFonts w:ascii="Browallia New" w:hAnsi="Browallia New" w:cs="Browallia New"/>
              </w:rPr>
            </w:pPr>
            <w:r>
              <w:rPr>
                <w:rFonts w:ascii="Browallia New" w:hAnsi="Browallia New" w:cs="Browallia New"/>
              </w:rPr>
              <w:t>18,450</w:t>
            </w:r>
          </w:p>
        </w:tc>
        <w:tc>
          <w:tcPr>
            <w:tcW w:w="266" w:type="dxa"/>
          </w:tcPr>
          <w:p w14:paraId="48562561" w14:textId="77777777" w:rsidR="009C4532" w:rsidRPr="005C2BD1" w:rsidRDefault="009C4532" w:rsidP="009C4532">
            <w:pPr>
              <w:jc w:val="right"/>
              <w:rPr>
                <w:rFonts w:ascii="Browallia New" w:hAnsi="Browallia New" w:cs="Browallia New"/>
              </w:rPr>
            </w:pPr>
          </w:p>
        </w:tc>
        <w:tc>
          <w:tcPr>
            <w:tcW w:w="1282" w:type="dxa"/>
            <w:tcBorders>
              <w:bottom w:val="single" w:sz="4" w:space="0" w:color="auto"/>
            </w:tcBorders>
          </w:tcPr>
          <w:p w14:paraId="48562562" w14:textId="6A4E7C7B" w:rsidR="009C4532" w:rsidRPr="005C2BD1" w:rsidRDefault="009C4532" w:rsidP="009C4532">
            <w:pPr>
              <w:jc w:val="right"/>
              <w:rPr>
                <w:rFonts w:ascii="Browallia New" w:hAnsi="Browallia New" w:cs="Browallia New"/>
              </w:rPr>
            </w:pPr>
            <w:r w:rsidRPr="00571DEF">
              <w:rPr>
                <w:rFonts w:ascii="Browallia New" w:hAnsi="Browallia New" w:cs="Browallia New"/>
              </w:rPr>
              <w:t>23,286</w:t>
            </w:r>
          </w:p>
        </w:tc>
      </w:tr>
      <w:tr w:rsidR="00705CC4" w:rsidRPr="005C2BD1" w14:paraId="4856256C" w14:textId="77777777" w:rsidTr="000540A0">
        <w:trPr>
          <w:gridAfter w:val="1"/>
          <w:wAfter w:w="11" w:type="dxa"/>
          <w:cantSplit/>
        </w:trPr>
        <w:tc>
          <w:tcPr>
            <w:tcW w:w="3336" w:type="dxa"/>
          </w:tcPr>
          <w:p w14:paraId="48562564" w14:textId="77777777" w:rsidR="00705CC4" w:rsidRPr="005C2BD1" w:rsidRDefault="00705CC4" w:rsidP="00705CC4">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600A7A6F" w:rsidR="00705CC4" w:rsidRPr="005C2BD1" w:rsidRDefault="001C6739" w:rsidP="00705CC4">
            <w:pPr>
              <w:jc w:val="right"/>
              <w:rPr>
                <w:rFonts w:ascii="Browallia New" w:hAnsi="Browallia New" w:cs="Browallia New"/>
              </w:rPr>
            </w:pPr>
            <w:r>
              <w:rPr>
                <w:rFonts w:ascii="Browallia New" w:hAnsi="Browallia New" w:cs="Browallia New"/>
              </w:rPr>
              <w:t>1,254,655</w:t>
            </w:r>
          </w:p>
        </w:tc>
        <w:tc>
          <w:tcPr>
            <w:tcW w:w="236" w:type="dxa"/>
            <w:tcBorders>
              <w:left w:val="nil"/>
            </w:tcBorders>
          </w:tcPr>
          <w:p w14:paraId="48562566" w14:textId="77777777" w:rsidR="00705CC4" w:rsidRPr="005C2BD1" w:rsidRDefault="00705CC4" w:rsidP="00705CC4">
            <w:pPr>
              <w:jc w:val="right"/>
              <w:rPr>
                <w:rFonts w:ascii="Browallia New" w:hAnsi="Browallia New" w:cs="Browallia New"/>
              </w:rPr>
            </w:pPr>
          </w:p>
        </w:tc>
        <w:tc>
          <w:tcPr>
            <w:tcW w:w="1240" w:type="dxa"/>
            <w:tcBorders>
              <w:top w:val="single" w:sz="4" w:space="0" w:color="auto"/>
            </w:tcBorders>
          </w:tcPr>
          <w:p w14:paraId="48562567" w14:textId="0D07E8EB" w:rsidR="00705CC4" w:rsidRPr="005C2BD1" w:rsidRDefault="00705CC4" w:rsidP="00705CC4">
            <w:pPr>
              <w:jc w:val="right"/>
              <w:rPr>
                <w:rFonts w:ascii="Browallia New" w:hAnsi="Browallia New" w:cs="Browallia New"/>
              </w:rPr>
            </w:pPr>
            <w:r w:rsidRPr="00F544F0">
              <w:rPr>
                <w:rFonts w:ascii="Browallia New" w:hAnsi="Browallia New" w:cs="Browallia New"/>
              </w:rPr>
              <w:t>1,208,531</w:t>
            </w:r>
          </w:p>
        </w:tc>
        <w:tc>
          <w:tcPr>
            <w:tcW w:w="236" w:type="dxa"/>
            <w:tcBorders>
              <w:left w:val="nil"/>
            </w:tcBorders>
          </w:tcPr>
          <w:p w14:paraId="48562568" w14:textId="77777777" w:rsidR="00705CC4" w:rsidRPr="005C2BD1" w:rsidRDefault="00705CC4" w:rsidP="00705CC4">
            <w:pPr>
              <w:jc w:val="right"/>
              <w:rPr>
                <w:rFonts w:ascii="Browallia New" w:hAnsi="Browallia New" w:cs="Browallia New"/>
              </w:rPr>
            </w:pPr>
          </w:p>
        </w:tc>
        <w:tc>
          <w:tcPr>
            <w:tcW w:w="1239" w:type="dxa"/>
            <w:tcBorders>
              <w:top w:val="single" w:sz="4" w:space="0" w:color="auto"/>
            </w:tcBorders>
          </w:tcPr>
          <w:p w14:paraId="48562569" w14:textId="0D2BFDB7" w:rsidR="00705CC4" w:rsidRPr="005C2BD1" w:rsidRDefault="00705CC4" w:rsidP="00705CC4">
            <w:pPr>
              <w:jc w:val="right"/>
              <w:rPr>
                <w:rFonts w:ascii="Browallia New" w:hAnsi="Browallia New" w:cs="Browallia New"/>
              </w:rPr>
            </w:pPr>
            <w:r>
              <w:rPr>
                <w:rFonts w:ascii="Browallia New" w:hAnsi="Browallia New" w:cs="Browallia New"/>
              </w:rPr>
              <w:t>1,246,781</w:t>
            </w:r>
          </w:p>
        </w:tc>
        <w:tc>
          <w:tcPr>
            <w:tcW w:w="266" w:type="dxa"/>
          </w:tcPr>
          <w:p w14:paraId="4856256A" w14:textId="77777777" w:rsidR="00705CC4" w:rsidRPr="005C2BD1" w:rsidRDefault="00705CC4" w:rsidP="00705CC4">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037F24C4" w:rsidR="00705CC4" w:rsidRPr="005C2BD1" w:rsidRDefault="00705CC4" w:rsidP="00705CC4">
            <w:pPr>
              <w:jc w:val="right"/>
              <w:rPr>
                <w:rFonts w:ascii="Browallia New" w:hAnsi="Browallia New" w:cs="Browallia New"/>
              </w:rPr>
            </w:pPr>
            <w:r w:rsidRPr="00571DEF">
              <w:rPr>
                <w:rFonts w:ascii="Browallia New" w:hAnsi="Browallia New" w:cs="Browallia New"/>
              </w:rPr>
              <w:t>1,188,24</w:t>
            </w:r>
            <w:r>
              <w:rPr>
                <w:rFonts w:ascii="Browallia New" w:hAnsi="Browallia New" w:cs="Browallia New"/>
              </w:rPr>
              <w:t>3</w:t>
            </w:r>
          </w:p>
        </w:tc>
      </w:tr>
      <w:tr w:rsidR="001C6739" w:rsidRPr="005C2BD1" w14:paraId="48562575" w14:textId="77777777" w:rsidTr="000540A0">
        <w:trPr>
          <w:gridAfter w:val="1"/>
          <w:wAfter w:w="11" w:type="dxa"/>
          <w:cantSplit/>
        </w:trPr>
        <w:tc>
          <w:tcPr>
            <w:tcW w:w="3336" w:type="dxa"/>
          </w:tcPr>
          <w:p w14:paraId="6ED94B54" w14:textId="77777777" w:rsidR="001C6739" w:rsidRDefault="001C6739" w:rsidP="001C6739">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w:t>
            </w:r>
          </w:p>
          <w:p w14:paraId="4856256D" w14:textId="4934157D" w:rsidR="001C6739" w:rsidRPr="00813CEC" w:rsidRDefault="001C6739" w:rsidP="001C6739">
            <w:pPr>
              <w:ind w:left="609" w:hanging="609"/>
              <w:jc w:val="both"/>
              <w:rPr>
                <w:rFonts w:ascii="Browallia New" w:hAnsi="Browallia New" w:cs="Browallia New"/>
              </w:rPr>
            </w:pPr>
            <w:r w:rsidRPr="00B06F20">
              <w:rPr>
                <w:rFonts w:ascii="Browallia New" w:hAnsi="Browallia New" w:cs="Browallia New"/>
              </w:rPr>
              <w:t xml:space="preserve">         </w:t>
            </w:r>
            <w:r w:rsidRPr="00B06F20">
              <w:rPr>
                <w:rFonts w:ascii="Browallia New" w:hAnsi="Browallia New" w:cs="Browallia New" w:hint="cs"/>
                <w:cs/>
              </w:rPr>
              <w:t>คาด</w:t>
            </w:r>
            <w:r>
              <w:rPr>
                <w:rFonts w:ascii="Browallia New" w:hAnsi="Browallia New" w:cs="Browallia New" w:hint="cs"/>
                <w:cs/>
              </w:rPr>
              <w:t>ว่าจะเกิดขึ้น</w:t>
            </w:r>
          </w:p>
        </w:tc>
        <w:tc>
          <w:tcPr>
            <w:tcW w:w="1272" w:type="dxa"/>
            <w:tcBorders>
              <w:left w:val="nil"/>
              <w:bottom w:val="single" w:sz="4" w:space="0" w:color="auto"/>
            </w:tcBorders>
          </w:tcPr>
          <w:p w14:paraId="13190110" w14:textId="77777777" w:rsidR="001C6739" w:rsidRDefault="001C6739" w:rsidP="001C6739">
            <w:pPr>
              <w:jc w:val="right"/>
              <w:rPr>
                <w:rFonts w:ascii="Browallia New" w:hAnsi="Browallia New" w:cs="Browallia New"/>
              </w:rPr>
            </w:pPr>
          </w:p>
          <w:p w14:paraId="4856256E" w14:textId="7032DBB7" w:rsidR="001C6739" w:rsidRPr="005C2BD1" w:rsidRDefault="001C6739" w:rsidP="001C6739">
            <w:pPr>
              <w:jc w:val="right"/>
              <w:rPr>
                <w:rFonts w:ascii="Browallia New" w:hAnsi="Browallia New" w:cs="Browallia New"/>
              </w:rPr>
            </w:pPr>
            <w:r>
              <w:rPr>
                <w:rFonts w:ascii="Browallia New" w:hAnsi="Browallia New" w:cs="Browallia New"/>
                <w:cs/>
              </w:rPr>
              <w:t>(</w:t>
            </w:r>
            <w:r>
              <w:rPr>
                <w:rFonts w:ascii="Browallia New" w:hAnsi="Browallia New" w:cs="Browallia New"/>
              </w:rPr>
              <w:t>20,</w:t>
            </w:r>
            <w:r w:rsidR="00376937">
              <w:rPr>
                <w:rFonts w:ascii="Browallia New" w:hAnsi="Browallia New" w:cs="Browallia New"/>
              </w:rPr>
              <w:t>5</w:t>
            </w:r>
            <w:r w:rsidR="007A52D2">
              <w:rPr>
                <w:rFonts w:ascii="Browallia New" w:hAnsi="Browallia New" w:cs="Browallia New"/>
              </w:rPr>
              <w:t>6</w:t>
            </w:r>
            <w:r>
              <w:rPr>
                <w:rFonts w:ascii="Browallia New" w:hAnsi="Browallia New" w:cs="Browallia New"/>
              </w:rPr>
              <w:t>6</w:t>
            </w:r>
            <w:r>
              <w:rPr>
                <w:rFonts w:ascii="Browallia New" w:hAnsi="Browallia New" w:cs="Browallia New"/>
                <w:cs/>
              </w:rPr>
              <w:t>)</w:t>
            </w:r>
          </w:p>
        </w:tc>
        <w:tc>
          <w:tcPr>
            <w:tcW w:w="236" w:type="dxa"/>
            <w:tcBorders>
              <w:left w:val="nil"/>
            </w:tcBorders>
          </w:tcPr>
          <w:p w14:paraId="4856256F" w14:textId="77777777" w:rsidR="001C6739" w:rsidRPr="005C2BD1" w:rsidRDefault="001C6739" w:rsidP="001C6739">
            <w:pPr>
              <w:jc w:val="right"/>
              <w:rPr>
                <w:rFonts w:ascii="Browallia New" w:hAnsi="Browallia New" w:cs="Browallia New"/>
              </w:rPr>
            </w:pPr>
          </w:p>
        </w:tc>
        <w:tc>
          <w:tcPr>
            <w:tcW w:w="1240" w:type="dxa"/>
            <w:tcBorders>
              <w:bottom w:val="single" w:sz="4" w:space="0" w:color="auto"/>
            </w:tcBorders>
          </w:tcPr>
          <w:p w14:paraId="6661FBC3" w14:textId="77777777" w:rsidR="001C6739" w:rsidRPr="00F544F0" w:rsidRDefault="001C6739" w:rsidP="001C6739">
            <w:pPr>
              <w:jc w:val="right"/>
              <w:rPr>
                <w:rFonts w:ascii="Browallia New" w:hAnsi="Browallia New" w:cs="Browallia New"/>
              </w:rPr>
            </w:pPr>
          </w:p>
          <w:p w14:paraId="48562570" w14:textId="6053BC8E" w:rsidR="001C6739" w:rsidRPr="005C2BD1" w:rsidRDefault="001C6739" w:rsidP="001C6739">
            <w:pPr>
              <w:jc w:val="right"/>
              <w:rPr>
                <w:rFonts w:ascii="Browallia New" w:hAnsi="Browallia New" w:cs="Browallia New"/>
              </w:rPr>
            </w:pPr>
            <w:r w:rsidRPr="00F544F0">
              <w:rPr>
                <w:rFonts w:ascii="Browallia New" w:hAnsi="Browallia New" w:cs="Browallia New"/>
                <w:cs/>
              </w:rPr>
              <w:t>(</w:t>
            </w:r>
            <w:r w:rsidRPr="00F544F0">
              <w:rPr>
                <w:rFonts w:ascii="Browallia New" w:hAnsi="Browallia New" w:cs="Browallia New"/>
              </w:rPr>
              <w:t>23,579</w:t>
            </w:r>
            <w:r w:rsidRPr="00F544F0">
              <w:rPr>
                <w:rFonts w:ascii="Browallia New" w:hAnsi="Browallia New" w:cs="Browallia New"/>
                <w:cs/>
              </w:rPr>
              <w:t>)</w:t>
            </w:r>
          </w:p>
        </w:tc>
        <w:tc>
          <w:tcPr>
            <w:tcW w:w="236" w:type="dxa"/>
            <w:tcBorders>
              <w:left w:val="nil"/>
            </w:tcBorders>
          </w:tcPr>
          <w:p w14:paraId="48562571" w14:textId="77777777" w:rsidR="001C6739" w:rsidRPr="005C2BD1" w:rsidRDefault="001C6739" w:rsidP="001C6739">
            <w:pPr>
              <w:jc w:val="right"/>
              <w:rPr>
                <w:rFonts w:ascii="Browallia New" w:hAnsi="Browallia New" w:cs="Browallia New"/>
              </w:rPr>
            </w:pPr>
          </w:p>
        </w:tc>
        <w:tc>
          <w:tcPr>
            <w:tcW w:w="1239" w:type="dxa"/>
            <w:tcBorders>
              <w:bottom w:val="single" w:sz="4" w:space="0" w:color="auto"/>
            </w:tcBorders>
          </w:tcPr>
          <w:p w14:paraId="6E29BD79" w14:textId="77777777" w:rsidR="001C6739" w:rsidRDefault="001C6739" w:rsidP="001C6739">
            <w:pPr>
              <w:jc w:val="right"/>
              <w:rPr>
                <w:rFonts w:ascii="Browallia New" w:hAnsi="Browallia New" w:cs="Browallia New"/>
              </w:rPr>
            </w:pPr>
          </w:p>
          <w:p w14:paraId="48562572" w14:textId="5256AB17" w:rsidR="001C6739" w:rsidRPr="005C2BD1" w:rsidRDefault="001C6739" w:rsidP="001C6739">
            <w:pPr>
              <w:jc w:val="right"/>
              <w:rPr>
                <w:rFonts w:ascii="Browallia New" w:hAnsi="Browallia New" w:cs="Browallia New"/>
              </w:rPr>
            </w:pPr>
            <w:r>
              <w:rPr>
                <w:rFonts w:ascii="Browallia New" w:hAnsi="Browallia New" w:cs="Browallia New"/>
                <w:cs/>
              </w:rPr>
              <w:t>(</w:t>
            </w:r>
            <w:r>
              <w:rPr>
                <w:rFonts w:ascii="Browallia New" w:hAnsi="Browallia New" w:cs="Browallia New"/>
              </w:rPr>
              <w:t>20,056</w:t>
            </w:r>
            <w:r>
              <w:rPr>
                <w:rFonts w:ascii="Browallia New" w:hAnsi="Browallia New" w:cs="Browallia New"/>
                <w:cs/>
              </w:rPr>
              <w:t>)</w:t>
            </w:r>
          </w:p>
        </w:tc>
        <w:tc>
          <w:tcPr>
            <w:tcW w:w="266" w:type="dxa"/>
          </w:tcPr>
          <w:p w14:paraId="48562573" w14:textId="77777777" w:rsidR="001C6739" w:rsidRPr="005C2BD1" w:rsidRDefault="001C6739" w:rsidP="001C6739">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220E94D6" w14:textId="77777777" w:rsidR="001C6739" w:rsidRPr="00571DEF" w:rsidRDefault="001C6739" w:rsidP="001C6739">
            <w:pPr>
              <w:jc w:val="right"/>
              <w:rPr>
                <w:rFonts w:ascii="Browallia New" w:hAnsi="Browallia New" w:cs="Browallia New"/>
              </w:rPr>
            </w:pPr>
          </w:p>
          <w:p w14:paraId="48562574" w14:textId="1051AF40" w:rsidR="001C6739" w:rsidRPr="005C2BD1" w:rsidRDefault="001C6739" w:rsidP="001C6739">
            <w:pPr>
              <w:jc w:val="right"/>
              <w:rPr>
                <w:rFonts w:ascii="Browallia New" w:hAnsi="Browallia New" w:cs="Browallia New"/>
              </w:rPr>
            </w:pPr>
            <w:r w:rsidRPr="00571DEF">
              <w:rPr>
                <w:rFonts w:ascii="Browallia New" w:hAnsi="Browallia New" w:cs="Browallia New"/>
                <w:cs/>
              </w:rPr>
              <w:t>(</w:t>
            </w:r>
            <w:r w:rsidRPr="00571DEF">
              <w:rPr>
                <w:rFonts w:ascii="Browallia New" w:hAnsi="Browallia New" w:cs="Browallia New"/>
              </w:rPr>
              <w:t>23,069</w:t>
            </w:r>
            <w:r w:rsidRPr="00571DEF">
              <w:rPr>
                <w:rFonts w:ascii="Browallia New" w:hAnsi="Browallia New" w:cs="Browallia New"/>
                <w:cs/>
              </w:rPr>
              <w:t>)</w:t>
            </w:r>
          </w:p>
        </w:tc>
      </w:tr>
      <w:tr w:rsidR="001C6739" w:rsidRPr="005C2BD1" w14:paraId="4856257E" w14:textId="77777777" w:rsidTr="000540A0">
        <w:trPr>
          <w:gridAfter w:val="1"/>
          <w:wAfter w:w="11" w:type="dxa"/>
          <w:cantSplit/>
        </w:trPr>
        <w:tc>
          <w:tcPr>
            <w:tcW w:w="3336" w:type="dxa"/>
          </w:tcPr>
          <w:p w14:paraId="48562576" w14:textId="77777777" w:rsidR="001C6739" w:rsidRPr="005C2BD1" w:rsidRDefault="001C6739" w:rsidP="001C6739">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4" w:space="0" w:color="auto"/>
            </w:tcBorders>
          </w:tcPr>
          <w:p w14:paraId="48562577" w14:textId="28BCD530" w:rsidR="001C6739" w:rsidRPr="005C2BD1" w:rsidRDefault="001C6739" w:rsidP="001C6739">
            <w:pPr>
              <w:jc w:val="right"/>
              <w:rPr>
                <w:rFonts w:ascii="Browallia New" w:hAnsi="Browallia New" w:cs="Browallia New"/>
              </w:rPr>
            </w:pPr>
            <w:r>
              <w:rPr>
                <w:rFonts w:ascii="Browallia New" w:hAnsi="Browallia New" w:cs="Browallia New"/>
              </w:rPr>
              <w:t>1,234,089</w:t>
            </w:r>
          </w:p>
        </w:tc>
        <w:tc>
          <w:tcPr>
            <w:tcW w:w="236" w:type="dxa"/>
            <w:tcBorders>
              <w:left w:val="nil"/>
            </w:tcBorders>
          </w:tcPr>
          <w:p w14:paraId="48562578" w14:textId="77777777" w:rsidR="001C6739" w:rsidRPr="005C2BD1" w:rsidRDefault="001C6739" w:rsidP="001C6739">
            <w:pPr>
              <w:jc w:val="right"/>
              <w:rPr>
                <w:rFonts w:ascii="Browallia New" w:hAnsi="Browallia New" w:cs="Browallia New"/>
              </w:rPr>
            </w:pPr>
          </w:p>
        </w:tc>
        <w:tc>
          <w:tcPr>
            <w:tcW w:w="1240" w:type="dxa"/>
            <w:tcBorders>
              <w:top w:val="single" w:sz="4" w:space="0" w:color="auto"/>
              <w:bottom w:val="single" w:sz="4" w:space="0" w:color="auto"/>
            </w:tcBorders>
          </w:tcPr>
          <w:p w14:paraId="48562579" w14:textId="6F4B48FC" w:rsidR="001C6739" w:rsidRPr="005C2BD1" w:rsidRDefault="001C6739" w:rsidP="001C6739">
            <w:pPr>
              <w:jc w:val="right"/>
              <w:rPr>
                <w:rFonts w:ascii="Browallia New" w:hAnsi="Browallia New" w:cs="Browallia New"/>
              </w:rPr>
            </w:pPr>
            <w:r w:rsidRPr="00F544F0">
              <w:rPr>
                <w:rFonts w:ascii="Browallia New" w:hAnsi="Browallia New" w:cs="Browallia New"/>
              </w:rPr>
              <w:t>1,184,952</w:t>
            </w:r>
          </w:p>
        </w:tc>
        <w:tc>
          <w:tcPr>
            <w:tcW w:w="236" w:type="dxa"/>
            <w:tcBorders>
              <w:left w:val="nil"/>
            </w:tcBorders>
          </w:tcPr>
          <w:p w14:paraId="4856257A" w14:textId="77777777" w:rsidR="001C6739" w:rsidRPr="005C2BD1" w:rsidRDefault="001C6739" w:rsidP="001C6739">
            <w:pPr>
              <w:jc w:val="right"/>
              <w:rPr>
                <w:rFonts w:ascii="Browallia New" w:hAnsi="Browallia New" w:cs="Browallia New"/>
              </w:rPr>
            </w:pPr>
          </w:p>
        </w:tc>
        <w:tc>
          <w:tcPr>
            <w:tcW w:w="1239" w:type="dxa"/>
            <w:tcBorders>
              <w:top w:val="single" w:sz="4" w:space="0" w:color="auto"/>
              <w:bottom w:val="single" w:sz="4" w:space="0" w:color="auto"/>
            </w:tcBorders>
          </w:tcPr>
          <w:p w14:paraId="4856257B" w14:textId="12D82BBC" w:rsidR="001C6739" w:rsidRPr="005C2BD1" w:rsidRDefault="001C6739" w:rsidP="001C6739">
            <w:pPr>
              <w:jc w:val="right"/>
              <w:rPr>
                <w:rFonts w:ascii="Browallia New" w:hAnsi="Browallia New" w:cs="Browallia New"/>
              </w:rPr>
            </w:pPr>
            <w:r>
              <w:rPr>
                <w:rFonts w:ascii="Browallia New" w:hAnsi="Browallia New" w:cs="Browallia New"/>
              </w:rPr>
              <w:t>1,226,725</w:t>
            </w:r>
          </w:p>
        </w:tc>
        <w:tc>
          <w:tcPr>
            <w:tcW w:w="266" w:type="dxa"/>
          </w:tcPr>
          <w:p w14:paraId="4856257C" w14:textId="77777777" w:rsidR="001C6739" w:rsidRPr="005C2BD1" w:rsidRDefault="001C6739" w:rsidP="001C6739">
            <w:pPr>
              <w:pStyle w:val="BodyTextIndent"/>
              <w:ind w:left="-157"/>
              <w:jc w:val="right"/>
              <w:rPr>
                <w:rFonts w:ascii="Browallia New" w:hAnsi="Browallia New" w:cs="Browallia New"/>
                <w:sz w:val="28"/>
                <w:szCs w:val="28"/>
              </w:rPr>
            </w:pPr>
          </w:p>
        </w:tc>
        <w:tc>
          <w:tcPr>
            <w:tcW w:w="1282" w:type="dxa"/>
            <w:tcBorders>
              <w:top w:val="single" w:sz="4" w:space="0" w:color="auto"/>
              <w:bottom w:val="single" w:sz="4" w:space="0" w:color="auto"/>
            </w:tcBorders>
          </w:tcPr>
          <w:p w14:paraId="4856257D" w14:textId="363BCE61" w:rsidR="001C6739" w:rsidRPr="005C2BD1" w:rsidRDefault="001C6739" w:rsidP="001C6739">
            <w:pPr>
              <w:jc w:val="right"/>
              <w:rPr>
                <w:rFonts w:ascii="Browallia New" w:hAnsi="Browallia New" w:cs="Browallia New"/>
              </w:rPr>
            </w:pPr>
            <w:r w:rsidRPr="00571DEF">
              <w:rPr>
                <w:rFonts w:ascii="Browallia New" w:hAnsi="Browallia New" w:cs="Browallia New"/>
              </w:rPr>
              <w:t>1,165,17</w:t>
            </w:r>
            <w:r>
              <w:rPr>
                <w:rFonts w:ascii="Browallia New" w:hAnsi="Browallia New" w:cs="Browallia New"/>
              </w:rPr>
              <w:t>4</w:t>
            </w:r>
          </w:p>
        </w:tc>
      </w:tr>
      <w:tr w:rsidR="00DF0FA9" w:rsidRPr="005C2BD1" w14:paraId="632CD2A0" w14:textId="77777777" w:rsidTr="000540A0">
        <w:trPr>
          <w:gridAfter w:val="1"/>
          <w:wAfter w:w="11" w:type="dxa"/>
          <w:cantSplit/>
        </w:trPr>
        <w:tc>
          <w:tcPr>
            <w:tcW w:w="3336" w:type="dxa"/>
          </w:tcPr>
          <w:p w14:paraId="77D2816D" w14:textId="77777777" w:rsidR="00F55C7C" w:rsidRPr="005C2BD1" w:rsidRDefault="00F55C7C" w:rsidP="001C6739">
            <w:pPr>
              <w:jc w:val="both"/>
              <w:rPr>
                <w:rFonts w:ascii="Browallia New" w:hAnsi="Browallia New" w:cs="Browallia New"/>
                <w:cs/>
              </w:rPr>
            </w:pPr>
          </w:p>
        </w:tc>
        <w:tc>
          <w:tcPr>
            <w:tcW w:w="1272" w:type="dxa"/>
            <w:tcBorders>
              <w:top w:val="single" w:sz="4" w:space="0" w:color="auto"/>
              <w:left w:val="nil"/>
            </w:tcBorders>
          </w:tcPr>
          <w:p w14:paraId="61BC29A8" w14:textId="77777777" w:rsidR="00DF0FA9" w:rsidRDefault="00DF0FA9" w:rsidP="001C6739">
            <w:pPr>
              <w:jc w:val="right"/>
              <w:rPr>
                <w:rFonts w:ascii="Browallia New" w:hAnsi="Browallia New" w:cs="Browallia New"/>
              </w:rPr>
            </w:pPr>
          </w:p>
        </w:tc>
        <w:tc>
          <w:tcPr>
            <w:tcW w:w="236" w:type="dxa"/>
            <w:tcBorders>
              <w:left w:val="nil"/>
            </w:tcBorders>
          </w:tcPr>
          <w:p w14:paraId="0A970400" w14:textId="77777777" w:rsidR="00DF0FA9" w:rsidRPr="005C2BD1" w:rsidRDefault="00DF0FA9" w:rsidP="001C6739">
            <w:pPr>
              <w:jc w:val="right"/>
              <w:rPr>
                <w:rFonts w:ascii="Browallia New" w:hAnsi="Browallia New" w:cs="Browallia New"/>
              </w:rPr>
            </w:pPr>
          </w:p>
        </w:tc>
        <w:tc>
          <w:tcPr>
            <w:tcW w:w="1240" w:type="dxa"/>
            <w:tcBorders>
              <w:top w:val="single" w:sz="4" w:space="0" w:color="auto"/>
            </w:tcBorders>
          </w:tcPr>
          <w:p w14:paraId="5E81320A" w14:textId="77777777" w:rsidR="00DF0FA9" w:rsidRPr="00F544F0" w:rsidRDefault="00DF0FA9" w:rsidP="001C6739">
            <w:pPr>
              <w:jc w:val="right"/>
              <w:rPr>
                <w:rFonts w:ascii="Browallia New" w:hAnsi="Browallia New" w:cs="Browallia New"/>
              </w:rPr>
            </w:pPr>
          </w:p>
        </w:tc>
        <w:tc>
          <w:tcPr>
            <w:tcW w:w="236" w:type="dxa"/>
            <w:tcBorders>
              <w:left w:val="nil"/>
            </w:tcBorders>
          </w:tcPr>
          <w:p w14:paraId="1D6992C2" w14:textId="77777777" w:rsidR="00DF0FA9" w:rsidRPr="005C2BD1" w:rsidRDefault="00DF0FA9" w:rsidP="001C6739">
            <w:pPr>
              <w:jc w:val="right"/>
              <w:rPr>
                <w:rFonts w:ascii="Browallia New" w:hAnsi="Browallia New" w:cs="Browallia New"/>
              </w:rPr>
            </w:pPr>
          </w:p>
        </w:tc>
        <w:tc>
          <w:tcPr>
            <w:tcW w:w="1239" w:type="dxa"/>
            <w:tcBorders>
              <w:top w:val="single" w:sz="4" w:space="0" w:color="auto"/>
            </w:tcBorders>
          </w:tcPr>
          <w:p w14:paraId="762FF03E" w14:textId="77777777" w:rsidR="00DF0FA9" w:rsidRDefault="00DF0FA9" w:rsidP="001C6739">
            <w:pPr>
              <w:jc w:val="right"/>
              <w:rPr>
                <w:rFonts w:ascii="Browallia New" w:hAnsi="Browallia New" w:cs="Browallia New"/>
              </w:rPr>
            </w:pPr>
          </w:p>
        </w:tc>
        <w:tc>
          <w:tcPr>
            <w:tcW w:w="266" w:type="dxa"/>
          </w:tcPr>
          <w:p w14:paraId="28207D93" w14:textId="77777777" w:rsidR="00DF0FA9" w:rsidRPr="005C2BD1" w:rsidRDefault="00DF0FA9" w:rsidP="001C6739">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017E3E68" w14:textId="77777777" w:rsidR="00DF0FA9" w:rsidRPr="00571DEF" w:rsidRDefault="00DF0FA9" w:rsidP="001C6739">
            <w:pPr>
              <w:jc w:val="right"/>
              <w:rPr>
                <w:rFonts w:ascii="Browallia New" w:hAnsi="Browallia New" w:cs="Browallia New"/>
              </w:rPr>
            </w:pPr>
          </w:p>
        </w:tc>
      </w:tr>
      <w:tr w:rsidR="00DF0FA9" w:rsidRPr="005C2BD1" w14:paraId="5CFEA780" w14:textId="77777777" w:rsidTr="000540A0">
        <w:trPr>
          <w:gridAfter w:val="1"/>
          <w:wAfter w:w="11" w:type="dxa"/>
          <w:cantSplit/>
        </w:trPr>
        <w:tc>
          <w:tcPr>
            <w:tcW w:w="3336" w:type="dxa"/>
            <w:vAlign w:val="bottom"/>
          </w:tcPr>
          <w:p w14:paraId="74AD45B7" w14:textId="77777777" w:rsidR="00F55C7C" w:rsidRDefault="00F55C7C" w:rsidP="00DF0FA9">
            <w:pPr>
              <w:jc w:val="both"/>
              <w:rPr>
                <w:rFonts w:ascii="Browallia New" w:hAnsi="Browallia New" w:cs="Browallia New"/>
                <w:u w:val="single"/>
                <w:lang w:val="en-GB"/>
              </w:rPr>
            </w:pPr>
          </w:p>
          <w:p w14:paraId="61CB5DB0" w14:textId="429F4F2D" w:rsidR="00DF0FA9" w:rsidRPr="005C2BD1" w:rsidRDefault="00DF0FA9" w:rsidP="00DF0FA9">
            <w:pPr>
              <w:jc w:val="both"/>
              <w:rPr>
                <w:rFonts w:ascii="Browallia New" w:hAnsi="Browallia New" w:cs="Browallia New"/>
                <w:cs/>
              </w:rPr>
            </w:pPr>
            <w:r w:rsidRPr="002A06B0">
              <w:rPr>
                <w:rFonts w:ascii="Browallia New" w:hAnsi="Browallia New" w:cs="Browallia New"/>
                <w:u w:val="single"/>
                <w:cs/>
                <w:lang w:val="en-GB"/>
              </w:rPr>
              <w:t>ลูกหนี้การค้า</w:t>
            </w:r>
            <w:r w:rsidRPr="002A06B0">
              <w:rPr>
                <w:rFonts w:ascii="Browallia New" w:hAnsi="Browallia New" w:cs="Browallia New"/>
                <w:u w:val="single"/>
              </w:rPr>
              <w:t xml:space="preserve"> </w:t>
            </w:r>
            <w:r w:rsidRPr="002A06B0">
              <w:rPr>
                <w:rFonts w:ascii="Browallia New" w:hAnsi="Browallia New" w:cs="Browallia New"/>
                <w:u w:val="single"/>
                <w:lang w:val="en-GB"/>
              </w:rPr>
              <w:t xml:space="preserve">- </w:t>
            </w:r>
            <w:r w:rsidRPr="002A06B0">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DF0FA9" w:rsidRDefault="00DF0FA9" w:rsidP="00DF0FA9">
            <w:pPr>
              <w:jc w:val="right"/>
              <w:rPr>
                <w:rFonts w:ascii="Browallia New" w:hAnsi="Browallia New" w:cs="Browallia New"/>
              </w:rPr>
            </w:pPr>
          </w:p>
        </w:tc>
        <w:tc>
          <w:tcPr>
            <w:tcW w:w="236" w:type="dxa"/>
            <w:tcBorders>
              <w:left w:val="nil"/>
            </w:tcBorders>
          </w:tcPr>
          <w:p w14:paraId="1BB3ACC4" w14:textId="77777777" w:rsidR="00DF0FA9" w:rsidRPr="005C2BD1" w:rsidRDefault="00DF0FA9" w:rsidP="00DF0FA9">
            <w:pPr>
              <w:jc w:val="right"/>
              <w:rPr>
                <w:rFonts w:ascii="Browallia New" w:hAnsi="Browallia New" w:cs="Browallia New"/>
              </w:rPr>
            </w:pPr>
          </w:p>
        </w:tc>
        <w:tc>
          <w:tcPr>
            <w:tcW w:w="1240" w:type="dxa"/>
          </w:tcPr>
          <w:p w14:paraId="56F7A994" w14:textId="77777777" w:rsidR="00DF0FA9" w:rsidRPr="00F544F0" w:rsidRDefault="00DF0FA9" w:rsidP="00DF0FA9">
            <w:pPr>
              <w:jc w:val="right"/>
              <w:rPr>
                <w:rFonts w:ascii="Browallia New" w:hAnsi="Browallia New" w:cs="Browallia New"/>
              </w:rPr>
            </w:pPr>
          </w:p>
        </w:tc>
        <w:tc>
          <w:tcPr>
            <w:tcW w:w="236" w:type="dxa"/>
            <w:tcBorders>
              <w:left w:val="nil"/>
            </w:tcBorders>
          </w:tcPr>
          <w:p w14:paraId="76316C74" w14:textId="77777777" w:rsidR="00DF0FA9" w:rsidRPr="005C2BD1" w:rsidRDefault="00DF0FA9" w:rsidP="00DF0FA9">
            <w:pPr>
              <w:jc w:val="right"/>
              <w:rPr>
                <w:rFonts w:ascii="Browallia New" w:hAnsi="Browallia New" w:cs="Browallia New"/>
              </w:rPr>
            </w:pPr>
          </w:p>
        </w:tc>
        <w:tc>
          <w:tcPr>
            <w:tcW w:w="1239" w:type="dxa"/>
          </w:tcPr>
          <w:p w14:paraId="611A883D" w14:textId="77777777" w:rsidR="00DF0FA9" w:rsidRDefault="00DF0FA9" w:rsidP="00DF0FA9">
            <w:pPr>
              <w:jc w:val="right"/>
              <w:rPr>
                <w:rFonts w:ascii="Browallia New" w:hAnsi="Browallia New" w:cs="Browallia New"/>
              </w:rPr>
            </w:pPr>
          </w:p>
        </w:tc>
        <w:tc>
          <w:tcPr>
            <w:tcW w:w="266" w:type="dxa"/>
          </w:tcPr>
          <w:p w14:paraId="51E96DCA" w14:textId="77777777" w:rsidR="00DF0FA9" w:rsidRPr="005C2BD1" w:rsidRDefault="00DF0FA9" w:rsidP="00DF0FA9">
            <w:pPr>
              <w:pStyle w:val="BodyTextIndent"/>
              <w:ind w:left="-157"/>
              <w:jc w:val="right"/>
              <w:rPr>
                <w:rFonts w:ascii="Browallia New" w:hAnsi="Browallia New" w:cs="Browallia New"/>
                <w:sz w:val="28"/>
                <w:szCs w:val="28"/>
              </w:rPr>
            </w:pPr>
          </w:p>
        </w:tc>
        <w:tc>
          <w:tcPr>
            <w:tcW w:w="1282" w:type="dxa"/>
          </w:tcPr>
          <w:p w14:paraId="0325D23A" w14:textId="77777777" w:rsidR="00DF0FA9" w:rsidRPr="00571DEF" w:rsidRDefault="00DF0FA9" w:rsidP="00DF0FA9">
            <w:pPr>
              <w:jc w:val="right"/>
              <w:rPr>
                <w:rFonts w:ascii="Browallia New" w:hAnsi="Browallia New" w:cs="Browallia New"/>
              </w:rPr>
            </w:pPr>
          </w:p>
        </w:tc>
      </w:tr>
      <w:tr w:rsidR="00F55C7C" w:rsidRPr="005C2BD1" w14:paraId="22B8D8FE" w14:textId="77777777" w:rsidTr="000540A0">
        <w:trPr>
          <w:gridAfter w:val="1"/>
          <w:wAfter w:w="11" w:type="dxa"/>
          <w:cantSplit/>
        </w:trPr>
        <w:tc>
          <w:tcPr>
            <w:tcW w:w="3336" w:type="dxa"/>
          </w:tcPr>
          <w:p w14:paraId="0D6C92EC" w14:textId="2E28B9ED" w:rsidR="00F55C7C" w:rsidRPr="005C2BD1" w:rsidRDefault="00F55C7C" w:rsidP="00F55C7C">
            <w:pPr>
              <w:jc w:val="both"/>
              <w:rPr>
                <w:rFonts w:ascii="Browallia New" w:hAnsi="Browallia New" w:cs="Browallia New"/>
                <w:cs/>
              </w:rPr>
            </w:pPr>
            <w:r w:rsidRPr="005C2BD1">
              <w:rPr>
                <w:rFonts w:ascii="Browallia New" w:hAnsi="Browallia New" w:cs="Browallia New"/>
                <w:cs/>
              </w:rPr>
              <w:t>ยังไม่ถึงกำหนดชำระ</w:t>
            </w:r>
          </w:p>
        </w:tc>
        <w:tc>
          <w:tcPr>
            <w:tcW w:w="1272" w:type="dxa"/>
            <w:tcBorders>
              <w:left w:val="nil"/>
            </w:tcBorders>
          </w:tcPr>
          <w:p w14:paraId="194D1EF6" w14:textId="12687FDD" w:rsidR="00F55C7C" w:rsidRDefault="00F55C7C" w:rsidP="00F55C7C">
            <w:pPr>
              <w:jc w:val="right"/>
              <w:rPr>
                <w:rFonts w:ascii="Browallia New" w:hAnsi="Browallia New" w:cs="Browallia New"/>
              </w:rPr>
            </w:pPr>
            <w:r>
              <w:rPr>
                <w:rFonts w:ascii="Browallia New" w:hAnsi="Browallia New" w:cs="Browallia New"/>
              </w:rPr>
              <w:t>49,681</w:t>
            </w:r>
          </w:p>
        </w:tc>
        <w:tc>
          <w:tcPr>
            <w:tcW w:w="236" w:type="dxa"/>
            <w:tcBorders>
              <w:left w:val="nil"/>
            </w:tcBorders>
          </w:tcPr>
          <w:p w14:paraId="3EA971D3" w14:textId="77777777" w:rsidR="00F55C7C" w:rsidRPr="005C2BD1" w:rsidRDefault="00F55C7C" w:rsidP="00F55C7C">
            <w:pPr>
              <w:jc w:val="right"/>
              <w:rPr>
                <w:rFonts w:ascii="Browallia New" w:hAnsi="Browallia New" w:cs="Browallia New"/>
              </w:rPr>
            </w:pPr>
          </w:p>
        </w:tc>
        <w:tc>
          <w:tcPr>
            <w:tcW w:w="1240" w:type="dxa"/>
          </w:tcPr>
          <w:p w14:paraId="058076CF" w14:textId="4505E790" w:rsidR="00F55C7C" w:rsidRPr="00F544F0" w:rsidRDefault="00F55C7C" w:rsidP="00F55C7C">
            <w:pPr>
              <w:jc w:val="right"/>
              <w:rPr>
                <w:rFonts w:ascii="Browallia New" w:hAnsi="Browallia New" w:cs="Browallia New"/>
              </w:rPr>
            </w:pPr>
            <w:r w:rsidRPr="00F544F0">
              <w:rPr>
                <w:rFonts w:ascii="Browallia New" w:hAnsi="Browallia New" w:cs="Browallia New"/>
              </w:rPr>
              <w:t>70,571</w:t>
            </w:r>
          </w:p>
        </w:tc>
        <w:tc>
          <w:tcPr>
            <w:tcW w:w="236" w:type="dxa"/>
            <w:tcBorders>
              <w:left w:val="nil"/>
            </w:tcBorders>
          </w:tcPr>
          <w:p w14:paraId="2C5A9DCB" w14:textId="77777777" w:rsidR="00F55C7C" w:rsidRPr="005C2BD1" w:rsidRDefault="00F55C7C" w:rsidP="00F55C7C">
            <w:pPr>
              <w:jc w:val="right"/>
              <w:rPr>
                <w:rFonts w:ascii="Browallia New" w:hAnsi="Browallia New" w:cs="Browallia New"/>
              </w:rPr>
            </w:pPr>
          </w:p>
        </w:tc>
        <w:tc>
          <w:tcPr>
            <w:tcW w:w="1239" w:type="dxa"/>
          </w:tcPr>
          <w:p w14:paraId="2B64503C" w14:textId="600C8F5C" w:rsidR="00F55C7C" w:rsidRDefault="00F55C7C" w:rsidP="00F55C7C">
            <w:pPr>
              <w:jc w:val="right"/>
              <w:rPr>
                <w:rFonts w:ascii="Browallia New" w:hAnsi="Browallia New" w:cs="Browallia New"/>
              </w:rPr>
            </w:pPr>
            <w:r>
              <w:rPr>
                <w:rFonts w:ascii="Browallia New" w:hAnsi="Browallia New" w:cs="Browallia New"/>
              </w:rPr>
              <w:t>49,681</w:t>
            </w:r>
          </w:p>
        </w:tc>
        <w:tc>
          <w:tcPr>
            <w:tcW w:w="266" w:type="dxa"/>
          </w:tcPr>
          <w:p w14:paraId="4266DF52" w14:textId="77777777" w:rsidR="00F55C7C" w:rsidRPr="005C2BD1" w:rsidRDefault="00F55C7C" w:rsidP="00F55C7C">
            <w:pPr>
              <w:pStyle w:val="BodyTextIndent"/>
              <w:ind w:left="-157"/>
              <w:jc w:val="right"/>
              <w:rPr>
                <w:rFonts w:ascii="Browallia New" w:hAnsi="Browallia New" w:cs="Browallia New"/>
                <w:sz w:val="28"/>
                <w:szCs w:val="28"/>
              </w:rPr>
            </w:pPr>
          </w:p>
        </w:tc>
        <w:tc>
          <w:tcPr>
            <w:tcW w:w="1282" w:type="dxa"/>
          </w:tcPr>
          <w:p w14:paraId="7F92183D" w14:textId="2EE639CB" w:rsidR="00F55C7C" w:rsidRPr="00571DEF" w:rsidRDefault="00F55C7C" w:rsidP="00F55C7C">
            <w:pPr>
              <w:jc w:val="right"/>
              <w:rPr>
                <w:rFonts w:ascii="Browallia New" w:hAnsi="Browallia New" w:cs="Browallia New"/>
              </w:rPr>
            </w:pPr>
            <w:r w:rsidRPr="00571DEF">
              <w:rPr>
                <w:rFonts w:ascii="Browallia New" w:hAnsi="Browallia New" w:cs="Browallia New"/>
              </w:rPr>
              <w:t>70,571</w:t>
            </w:r>
          </w:p>
        </w:tc>
      </w:tr>
      <w:tr w:rsidR="00F55C7C" w:rsidRPr="005C2BD1" w14:paraId="05AE487E" w14:textId="77777777" w:rsidTr="000540A0">
        <w:trPr>
          <w:gridAfter w:val="1"/>
          <w:wAfter w:w="11" w:type="dxa"/>
          <w:cantSplit/>
        </w:trPr>
        <w:tc>
          <w:tcPr>
            <w:tcW w:w="3336" w:type="dxa"/>
          </w:tcPr>
          <w:p w14:paraId="7A32227C" w14:textId="6B718CB8" w:rsidR="00F55C7C" w:rsidRPr="005C2BD1" w:rsidRDefault="00F55C7C" w:rsidP="00F55C7C">
            <w:pPr>
              <w:jc w:val="both"/>
              <w:rPr>
                <w:rFonts w:ascii="Browallia New" w:hAnsi="Browallia New" w:cs="Browallia New"/>
                <w:cs/>
              </w:rPr>
            </w:pPr>
            <w:r w:rsidRPr="00884F4F">
              <w:rPr>
                <w:rFonts w:ascii="Browallia New" w:hAnsi="Browallia New" w:cs="Browallia New"/>
                <w:cs/>
                <w:lang w:val="th-TH"/>
              </w:rPr>
              <w:t xml:space="preserve">เกินกำหนดชำระ </w:t>
            </w:r>
            <w:r w:rsidRPr="00884F4F">
              <w:rPr>
                <w:rFonts w:ascii="Browallia New" w:hAnsi="Browallia New" w:cs="Browallia New"/>
              </w:rPr>
              <w:t>:</w:t>
            </w:r>
          </w:p>
        </w:tc>
        <w:tc>
          <w:tcPr>
            <w:tcW w:w="1272" w:type="dxa"/>
            <w:tcBorders>
              <w:left w:val="nil"/>
            </w:tcBorders>
          </w:tcPr>
          <w:p w14:paraId="7061F47E" w14:textId="77777777" w:rsidR="00F55C7C" w:rsidRDefault="00F55C7C" w:rsidP="00F55C7C">
            <w:pPr>
              <w:jc w:val="right"/>
              <w:rPr>
                <w:rFonts w:ascii="Browallia New" w:hAnsi="Browallia New" w:cs="Browallia New"/>
              </w:rPr>
            </w:pPr>
          </w:p>
        </w:tc>
        <w:tc>
          <w:tcPr>
            <w:tcW w:w="236" w:type="dxa"/>
            <w:tcBorders>
              <w:left w:val="nil"/>
            </w:tcBorders>
          </w:tcPr>
          <w:p w14:paraId="78ED7E7B" w14:textId="77777777" w:rsidR="00F55C7C" w:rsidRPr="005C2BD1" w:rsidRDefault="00F55C7C" w:rsidP="00F55C7C">
            <w:pPr>
              <w:jc w:val="right"/>
              <w:rPr>
                <w:rFonts w:ascii="Browallia New" w:hAnsi="Browallia New" w:cs="Browallia New"/>
              </w:rPr>
            </w:pPr>
          </w:p>
        </w:tc>
        <w:tc>
          <w:tcPr>
            <w:tcW w:w="1240" w:type="dxa"/>
          </w:tcPr>
          <w:p w14:paraId="4A1A2680" w14:textId="77777777" w:rsidR="00F55C7C" w:rsidRPr="00F544F0" w:rsidRDefault="00F55C7C" w:rsidP="00F55C7C">
            <w:pPr>
              <w:jc w:val="right"/>
              <w:rPr>
                <w:rFonts w:ascii="Browallia New" w:hAnsi="Browallia New" w:cs="Browallia New"/>
              </w:rPr>
            </w:pPr>
          </w:p>
        </w:tc>
        <w:tc>
          <w:tcPr>
            <w:tcW w:w="236" w:type="dxa"/>
            <w:tcBorders>
              <w:left w:val="nil"/>
            </w:tcBorders>
          </w:tcPr>
          <w:p w14:paraId="6843D30A" w14:textId="77777777" w:rsidR="00F55C7C" w:rsidRPr="005C2BD1" w:rsidRDefault="00F55C7C" w:rsidP="00F55C7C">
            <w:pPr>
              <w:jc w:val="right"/>
              <w:rPr>
                <w:rFonts w:ascii="Browallia New" w:hAnsi="Browallia New" w:cs="Browallia New"/>
              </w:rPr>
            </w:pPr>
          </w:p>
        </w:tc>
        <w:tc>
          <w:tcPr>
            <w:tcW w:w="1239" w:type="dxa"/>
          </w:tcPr>
          <w:p w14:paraId="0D041EF9" w14:textId="77777777" w:rsidR="00F55C7C" w:rsidRDefault="00F55C7C" w:rsidP="00F55C7C">
            <w:pPr>
              <w:jc w:val="right"/>
              <w:rPr>
                <w:rFonts w:ascii="Browallia New" w:hAnsi="Browallia New" w:cs="Browallia New"/>
              </w:rPr>
            </w:pPr>
          </w:p>
        </w:tc>
        <w:tc>
          <w:tcPr>
            <w:tcW w:w="266" w:type="dxa"/>
          </w:tcPr>
          <w:p w14:paraId="7224DEFE" w14:textId="77777777" w:rsidR="00F55C7C" w:rsidRPr="005C2BD1" w:rsidRDefault="00F55C7C" w:rsidP="00F55C7C">
            <w:pPr>
              <w:pStyle w:val="BodyTextIndent"/>
              <w:ind w:left="-157"/>
              <w:jc w:val="right"/>
              <w:rPr>
                <w:rFonts w:ascii="Browallia New" w:hAnsi="Browallia New" w:cs="Browallia New"/>
                <w:sz w:val="28"/>
                <w:szCs w:val="28"/>
              </w:rPr>
            </w:pPr>
          </w:p>
        </w:tc>
        <w:tc>
          <w:tcPr>
            <w:tcW w:w="1282" w:type="dxa"/>
          </w:tcPr>
          <w:p w14:paraId="0B8B9A62" w14:textId="77777777" w:rsidR="00F55C7C" w:rsidRPr="00571DEF" w:rsidRDefault="00F55C7C" w:rsidP="00F55C7C">
            <w:pPr>
              <w:jc w:val="right"/>
              <w:rPr>
                <w:rFonts w:ascii="Browallia New" w:hAnsi="Browallia New" w:cs="Browallia New"/>
              </w:rPr>
            </w:pPr>
          </w:p>
        </w:tc>
      </w:tr>
      <w:tr w:rsidR="00F55C7C" w:rsidRPr="005C2BD1" w14:paraId="580496A4" w14:textId="77777777" w:rsidTr="000540A0">
        <w:trPr>
          <w:gridAfter w:val="1"/>
          <w:wAfter w:w="11" w:type="dxa"/>
          <w:cantSplit/>
        </w:trPr>
        <w:tc>
          <w:tcPr>
            <w:tcW w:w="3336" w:type="dxa"/>
          </w:tcPr>
          <w:p w14:paraId="65284C31" w14:textId="7E305498" w:rsidR="00F55C7C" w:rsidRPr="005C2BD1" w:rsidRDefault="00F55C7C" w:rsidP="00F55C7C">
            <w:pPr>
              <w:jc w:val="both"/>
              <w:rPr>
                <w:rFonts w:ascii="Browallia New" w:hAnsi="Browallia New" w:cs="Browallia New"/>
                <w:cs/>
              </w:rPr>
            </w:pPr>
            <w:r>
              <w:rPr>
                <w:rFonts w:ascii="Browallia New" w:hAnsi="Browallia New" w:cs="Browallia New"/>
                <w:lang w:val="en-GB"/>
              </w:rPr>
              <w:t xml:space="preserve">     </w:t>
            </w:r>
            <w:r w:rsidRPr="00884F4F">
              <w:rPr>
                <w:rFonts w:ascii="Browallia New" w:hAnsi="Browallia New" w:cs="Browallia New"/>
                <w:cs/>
                <w:lang w:val="en-GB"/>
              </w:rPr>
              <w:t>น้อยกว่า</w:t>
            </w:r>
            <w:r w:rsidRPr="00884F4F">
              <w:rPr>
                <w:rFonts w:ascii="Browallia New" w:hAnsi="Browallia New" w:cs="Browallia New"/>
                <w:lang w:val="en-GB"/>
              </w:rPr>
              <w:t xml:space="preserve"> </w:t>
            </w:r>
            <w:r w:rsidRPr="00884F4F">
              <w:rPr>
                <w:rFonts w:ascii="Browallia New" w:hAnsi="Browallia New" w:cs="Browallia New"/>
              </w:rPr>
              <w:t>3</w:t>
            </w:r>
            <w:r w:rsidRPr="00884F4F">
              <w:rPr>
                <w:rFonts w:ascii="Browallia New" w:hAnsi="Browallia New" w:cs="Browallia New"/>
                <w:lang w:val="en-GB"/>
              </w:rPr>
              <w:t xml:space="preserve"> </w:t>
            </w:r>
            <w:r w:rsidRPr="00884F4F">
              <w:rPr>
                <w:rFonts w:ascii="Browallia New" w:hAnsi="Browallia New" w:cs="Browallia New"/>
                <w:cs/>
                <w:lang w:val="en-GB"/>
              </w:rPr>
              <w:t>เดือน</w:t>
            </w:r>
          </w:p>
        </w:tc>
        <w:tc>
          <w:tcPr>
            <w:tcW w:w="1272" w:type="dxa"/>
            <w:tcBorders>
              <w:left w:val="nil"/>
              <w:bottom w:val="single" w:sz="4" w:space="0" w:color="auto"/>
            </w:tcBorders>
          </w:tcPr>
          <w:p w14:paraId="55FFF1E7" w14:textId="1532A986" w:rsidR="00F55C7C" w:rsidRDefault="00971D3A" w:rsidP="000540A0">
            <w:pPr>
              <w:jc w:val="center"/>
              <w:rPr>
                <w:rFonts w:ascii="Browallia New" w:hAnsi="Browallia New" w:cs="Browallia New"/>
              </w:rPr>
            </w:pPr>
            <w:r>
              <w:rPr>
                <w:rFonts w:ascii="Browallia New" w:hAnsi="Browallia New" w:cs="Browallia New"/>
              </w:rPr>
              <w:t xml:space="preserve">       </w:t>
            </w:r>
            <w:r w:rsidR="00F55C7C">
              <w:rPr>
                <w:rFonts w:ascii="Browallia New" w:hAnsi="Browallia New" w:cs="Browallia New"/>
              </w:rPr>
              <w:t>-</w:t>
            </w:r>
          </w:p>
        </w:tc>
        <w:tc>
          <w:tcPr>
            <w:tcW w:w="236" w:type="dxa"/>
            <w:tcBorders>
              <w:left w:val="nil"/>
            </w:tcBorders>
          </w:tcPr>
          <w:p w14:paraId="56F01FA8" w14:textId="77777777" w:rsidR="00F55C7C" w:rsidRPr="005C2BD1" w:rsidRDefault="00F55C7C" w:rsidP="00F55C7C">
            <w:pPr>
              <w:jc w:val="right"/>
              <w:rPr>
                <w:rFonts w:ascii="Browallia New" w:hAnsi="Browallia New" w:cs="Browallia New"/>
              </w:rPr>
            </w:pPr>
          </w:p>
        </w:tc>
        <w:tc>
          <w:tcPr>
            <w:tcW w:w="1240" w:type="dxa"/>
            <w:tcBorders>
              <w:bottom w:val="single" w:sz="4" w:space="0" w:color="auto"/>
            </w:tcBorders>
          </w:tcPr>
          <w:p w14:paraId="54FB49B8" w14:textId="0E9149CB" w:rsidR="00F55C7C" w:rsidRPr="00F544F0" w:rsidRDefault="00F55C7C" w:rsidP="00F55C7C">
            <w:pPr>
              <w:jc w:val="right"/>
              <w:rPr>
                <w:rFonts w:ascii="Browallia New" w:hAnsi="Browallia New" w:cs="Browallia New"/>
              </w:rPr>
            </w:pPr>
            <w:r w:rsidRPr="00302A9E">
              <w:rPr>
                <w:rFonts w:ascii="Browallia New" w:hAnsi="Browallia New" w:cs="Browallia New"/>
              </w:rPr>
              <w:t>393</w:t>
            </w:r>
          </w:p>
        </w:tc>
        <w:tc>
          <w:tcPr>
            <w:tcW w:w="236" w:type="dxa"/>
            <w:tcBorders>
              <w:left w:val="nil"/>
            </w:tcBorders>
          </w:tcPr>
          <w:p w14:paraId="474801F1" w14:textId="77777777" w:rsidR="00F55C7C" w:rsidRPr="005C2BD1" w:rsidRDefault="00F55C7C" w:rsidP="00F55C7C">
            <w:pPr>
              <w:jc w:val="right"/>
              <w:rPr>
                <w:rFonts w:ascii="Browallia New" w:hAnsi="Browallia New" w:cs="Browallia New"/>
              </w:rPr>
            </w:pPr>
          </w:p>
        </w:tc>
        <w:tc>
          <w:tcPr>
            <w:tcW w:w="1239" w:type="dxa"/>
            <w:tcBorders>
              <w:bottom w:val="single" w:sz="4" w:space="0" w:color="auto"/>
            </w:tcBorders>
          </w:tcPr>
          <w:p w14:paraId="307F5C2F" w14:textId="116CB37C" w:rsidR="00F55C7C" w:rsidRDefault="00971D3A" w:rsidP="000540A0">
            <w:pPr>
              <w:jc w:val="center"/>
              <w:rPr>
                <w:rFonts w:ascii="Browallia New" w:hAnsi="Browallia New" w:cs="Browallia New"/>
              </w:rPr>
            </w:pPr>
            <w:r>
              <w:rPr>
                <w:rFonts w:ascii="Browallia New" w:hAnsi="Browallia New" w:cs="Browallia New"/>
              </w:rPr>
              <w:t xml:space="preserve">      </w:t>
            </w:r>
            <w:r w:rsidR="00F55C7C">
              <w:rPr>
                <w:rFonts w:ascii="Browallia New" w:hAnsi="Browallia New" w:cs="Browallia New"/>
              </w:rPr>
              <w:t>-</w:t>
            </w:r>
          </w:p>
        </w:tc>
        <w:tc>
          <w:tcPr>
            <w:tcW w:w="266" w:type="dxa"/>
          </w:tcPr>
          <w:p w14:paraId="2100448D" w14:textId="77777777" w:rsidR="00F55C7C" w:rsidRPr="005C2BD1" w:rsidRDefault="00F55C7C" w:rsidP="00F55C7C">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2252A805" w14:textId="5143FCAF" w:rsidR="00F55C7C" w:rsidRPr="00571DEF" w:rsidRDefault="00F55C7C" w:rsidP="00F55C7C">
            <w:pPr>
              <w:jc w:val="right"/>
              <w:rPr>
                <w:rFonts w:ascii="Browallia New" w:hAnsi="Browallia New" w:cs="Browallia New"/>
              </w:rPr>
            </w:pPr>
            <w:r>
              <w:rPr>
                <w:rFonts w:ascii="Browallia New" w:hAnsi="Browallia New" w:cs="Browallia New"/>
              </w:rPr>
              <w:t>393</w:t>
            </w:r>
          </w:p>
        </w:tc>
      </w:tr>
      <w:tr w:rsidR="00F55C7C" w:rsidRPr="005C2BD1" w14:paraId="619D2F61" w14:textId="77777777" w:rsidTr="000540A0">
        <w:trPr>
          <w:gridAfter w:val="1"/>
          <w:wAfter w:w="11" w:type="dxa"/>
          <w:cantSplit/>
        </w:trPr>
        <w:tc>
          <w:tcPr>
            <w:tcW w:w="3336" w:type="dxa"/>
          </w:tcPr>
          <w:p w14:paraId="0EC46F33" w14:textId="1F2A3ED6" w:rsidR="00F55C7C" w:rsidRPr="005C2BD1" w:rsidRDefault="00F55C7C" w:rsidP="00F55C7C">
            <w:pPr>
              <w:jc w:val="both"/>
              <w:rPr>
                <w:rFonts w:ascii="Browallia New" w:hAnsi="Browallia New" w:cs="Browallia New"/>
                <w:cs/>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20EAA862" w14:textId="24DFB4C7" w:rsidR="00F55C7C" w:rsidRDefault="00F55C7C" w:rsidP="00F55C7C">
            <w:pPr>
              <w:jc w:val="right"/>
              <w:rPr>
                <w:rFonts w:ascii="Browallia New" w:hAnsi="Browallia New" w:cs="Browallia New"/>
              </w:rPr>
            </w:pPr>
            <w:r>
              <w:rPr>
                <w:rFonts w:ascii="Browallia New" w:hAnsi="Browallia New" w:cs="Browallia New"/>
              </w:rPr>
              <w:t>49,681</w:t>
            </w:r>
          </w:p>
        </w:tc>
        <w:tc>
          <w:tcPr>
            <w:tcW w:w="236" w:type="dxa"/>
            <w:tcBorders>
              <w:left w:val="nil"/>
            </w:tcBorders>
          </w:tcPr>
          <w:p w14:paraId="654A7B8F" w14:textId="77777777" w:rsidR="00F55C7C" w:rsidRPr="005C2BD1" w:rsidRDefault="00F55C7C" w:rsidP="00F55C7C">
            <w:pPr>
              <w:jc w:val="right"/>
              <w:rPr>
                <w:rFonts w:ascii="Browallia New" w:hAnsi="Browallia New" w:cs="Browallia New"/>
              </w:rPr>
            </w:pPr>
          </w:p>
        </w:tc>
        <w:tc>
          <w:tcPr>
            <w:tcW w:w="1240" w:type="dxa"/>
            <w:tcBorders>
              <w:top w:val="single" w:sz="4" w:space="0" w:color="auto"/>
              <w:bottom w:val="single" w:sz="12" w:space="0" w:color="auto"/>
            </w:tcBorders>
          </w:tcPr>
          <w:p w14:paraId="7573137C" w14:textId="76C8B959" w:rsidR="00F55C7C" w:rsidRPr="00F544F0" w:rsidRDefault="00F55C7C" w:rsidP="00F55C7C">
            <w:pPr>
              <w:jc w:val="right"/>
              <w:rPr>
                <w:rFonts w:ascii="Browallia New" w:hAnsi="Browallia New" w:cs="Browallia New"/>
              </w:rPr>
            </w:pPr>
            <w:r w:rsidRPr="00F544F0">
              <w:rPr>
                <w:rFonts w:ascii="Browallia New" w:hAnsi="Browallia New" w:cs="Browallia New"/>
              </w:rPr>
              <w:t>70,964</w:t>
            </w:r>
          </w:p>
        </w:tc>
        <w:tc>
          <w:tcPr>
            <w:tcW w:w="236" w:type="dxa"/>
            <w:tcBorders>
              <w:left w:val="nil"/>
            </w:tcBorders>
          </w:tcPr>
          <w:p w14:paraId="5ABF6386" w14:textId="77777777" w:rsidR="00F55C7C" w:rsidRPr="005C2BD1" w:rsidRDefault="00F55C7C" w:rsidP="00F55C7C">
            <w:pPr>
              <w:jc w:val="right"/>
              <w:rPr>
                <w:rFonts w:ascii="Browallia New" w:hAnsi="Browallia New" w:cs="Browallia New"/>
              </w:rPr>
            </w:pPr>
          </w:p>
        </w:tc>
        <w:tc>
          <w:tcPr>
            <w:tcW w:w="1239" w:type="dxa"/>
            <w:tcBorders>
              <w:top w:val="single" w:sz="4" w:space="0" w:color="auto"/>
              <w:bottom w:val="single" w:sz="12" w:space="0" w:color="auto"/>
            </w:tcBorders>
          </w:tcPr>
          <w:p w14:paraId="7B59DFAC" w14:textId="4AACDFC2" w:rsidR="00F55C7C" w:rsidRDefault="00F55C7C" w:rsidP="00F55C7C">
            <w:pPr>
              <w:jc w:val="right"/>
              <w:rPr>
                <w:rFonts w:ascii="Browallia New" w:hAnsi="Browallia New" w:cs="Browallia New"/>
              </w:rPr>
            </w:pPr>
            <w:r>
              <w:rPr>
                <w:rFonts w:ascii="Browallia New" w:hAnsi="Browallia New" w:cs="Browallia New"/>
              </w:rPr>
              <w:t>49,681</w:t>
            </w:r>
          </w:p>
        </w:tc>
        <w:tc>
          <w:tcPr>
            <w:tcW w:w="266" w:type="dxa"/>
          </w:tcPr>
          <w:p w14:paraId="41E6BB13" w14:textId="77777777" w:rsidR="00F55C7C" w:rsidRPr="005C2BD1" w:rsidRDefault="00F55C7C" w:rsidP="00F55C7C">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BA3AFD4" w14:textId="38419A8B" w:rsidR="00F55C7C" w:rsidRPr="00571DEF" w:rsidRDefault="00F55C7C" w:rsidP="00F55C7C">
            <w:pPr>
              <w:jc w:val="right"/>
              <w:rPr>
                <w:rFonts w:ascii="Browallia New" w:hAnsi="Browallia New" w:cs="Browallia New"/>
              </w:rPr>
            </w:pPr>
            <w:r w:rsidRPr="00571DEF">
              <w:rPr>
                <w:rFonts w:ascii="Browallia New" w:hAnsi="Browallia New" w:cs="Browallia New"/>
              </w:rPr>
              <w:t>70,964</w:t>
            </w:r>
          </w:p>
        </w:tc>
      </w:tr>
    </w:tbl>
    <w:p w14:paraId="2AC72D48" w14:textId="3A8379AC" w:rsidR="0010516D" w:rsidRDefault="0010516D"/>
    <w:p w14:paraId="0EC66C5A" w14:textId="310A080E" w:rsidR="0082585C" w:rsidRDefault="008D08AB" w:rsidP="000540A0">
      <w:pPr>
        <w:ind w:left="387" w:firstLine="720"/>
        <w:jc w:val="thaiDistribute"/>
        <w:rPr>
          <w:rFonts w:ascii="Browallia New" w:hAnsi="Browallia New" w:cs="Browallia New"/>
        </w:rPr>
      </w:pPr>
      <w:r>
        <w:rPr>
          <w:rFonts w:ascii="Browallia New" w:hAnsi="Browallia New" w:cs="Browallia New" w:hint="cs"/>
          <w:cs/>
        </w:rPr>
        <w:t>กลุ่ม</w:t>
      </w:r>
      <w:r w:rsidR="0082585C" w:rsidRPr="00884F4F">
        <w:rPr>
          <w:rFonts w:ascii="Browallia New" w:hAnsi="Browallia New" w:cs="Browallia New"/>
          <w:cs/>
        </w:rPr>
        <w:t>บริษัทไม่ได้ตั้งค่าเผ</w:t>
      </w:r>
      <w:r w:rsidR="00713392">
        <w:rPr>
          <w:rFonts w:ascii="Browallia New" w:hAnsi="Browallia New" w:cs="Browallia New" w:hint="cs"/>
          <w:cs/>
        </w:rPr>
        <w:t>ื่</w:t>
      </w:r>
      <w:r w:rsidR="0082585C" w:rsidRPr="00884F4F">
        <w:rPr>
          <w:rFonts w:ascii="Browallia New" w:hAnsi="Browallia New" w:cs="Browallia New"/>
          <w:cs/>
        </w:rPr>
        <w:t>อ</w:t>
      </w:r>
      <w:r w:rsidR="0082585C">
        <w:rPr>
          <w:rFonts w:ascii="Browallia New" w:hAnsi="Browallia New" w:cs="Browallia New" w:hint="cs"/>
          <w:cs/>
        </w:rPr>
        <w:t>ผลขาดทุนด้านเครดิตท</w:t>
      </w:r>
      <w:r w:rsidR="00713392">
        <w:rPr>
          <w:rFonts w:ascii="Browallia New" w:hAnsi="Browallia New" w:cs="Browallia New" w:hint="cs"/>
          <w:cs/>
        </w:rPr>
        <w:t>ี่</w:t>
      </w:r>
      <w:r w:rsidR="0082585C">
        <w:rPr>
          <w:rFonts w:ascii="Browallia New" w:hAnsi="Browallia New" w:cs="Browallia New" w:hint="cs"/>
          <w:cs/>
        </w:rPr>
        <w:t>คาดว่าจะเกิดขึ้น</w:t>
      </w:r>
      <w:r w:rsidR="0082585C" w:rsidRPr="00884F4F">
        <w:rPr>
          <w:rFonts w:ascii="Browallia New" w:hAnsi="Browallia New" w:cs="Browallia New"/>
          <w:cs/>
        </w:rPr>
        <w:t>เต็มมูลค่าสำหรับลูกหนี้การค้าท</w:t>
      </w:r>
      <w:r w:rsidR="00713392">
        <w:rPr>
          <w:rFonts w:ascii="Browallia New" w:hAnsi="Browallia New" w:cs="Browallia New" w:hint="cs"/>
          <w:cs/>
        </w:rPr>
        <w:t>ี่</w:t>
      </w:r>
      <w:r w:rsidR="0082585C" w:rsidRPr="00884F4F">
        <w:rPr>
          <w:rFonts w:ascii="Browallia New" w:hAnsi="Browallia New" w:cs="Browallia New"/>
          <w:cs/>
        </w:rPr>
        <w:t>เกินกำหนดระยะเวลามากกว่า</w:t>
      </w:r>
      <w:r w:rsidR="0082585C">
        <w:rPr>
          <w:rFonts w:ascii="Browallia New" w:hAnsi="Browallia New" w:cs="Browallia New" w:hint="cs"/>
          <w:cs/>
        </w:rPr>
        <w:t xml:space="preserve"> </w:t>
      </w:r>
      <w:r w:rsidR="0082585C" w:rsidRPr="00884F4F">
        <w:rPr>
          <w:rFonts w:ascii="Browallia New" w:hAnsi="Browallia New" w:cs="Browallia New"/>
        </w:rPr>
        <w:t xml:space="preserve">12 </w:t>
      </w:r>
      <w:r w:rsidR="0082585C" w:rsidRPr="00884F4F">
        <w:rPr>
          <w:rFonts w:ascii="Browallia New" w:hAnsi="Browallia New" w:cs="Browallia New"/>
          <w:cs/>
        </w:rPr>
        <w:t>เดือนขึ้นไป เน</w:t>
      </w:r>
      <w:r w:rsidR="00713392">
        <w:rPr>
          <w:rFonts w:ascii="Browallia New" w:hAnsi="Browallia New" w:cs="Browallia New" w:hint="cs"/>
          <w:cs/>
        </w:rPr>
        <w:t>ื่</w:t>
      </w:r>
      <w:r w:rsidR="0082585C" w:rsidRPr="00884F4F">
        <w:rPr>
          <w:rFonts w:ascii="Browallia New" w:hAnsi="Browallia New" w:cs="Browallia New"/>
          <w:cs/>
        </w:rPr>
        <w:t>องจากส่วนใหญ่เป็นลูกหนี้ท</w:t>
      </w:r>
      <w:r w:rsidR="00713392">
        <w:rPr>
          <w:rFonts w:ascii="Browallia New" w:hAnsi="Browallia New" w:cs="Browallia New" w:hint="cs"/>
          <w:cs/>
        </w:rPr>
        <w:t>ี่</w:t>
      </w:r>
      <w:r w:rsidR="0082585C" w:rsidRPr="00884F4F">
        <w:rPr>
          <w:rFonts w:ascii="Browallia New" w:hAnsi="Browallia New" w:cs="Browallia New"/>
          <w:cs/>
        </w:rPr>
        <w:t>กำลังผ่อนชำระอยู่และหรือมีทรัพย์สินค้ำประกัน</w:t>
      </w:r>
      <w:r w:rsidR="0082585C" w:rsidRPr="00884F4F">
        <w:rPr>
          <w:rFonts w:ascii="Browallia New" w:hAnsi="Browallia New" w:cs="Browallia New" w:hint="cs"/>
          <w:cs/>
        </w:rPr>
        <w:t xml:space="preserve"> </w:t>
      </w:r>
      <w:r w:rsidR="00D53DA2">
        <w:rPr>
          <w:rFonts w:ascii="Browallia New" w:hAnsi="Browallia New" w:cs="Browallia New"/>
          <w:cs/>
        </w:rPr>
        <w:br/>
      </w:r>
      <w:r w:rsidR="0082585C" w:rsidRPr="00884F4F">
        <w:rPr>
          <w:rFonts w:ascii="Browallia New" w:hAnsi="Browallia New" w:cs="Browallia New"/>
          <w:cs/>
        </w:rPr>
        <w:t>ถ้าบริษัทไม่ได้รับชำระหนี้ บริษัทสามารถยึดทรัพย์สินดังกล่าวได้</w:t>
      </w:r>
      <w:r w:rsidR="0082585C" w:rsidRPr="00884F4F">
        <w:rPr>
          <w:rFonts w:ascii="Browallia New" w:hAnsi="Browallia New" w:cs="Browallia New" w:hint="cs"/>
          <w:cs/>
        </w:rPr>
        <w:t xml:space="preserve"> </w:t>
      </w:r>
      <w:r w:rsidR="0082585C">
        <w:rPr>
          <w:rFonts w:ascii="Browallia New" w:hAnsi="Browallia New" w:cs="Browallia New" w:hint="cs"/>
          <w:cs/>
        </w:rPr>
        <w:t xml:space="preserve">ทั้งนี้ </w:t>
      </w:r>
      <w:r w:rsidR="0082585C" w:rsidRPr="00884F4F">
        <w:rPr>
          <w:rFonts w:ascii="Browallia New" w:hAnsi="Browallia New" w:cs="Browallia New"/>
          <w:cs/>
        </w:rPr>
        <w:t>จากการประเมินโดยผู้บริหารของบริษัท</w:t>
      </w:r>
      <w:r w:rsidR="0082585C" w:rsidRPr="00C77BA4">
        <w:rPr>
          <w:rFonts w:ascii="Browallia New" w:hAnsi="Browallia New" w:cs="Browallia New" w:hint="cs"/>
          <w:cs/>
        </w:rPr>
        <w:t xml:space="preserve"> ทรัพย์สินที่ใช้ค้ำประกันโดยลูกหนี้</w:t>
      </w:r>
      <w:r w:rsidR="0082585C" w:rsidRPr="00884F4F">
        <w:rPr>
          <w:rFonts w:ascii="Browallia New" w:hAnsi="Browallia New" w:cs="Browallia New"/>
          <w:cs/>
        </w:rPr>
        <w:t>มีมูลค่ามากกว่าจำนวนหนี้ที่คงค้างอยู่</w:t>
      </w:r>
    </w:p>
    <w:p w14:paraId="576F4291" w14:textId="77777777" w:rsidR="006F6BB7" w:rsidRPr="000540A0" w:rsidRDefault="006F6BB7" w:rsidP="00D06DEC">
      <w:pPr>
        <w:ind w:left="387" w:right="-4"/>
        <w:jc w:val="thaiDistribute"/>
        <w:rPr>
          <w:rFonts w:ascii="Browallia New" w:hAnsi="Browallia New" w:cs="Browallia New"/>
        </w:rPr>
      </w:pPr>
    </w:p>
    <w:p w14:paraId="485625D4" w14:textId="0DD61735" w:rsidR="003B432D" w:rsidRDefault="003B432D" w:rsidP="00D06DEC">
      <w:pPr>
        <w:ind w:left="387" w:right="-4"/>
        <w:jc w:val="thaiDistribute"/>
        <w:rPr>
          <w:rFonts w:ascii="Browallia New" w:hAnsi="Browallia New" w:cs="Browallia New"/>
        </w:rPr>
      </w:pPr>
      <w:r w:rsidRPr="005C2BD1">
        <w:rPr>
          <w:rFonts w:ascii="Browallia New" w:hAnsi="Browallia New" w:cs="Browallia New"/>
          <w:cs/>
        </w:rPr>
        <w:t>ในระหว่างงวด</w:t>
      </w:r>
      <w:r w:rsidR="00C25240">
        <w:rPr>
          <w:rFonts w:ascii="Browallia New" w:hAnsi="Browallia New" w:cs="Browallia New" w:hint="cs"/>
          <w:cs/>
        </w:rPr>
        <w:t>สาม</w:t>
      </w:r>
      <w:r w:rsidR="000F560D">
        <w:rPr>
          <w:rFonts w:ascii="Browallia New" w:hAnsi="Browallia New" w:cs="Browallia New" w:hint="cs"/>
          <w:cs/>
        </w:rPr>
        <w:t>เดือนสิ้นสุดวันท</w:t>
      </w:r>
      <w:r w:rsidR="00E74FCB">
        <w:rPr>
          <w:rFonts w:ascii="Browallia New" w:hAnsi="Browallia New" w:cs="Browallia New" w:hint="cs"/>
          <w:cs/>
        </w:rPr>
        <w:t>ี่</w:t>
      </w:r>
      <w:r w:rsidR="000F560D">
        <w:rPr>
          <w:rFonts w:ascii="Browallia New" w:hAnsi="Browallia New" w:cs="Browallia New" w:hint="cs"/>
          <w:cs/>
        </w:rPr>
        <w:t xml:space="preserve"> </w:t>
      </w:r>
      <w:r w:rsidR="00C25240" w:rsidRPr="005C4084">
        <w:rPr>
          <w:rStyle w:val="normaltextrun"/>
          <w:rFonts w:ascii="Browallia New" w:hAnsi="Browallia New" w:cs="Browallia New"/>
          <w:spacing w:val="-4"/>
        </w:rPr>
        <w:t>31</w:t>
      </w:r>
      <w:r w:rsidR="00C25240" w:rsidRPr="005C4084">
        <w:rPr>
          <w:rStyle w:val="normaltextrun"/>
          <w:rFonts w:ascii="Browallia New" w:hAnsi="Browallia New" w:cs="Browallia New"/>
          <w:spacing w:val="-4"/>
          <w:cs/>
        </w:rPr>
        <w:t xml:space="preserve"> มีนาคม</w:t>
      </w:r>
      <w:r w:rsidR="00C25240" w:rsidRPr="005C4084">
        <w:rPr>
          <w:rFonts w:ascii="Browallia New" w:hAnsi="Browallia New" w:cs="Browallia New" w:hint="cs"/>
          <w:spacing w:val="-4"/>
          <w:cs/>
        </w:rPr>
        <w:t xml:space="preserve"> </w:t>
      </w:r>
      <w:r w:rsidR="00C25240" w:rsidRPr="005C4084">
        <w:rPr>
          <w:rFonts w:ascii="Browallia New" w:hAnsi="Browallia New" w:cs="Browallia New"/>
          <w:spacing w:val="-4"/>
        </w:rPr>
        <w:t>2566</w:t>
      </w:r>
      <w:r w:rsidR="000F560D">
        <w:rPr>
          <w:rFonts w:ascii="Browallia New" w:hAnsi="Browallia New" w:cs="Browallia New"/>
        </w:rPr>
        <w:t xml:space="preserve"> </w:t>
      </w:r>
      <w:r w:rsidRPr="005C2BD1">
        <w:rPr>
          <w:rFonts w:ascii="Browallia New" w:hAnsi="Browallia New" w:cs="Browallia New"/>
          <w:cs/>
        </w:rPr>
        <w:t>บริษัทมีรายการเคล</w:t>
      </w:r>
      <w:r w:rsidR="000A039C">
        <w:rPr>
          <w:rFonts w:ascii="Browallia New" w:hAnsi="Browallia New" w:cs="Browallia New" w:hint="cs"/>
          <w:cs/>
        </w:rPr>
        <w:t>ื่</w:t>
      </w:r>
      <w:r w:rsidRPr="005C2BD1">
        <w:rPr>
          <w:rFonts w:ascii="Browallia New" w:hAnsi="Browallia New" w:cs="Browallia New"/>
          <w:cs/>
        </w:rPr>
        <w:t>อนไหวของค่าเผ</w:t>
      </w:r>
      <w:r w:rsidR="000A039C">
        <w:rPr>
          <w:rFonts w:ascii="Browallia New" w:hAnsi="Browallia New" w:cs="Browallia New" w:hint="cs"/>
          <w:cs/>
        </w:rPr>
        <w:t>ื่</w:t>
      </w:r>
      <w:r w:rsidRPr="005C2BD1">
        <w:rPr>
          <w:rFonts w:ascii="Browallia New" w:hAnsi="Browallia New" w:cs="Browallia New"/>
          <w:cs/>
        </w:rPr>
        <w:t>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Pr="005C2BD1">
        <w:rPr>
          <w:rFonts w:ascii="Browallia New" w:hAnsi="Browallia New" w:cs="Browallia New"/>
          <w:cs/>
        </w:rPr>
        <w:t>ดังนี้</w:t>
      </w:r>
    </w:p>
    <w:p w14:paraId="484A79A5" w14:textId="6C297765" w:rsidR="00C72912" w:rsidRPr="000540A0" w:rsidRDefault="00C72912" w:rsidP="00486345">
      <w:pPr>
        <w:ind w:left="374" w:right="-4"/>
        <w:jc w:val="thaiDistribute"/>
        <w:rPr>
          <w:rFonts w:ascii="Browallia New" w:hAnsi="Browallia New" w:cs="Browallia New"/>
        </w:rPr>
      </w:pPr>
    </w:p>
    <w:tbl>
      <w:tblPr>
        <w:tblW w:w="9063" w:type="dxa"/>
        <w:tblInd w:w="360" w:type="dxa"/>
        <w:tblLayout w:type="fixed"/>
        <w:tblLook w:val="0000" w:firstRow="0" w:lastRow="0" w:firstColumn="0" w:lastColumn="0" w:noHBand="0" w:noVBand="0"/>
      </w:tblPr>
      <w:tblGrid>
        <w:gridCol w:w="4230"/>
        <w:gridCol w:w="450"/>
        <w:gridCol w:w="1958"/>
        <w:gridCol w:w="283"/>
        <w:gridCol w:w="2142"/>
      </w:tblGrid>
      <w:tr w:rsidR="00263569" w:rsidRPr="003327F1" w14:paraId="3799864B" w14:textId="77777777" w:rsidTr="000540A0">
        <w:trPr>
          <w:cantSplit/>
        </w:trPr>
        <w:tc>
          <w:tcPr>
            <w:tcW w:w="4230" w:type="dxa"/>
          </w:tcPr>
          <w:p w14:paraId="0F1727FE"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450" w:type="dxa"/>
            <w:tcBorders>
              <w:left w:val="nil"/>
            </w:tcBorders>
          </w:tcPr>
          <w:p w14:paraId="0665EA2F"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4383" w:type="dxa"/>
            <w:gridSpan w:val="3"/>
          </w:tcPr>
          <w:p w14:paraId="0ED5B550" w14:textId="77777777" w:rsidR="00263569" w:rsidRPr="003327F1" w:rsidRDefault="00263569" w:rsidP="006F0BCF">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263569" w:rsidRPr="00884F4F" w14:paraId="6A5D10AD" w14:textId="77777777" w:rsidTr="000540A0">
        <w:trPr>
          <w:cantSplit/>
        </w:trPr>
        <w:tc>
          <w:tcPr>
            <w:tcW w:w="4230" w:type="dxa"/>
            <w:vAlign w:val="bottom"/>
          </w:tcPr>
          <w:p w14:paraId="17C1C8FC"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450" w:type="dxa"/>
            <w:tcBorders>
              <w:left w:val="nil"/>
            </w:tcBorders>
          </w:tcPr>
          <w:p w14:paraId="004827F1" w14:textId="77777777" w:rsidR="00263569" w:rsidRPr="00B62C09" w:rsidRDefault="00263569" w:rsidP="006F0BCF">
            <w:pPr>
              <w:ind w:right="72"/>
              <w:rPr>
                <w:rFonts w:ascii="Browallia New" w:hAnsi="Browallia New" w:cs="Browallia New"/>
              </w:rPr>
            </w:pPr>
          </w:p>
        </w:tc>
        <w:tc>
          <w:tcPr>
            <w:tcW w:w="1958" w:type="dxa"/>
            <w:tcBorders>
              <w:bottom w:val="single" w:sz="4" w:space="0" w:color="auto"/>
            </w:tcBorders>
            <w:vAlign w:val="bottom"/>
          </w:tcPr>
          <w:p w14:paraId="6B310B76" w14:textId="77777777" w:rsidR="00263569" w:rsidRPr="000D78AB" w:rsidRDefault="00263569" w:rsidP="006F0BCF">
            <w:pPr>
              <w:ind w:left="-105" w:right="-108"/>
              <w:jc w:val="center"/>
              <w:rPr>
                <w:rFonts w:ascii="Browallia New" w:hAnsi="Browallia New" w:cs="Browallia New"/>
                <w:cs/>
              </w:rPr>
            </w:pPr>
            <w:r w:rsidRPr="000D78AB">
              <w:rPr>
                <w:rFonts w:ascii="Browallia New" w:hAnsi="Browallia New" w:cs="Browallia New" w:hint="cs"/>
                <w:cs/>
              </w:rPr>
              <w:t>งบการเงินรวม</w:t>
            </w:r>
          </w:p>
        </w:tc>
        <w:tc>
          <w:tcPr>
            <w:tcW w:w="283" w:type="dxa"/>
            <w:vAlign w:val="bottom"/>
          </w:tcPr>
          <w:p w14:paraId="53918F93" w14:textId="77777777" w:rsidR="00263569" w:rsidRPr="00884F4F" w:rsidRDefault="00263569" w:rsidP="006F0BCF">
            <w:pPr>
              <w:ind w:left="-105" w:right="-108"/>
              <w:jc w:val="right"/>
              <w:rPr>
                <w:rFonts w:ascii="Browallia New" w:hAnsi="Browallia New" w:cs="Browallia New"/>
                <w:u w:val="single"/>
              </w:rPr>
            </w:pPr>
          </w:p>
        </w:tc>
        <w:tc>
          <w:tcPr>
            <w:tcW w:w="2142" w:type="dxa"/>
            <w:tcBorders>
              <w:bottom w:val="single" w:sz="4" w:space="0" w:color="auto"/>
            </w:tcBorders>
            <w:vAlign w:val="bottom"/>
          </w:tcPr>
          <w:p w14:paraId="123DDD3C" w14:textId="0E15C967" w:rsidR="00263569" w:rsidRPr="00884F4F" w:rsidRDefault="00CF46E7" w:rsidP="006F0BCF">
            <w:pPr>
              <w:ind w:left="-105" w:right="-108"/>
              <w:jc w:val="center"/>
              <w:rPr>
                <w:rFonts w:ascii="Browallia New" w:hAnsi="Browallia New" w:cs="Browallia New"/>
              </w:rPr>
            </w:pPr>
            <w:r w:rsidRPr="00CF46E7">
              <w:rPr>
                <w:rFonts w:ascii="Browallia New" w:hAnsi="Browallia New" w:cs="Browallia New"/>
                <w:cs/>
              </w:rPr>
              <w:t>งบการเงินเฉพาะของบริษัท</w:t>
            </w:r>
          </w:p>
        </w:tc>
      </w:tr>
      <w:tr w:rsidR="00263569" w:rsidRPr="004634F8" w14:paraId="29E08702" w14:textId="77777777" w:rsidTr="000540A0">
        <w:trPr>
          <w:cantSplit/>
          <w:trHeight w:val="305"/>
        </w:trPr>
        <w:tc>
          <w:tcPr>
            <w:tcW w:w="4230" w:type="dxa"/>
            <w:vAlign w:val="bottom"/>
          </w:tcPr>
          <w:p w14:paraId="0F559A70" w14:textId="77777777" w:rsidR="00263569" w:rsidRPr="000540A0" w:rsidRDefault="00263569" w:rsidP="006F0BCF">
            <w:pPr>
              <w:pStyle w:val="3"/>
              <w:tabs>
                <w:tab w:val="clear" w:pos="360"/>
                <w:tab w:val="clear" w:pos="720"/>
              </w:tabs>
              <w:jc w:val="center"/>
              <w:rPr>
                <w:rFonts w:ascii="Browallia New" w:hAnsi="Browallia New" w:cs="Browallia New"/>
                <w:sz w:val="18"/>
                <w:szCs w:val="18"/>
              </w:rPr>
            </w:pPr>
          </w:p>
        </w:tc>
        <w:tc>
          <w:tcPr>
            <w:tcW w:w="450" w:type="dxa"/>
            <w:tcBorders>
              <w:left w:val="nil"/>
            </w:tcBorders>
          </w:tcPr>
          <w:p w14:paraId="62126924" w14:textId="77777777" w:rsidR="00263569" w:rsidRPr="000540A0" w:rsidRDefault="00263569" w:rsidP="006F0BCF">
            <w:pPr>
              <w:ind w:right="72"/>
              <w:rPr>
                <w:rFonts w:ascii="Browallia New" w:hAnsi="Browallia New" w:cs="Browallia New"/>
                <w:sz w:val="18"/>
                <w:szCs w:val="18"/>
              </w:rPr>
            </w:pPr>
          </w:p>
        </w:tc>
        <w:tc>
          <w:tcPr>
            <w:tcW w:w="1958" w:type="dxa"/>
            <w:vAlign w:val="bottom"/>
          </w:tcPr>
          <w:p w14:paraId="77587B97" w14:textId="77777777" w:rsidR="00263569" w:rsidRPr="000540A0" w:rsidRDefault="00263569" w:rsidP="006F0BCF">
            <w:pPr>
              <w:ind w:left="-105" w:right="-108"/>
              <w:jc w:val="center"/>
              <w:rPr>
                <w:rFonts w:ascii="Browallia New" w:hAnsi="Browallia New" w:cs="Browallia New"/>
                <w:sz w:val="18"/>
                <w:szCs w:val="18"/>
                <w:cs/>
              </w:rPr>
            </w:pPr>
          </w:p>
        </w:tc>
        <w:tc>
          <w:tcPr>
            <w:tcW w:w="283" w:type="dxa"/>
            <w:vAlign w:val="bottom"/>
          </w:tcPr>
          <w:p w14:paraId="188A572E" w14:textId="77777777" w:rsidR="00263569" w:rsidRPr="000540A0" w:rsidRDefault="00263569" w:rsidP="006F0BCF">
            <w:pPr>
              <w:ind w:left="-105" w:right="-108"/>
              <w:jc w:val="right"/>
              <w:rPr>
                <w:rFonts w:ascii="Browallia New" w:hAnsi="Browallia New" w:cs="Browallia New"/>
                <w:sz w:val="18"/>
                <w:szCs w:val="18"/>
                <w:u w:val="single"/>
              </w:rPr>
            </w:pPr>
          </w:p>
        </w:tc>
        <w:tc>
          <w:tcPr>
            <w:tcW w:w="2142" w:type="dxa"/>
            <w:vAlign w:val="bottom"/>
          </w:tcPr>
          <w:p w14:paraId="0E3F34FD" w14:textId="77777777" w:rsidR="00263569" w:rsidRPr="000540A0" w:rsidRDefault="00263569" w:rsidP="006F0BCF">
            <w:pPr>
              <w:ind w:left="-105" w:right="-108"/>
              <w:jc w:val="center"/>
              <w:rPr>
                <w:rFonts w:ascii="Browallia New" w:hAnsi="Browallia New" w:cs="Browallia New"/>
                <w:sz w:val="18"/>
                <w:szCs w:val="18"/>
                <w:cs/>
              </w:rPr>
            </w:pPr>
          </w:p>
        </w:tc>
      </w:tr>
      <w:tr w:rsidR="00905476" w:rsidRPr="00884F4F" w14:paraId="5763667F" w14:textId="77777777" w:rsidTr="000540A0">
        <w:trPr>
          <w:cantSplit/>
          <w:trHeight w:val="288"/>
        </w:trPr>
        <w:tc>
          <w:tcPr>
            <w:tcW w:w="4230" w:type="dxa"/>
            <w:vAlign w:val="bottom"/>
          </w:tcPr>
          <w:p w14:paraId="25A81AF0" w14:textId="694500DA" w:rsidR="00905476" w:rsidRPr="00B62C09" w:rsidRDefault="00905476" w:rsidP="00905476">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rPr>
              <w:t>6</w:t>
            </w:r>
          </w:p>
        </w:tc>
        <w:tc>
          <w:tcPr>
            <w:tcW w:w="450" w:type="dxa"/>
            <w:tcBorders>
              <w:left w:val="nil"/>
            </w:tcBorders>
            <w:vAlign w:val="bottom"/>
          </w:tcPr>
          <w:p w14:paraId="3D1E4068" w14:textId="77777777" w:rsidR="00905476" w:rsidRPr="00B62C09" w:rsidRDefault="00905476" w:rsidP="00905476">
            <w:pPr>
              <w:rPr>
                <w:rFonts w:ascii="Browallia New" w:hAnsi="Browallia New" w:cs="Browallia New"/>
                <w:sz w:val="16"/>
                <w:szCs w:val="16"/>
              </w:rPr>
            </w:pPr>
          </w:p>
        </w:tc>
        <w:tc>
          <w:tcPr>
            <w:tcW w:w="1958" w:type="dxa"/>
          </w:tcPr>
          <w:p w14:paraId="4C9999BE" w14:textId="54A9D7FF" w:rsidR="00905476" w:rsidRPr="0009036F" w:rsidRDefault="00905476" w:rsidP="00905476">
            <w:pPr>
              <w:ind w:left="-87" w:right="-15"/>
              <w:jc w:val="right"/>
              <w:rPr>
                <w:rFonts w:ascii="Browallia New" w:hAnsi="Browallia New" w:cs="Browallia New"/>
              </w:rPr>
            </w:pPr>
            <w:r w:rsidRPr="00C94BB8">
              <w:rPr>
                <w:rFonts w:ascii="Browallia New" w:hAnsi="Browallia New" w:cs="Browallia New"/>
              </w:rPr>
              <w:t>23,579</w:t>
            </w:r>
          </w:p>
        </w:tc>
        <w:tc>
          <w:tcPr>
            <w:tcW w:w="283" w:type="dxa"/>
          </w:tcPr>
          <w:p w14:paraId="3BABDE33" w14:textId="77777777" w:rsidR="00905476" w:rsidRPr="0009036F" w:rsidRDefault="00905476" w:rsidP="00905476">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B780BA4" w14:textId="147F0870" w:rsidR="00905476" w:rsidRPr="0009036F" w:rsidRDefault="00905476" w:rsidP="00905476">
            <w:pPr>
              <w:ind w:left="-87" w:right="-15"/>
              <w:jc w:val="right"/>
              <w:rPr>
                <w:rFonts w:ascii="Browallia New" w:hAnsi="Browallia New" w:cs="Browallia New"/>
                <w:lang w:val="en-GB"/>
              </w:rPr>
            </w:pPr>
            <w:r w:rsidRPr="002057FE">
              <w:rPr>
                <w:rFonts w:ascii="Browallia New" w:hAnsi="Browallia New" w:cs="Browallia New"/>
              </w:rPr>
              <w:t>23,069</w:t>
            </w:r>
          </w:p>
        </w:tc>
      </w:tr>
      <w:tr w:rsidR="00905476" w:rsidRPr="00884F4F" w14:paraId="18CF427F" w14:textId="77777777" w:rsidTr="000540A0">
        <w:trPr>
          <w:cantSplit/>
        </w:trPr>
        <w:tc>
          <w:tcPr>
            <w:tcW w:w="4230" w:type="dxa"/>
            <w:vAlign w:val="bottom"/>
          </w:tcPr>
          <w:p w14:paraId="1B6000C3" w14:textId="5205B682" w:rsidR="00905476" w:rsidRPr="00B62C09" w:rsidRDefault="00905476" w:rsidP="00905476">
            <w:pPr>
              <w:ind w:right="31"/>
              <w:rPr>
                <w:rFonts w:ascii="Browallia New" w:hAnsi="Browallia New" w:cs="Browallia New"/>
                <w:lang w:val="en-GB"/>
              </w:rPr>
            </w:pPr>
            <w:r>
              <w:rPr>
                <w:rFonts w:ascii="Browallia New" w:hAnsi="Browallia New" w:cs="Browallia New" w:hint="cs"/>
                <w:u w:val="single"/>
                <w:cs/>
              </w:rPr>
              <w:t>บวก</w:t>
            </w:r>
            <w:r w:rsidRPr="00B62C09">
              <w:rPr>
                <w:rFonts w:ascii="Browallia New" w:hAnsi="Browallia New" w:cs="Browallia New" w:hint="cs"/>
                <w:cs/>
              </w:rPr>
              <w:t xml:space="preserve"> </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ผลขาดทุนด้านเครดิตที่คาดว่าจะเกิดขึ้น</w:t>
            </w:r>
          </w:p>
        </w:tc>
        <w:tc>
          <w:tcPr>
            <w:tcW w:w="450" w:type="dxa"/>
            <w:tcBorders>
              <w:left w:val="nil"/>
            </w:tcBorders>
            <w:vAlign w:val="bottom"/>
          </w:tcPr>
          <w:p w14:paraId="4D09FE86" w14:textId="77777777" w:rsidR="00905476" w:rsidRPr="00B62C09" w:rsidRDefault="00905476" w:rsidP="00905476">
            <w:pPr>
              <w:ind w:left="-108" w:right="30"/>
              <w:jc w:val="right"/>
              <w:rPr>
                <w:rFonts w:ascii="Browallia New" w:hAnsi="Browallia New" w:cs="Browallia New"/>
              </w:rPr>
            </w:pPr>
          </w:p>
        </w:tc>
        <w:tc>
          <w:tcPr>
            <w:tcW w:w="1958" w:type="dxa"/>
          </w:tcPr>
          <w:p w14:paraId="137631AD" w14:textId="223FA958" w:rsidR="00905476" w:rsidRPr="0009036F" w:rsidRDefault="00656F6F" w:rsidP="00905476">
            <w:pPr>
              <w:ind w:left="-87" w:right="-15"/>
              <w:jc w:val="right"/>
              <w:rPr>
                <w:rFonts w:ascii="Browallia New" w:hAnsi="Browallia New" w:cs="Browallia New"/>
              </w:rPr>
            </w:pPr>
            <w:r>
              <w:rPr>
                <w:rFonts w:ascii="Browallia New" w:hAnsi="Browallia New" w:cs="Browallia New"/>
              </w:rPr>
              <w:t>1,478</w:t>
            </w:r>
          </w:p>
        </w:tc>
        <w:tc>
          <w:tcPr>
            <w:tcW w:w="283" w:type="dxa"/>
          </w:tcPr>
          <w:p w14:paraId="385C68E7" w14:textId="77777777" w:rsidR="00905476" w:rsidRPr="0009036F" w:rsidRDefault="00905476" w:rsidP="00905476">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C314274" w14:textId="409BFEE9" w:rsidR="00905476" w:rsidRPr="0009036F" w:rsidRDefault="00656F6F" w:rsidP="00905476">
            <w:pPr>
              <w:ind w:left="-87" w:right="-15"/>
              <w:jc w:val="right"/>
              <w:rPr>
                <w:rFonts w:ascii="Browallia New" w:hAnsi="Browallia New" w:cs="Browallia New"/>
              </w:rPr>
            </w:pPr>
            <w:r>
              <w:rPr>
                <w:rFonts w:ascii="Browallia New" w:hAnsi="Browallia New" w:cs="Browallia New"/>
              </w:rPr>
              <w:t>1,478</w:t>
            </w:r>
          </w:p>
        </w:tc>
      </w:tr>
      <w:tr w:rsidR="00905476" w:rsidRPr="00884F4F" w14:paraId="43CF2957" w14:textId="77777777" w:rsidTr="000540A0">
        <w:trPr>
          <w:cantSplit/>
        </w:trPr>
        <w:tc>
          <w:tcPr>
            <w:tcW w:w="4230" w:type="dxa"/>
            <w:vAlign w:val="bottom"/>
          </w:tcPr>
          <w:p w14:paraId="3DB60117" w14:textId="48164F6B" w:rsidR="00905476" w:rsidRDefault="00905476" w:rsidP="00905476">
            <w:pPr>
              <w:ind w:right="31"/>
              <w:rPr>
                <w:rFonts w:ascii="Browallia New" w:hAnsi="Browallia New" w:cs="Browallia New"/>
                <w:u w:val="single"/>
                <w:cs/>
              </w:rPr>
            </w:pPr>
            <w:r>
              <w:rPr>
                <w:rFonts w:ascii="Browallia New" w:hAnsi="Browallia New" w:cs="Browallia New" w:hint="cs"/>
                <w:u w:val="single"/>
                <w:cs/>
              </w:rPr>
              <w:t>หัก</w:t>
            </w:r>
            <w:r w:rsidRPr="0073073E">
              <w:rPr>
                <w:rFonts w:ascii="Browallia New" w:hAnsi="Browallia New" w:cs="Browallia New" w:hint="cs"/>
                <w:cs/>
              </w:rPr>
              <w:t xml:space="preserve"> </w:t>
            </w:r>
            <w:r>
              <w:rPr>
                <w:rFonts w:ascii="Browallia New" w:hAnsi="Browallia New" w:cs="Browallia New" w:hint="cs"/>
                <w:cs/>
              </w:rPr>
              <w:t>โอนกลับค่าเผื่อผลขาดทุน</w:t>
            </w:r>
          </w:p>
        </w:tc>
        <w:tc>
          <w:tcPr>
            <w:tcW w:w="450" w:type="dxa"/>
            <w:tcBorders>
              <w:left w:val="nil"/>
            </w:tcBorders>
            <w:vAlign w:val="bottom"/>
          </w:tcPr>
          <w:p w14:paraId="0A54A9CC" w14:textId="77777777" w:rsidR="00905476" w:rsidRPr="00B62C09" w:rsidRDefault="00905476" w:rsidP="00905476">
            <w:pPr>
              <w:ind w:left="-108" w:right="30"/>
              <w:jc w:val="right"/>
              <w:rPr>
                <w:rFonts w:ascii="Browallia New" w:hAnsi="Browallia New" w:cs="Browallia New"/>
              </w:rPr>
            </w:pPr>
          </w:p>
        </w:tc>
        <w:tc>
          <w:tcPr>
            <w:tcW w:w="1958" w:type="dxa"/>
          </w:tcPr>
          <w:p w14:paraId="6D02B3CD" w14:textId="3B8F0769" w:rsidR="00905476" w:rsidRDefault="00075D79" w:rsidP="00905476">
            <w:pPr>
              <w:ind w:left="-87" w:right="-15"/>
              <w:jc w:val="right"/>
              <w:rPr>
                <w:rFonts w:ascii="Browallia New" w:hAnsi="Browallia New" w:cs="Browallia New"/>
              </w:rPr>
            </w:pPr>
            <w:r>
              <w:rPr>
                <w:rFonts w:ascii="Browallia New" w:hAnsi="Browallia New" w:cs="Browallia New"/>
              </w:rPr>
              <w:t>(</w:t>
            </w:r>
            <w:r w:rsidR="00656F6F">
              <w:rPr>
                <w:rFonts w:ascii="Browallia New" w:hAnsi="Browallia New" w:cs="Browallia New"/>
              </w:rPr>
              <w:t>4,491</w:t>
            </w:r>
            <w:r>
              <w:rPr>
                <w:rFonts w:ascii="Browallia New" w:hAnsi="Browallia New" w:cs="Browallia New"/>
              </w:rPr>
              <w:t>)</w:t>
            </w:r>
          </w:p>
        </w:tc>
        <w:tc>
          <w:tcPr>
            <w:tcW w:w="283" w:type="dxa"/>
          </w:tcPr>
          <w:p w14:paraId="1BB89E42" w14:textId="77777777" w:rsidR="00905476" w:rsidRPr="0009036F" w:rsidRDefault="00905476" w:rsidP="00905476">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149C1B47" w14:textId="791C2E05" w:rsidR="00905476" w:rsidRPr="0009036F" w:rsidRDefault="00B318A8" w:rsidP="00905476">
            <w:pPr>
              <w:ind w:left="-87" w:right="-15"/>
              <w:jc w:val="right"/>
              <w:rPr>
                <w:rFonts w:ascii="Browallia New" w:hAnsi="Browallia New" w:cs="Browallia New"/>
              </w:rPr>
            </w:pPr>
            <w:r>
              <w:rPr>
                <w:rFonts w:ascii="Browallia New" w:hAnsi="Browallia New" w:cs="Browallia New"/>
              </w:rPr>
              <w:t>(</w:t>
            </w:r>
            <w:r w:rsidR="00656F6F">
              <w:rPr>
                <w:rFonts w:ascii="Browallia New" w:hAnsi="Browallia New" w:cs="Browallia New"/>
              </w:rPr>
              <w:t>4,491</w:t>
            </w:r>
            <w:r>
              <w:rPr>
                <w:rFonts w:ascii="Browallia New" w:hAnsi="Browallia New" w:cs="Browallia New"/>
              </w:rPr>
              <w:t>)</w:t>
            </w:r>
          </w:p>
        </w:tc>
      </w:tr>
      <w:tr w:rsidR="00905476" w:rsidRPr="00884F4F" w14:paraId="4DDB978D" w14:textId="77777777" w:rsidTr="000540A0">
        <w:trPr>
          <w:cantSplit/>
        </w:trPr>
        <w:tc>
          <w:tcPr>
            <w:tcW w:w="4230" w:type="dxa"/>
          </w:tcPr>
          <w:p w14:paraId="6236BA42" w14:textId="71756594" w:rsidR="00905476" w:rsidRPr="0050080F" w:rsidRDefault="00905476" w:rsidP="00905476">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450" w:type="dxa"/>
            <w:tcBorders>
              <w:left w:val="nil"/>
            </w:tcBorders>
            <w:vAlign w:val="bottom"/>
          </w:tcPr>
          <w:p w14:paraId="689451B0" w14:textId="77777777" w:rsidR="00905476" w:rsidRPr="00B62C09" w:rsidRDefault="00905476" w:rsidP="00905476">
            <w:pPr>
              <w:ind w:left="-108"/>
              <w:jc w:val="right"/>
              <w:rPr>
                <w:rFonts w:ascii="Browallia New" w:hAnsi="Browallia New" w:cs="Browallia New"/>
              </w:rPr>
            </w:pPr>
          </w:p>
        </w:tc>
        <w:tc>
          <w:tcPr>
            <w:tcW w:w="1958" w:type="dxa"/>
            <w:tcBorders>
              <w:top w:val="single" w:sz="2" w:space="0" w:color="auto"/>
              <w:bottom w:val="single" w:sz="12" w:space="0" w:color="auto"/>
            </w:tcBorders>
          </w:tcPr>
          <w:p w14:paraId="1D0EB35E" w14:textId="4D538786" w:rsidR="00905476" w:rsidRPr="005719F5" w:rsidRDefault="00656F6F" w:rsidP="00905476">
            <w:pPr>
              <w:ind w:left="-87" w:right="-15"/>
              <w:jc w:val="right"/>
              <w:rPr>
                <w:rFonts w:ascii="Browallia New" w:hAnsi="Browallia New" w:cs="Browallia New"/>
              </w:rPr>
            </w:pPr>
            <w:r>
              <w:rPr>
                <w:rFonts w:ascii="Browallia New" w:hAnsi="Browallia New" w:cs="Browallia New"/>
              </w:rPr>
              <w:t>20,566</w:t>
            </w:r>
          </w:p>
        </w:tc>
        <w:tc>
          <w:tcPr>
            <w:tcW w:w="283" w:type="dxa"/>
          </w:tcPr>
          <w:p w14:paraId="5803DC3D" w14:textId="77777777" w:rsidR="00905476" w:rsidRPr="0009036F" w:rsidRDefault="00905476" w:rsidP="00905476">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top w:val="single" w:sz="2" w:space="0" w:color="auto"/>
              <w:bottom w:val="single" w:sz="12" w:space="0" w:color="auto"/>
            </w:tcBorders>
          </w:tcPr>
          <w:p w14:paraId="2724E7C1" w14:textId="7AA74C92" w:rsidR="00905476" w:rsidRPr="0009036F" w:rsidRDefault="00656F6F" w:rsidP="00905476">
            <w:pPr>
              <w:ind w:left="-87" w:right="-15"/>
              <w:jc w:val="right"/>
              <w:rPr>
                <w:rFonts w:ascii="Browallia New" w:hAnsi="Browallia New" w:cs="Browallia New"/>
              </w:rPr>
            </w:pPr>
            <w:r>
              <w:rPr>
                <w:rFonts w:ascii="Browallia New" w:hAnsi="Browallia New" w:cs="Browallia New"/>
              </w:rPr>
              <w:t>20,056</w:t>
            </w:r>
          </w:p>
        </w:tc>
      </w:tr>
    </w:tbl>
    <w:p w14:paraId="4DEF6FB2" w14:textId="77777777" w:rsidR="00C72912" w:rsidRPr="00AF34B0" w:rsidRDefault="00C72912" w:rsidP="00486345">
      <w:pPr>
        <w:ind w:left="374" w:right="-4"/>
        <w:jc w:val="thaiDistribute"/>
        <w:rPr>
          <w:rFonts w:ascii="Browallia New" w:hAnsi="Browallia New" w:cs="Browallia New"/>
        </w:rPr>
      </w:pPr>
    </w:p>
    <w:p w14:paraId="485625F2" w14:textId="50E04517" w:rsidR="003E4706" w:rsidRPr="00AF34B0" w:rsidRDefault="003E4706" w:rsidP="003E0B20">
      <w:pPr>
        <w:numPr>
          <w:ilvl w:val="0"/>
          <w:numId w:val="1"/>
        </w:numPr>
        <w:tabs>
          <w:tab w:val="clear" w:pos="360"/>
        </w:tabs>
        <w:ind w:left="374" w:hanging="374"/>
        <w:rPr>
          <w:rFonts w:ascii="Browallia New" w:hAnsi="Browallia New" w:cs="Browallia New"/>
          <w:b/>
          <w:bCs/>
          <w:cs/>
        </w:rPr>
      </w:pPr>
      <w:r w:rsidRPr="00AF34B0">
        <w:rPr>
          <w:rFonts w:ascii="Browallia New" w:hAnsi="Browallia New" w:cs="Browallia New"/>
          <w:b/>
          <w:bCs/>
          <w:cs/>
        </w:rPr>
        <w:t>รายการกับบุคคลและบริษัทที่เกี่ยวข้อง</w:t>
      </w:r>
    </w:p>
    <w:p w14:paraId="485625F3" w14:textId="77777777" w:rsidR="003E4706" w:rsidRPr="000540A0" w:rsidRDefault="003E4706" w:rsidP="007666E1">
      <w:pPr>
        <w:ind w:left="374"/>
        <w:jc w:val="thaiDistribute"/>
        <w:rPr>
          <w:rFonts w:ascii="Browallia New" w:hAnsi="Browallia New" w:cs="Browallia New"/>
          <w:spacing w:val="-2"/>
        </w:rPr>
      </w:pPr>
    </w:p>
    <w:p w14:paraId="1BF08B07" w14:textId="12AF572F" w:rsidR="004400BB" w:rsidRPr="00EC729A" w:rsidRDefault="008D08AB" w:rsidP="00EA2ABA">
      <w:pPr>
        <w:ind w:left="374"/>
        <w:jc w:val="thaiDistribute"/>
        <w:rPr>
          <w:rFonts w:ascii="Browallia New" w:hAnsi="Browallia New" w:cs="Browallia New"/>
        </w:rPr>
      </w:pPr>
      <w:r w:rsidRPr="00AF34B0">
        <w:rPr>
          <w:rFonts w:ascii="Browallia New" w:hAnsi="Browallia New" w:cs="Browallia New" w:hint="cs"/>
          <w:spacing w:val="-2"/>
          <w:cs/>
        </w:rPr>
        <w:t>กลุ่ม</w:t>
      </w:r>
      <w:r w:rsidR="004306A7" w:rsidRPr="00AF34B0">
        <w:rPr>
          <w:rFonts w:ascii="Browallia New" w:hAnsi="Browallia New" w:cs="Browallia New"/>
          <w:spacing w:val="-2"/>
          <w:cs/>
        </w:rPr>
        <w:t>บริษัทมีรายการบัญชีสินทรัพย์ หนี้สิน รายได้จากการขายสินค้า รายได้อ</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น ต้นทุนขายและค่าใช้จ่ายในการขายและบริหาร</w:t>
      </w:r>
      <w:r w:rsidR="004306A7" w:rsidRPr="00AF34B0">
        <w:rPr>
          <w:rFonts w:ascii="Browallia New" w:hAnsi="Browallia New" w:cs="Browallia New" w:hint="cs"/>
          <w:spacing w:val="-2"/>
          <w:cs/>
        </w:rPr>
        <w:t xml:space="preserve"> </w:t>
      </w:r>
      <w:r w:rsidR="004306A7" w:rsidRPr="00AF34B0">
        <w:rPr>
          <w:rFonts w:ascii="Browallia New" w:hAnsi="Browallia New" w:cs="Browallia New"/>
          <w:spacing w:val="-2"/>
          <w:cs/>
        </w:rPr>
        <w:t>ส่วนหน</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งเป็นรายการท</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เกิดขึ้นกับบริษัทท</w:t>
      </w:r>
      <w:r w:rsidR="00AE3DF8" w:rsidRPr="00AF34B0">
        <w:rPr>
          <w:rFonts w:ascii="Browallia New" w:hAnsi="Browallia New" w:cs="Browallia New" w:hint="cs"/>
          <w:spacing w:val="-2"/>
          <w:cs/>
        </w:rPr>
        <w:t>ี่</w:t>
      </w:r>
      <w:r w:rsidR="00134B0D" w:rsidRPr="00AF34B0">
        <w:rPr>
          <w:rFonts w:ascii="Browallia New" w:hAnsi="Browallia New" w:cs="Browallia New" w:hint="cs"/>
          <w:spacing w:val="-2"/>
          <w:cs/>
        </w:rPr>
        <w:t>เก</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ยวข้องกัน รายการระหว่างกันกับบริษัท</w:t>
      </w:r>
      <w:r w:rsidR="00BD7D6C" w:rsidRPr="00AF34B0">
        <w:rPr>
          <w:rFonts w:ascii="Browallia New" w:hAnsi="Browallia New" w:cs="Browallia New" w:hint="cs"/>
          <w:spacing w:val="-2"/>
          <w:cs/>
        </w:rPr>
        <w:t>ที่เกี่</w:t>
      </w:r>
      <w:r w:rsidR="004306A7" w:rsidRPr="00AF34B0">
        <w:rPr>
          <w:rFonts w:ascii="Browallia New" w:hAnsi="Browallia New" w:cs="Browallia New"/>
          <w:spacing w:val="-2"/>
          <w:cs/>
        </w:rPr>
        <w:t>ยวข้องกันท</w:t>
      </w:r>
      <w:r w:rsidR="00BD7D6C" w:rsidRPr="00AF34B0">
        <w:rPr>
          <w:rFonts w:ascii="Browallia New" w:hAnsi="Browallia New" w:cs="Browallia New" w:hint="cs"/>
          <w:spacing w:val="-2"/>
          <w:cs/>
        </w:rPr>
        <w:t>ี่</w:t>
      </w:r>
      <w:r w:rsidR="004306A7" w:rsidRPr="00AF34B0">
        <w:rPr>
          <w:rFonts w:ascii="Browallia New" w:hAnsi="Browallia New" w:cs="Browallia New"/>
          <w:spacing w:val="-2"/>
          <w:cs/>
        </w:rPr>
        <w:t>มีสาระสำคัญท</w:t>
      </w:r>
      <w:r w:rsidR="00BD7D6C" w:rsidRPr="00AF34B0">
        <w:rPr>
          <w:rFonts w:ascii="Browallia New" w:hAnsi="Browallia New" w:cs="Browallia New" w:hint="cs"/>
          <w:spacing w:val="-2"/>
          <w:cs/>
        </w:rPr>
        <w:t>ี่</w:t>
      </w:r>
      <w:r w:rsidR="004306A7" w:rsidRPr="00AF34B0">
        <w:rPr>
          <w:rFonts w:ascii="Browallia New" w:hAnsi="Browallia New" w:cs="Browallia New"/>
          <w:spacing w:val="-2"/>
          <w:cs/>
        </w:rPr>
        <w:t>รวมไว้ใน</w:t>
      </w:r>
      <w:r w:rsidR="004306A7" w:rsidRPr="00B62C09">
        <w:rPr>
          <w:rFonts w:ascii="Browallia New" w:hAnsi="Browallia New" w:cs="Browallia New"/>
          <w:spacing w:val="-2"/>
          <w:cs/>
        </w:rPr>
        <w:t>งบการเงินใช้ราคาตามปกติธุรกิจโดยถือตามราคาตลาดทั่วไป หรือเป็นไปตามสัญญาท</w:t>
      </w:r>
      <w:r w:rsidR="00BD7D6C">
        <w:rPr>
          <w:rFonts w:ascii="Browallia New" w:hAnsi="Browallia New" w:cs="Browallia New" w:hint="cs"/>
          <w:spacing w:val="-2"/>
          <w:cs/>
        </w:rPr>
        <w:t>ี่</w:t>
      </w:r>
      <w:r w:rsidR="004306A7" w:rsidRPr="00B62C09">
        <w:rPr>
          <w:rFonts w:ascii="Browallia New" w:hAnsi="Browallia New" w:cs="Browallia New"/>
          <w:spacing w:val="-2"/>
          <w:cs/>
        </w:rPr>
        <w:t>ตกลงกันไว้</w:t>
      </w:r>
      <w:r>
        <w:rPr>
          <w:rFonts w:ascii="Browallia New" w:hAnsi="Browallia New" w:cs="Browallia New" w:hint="cs"/>
          <w:spacing w:val="-2"/>
          <w:cs/>
        </w:rPr>
        <w:t xml:space="preserve"> </w:t>
      </w:r>
      <w:r w:rsidR="004306A7" w:rsidRPr="00B62C09">
        <w:rPr>
          <w:rFonts w:ascii="Browallia New" w:hAnsi="Browallia New" w:cs="Browallia New"/>
          <w:spacing w:val="-2"/>
          <w:cs/>
        </w:rPr>
        <w:t>สำหรับรายการท</w:t>
      </w:r>
      <w:r w:rsidR="00BD7D6C">
        <w:rPr>
          <w:rFonts w:ascii="Browallia New" w:hAnsi="Browallia New" w:cs="Browallia New" w:hint="cs"/>
          <w:spacing w:val="-2"/>
          <w:cs/>
        </w:rPr>
        <w:t>ี่</w:t>
      </w:r>
      <w:r w:rsidR="004306A7" w:rsidRPr="00B62C09">
        <w:rPr>
          <w:rFonts w:ascii="Browallia New" w:hAnsi="Browallia New" w:cs="Browallia New"/>
          <w:spacing w:val="-2"/>
          <w:cs/>
        </w:rPr>
        <w:t>ไม</w:t>
      </w:r>
      <w:r w:rsidR="00BD7D6C">
        <w:rPr>
          <w:rFonts w:ascii="Browallia New" w:hAnsi="Browallia New" w:cs="Browallia New" w:hint="cs"/>
          <w:spacing w:val="-2"/>
          <w:cs/>
        </w:rPr>
        <w:t>่</w:t>
      </w:r>
      <w:r w:rsidR="004306A7" w:rsidRPr="00B62C09">
        <w:rPr>
          <w:rFonts w:ascii="Browallia New" w:hAnsi="Browallia New" w:cs="Browallia New"/>
          <w:spacing w:val="-2"/>
          <w:cs/>
        </w:rPr>
        <w:t>มีราคาตลาดสำหรับเปรียบเทียบ</w:t>
      </w:r>
    </w:p>
    <w:p w14:paraId="38894C24" w14:textId="77777777" w:rsidR="004400BB" w:rsidRPr="000540A0" w:rsidRDefault="004400BB" w:rsidP="00EA2ABA">
      <w:pPr>
        <w:ind w:left="374"/>
        <w:jc w:val="thaiDistribute"/>
        <w:rPr>
          <w:rFonts w:ascii="Browallia New" w:hAnsi="Browallia New" w:cs="Browallia New"/>
          <w:sz w:val="20"/>
          <w:szCs w:val="20"/>
        </w:rPr>
      </w:pPr>
    </w:p>
    <w:p w14:paraId="3155CC21" w14:textId="77777777" w:rsidR="00212E9D" w:rsidRDefault="00212E9D">
      <w:pPr>
        <w:rPr>
          <w:rFonts w:ascii="Browallia New" w:hAnsi="Browallia New" w:cs="Browallia New"/>
          <w:cs/>
        </w:rPr>
      </w:pPr>
      <w:r>
        <w:rPr>
          <w:rFonts w:ascii="Browallia New" w:hAnsi="Browallia New" w:cs="Browallia New"/>
          <w:cs/>
        </w:rPr>
        <w:br w:type="page"/>
      </w:r>
    </w:p>
    <w:p w14:paraId="48562677" w14:textId="63BDC3BC" w:rsidR="00F3038F" w:rsidRDefault="002763D2" w:rsidP="00EA2ABA">
      <w:pPr>
        <w:ind w:left="374"/>
        <w:jc w:val="thaiDistribute"/>
        <w:rPr>
          <w:rFonts w:ascii="Browallia New" w:hAnsi="Browallia New" w:cs="Browallia New"/>
        </w:rPr>
      </w:pPr>
      <w:r w:rsidRPr="00EC729A">
        <w:rPr>
          <w:rFonts w:ascii="Browallia New" w:hAnsi="Browallia New" w:cs="Browallia New"/>
          <w:cs/>
        </w:rPr>
        <w:t>ร</w:t>
      </w:r>
      <w:r w:rsidR="003E4706" w:rsidRPr="00EC729A">
        <w:rPr>
          <w:rFonts w:ascii="Browallia New" w:hAnsi="Browallia New" w:cs="Browallia New"/>
          <w:cs/>
        </w:rPr>
        <w:t>ายการ</w:t>
      </w:r>
      <w:r w:rsidR="0083290B" w:rsidRPr="00EC729A">
        <w:rPr>
          <w:rFonts w:ascii="Browallia New" w:hAnsi="Browallia New" w:cs="Browallia New"/>
          <w:cs/>
        </w:rPr>
        <w:t>ท</w:t>
      </w:r>
      <w:r w:rsidR="0000422F">
        <w:rPr>
          <w:rFonts w:ascii="Browallia New" w:hAnsi="Browallia New" w:cs="Browallia New" w:hint="cs"/>
          <w:cs/>
        </w:rPr>
        <w:t>ี่</w:t>
      </w:r>
      <w:r w:rsidR="0083290B" w:rsidRPr="00EC729A">
        <w:rPr>
          <w:rFonts w:ascii="Browallia New" w:hAnsi="Browallia New" w:cs="Browallia New"/>
          <w:cs/>
        </w:rPr>
        <w:t>เกิดกับ</w:t>
      </w:r>
      <w:r w:rsidR="003E4706" w:rsidRPr="00EC729A">
        <w:rPr>
          <w:rFonts w:ascii="Browallia New" w:hAnsi="Browallia New" w:cs="Browallia New"/>
          <w:cs/>
        </w:rPr>
        <w:t>บุคคลและบริษัทท</w:t>
      </w:r>
      <w:r w:rsidR="0000422F">
        <w:rPr>
          <w:rFonts w:ascii="Browallia New" w:hAnsi="Browallia New" w:cs="Browallia New" w:hint="cs"/>
          <w:cs/>
        </w:rPr>
        <w:t>ี่</w:t>
      </w:r>
      <w:r w:rsidR="003E4706" w:rsidRPr="00EC729A">
        <w:rPr>
          <w:rFonts w:ascii="Browallia New" w:hAnsi="Browallia New" w:cs="Browallia New"/>
          <w:cs/>
        </w:rPr>
        <w:t>เก</w:t>
      </w:r>
      <w:r w:rsidR="0000422F">
        <w:rPr>
          <w:rFonts w:ascii="Browallia New" w:hAnsi="Browallia New" w:cs="Browallia New" w:hint="cs"/>
          <w:cs/>
        </w:rPr>
        <w:t>ี่</w:t>
      </w:r>
      <w:r w:rsidR="003E4706" w:rsidRPr="00EC729A">
        <w:rPr>
          <w:rFonts w:ascii="Browallia New" w:hAnsi="Browallia New" w:cs="Browallia New"/>
          <w:cs/>
        </w:rPr>
        <w:t>ยวข้องท</w:t>
      </w:r>
      <w:r w:rsidR="0000422F">
        <w:rPr>
          <w:rFonts w:ascii="Browallia New" w:hAnsi="Browallia New" w:cs="Browallia New" w:hint="cs"/>
          <w:cs/>
        </w:rPr>
        <w:t>ี่</w:t>
      </w:r>
      <w:r w:rsidR="003E4706" w:rsidRPr="00EC729A">
        <w:rPr>
          <w:rFonts w:ascii="Browallia New" w:hAnsi="Browallia New" w:cs="Browallia New"/>
          <w:cs/>
        </w:rPr>
        <w:t>สำคัญสำหรับ</w:t>
      </w:r>
      <w:r w:rsidR="001D6D88" w:rsidRPr="00EC729A">
        <w:rPr>
          <w:rFonts w:ascii="Browallia New" w:hAnsi="Browallia New" w:cs="Browallia New"/>
          <w:color w:val="000000"/>
          <w:spacing w:val="4"/>
          <w:cs/>
        </w:rPr>
        <w:t>งว</w:t>
      </w:r>
      <w:r w:rsidR="001D6D88" w:rsidRPr="00EC729A">
        <w:rPr>
          <w:rFonts w:ascii="Browallia New" w:hAnsi="Browallia New" w:cs="Browallia New"/>
          <w:color w:val="000000"/>
          <w:spacing w:val="4"/>
          <w:cs/>
          <w:lang w:val="en-GB"/>
        </w:rPr>
        <w:t>ด</w:t>
      </w:r>
      <w:r w:rsidR="00643969">
        <w:rPr>
          <w:rFonts w:ascii="Browallia New" w:hAnsi="Browallia New" w:cs="Browallia New" w:hint="cs"/>
          <w:color w:val="000000"/>
          <w:spacing w:val="4"/>
          <w:cs/>
          <w:lang w:val="en-GB"/>
        </w:rPr>
        <w:t>สามเดือน</w:t>
      </w:r>
      <w:r w:rsidR="00615E4B" w:rsidRPr="00EC729A">
        <w:rPr>
          <w:rFonts w:ascii="Browallia New" w:hAnsi="Browallia New" w:cs="Browallia New"/>
          <w:cs/>
        </w:rPr>
        <w:t>สิ้นสุดวันที่</w:t>
      </w:r>
      <w:r w:rsidR="00F60E66" w:rsidRPr="00EC729A">
        <w:rPr>
          <w:rFonts w:ascii="Browallia New" w:hAnsi="Browallia New" w:cs="Browallia New"/>
        </w:rPr>
        <w:t xml:space="preserve"> </w:t>
      </w:r>
      <w:r w:rsidR="00905476" w:rsidRPr="005C4084">
        <w:rPr>
          <w:rStyle w:val="normaltextrun"/>
          <w:rFonts w:ascii="Browallia New" w:hAnsi="Browallia New" w:cs="Browallia New"/>
          <w:spacing w:val="-4"/>
        </w:rPr>
        <w:t>31</w:t>
      </w:r>
      <w:r w:rsidR="00905476" w:rsidRPr="005C4084">
        <w:rPr>
          <w:rStyle w:val="normaltextrun"/>
          <w:rFonts w:ascii="Browallia New" w:hAnsi="Browallia New" w:cs="Browallia New"/>
          <w:spacing w:val="-4"/>
          <w:cs/>
        </w:rPr>
        <w:t xml:space="preserve"> มีนาคม</w:t>
      </w:r>
      <w:r w:rsidR="00905476" w:rsidRPr="005C4084">
        <w:rPr>
          <w:rFonts w:ascii="Browallia New" w:hAnsi="Browallia New" w:cs="Browallia New" w:hint="cs"/>
          <w:spacing w:val="-4"/>
          <w:cs/>
        </w:rPr>
        <w:t xml:space="preserve"> </w:t>
      </w:r>
      <w:r w:rsidR="00905476" w:rsidRPr="005C4084">
        <w:rPr>
          <w:rFonts w:ascii="Browallia New" w:hAnsi="Browallia New" w:cs="Browallia New"/>
          <w:spacing w:val="-4"/>
        </w:rPr>
        <w:t>2566</w:t>
      </w:r>
      <w:r w:rsidR="00F60E66" w:rsidRPr="00EC729A">
        <w:rPr>
          <w:rFonts w:ascii="Browallia New" w:hAnsi="Browallia New" w:cs="Browallia New"/>
        </w:rPr>
        <w:t xml:space="preserve"> </w:t>
      </w:r>
      <w:r w:rsidR="00615E4B" w:rsidRPr="00EC729A">
        <w:rPr>
          <w:rFonts w:ascii="Browallia New" w:hAnsi="Browallia New" w:cs="Browallia New"/>
          <w:cs/>
        </w:rPr>
        <w:t>และ</w:t>
      </w:r>
      <w:r w:rsidR="00CE4EF8" w:rsidRPr="00EC729A">
        <w:rPr>
          <w:rFonts w:ascii="Browallia New" w:hAnsi="Browallia New" w:cs="Browallia New"/>
        </w:rPr>
        <w:t xml:space="preserve"> 256</w:t>
      </w:r>
      <w:r w:rsidR="00905476">
        <w:rPr>
          <w:rFonts w:ascii="Browallia New" w:hAnsi="Browallia New" w:cs="Browallia New"/>
        </w:rPr>
        <w:t>5</w:t>
      </w:r>
      <w:r w:rsidR="00F60E66" w:rsidRPr="00EC729A">
        <w:rPr>
          <w:rFonts w:ascii="Browallia New" w:hAnsi="Browallia New" w:cs="Browallia New"/>
        </w:rPr>
        <w:t xml:space="preserve"> </w:t>
      </w:r>
      <w:r w:rsidR="00C94B5C" w:rsidRPr="00EC729A">
        <w:rPr>
          <w:rFonts w:ascii="Browallia New" w:hAnsi="Browallia New" w:cs="Browallia New"/>
          <w:cs/>
        </w:rPr>
        <w:t>ประกอบด้วย</w:t>
      </w:r>
    </w:p>
    <w:p w14:paraId="5FA7344A" w14:textId="2C8DDF10" w:rsidR="00AD6FDB" w:rsidRPr="000540A0" w:rsidRDefault="00AD6FDB" w:rsidP="00EA2ABA">
      <w:pPr>
        <w:ind w:left="374"/>
        <w:jc w:val="thaiDistribute"/>
        <w:rPr>
          <w:rFonts w:ascii="Browallia New" w:hAnsi="Browallia New" w:cs="Browallia New"/>
        </w:rPr>
      </w:pP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AD6FDB" w:rsidRPr="006378F7" w14:paraId="5B632A38" w14:textId="77777777" w:rsidTr="006378F7">
        <w:trPr>
          <w:gridAfter w:val="1"/>
          <w:wAfter w:w="14" w:type="dxa"/>
          <w:cantSplit/>
        </w:trPr>
        <w:tc>
          <w:tcPr>
            <w:tcW w:w="2696" w:type="dxa"/>
          </w:tcPr>
          <w:p w14:paraId="3C56F9C5"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DAB8EA2" w14:textId="77777777" w:rsidR="00AD6FDB" w:rsidRPr="006378F7" w:rsidRDefault="00AD6FDB" w:rsidP="00384AC0">
            <w:pPr>
              <w:rPr>
                <w:rFonts w:ascii="Browallia New" w:hAnsi="Browallia New" w:cs="Browallia New"/>
                <w:sz w:val="24"/>
                <w:szCs w:val="24"/>
                <w:lang w:val="th-TH"/>
              </w:rPr>
            </w:pPr>
          </w:p>
        </w:tc>
        <w:tc>
          <w:tcPr>
            <w:tcW w:w="4393" w:type="dxa"/>
            <w:gridSpan w:val="8"/>
          </w:tcPr>
          <w:p w14:paraId="598B986B" w14:textId="77777777" w:rsidR="00AD6FDB" w:rsidRPr="006378F7" w:rsidRDefault="00AD6FDB" w:rsidP="00384AC0">
            <w:pPr>
              <w:ind w:right="20"/>
              <w:jc w:val="right"/>
              <w:rPr>
                <w:rFonts w:ascii="Browallia New" w:hAnsi="Browallia New" w:cs="Browallia New"/>
                <w:sz w:val="24"/>
                <w:szCs w:val="24"/>
                <w:lang w:val="th-TH"/>
              </w:rPr>
            </w:pPr>
            <w:r w:rsidRPr="006378F7">
              <w:rPr>
                <w:rFonts w:ascii="Browallia New" w:hAnsi="Browallia New" w:cs="Browallia New"/>
                <w:sz w:val="24"/>
                <w:szCs w:val="24"/>
                <w:lang w:val="th-TH"/>
              </w:rPr>
              <w:t xml:space="preserve">                                              </w:t>
            </w:r>
            <w:r w:rsidRPr="006378F7">
              <w:rPr>
                <w:rFonts w:ascii="Browallia New" w:hAnsi="Browallia New" w:cs="Browallia New"/>
                <w:sz w:val="24"/>
                <w:szCs w:val="24"/>
                <w:cs/>
                <w:lang w:val="th-TH"/>
              </w:rPr>
              <w:t>(หน่วย</w:t>
            </w:r>
            <w:r w:rsidRPr="006378F7">
              <w:rPr>
                <w:rFonts w:ascii="Browallia New" w:hAnsi="Browallia New" w:cs="Browallia New"/>
                <w:sz w:val="24"/>
                <w:szCs w:val="24"/>
                <w:lang w:val="th-TH"/>
              </w:rPr>
              <w:t xml:space="preserve"> : </w:t>
            </w:r>
            <w:r w:rsidRPr="006378F7">
              <w:rPr>
                <w:rFonts w:ascii="Browallia New" w:hAnsi="Browallia New" w:cs="Browallia New"/>
                <w:sz w:val="24"/>
                <w:szCs w:val="24"/>
                <w:cs/>
                <w:lang w:val="th-TH"/>
              </w:rPr>
              <w:t>พันบาท)</w:t>
            </w:r>
          </w:p>
        </w:tc>
      </w:tr>
      <w:tr w:rsidR="00AD6FDB" w:rsidRPr="006378F7" w14:paraId="20FC5B6C" w14:textId="77777777" w:rsidTr="006378F7">
        <w:trPr>
          <w:gridAfter w:val="1"/>
          <w:wAfter w:w="14" w:type="dxa"/>
          <w:cantSplit/>
        </w:trPr>
        <w:tc>
          <w:tcPr>
            <w:tcW w:w="2696" w:type="dxa"/>
          </w:tcPr>
          <w:p w14:paraId="06578F0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2B1CB21" w14:textId="77777777" w:rsidR="00AD6FDB" w:rsidRPr="006378F7" w:rsidRDefault="00AD6FDB" w:rsidP="00384AC0">
            <w:pPr>
              <w:rPr>
                <w:rFonts w:ascii="Browallia New" w:hAnsi="Browallia New" w:cs="Browallia New"/>
                <w:sz w:val="24"/>
                <w:szCs w:val="24"/>
                <w:lang w:val="th-TH"/>
              </w:rPr>
            </w:pPr>
          </w:p>
        </w:tc>
        <w:tc>
          <w:tcPr>
            <w:tcW w:w="2067" w:type="dxa"/>
            <w:gridSpan w:val="4"/>
            <w:tcBorders>
              <w:bottom w:val="single" w:sz="4" w:space="0" w:color="auto"/>
            </w:tcBorders>
          </w:tcPr>
          <w:p w14:paraId="39CA7CAB" w14:textId="77777777"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cs/>
                <w:lang w:val="th-TH"/>
              </w:rPr>
              <w:t>งบการเงินรวม</w:t>
            </w:r>
          </w:p>
        </w:tc>
        <w:tc>
          <w:tcPr>
            <w:tcW w:w="180" w:type="dxa"/>
          </w:tcPr>
          <w:p w14:paraId="281D7122" w14:textId="77777777" w:rsidR="00AD6FDB" w:rsidRPr="006378F7" w:rsidRDefault="00AD6FDB" w:rsidP="00384AC0">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0C89E3FF" w14:textId="77777777"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cs/>
                <w:lang w:val="th-TH"/>
              </w:rPr>
              <w:t>งบการเงินเฉพาะของบริษัท</w:t>
            </w:r>
          </w:p>
        </w:tc>
      </w:tr>
      <w:tr w:rsidR="00AD6FDB" w:rsidRPr="006378F7" w14:paraId="1EAD4BF7" w14:textId="77777777" w:rsidTr="006378F7">
        <w:trPr>
          <w:gridAfter w:val="1"/>
          <w:wAfter w:w="14" w:type="dxa"/>
          <w:cantSplit/>
        </w:trPr>
        <w:tc>
          <w:tcPr>
            <w:tcW w:w="2696" w:type="dxa"/>
          </w:tcPr>
          <w:p w14:paraId="0C4BF10A"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338F9C2" w14:textId="77777777" w:rsidR="00AD6FDB" w:rsidRPr="006378F7" w:rsidRDefault="00AD6FDB" w:rsidP="00384AC0">
            <w:pPr>
              <w:rPr>
                <w:rFonts w:ascii="Browallia New" w:hAnsi="Browallia New" w:cs="Browallia New"/>
                <w:sz w:val="24"/>
                <w:szCs w:val="24"/>
                <w:lang w:val="th-TH"/>
              </w:rPr>
            </w:pPr>
          </w:p>
        </w:tc>
        <w:tc>
          <w:tcPr>
            <w:tcW w:w="4393" w:type="dxa"/>
            <w:gridSpan w:val="8"/>
            <w:tcBorders>
              <w:bottom w:val="single" w:sz="4" w:space="0" w:color="auto"/>
            </w:tcBorders>
          </w:tcPr>
          <w:p w14:paraId="0BD25255" w14:textId="5EA3740C" w:rsidR="00AD6FDB" w:rsidRPr="006378F7" w:rsidRDefault="00AD6FDB" w:rsidP="00AD6FDB">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สำหรับงวดสามเดือนสิ้นสุดวันที่</w:t>
            </w:r>
            <w:r w:rsidRPr="006378F7">
              <w:rPr>
                <w:rFonts w:ascii="Browallia New" w:hAnsi="Browallia New" w:cs="Browallia New"/>
                <w:sz w:val="24"/>
                <w:szCs w:val="24"/>
                <w:lang w:val="th-TH"/>
              </w:rPr>
              <w:t xml:space="preserve"> </w:t>
            </w:r>
            <w:r w:rsidRPr="00F748AD">
              <w:rPr>
                <w:rFonts w:ascii="Browallia New" w:hAnsi="Browallia New" w:cs="Browallia New"/>
                <w:sz w:val="24"/>
                <w:szCs w:val="24"/>
              </w:rPr>
              <w:t>3</w:t>
            </w:r>
            <w:r w:rsidR="00BD7D6C">
              <w:rPr>
                <w:rFonts w:ascii="Browallia New" w:hAnsi="Browallia New" w:cs="Browallia New"/>
                <w:sz w:val="24"/>
                <w:szCs w:val="24"/>
              </w:rPr>
              <w:t>1</w:t>
            </w:r>
            <w:r w:rsidR="007B2C52" w:rsidRPr="00F748AD">
              <w:rPr>
                <w:rFonts w:ascii="Browallia New" w:hAnsi="Browallia New" w:cs="Browallia New" w:hint="cs"/>
                <w:sz w:val="24"/>
                <w:szCs w:val="24"/>
                <w:cs/>
                <w:lang w:val="th-TH"/>
              </w:rPr>
              <w:t xml:space="preserve"> </w:t>
            </w:r>
            <w:r w:rsidR="007B2C52" w:rsidRPr="00F748AD">
              <w:rPr>
                <w:rFonts w:ascii="Browallia New" w:hAnsi="Browallia New" w:cs="Browallia New"/>
                <w:sz w:val="24"/>
                <w:szCs w:val="24"/>
                <w:cs/>
                <w:lang w:val="th-TH"/>
              </w:rPr>
              <w:t>มีนาคม</w:t>
            </w:r>
          </w:p>
        </w:tc>
      </w:tr>
      <w:tr w:rsidR="00AD6FDB" w:rsidRPr="006378F7" w14:paraId="418D45CE" w14:textId="77777777" w:rsidTr="006378F7">
        <w:trPr>
          <w:gridAfter w:val="1"/>
          <w:wAfter w:w="14" w:type="dxa"/>
          <w:cantSplit/>
        </w:trPr>
        <w:tc>
          <w:tcPr>
            <w:tcW w:w="2696" w:type="dxa"/>
          </w:tcPr>
          <w:p w14:paraId="7948085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6378F7" w:rsidRDefault="00AD6FDB" w:rsidP="00384AC0">
            <w:pPr>
              <w:pStyle w:val="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6378F7" w:rsidRDefault="00AD6FDB" w:rsidP="00384AC0">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74C143B4" w14:textId="3FA7CBB3"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lang w:val="th-TH"/>
              </w:rPr>
              <w:t>256</w:t>
            </w:r>
            <w:r w:rsidR="007B2C52">
              <w:rPr>
                <w:rFonts w:ascii="Browallia New" w:hAnsi="Browallia New" w:cs="Browallia New"/>
                <w:sz w:val="24"/>
                <w:szCs w:val="24"/>
              </w:rPr>
              <w:t>6</w:t>
            </w:r>
          </w:p>
        </w:tc>
        <w:tc>
          <w:tcPr>
            <w:tcW w:w="190" w:type="dxa"/>
            <w:tcBorders>
              <w:top w:val="single" w:sz="4" w:space="0" w:color="auto"/>
            </w:tcBorders>
          </w:tcPr>
          <w:p w14:paraId="354F3A44" w14:textId="77777777" w:rsidR="00AD6FDB" w:rsidRPr="006378F7" w:rsidRDefault="00AD6FDB" w:rsidP="00384AC0">
            <w:pPr>
              <w:ind w:right="20"/>
              <w:jc w:val="center"/>
              <w:rPr>
                <w:rFonts w:ascii="Browallia New" w:hAnsi="Browallia New" w:cs="Browallia New"/>
                <w:sz w:val="24"/>
                <w:szCs w:val="24"/>
                <w:lang w:val="th-TH"/>
              </w:rPr>
            </w:pPr>
          </w:p>
        </w:tc>
        <w:tc>
          <w:tcPr>
            <w:tcW w:w="932" w:type="dxa"/>
            <w:tcBorders>
              <w:top w:val="single" w:sz="4" w:space="0" w:color="auto"/>
              <w:left w:val="nil"/>
              <w:bottom w:val="single" w:sz="4" w:space="0" w:color="auto"/>
            </w:tcBorders>
          </w:tcPr>
          <w:p w14:paraId="3B7B0F81" w14:textId="233E559D"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lang w:val="th-TH"/>
              </w:rPr>
              <w:t>256</w:t>
            </w:r>
            <w:r w:rsidR="007B2C52">
              <w:rPr>
                <w:rFonts w:ascii="Browallia New" w:hAnsi="Browallia New" w:cs="Browallia New"/>
                <w:sz w:val="24"/>
                <w:szCs w:val="24"/>
              </w:rPr>
              <w:t>5</w:t>
            </w:r>
          </w:p>
        </w:tc>
        <w:tc>
          <w:tcPr>
            <w:tcW w:w="180" w:type="dxa"/>
            <w:tcBorders>
              <w:top w:val="single" w:sz="4" w:space="0" w:color="auto"/>
            </w:tcBorders>
          </w:tcPr>
          <w:p w14:paraId="7B0EA8AB" w14:textId="77777777" w:rsidR="00AD6FDB" w:rsidRPr="006378F7" w:rsidRDefault="00AD6FDB" w:rsidP="00384AC0">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7C699C08" w14:textId="29673BBB"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lang w:val="th-TH"/>
              </w:rPr>
              <w:t>256</w:t>
            </w:r>
            <w:r w:rsidR="007B2C52">
              <w:rPr>
                <w:rFonts w:ascii="Browallia New" w:hAnsi="Browallia New" w:cs="Browallia New"/>
                <w:sz w:val="24"/>
                <w:szCs w:val="24"/>
              </w:rPr>
              <w:t>6</w:t>
            </w:r>
          </w:p>
        </w:tc>
        <w:tc>
          <w:tcPr>
            <w:tcW w:w="180" w:type="dxa"/>
            <w:tcBorders>
              <w:top w:val="single" w:sz="4" w:space="0" w:color="auto"/>
            </w:tcBorders>
          </w:tcPr>
          <w:p w14:paraId="7A93DF1B" w14:textId="77777777" w:rsidR="00AD6FDB" w:rsidRPr="006378F7" w:rsidRDefault="00AD6FDB" w:rsidP="00384AC0">
            <w:pPr>
              <w:ind w:right="72"/>
              <w:jc w:val="center"/>
              <w:rPr>
                <w:rFonts w:ascii="Browallia New" w:hAnsi="Browallia New" w:cs="Browallia New"/>
                <w:sz w:val="24"/>
                <w:szCs w:val="24"/>
                <w:lang w:val="th-TH"/>
              </w:rPr>
            </w:pPr>
          </w:p>
        </w:tc>
        <w:tc>
          <w:tcPr>
            <w:tcW w:w="1024" w:type="dxa"/>
            <w:tcBorders>
              <w:bottom w:val="single" w:sz="4" w:space="0" w:color="auto"/>
            </w:tcBorders>
          </w:tcPr>
          <w:p w14:paraId="15E306EC" w14:textId="786B4AA6" w:rsidR="00AD6FDB" w:rsidRPr="006378F7" w:rsidRDefault="00AD6FDB" w:rsidP="00384AC0">
            <w:pPr>
              <w:ind w:right="20"/>
              <w:jc w:val="center"/>
              <w:rPr>
                <w:rFonts w:ascii="Browallia New" w:hAnsi="Browallia New" w:cs="Browallia New"/>
                <w:sz w:val="24"/>
                <w:szCs w:val="24"/>
                <w:lang w:val="th-TH"/>
              </w:rPr>
            </w:pPr>
            <w:r w:rsidRPr="006378F7">
              <w:rPr>
                <w:rFonts w:ascii="Browallia New" w:hAnsi="Browallia New" w:cs="Browallia New"/>
                <w:sz w:val="24"/>
                <w:szCs w:val="24"/>
                <w:lang w:val="th-TH"/>
              </w:rPr>
              <w:t>256</w:t>
            </w:r>
            <w:r w:rsidR="007B2C52">
              <w:rPr>
                <w:rFonts w:ascii="Browallia New" w:hAnsi="Browallia New" w:cs="Browallia New"/>
                <w:sz w:val="24"/>
                <w:szCs w:val="24"/>
              </w:rPr>
              <w:t>5</w:t>
            </w:r>
          </w:p>
        </w:tc>
      </w:tr>
      <w:tr w:rsidR="00AD6FDB" w:rsidRPr="004634F8" w14:paraId="04588C14" w14:textId="77777777" w:rsidTr="006378F7">
        <w:trPr>
          <w:gridAfter w:val="1"/>
          <w:wAfter w:w="14" w:type="dxa"/>
          <w:cantSplit/>
          <w:trHeight w:val="77"/>
        </w:trPr>
        <w:tc>
          <w:tcPr>
            <w:tcW w:w="2696" w:type="dxa"/>
          </w:tcPr>
          <w:p w14:paraId="63BBC0E8" w14:textId="77777777" w:rsidR="00AD6FDB" w:rsidRPr="000540A0" w:rsidRDefault="00AD6FDB" w:rsidP="00384AC0">
            <w:pPr>
              <w:ind w:left="180" w:right="72" w:hanging="180"/>
              <w:rPr>
                <w:rFonts w:ascii="Browallia New" w:hAnsi="Browallia New" w:cs="Browallia New"/>
                <w:sz w:val="18"/>
                <w:szCs w:val="18"/>
                <w:lang w:val="th-TH"/>
              </w:rPr>
            </w:pPr>
          </w:p>
        </w:tc>
        <w:tc>
          <w:tcPr>
            <w:tcW w:w="1844" w:type="dxa"/>
          </w:tcPr>
          <w:p w14:paraId="34E472A7" w14:textId="77777777" w:rsidR="00AD6FDB" w:rsidRPr="000540A0" w:rsidRDefault="00AD6FDB" w:rsidP="00384AC0">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3B0F3980" w14:textId="77777777" w:rsidR="00AD6FDB" w:rsidRPr="000540A0" w:rsidRDefault="00AD6FDB" w:rsidP="00384AC0">
            <w:pPr>
              <w:ind w:hanging="180"/>
              <w:jc w:val="center"/>
              <w:rPr>
                <w:rFonts w:ascii="Browallia New" w:hAnsi="Browallia New" w:cs="Browallia New"/>
                <w:sz w:val="18"/>
                <w:szCs w:val="18"/>
                <w:lang w:val="th-TH"/>
              </w:rPr>
            </w:pPr>
          </w:p>
        </w:tc>
        <w:tc>
          <w:tcPr>
            <w:tcW w:w="935" w:type="dxa"/>
          </w:tcPr>
          <w:p w14:paraId="521DAC41" w14:textId="77777777" w:rsidR="00AD6FDB" w:rsidRPr="000540A0" w:rsidRDefault="00AD6FDB" w:rsidP="00384AC0">
            <w:pPr>
              <w:ind w:right="81" w:hanging="180"/>
              <w:jc w:val="right"/>
              <w:rPr>
                <w:rFonts w:ascii="Browallia New" w:hAnsi="Browallia New" w:cs="Browallia New"/>
                <w:sz w:val="18"/>
                <w:szCs w:val="18"/>
                <w:lang w:val="th-TH"/>
              </w:rPr>
            </w:pPr>
          </w:p>
        </w:tc>
        <w:tc>
          <w:tcPr>
            <w:tcW w:w="190" w:type="dxa"/>
          </w:tcPr>
          <w:p w14:paraId="576621C3" w14:textId="77777777" w:rsidR="00AD6FDB" w:rsidRPr="000540A0" w:rsidRDefault="00AD6FDB" w:rsidP="00384AC0">
            <w:pPr>
              <w:ind w:right="81" w:hanging="180"/>
              <w:jc w:val="right"/>
              <w:rPr>
                <w:rFonts w:ascii="Browallia New" w:hAnsi="Browallia New" w:cs="Browallia New"/>
                <w:sz w:val="18"/>
                <w:szCs w:val="18"/>
                <w:lang w:val="th-TH"/>
              </w:rPr>
            </w:pPr>
          </w:p>
        </w:tc>
        <w:tc>
          <w:tcPr>
            <w:tcW w:w="932" w:type="dxa"/>
            <w:tcBorders>
              <w:left w:val="nil"/>
            </w:tcBorders>
          </w:tcPr>
          <w:p w14:paraId="042A221D" w14:textId="77777777" w:rsidR="00AD6FDB" w:rsidRPr="000540A0" w:rsidRDefault="00AD6FDB" w:rsidP="00384AC0">
            <w:pPr>
              <w:ind w:right="81" w:hanging="180"/>
              <w:jc w:val="right"/>
              <w:rPr>
                <w:rFonts w:ascii="Browallia New" w:hAnsi="Browallia New" w:cs="Browallia New"/>
                <w:sz w:val="18"/>
                <w:szCs w:val="18"/>
                <w:lang w:val="th-TH"/>
              </w:rPr>
            </w:pPr>
          </w:p>
        </w:tc>
        <w:tc>
          <w:tcPr>
            <w:tcW w:w="180" w:type="dxa"/>
          </w:tcPr>
          <w:p w14:paraId="5F6B7811" w14:textId="77777777" w:rsidR="00AD6FDB" w:rsidRPr="000540A0" w:rsidRDefault="00AD6FDB" w:rsidP="00384AC0">
            <w:pPr>
              <w:ind w:right="72" w:hanging="180"/>
              <w:jc w:val="both"/>
              <w:rPr>
                <w:rFonts w:ascii="Browallia New" w:hAnsi="Browallia New" w:cs="Browallia New"/>
                <w:sz w:val="18"/>
                <w:szCs w:val="18"/>
                <w:lang w:val="th-TH"/>
              </w:rPr>
            </w:pPr>
          </w:p>
        </w:tc>
        <w:tc>
          <w:tcPr>
            <w:tcW w:w="942" w:type="dxa"/>
          </w:tcPr>
          <w:p w14:paraId="38EA1398" w14:textId="77777777" w:rsidR="00AD6FDB" w:rsidRPr="000540A0" w:rsidRDefault="00AD6FDB" w:rsidP="00384AC0">
            <w:pPr>
              <w:ind w:right="57" w:hanging="180"/>
              <w:jc w:val="right"/>
              <w:rPr>
                <w:rFonts w:ascii="Browallia New" w:hAnsi="Browallia New" w:cs="Browallia New"/>
                <w:sz w:val="18"/>
                <w:szCs w:val="18"/>
                <w:lang w:val="th-TH"/>
              </w:rPr>
            </w:pPr>
          </w:p>
        </w:tc>
        <w:tc>
          <w:tcPr>
            <w:tcW w:w="180" w:type="dxa"/>
          </w:tcPr>
          <w:p w14:paraId="06FE8BE2" w14:textId="77777777" w:rsidR="00AD6FDB" w:rsidRPr="000540A0" w:rsidRDefault="00AD6FDB" w:rsidP="00384AC0">
            <w:pPr>
              <w:ind w:right="72" w:hanging="180"/>
              <w:jc w:val="both"/>
              <w:rPr>
                <w:rFonts w:ascii="Browallia New" w:hAnsi="Browallia New" w:cs="Browallia New"/>
                <w:sz w:val="18"/>
                <w:szCs w:val="18"/>
                <w:lang w:val="th-TH"/>
              </w:rPr>
            </w:pPr>
          </w:p>
        </w:tc>
        <w:tc>
          <w:tcPr>
            <w:tcW w:w="1024" w:type="dxa"/>
          </w:tcPr>
          <w:p w14:paraId="6E491286" w14:textId="77777777" w:rsidR="00AD6FDB" w:rsidRPr="000540A0" w:rsidRDefault="00AD6FDB" w:rsidP="00384AC0">
            <w:pPr>
              <w:ind w:right="57" w:hanging="180"/>
              <w:jc w:val="right"/>
              <w:rPr>
                <w:rFonts w:ascii="Browallia New" w:hAnsi="Browallia New" w:cs="Browallia New"/>
                <w:sz w:val="18"/>
                <w:szCs w:val="18"/>
                <w:lang w:val="th-TH"/>
              </w:rPr>
            </w:pPr>
          </w:p>
        </w:tc>
      </w:tr>
      <w:tr w:rsidR="009962C0" w:rsidRPr="006378F7" w14:paraId="370424F4" w14:textId="77777777" w:rsidTr="006378F7">
        <w:trPr>
          <w:gridAfter w:val="1"/>
          <w:wAfter w:w="14" w:type="dxa"/>
          <w:cantSplit/>
        </w:trPr>
        <w:tc>
          <w:tcPr>
            <w:tcW w:w="2696" w:type="dxa"/>
            <w:shd w:val="clear" w:color="auto" w:fill="auto"/>
            <w:vAlign w:val="bottom"/>
          </w:tcPr>
          <w:p w14:paraId="5402963C" w14:textId="77777777" w:rsidR="009962C0" w:rsidRPr="006378F7" w:rsidRDefault="009962C0" w:rsidP="009962C0">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024A53C4" w14:textId="77777777" w:rsidR="009962C0" w:rsidRPr="006378F7" w:rsidRDefault="009962C0" w:rsidP="009962C0">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5227C997" w14:textId="0E961F90"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40,672</w:t>
            </w:r>
          </w:p>
        </w:tc>
        <w:tc>
          <w:tcPr>
            <w:tcW w:w="190" w:type="dxa"/>
            <w:shd w:val="clear" w:color="auto" w:fill="auto"/>
            <w:vAlign w:val="bottom"/>
          </w:tcPr>
          <w:p w14:paraId="5B6D81CB" w14:textId="77777777" w:rsidR="009962C0" w:rsidRPr="006378F7" w:rsidRDefault="009962C0" w:rsidP="009962C0">
            <w:pPr>
              <w:ind w:left="180" w:right="72" w:hanging="180"/>
              <w:rPr>
                <w:rFonts w:ascii="Browallia New" w:hAnsi="Browallia New" w:cs="Browallia New"/>
                <w:sz w:val="24"/>
                <w:szCs w:val="24"/>
                <w:lang w:val="th-TH"/>
              </w:rPr>
            </w:pPr>
          </w:p>
        </w:tc>
        <w:tc>
          <w:tcPr>
            <w:tcW w:w="932" w:type="dxa"/>
            <w:tcBorders>
              <w:left w:val="nil"/>
            </w:tcBorders>
            <w:shd w:val="clear" w:color="auto" w:fill="auto"/>
            <w:vAlign w:val="bottom"/>
          </w:tcPr>
          <w:p w14:paraId="13191DB8" w14:textId="471BBAB7"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42,308</w:t>
            </w:r>
          </w:p>
        </w:tc>
        <w:tc>
          <w:tcPr>
            <w:tcW w:w="180" w:type="dxa"/>
            <w:shd w:val="clear" w:color="auto" w:fill="auto"/>
            <w:noWrap/>
            <w:vAlign w:val="bottom"/>
          </w:tcPr>
          <w:p w14:paraId="4595CE92"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1F228FC2" w14:textId="0DD6D46D"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41,081</w:t>
            </w:r>
          </w:p>
        </w:tc>
        <w:tc>
          <w:tcPr>
            <w:tcW w:w="180" w:type="dxa"/>
            <w:shd w:val="clear" w:color="auto" w:fill="auto"/>
            <w:noWrap/>
            <w:vAlign w:val="bottom"/>
          </w:tcPr>
          <w:p w14:paraId="0BF1BB5A" w14:textId="77777777" w:rsidR="009962C0" w:rsidRPr="006378F7" w:rsidRDefault="009962C0" w:rsidP="009962C0">
            <w:pPr>
              <w:ind w:left="180" w:right="72" w:hanging="180"/>
              <w:rPr>
                <w:rFonts w:ascii="Browallia New" w:hAnsi="Browallia New" w:cs="Browallia New"/>
                <w:sz w:val="24"/>
                <w:szCs w:val="24"/>
                <w:lang w:val="th-TH"/>
              </w:rPr>
            </w:pPr>
          </w:p>
        </w:tc>
        <w:tc>
          <w:tcPr>
            <w:tcW w:w="1024" w:type="dxa"/>
            <w:shd w:val="clear" w:color="auto" w:fill="auto"/>
            <w:noWrap/>
            <w:vAlign w:val="bottom"/>
          </w:tcPr>
          <w:p w14:paraId="53AD362C" w14:textId="05A01A31"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42,504</w:t>
            </w:r>
          </w:p>
        </w:tc>
      </w:tr>
      <w:tr w:rsidR="009962C0" w:rsidRPr="006378F7" w14:paraId="411374A0" w14:textId="77777777" w:rsidTr="006378F7">
        <w:trPr>
          <w:gridAfter w:val="1"/>
          <w:wAfter w:w="14" w:type="dxa"/>
          <w:cantSplit/>
        </w:trPr>
        <w:tc>
          <w:tcPr>
            <w:tcW w:w="2696" w:type="dxa"/>
            <w:shd w:val="clear" w:color="auto" w:fill="auto"/>
            <w:vAlign w:val="bottom"/>
          </w:tcPr>
          <w:p w14:paraId="350A7EDB" w14:textId="77777777" w:rsidR="009962C0" w:rsidRPr="006378F7" w:rsidRDefault="009962C0" w:rsidP="009962C0">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รายได้ค่าบริการตัดเหล็กและ</w:t>
            </w:r>
          </w:p>
          <w:p w14:paraId="6EB165B5" w14:textId="77777777" w:rsidR="009962C0" w:rsidRPr="006378F7" w:rsidRDefault="009962C0" w:rsidP="009962C0">
            <w:pPr>
              <w:ind w:left="180" w:right="72" w:hanging="180"/>
              <w:rPr>
                <w:rFonts w:ascii="Browallia New" w:hAnsi="Browallia New" w:cs="Browallia New"/>
                <w:sz w:val="24"/>
                <w:szCs w:val="24"/>
                <w:lang w:val="th-TH"/>
              </w:rPr>
            </w:pPr>
            <w:r w:rsidRPr="006378F7">
              <w:rPr>
                <w:rFonts w:ascii="Browallia New" w:hAnsi="Browallia New" w:cs="Browallia New"/>
                <w:sz w:val="24"/>
                <w:szCs w:val="24"/>
                <w:lang w:val="th-TH"/>
              </w:rPr>
              <w:t xml:space="preserve"> </w:t>
            </w:r>
            <w:r w:rsidRPr="006378F7">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9962C0" w:rsidRPr="006378F7" w:rsidRDefault="009962C0" w:rsidP="009962C0">
            <w:pPr>
              <w:ind w:left="180" w:right="72" w:hanging="180"/>
              <w:jc w:val="center"/>
              <w:rPr>
                <w:rFonts w:ascii="Browallia New" w:hAnsi="Browallia New" w:cs="Browallia New"/>
                <w:sz w:val="24"/>
                <w:szCs w:val="24"/>
                <w:lang w:val="th-TH"/>
              </w:rPr>
            </w:pPr>
          </w:p>
          <w:p w14:paraId="26105D2B" w14:textId="77777777" w:rsidR="009962C0" w:rsidRPr="006378F7" w:rsidRDefault="009962C0" w:rsidP="009962C0">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CD302B3" w14:textId="77777777" w:rsidR="009962C0" w:rsidRPr="006378F7" w:rsidRDefault="009962C0" w:rsidP="009962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61B8331" w14:textId="7885468F"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3,593</w:t>
            </w:r>
          </w:p>
        </w:tc>
        <w:tc>
          <w:tcPr>
            <w:tcW w:w="190" w:type="dxa"/>
            <w:shd w:val="clear" w:color="auto" w:fill="auto"/>
            <w:vAlign w:val="bottom"/>
          </w:tcPr>
          <w:p w14:paraId="0884B370" w14:textId="77777777" w:rsidR="009962C0" w:rsidRPr="006378F7" w:rsidRDefault="009962C0" w:rsidP="009962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65E491D9" w14:textId="6A196CF1"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4,308</w:t>
            </w:r>
          </w:p>
        </w:tc>
        <w:tc>
          <w:tcPr>
            <w:tcW w:w="180" w:type="dxa"/>
            <w:shd w:val="clear" w:color="auto" w:fill="auto"/>
            <w:noWrap/>
            <w:vAlign w:val="bottom"/>
          </w:tcPr>
          <w:p w14:paraId="0CBC1A96"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7549D6C" w14:textId="65B99881"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3,593</w:t>
            </w:r>
          </w:p>
        </w:tc>
        <w:tc>
          <w:tcPr>
            <w:tcW w:w="180" w:type="dxa"/>
            <w:shd w:val="clear" w:color="auto" w:fill="auto"/>
            <w:noWrap/>
            <w:vAlign w:val="bottom"/>
          </w:tcPr>
          <w:p w14:paraId="74280329"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E0E2E4F" w14:textId="6C753AA8"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4,308</w:t>
            </w:r>
          </w:p>
        </w:tc>
      </w:tr>
      <w:tr w:rsidR="009962C0" w:rsidRPr="006378F7" w14:paraId="338C2129" w14:textId="77777777" w:rsidTr="006378F7">
        <w:trPr>
          <w:gridAfter w:val="1"/>
          <w:wAfter w:w="14" w:type="dxa"/>
          <w:cantSplit/>
        </w:trPr>
        <w:tc>
          <w:tcPr>
            <w:tcW w:w="2696" w:type="dxa"/>
            <w:shd w:val="clear" w:color="auto" w:fill="auto"/>
            <w:vAlign w:val="bottom"/>
          </w:tcPr>
          <w:p w14:paraId="226DF57E" w14:textId="77777777" w:rsidR="009962C0" w:rsidRPr="006378F7" w:rsidRDefault="009962C0" w:rsidP="009962C0">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6F6FB4AB" w14:textId="77777777" w:rsidR="009962C0" w:rsidRPr="006378F7" w:rsidRDefault="009962C0" w:rsidP="009962C0">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9962C0" w:rsidRPr="006378F7" w:rsidRDefault="009962C0" w:rsidP="009962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3CAB4BB" w14:textId="50158E8A"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1,088</w:t>
            </w:r>
          </w:p>
        </w:tc>
        <w:tc>
          <w:tcPr>
            <w:tcW w:w="190" w:type="dxa"/>
            <w:shd w:val="clear" w:color="auto" w:fill="auto"/>
            <w:vAlign w:val="bottom"/>
          </w:tcPr>
          <w:p w14:paraId="42845D2C" w14:textId="77777777" w:rsidR="009962C0" w:rsidRPr="006378F7" w:rsidRDefault="009962C0" w:rsidP="009962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6AF748E8" w14:textId="68582874"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1,007</w:t>
            </w:r>
          </w:p>
        </w:tc>
        <w:tc>
          <w:tcPr>
            <w:tcW w:w="180" w:type="dxa"/>
            <w:shd w:val="clear" w:color="auto" w:fill="auto"/>
            <w:noWrap/>
            <w:vAlign w:val="bottom"/>
          </w:tcPr>
          <w:p w14:paraId="2BB4EA03"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56824723" w14:textId="0999CDAF"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1,088</w:t>
            </w:r>
          </w:p>
        </w:tc>
        <w:tc>
          <w:tcPr>
            <w:tcW w:w="180" w:type="dxa"/>
            <w:shd w:val="clear" w:color="auto" w:fill="auto"/>
            <w:noWrap/>
            <w:vAlign w:val="bottom"/>
          </w:tcPr>
          <w:p w14:paraId="5EEFDF95"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361371D" w14:textId="1914D9DD"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1,007</w:t>
            </w:r>
          </w:p>
        </w:tc>
      </w:tr>
      <w:tr w:rsidR="009962C0" w:rsidRPr="006378F7" w14:paraId="42F21284" w14:textId="77777777" w:rsidTr="006378F7">
        <w:trPr>
          <w:gridAfter w:val="1"/>
          <w:wAfter w:w="14" w:type="dxa"/>
          <w:cantSplit/>
        </w:trPr>
        <w:tc>
          <w:tcPr>
            <w:tcW w:w="2696" w:type="dxa"/>
            <w:shd w:val="clear" w:color="auto" w:fill="auto"/>
            <w:vAlign w:val="bottom"/>
          </w:tcPr>
          <w:p w14:paraId="21E102A1" w14:textId="77777777" w:rsidR="009962C0" w:rsidRPr="006378F7" w:rsidRDefault="009962C0" w:rsidP="009962C0">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502EA112" w14:textId="77777777" w:rsidR="009962C0" w:rsidRPr="006378F7" w:rsidRDefault="009962C0" w:rsidP="009962C0">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9962C0" w:rsidRPr="006378F7" w:rsidRDefault="009962C0" w:rsidP="009962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F9DD8ED" w14:textId="301529A3"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753,172</w:t>
            </w:r>
          </w:p>
        </w:tc>
        <w:tc>
          <w:tcPr>
            <w:tcW w:w="190" w:type="dxa"/>
            <w:shd w:val="clear" w:color="auto" w:fill="auto"/>
            <w:vAlign w:val="bottom"/>
          </w:tcPr>
          <w:p w14:paraId="2597DD22" w14:textId="77777777" w:rsidR="009962C0" w:rsidRPr="006378F7" w:rsidRDefault="009962C0" w:rsidP="009962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4E0B1D72" w14:textId="4FF6A017"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946,905</w:t>
            </w:r>
          </w:p>
        </w:tc>
        <w:tc>
          <w:tcPr>
            <w:tcW w:w="180" w:type="dxa"/>
            <w:shd w:val="clear" w:color="auto" w:fill="auto"/>
            <w:noWrap/>
            <w:vAlign w:val="bottom"/>
          </w:tcPr>
          <w:p w14:paraId="1B756BD1"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02B5FCC2" w14:textId="4B8F6EF5"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753,172</w:t>
            </w:r>
          </w:p>
        </w:tc>
        <w:tc>
          <w:tcPr>
            <w:tcW w:w="180" w:type="dxa"/>
            <w:shd w:val="clear" w:color="auto" w:fill="auto"/>
            <w:noWrap/>
            <w:vAlign w:val="bottom"/>
          </w:tcPr>
          <w:p w14:paraId="1AAE4B10"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2B825B37" w14:textId="43688406"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946,905</w:t>
            </w:r>
          </w:p>
        </w:tc>
      </w:tr>
      <w:tr w:rsidR="009962C0" w:rsidRPr="006378F7" w14:paraId="2806DCD3" w14:textId="77777777" w:rsidTr="006378F7">
        <w:trPr>
          <w:gridAfter w:val="1"/>
          <w:wAfter w:w="14" w:type="dxa"/>
          <w:cantSplit/>
        </w:trPr>
        <w:tc>
          <w:tcPr>
            <w:tcW w:w="2696" w:type="dxa"/>
            <w:shd w:val="clear" w:color="auto" w:fill="auto"/>
            <w:vAlign w:val="bottom"/>
          </w:tcPr>
          <w:p w14:paraId="5BBD1B02" w14:textId="77777777" w:rsidR="009962C0" w:rsidRPr="006378F7" w:rsidRDefault="009962C0" w:rsidP="009962C0">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00C1F964" w14:textId="77777777" w:rsidR="009962C0" w:rsidRPr="006378F7" w:rsidRDefault="009962C0" w:rsidP="009962C0">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9962C0" w:rsidRPr="006378F7" w:rsidRDefault="009962C0" w:rsidP="009962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4A08126" w14:textId="723A7DFA"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7,383</w:t>
            </w:r>
          </w:p>
        </w:tc>
        <w:tc>
          <w:tcPr>
            <w:tcW w:w="190" w:type="dxa"/>
            <w:shd w:val="clear" w:color="auto" w:fill="auto"/>
            <w:vAlign w:val="bottom"/>
          </w:tcPr>
          <w:p w14:paraId="3C875546" w14:textId="77777777" w:rsidR="009962C0" w:rsidRPr="006378F7" w:rsidRDefault="009962C0" w:rsidP="009962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2EDF450C" w14:textId="1B9DA2B6"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7,047</w:t>
            </w:r>
          </w:p>
        </w:tc>
        <w:tc>
          <w:tcPr>
            <w:tcW w:w="180" w:type="dxa"/>
            <w:shd w:val="clear" w:color="auto" w:fill="auto"/>
            <w:noWrap/>
            <w:vAlign w:val="bottom"/>
          </w:tcPr>
          <w:p w14:paraId="46689AA7"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601C279" w14:textId="2492396A" w:rsidR="009962C0" w:rsidRPr="006378F7" w:rsidRDefault="009962C0" w:rsidP="009962C0">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7,383</w:t>
            </w:r>
          </w:p>
        </w:tc>
        <w:tc>
          <w:tcPr>
            <w:tcW w:w="180" w:type="dxa"/>
            <w:shd w:val="clear" w:color="auto" w:fill="auto"/>
            <w:noWrap/>
            <w:vAlign w:val="bottom"/>
          </w:tcPr>
          <w:p w14:paraId="7C8E7292" w14:textId="77777777" w:rsidR="009962C0" w:rsidRPr="006378F7" w:rsidRDefault="009962C0" w:rsidP="009962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CE4A57" w14:textId="0977F35E" w:rsidR="009962C0" w:rsidRPr="006378F7" w:rsidRDefault="009962C0" w:rsidP="009962C0">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7,047</w:t>
            </w:r>
          </w:p>
        </w:tc>
      </w:tr>
      <w:tr w:rsidR="008F27B1" w:rsidRPr="006378F7" w14:paraId="674626F8" w14:textId="77777777" w:rsidTr="006378F7">
        <w:trPr>
          <w:gridAfter w:val="1"/>
          <w:wAfter w:w="14" w:type="dxa"/>
          <w:cantSplit/>
        </w:trPr>
        <w:tc>
          <w:tcPr>
            <w:tcW w:w="2696" w:type="dxa"/>
            <w:vAlign w:val="bottom"/>
          </w:tcPr>
          <w:p w14:paraId="2A524FD0" w14:textId="77777777" w:rsidR="008F27B1" w:rsidRPr="006378F7" w:rsidRDefault="008F27B1" w:rsidP="008F27B1">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ดอกเบี้ยรับ</w:t>
            </w:r>
          </w:p>
        </w:tc>
        <w:tc>
          <w:tcPr>
            <w:tcW w:w="1844" w:type="dxa"/>
          </w:tcPr>
          <w:p w14:paraId="32CCAB24" w14:textId="77777777" w:rsidR="008F27B1" w:rsidRPr="006378F7" w:rsidRDefault="008F27B1" w:rsidP="008F27B1">
            <w:pPr>
              <w:ind w:left="180" w:right="72" w:hanging="180"/>
              <w:jc w:val="center"/>
              <w:rPr>
                <w:rFonts w:ascii="Browallia New" w:hAnsi="Browallia New" w:cs="Browallia New"/>
                <w:sz w:val="24"/>
                <w:szCs w:val="24"/>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70CE4FFA" w14:textId="77777777" w:rsidR="008F27B1" w:rsidRPr="006378F7" w:rsidRDefault="008F27B1" w:rsidP="008F27B1">
            <w:pPr>
              <w:ind w:left="180" w:right="72" w:hanging="180"/>
              <w:jc w:val="center"/>
              <w:rPr>
                <w:rFonts w:ascii="Browallia New" w:hAnsi="Browallia New" w:cs="Browallia New"/>
                <w:sz w:val="24"/>
                <w:szCs w:val="24"/>
                <w:lang w:val="th-TH"/>
              </w:rPr>
            </w:pPr>
          </w:p>
        </w:tc>
        <w:tc>
          <w:tcPr>
            <w:tcW w:w="935" w:type="dxa"/>
            <w:noWrap/>
            <w:vAlign w:val="bottom"/>
          </w:tcPr>
          <w:p w14:paraId="35DF2A19" w14:textId="5C83811E" w:rsidR="008F27B1" w:rsidRPr="006378F7" w:rsidRDefault="009962C0" w:rsidP="008F27B1">
            <w:pPr>
              <w:ind w:left="180" w:right="72" w:hanging="180"/>
              <w:jc w:val="center"/>
              <w:rPr>
                <w:rFonts w:ascii="Browallia New" w:hAnsi="Browallia New" w:cs="Browallia New"/>
                <w:sz w:val="24"/>
                <w:szCs w:val="24"/>
              </w:rPr>
            </w:pPr>
            <w:r>
              <w:rPr>
                <w:rFonts w:ascii="Browallia New" w:hAnsi="Browallia New" w:cs="Browallia New"/>
                <w:sz w:val="24"/>
                <w:szCs w:val="24"/>
              </w:rPr>
              <w:t xml:space="preserve">      -</w:t>
            </w:r>
          </w:p>
        </w:tc>
        <w:tc>
          <w:tcPr>
            <w:tcW w:w="190" w:type="dxa"/>
            <w:vAlign w:val="bottom"/>
          </w:tcPr>
          <w:p w14:paraId="4D5ED9B9" w14:textId="77777777" w:rsidR="008F27B1" w:rsidRPr="006378F7" w:rsidRDefault="008F27B1" w:rsidP="008F27B1">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4AD3637A" w14:textId="3BFD54AF" w:rsidR="008F27B1" w:rsidRPr="006378F7" w:rsidRDefault="008F27B1" w:rsidP="008F27B1">
            <w:pPr>
              <w:ind w:left="180" w:right="72" w:hanging="180"/>
              <w:jc w:val="center"/>
              <w:rPr>
                <w:rFonts w:ascii="Browallia New" w:hAnsi="Browallia New" w:cs="Browallia New"/>
                <w:sz w:val="24"/>
                <w:szCs w:val="24"/>
                <w:cs/>
                <w:lang w:val="th-TH"/>
              </w:rPr>
            </w:pPr>
            <w:r>
              <w:rPr>
                <w:rFonts w:ascii="Browallia New" w:hAnsi="Browallia New" w:cs="Browallia New"/>
                <w:sz w:val="24"/>
                <w:szCs w:val="24"/>
              </w:rPr>
              <w:t xml:space="preserve">      -</w:t>
            </w:r>
          </w:p>
        </w:tc>
        <w:tc>
          <w:tcPr>
            <w:tcW w:w="180" w:type="dxa"/>
            <w:noWrap/>
            <w:vAlign w:val="bottom"/>
          </w:tcPr>
          <w:p w14:paraId="2A9C0DEC" w14:textId="77777777" w:rsidR="008F27B1" w:rsidRPr="006378F7" w:rsidRDefault="008F27B1" w:rsidP="008F27B1">
            <w:pPr>
              <w:ind w:left="180" w:right="72" w:hanging="180"/>
              <w:jc w:val="right"/>
              <w:rPr>
                <w:rFonts w:ascii="Browallia New" w:hAnsi="Browallia New" w:cs="Browallia New"/>
                <w:sz w:val="24"/>
                <w:szCs w:val="24"/>
                <w:lang w:val="th-TH"/>
              </w:rPr>
            </w:pPr>
          </w:p>
        </w:tc>
        <w:tc>
          <w:tcPr>
            <w:tcW w:w="942" w:type="dxa"/>
            <w:noWrap/>
            <w:vAlign w:val="bottom"/>
          </w:tcPr>
          <w:p w14:paraId="3FCEDEF7" w14:textId="10D8509C" w:rsidR="008F27B1" w:rsidRPr="006378F7" w:rsidRDefault="008F27B1" w:rsidP="008F27B1">
            <w:pPr>
              <w:ind w:left="180" w:right="72" w:hanging="180"/>
              <w:jc w:val="right"/>
              <w:rPr>
                <w:rFonts w:ascii="Browallia New" w:hAnsi="Browallia New" w:cs="Browallia New"/>
                <w:sz w:val="24"/>
                <w:szCs w:val="24"/>
              </w:rPr>
            </w:pPr>
            <w:r>
              <w:rPr>
                <w:rFonts w:ascii="Browallia New" w:hAnsi="Browallia New" w:cs="Browallia New"/>
                <w:sz w:val="24"/>
                <w:szCs w:val="24"/>
              </w:rPr>
              <w:t>236</w:t>
            </w:r>
          </w:p>
        </w:tc>
        <w:tc>
          <w:tcPr>
            <w:tcW w:w="180" w:type="dxa"/>
            <w:noWrap/>
            <w:vAlign w:val="bottom"/>
          </w:tcPr>
          <w:p w14:paraId="7E4C8776" w14:textId="77777777" w:rsidR="008F27B1" w:rsidRPr="006378F7" w:rsidRDefault="008F27B1" w:rsidP="008F27B1">
            <w:pPr>
              <w:ind w:left="180" w:right="72" w:hanging="180"/>
              <w:jc w:val="right"/>
              <w:rPr>
                <w:rFonts w:ascii="Browallia New" w:hAnsi="Browallia New" w:cs="Browallia New"/>
                <w:sz w:val="24"/>
                <w:szCs w:val="24"/>
                <w:lang w:val="th-TH"/>
              </w:rPr>
            </w:pPr>
          </w:p>
        </w:tc>
        <w:tc>
          <w:tcPr>
            <w:tcW w:w="1024" w:type="dxa"/>
            <w:noWrap/>
            <w:vAlign w:val="bottom"/>
          </w:tcPr>
          <w:p w14:paraId="58F5C2FC" w14:textId="00A68FED" w:rsidR="008F27B1" w:rsidRPr="006378F7" w:rsidRDefault="008F27B1" w:rsidP="008F27B1">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247</w:t>
            </w:r>
          </w:p>
        </w:tc>
      </w:tr>
      <w:tr w:rsidR="008F61F0" w:rsidRPr="006378F7" w14:paraId="4F5ABB54" w14:textId="05C61AB9" w:rsidTr="006378F7">
        <w:trPr>
          <w:cantSplit/>
        </w:trPr>
        <w:tc>
          <w:tcPr>
            <w:tcW w:w="4540" w:type="dxa"/>
            <w:gridSpan w:val="2"/>
            <w:vAlign w:val="bottom"/>
          </w:tcPr>
          <w:p w14:paraId="0951E7BE" w14:textId="77777777" w:rsidR="008F61F0" w:rsidRPr="006378F7" w:rsidRDefault="008F61F0" w:rsidP="008F61F0">
            <w:pPr>
              <w:ind w:left="180" w:right="72" w:hanging="180"/>
              <w:rPr>
                <w:rFonts w:ascii="Browallia New" w:hAnsi="Browallia New" w:cs="Browallia New"/>
                <w:sz w:val="24"/>
                <w:szCs w:val="24"/>
                <w:cs/>
                <w:lang w:val="th-TH"/>
              </w:rPr>
            </w:pPr>
          </w:p>
        </w:tc>
        <w:tc>
          <w:tcPr>
            <w:tcW w:w="190" w:type="dxa"/>
            <w:gridSpan w:val="2"/>
          </w:tcPr>
          <w:p w14:paraId="263409DD" w14:textId="77777777" w:rsidR="008F61F0" w:rsidRPr="006378F7" w:rsidRDefault="008F61F0" w:rsidP="008F61F0">
            <w:pPr>
              <w:ind w:left="180" w:right="72" w:hanging="180"/>
              <w:rPr>
                <w:rFonts w:ascii="Browallia New" w:hAnsi="Browallia New" w:cs="Browallia New"/>
                <w:sz w:val="24"/>
                <w:szCs w:val="24"/>
                <w:lang w:val="th-TH"/>
              </w:rPr>
            </w:pPr>
          </w:p>
        </w:tc>
        <w:tc>
          <w:tcPr>
            <w:tcW w:w="935" w:type="dxa"/>
            <w:noWrap/>
            <w:vAlign w:val="bottom"/>
          </w:tcPr>
          <w:p w14:paraId="356B32B6" w14:textId="77777777" w:rsidR="008F61F0" w:rsidRPr="006378F7" w:rsidRDefault="008F61F0" w:rsidP="008F61F0">
            <w:pPr>
              <w:ind w:left="180" w:right="72" w:hanging="180"/>
              <w:rPr>
                <w:rFonts w:ascii="Browallia New" w:hAnsi="Browallia New" w:cs="Browallia New"/>
                <w:sz w:val="24"/>
                <w:szCs w:val="24"/>
                <w:lang w:val="th-TH"/>
              </w:rPr>
            </w:pPr>
          </w:p>
        </w:tc>
        <w:tc>
          <w:tcPr>
            <w:tcW w:w="190" w:type="dxa"/>
          </w:tcPr>
          <w:p w14:paraId="6C853845" w14:textId="77777777" w:rsidR="008F61F0" w:rsidRPr="006378F7" w:rsidRDefault="008F61F0" w:rsidP="008F61F0">
            <w:pPr>
              <w:ind w:left="180" w:right="72" w:hanging="180"/>
              <w:rPr>
                <w:rFonts w:ascii="Browallia New" w:hAnsi="Browallia New" w:cs="Browallia New"/>
                <w:sz w:val="24"/>
                <w:szCs w:val="24"/>
                <w:lang w:val="th-TH"/>
              </w:rPr>
            </w:pPr>
          </w:p>
        </w:tc>
        <w:tc>
          <w:tcPr>
            <w:tcW w:w="932" w:type="dxa"/>
            <w:tcBorders>
              <w:left w:val="nil"/>
            </w:tcBorders>
          </w:tcPr>
          <w:p w14:paraId="4DCCAC32" w14:textId="77777777" w:rsidR="008F61F0" w:rsidRPr="006378F7" w:rsidRDefault="008F61F0" w:rsidP="008F61F0">
            <w:pPr>
              <w:ind w:left="180" w:right="72" w:hanging="180"/>
              <w:rPr>
                <w:rFonts w:ascii="Browallia New" w:hAnsi="Browallia New" w:cs="Browallia New"/>
                <w:sz w:val="24"/>
                <w:szCs w:val="24"/>
                <w:lang w:val="th-TH"/>
              </w:rPr>
            </w:pPr>
          </w:p>
        </w:tc>
        <w:tc>
          <w:tcPr>
            <w:tcW w:w="180" w:type="dxa"/>
            <w:noWrap/>
            <w:vAlign w:val="bottom"/>
          </w:tcPr>
          <w:p w14:paraId="3FF6E131" w14:textId="77777777" w:rsidR="008F61F0" w:rsidRPr="006378F7" w:rsidRDefault="008F61F0" w:rsidP="008F61F0">
            <w:pPr>
              <w:ind w:left="180" w:right="72" w:hanging="180"/>
              <w:rPr>
                <w:rFonts w:ascii="Browallia New" w:hAnsi="Browallia New" w:cs="Browallia New"/>
                <w:sz w:val="24"/>
                <w:szCs w:val="24"/>
                <w:lang w:val="th-TH"/>
              </w:rPr>
            </w:pPr>
          </w:p>
        </w:tc>
        <w:tc>
          <w:tcPr>
            <w:tcW w:w="942" w:type="dxa"/>
            <w:noWrap/>
            <w:vAlign w:val="bottom"/>
          </w:tcPr>
          <w:p w14:paraId="7D29E545" w14:textId="77777777" w:rsidR="008F61F0" w:rsidRPr="006378F7" w:rsidRDefault="008F61F0" w:rsidP="008F61F0">
            <w:pPr>
              <w:ind w:left="180" w:right="72" w:hanging="180"/>
              <w:rPr>
                <w:rFonts w:ascii="Browallia New" w:hAnsi="Browallia New" w:cs="Browallia New"/>
                <w:sz w:val="24"/>
                <w:szCs w:val="24"/>
                <w:lang w:val="th-TH"/>
              </w:rPr>
            </w:pPr>
          </w:p>
        </w:tc>
        <w:tc>
          <w:tcPr>
            <w:tcW w:w="180" w:type="dxa"/>
            <w:noWrap/>
          </w:tcPr>
          <w:p w14:paraId="4B4D8B6A" w14:textId="77777777" w:rsidR="008F61F0" w:rsidRPr="006378F7" w:rsidRDefault="008F61F0" w:rsidP="008F61F0">
            <w:pPr>
              <w:ind w:left="180" w:right="72" w:hanging="180"/>
              <w:rPr>
                <w:rFonts w:ascii="Browallia New" w:hAnsi="Browallia New" w:cs="Browallia New"/>
                <w:sz w:val="24"/>
                <w:szCs w:val="24"/>
                <w:lang w:val="th-TH"/>
              </w:rPr>
            </w:pPr>
          </w:p>
        </w:tc>
        <w:tc>
          <w:tcPr>
            <w:tcW w:w="1038" w:type="dxa"/>
            <w:gridSpan w:val="2"/>
            <w:noWrap/>
            <w:vAlign w:val="bottom"/>
          </w:tcPr>
          <w:p w14:paraId="78EA4B61" w14:textId="2F40E91B" w:rsidR="008F61F0" w:rsidRPr="006378F7" w:rsidRDefault="008F61F0" w:rsidP="008F61F0">
            <w:pPr>
              <w:ind w:right="72"/>
              <w:rPr>
                <w:rFonts w:ascii="Browallia New" w:hAnsi="Browallia New" w:cs="Browallia New"/>
                <w:sz w:val="24"/>
                <w:szCs w:val="24"/>
                <w:cs/>
                <w:lang w:val="th-TH"/>
              </w:rPr>
            </w:pPr>
          </w:p>
        </w:tc>
      </w:tr>
      <w:tr w:rsidR="008F61F0" w:rsidRPr="006378F7" w14:paraId="19B98C85" w14:textId="25CEF173" w:rsidTr="006378F7">
        <w:trPr>
          <w:cantSplit/>
        </w:trPr>
        <w:tc>
          <w:tcPr>
            <w:tcW w:w="4540" w:type="dxa"/>
            <w:gridSpan w:val="2"/>
            <w:vAlign w:val="bottom"/>
          </w:tcPr>
          <w:p w14:paraId="66D15F5A" w14:textId="77777777" w:rsidR="008F61F0" w:rsidRPr="006378F7" w:rsidRDefault="008F61F0" w:rsidP="008F61F0">
            <w:pPr>
              <w:ind w:left="180" w:right="72" w:hanging="180"/>
              <w:rPr>
                <w:rFonts w:ascii="Browallia New" w:hAnsi="Browallia New" w:cs="Browallia New"/>
                <w:sz w:val="24"/>
                <w:szCs w:val="24"/>
                <w:u w:val="single"/>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8F61F0" w:rsidRPr="006378F7" w:rsidRDefault="008F61F0" w:rsidP="008F61F0">
            <w:pPr>
              <w:ind w:left="180" w:right="72" w:hanging="180"/>
              <w:rPr>
                <w:rFonts w:ascii="Browallia New" w:hAnsi="Browallia New" w:cs="Browallia New"/>
                <w:sz w:val="24"/>
                <w:szCs w:val="24"/>
                <w:lang w:val="th-TH"/>
              </w:rPr>
            </w:pPr>
          </w:p>
        </w:tc>
        <w:tc>
          <w:tcPr>
            <w:tcW w:w="935" w:type="dxa"/>
            <w:noWrap/>
            <w:vAlign w:val="bottom"/>
          </w:tcPr>
          <w:p w14:paraId="0F839A54" w14:textId="77777777" w:rsidR="008F61F0" w:rsidRPr="006378F7" w:rsidRDefault="008F61F0" w:rsidP="008F61F0">
            <w:pPr>
              <w:ind w:left="180" w:right="72" w:hanging="180"/>
              <w:rPr>
                <w:rFonts w:ascii="Browallia New" w:hAnsi="Browallia New" w:cs="Browallia New"/>
                <w:sz w:val="24"/>
                <w:szCs w:val="24"/>
                <w:lang w:val="th-TH"/>
              </w:rPr>
            </w:pPr>
          </w:p>
        </w:tc>
        <w:tc>
          <w:tcPr>
            <w:tcW w:w="190" w:type="dxa"/>
          </w:tcPr>
          <w:p w14:paraId="46C43061" w14:textId="77777777" w:rsidR="008F61F0" w:rsidRPr="006378F7" w:rsidRDefault="008F61F0" w:rsidP="008F61F0">
            <w:pPr>
              <w:ind w:left="180" w:right="72" w:hanging="180"/>
              <w:rPr>
                <w:rFonts w:ascii="Browallia New" w:hAnsi="Browallia New" w:cs="Browallia New"/>
                <w:sz w:val="24"/>
                <w:szCs w:val="24"/>
                <w:lang w:val="th-TH"/>
              </w:rPr>
            </w:pPr>
          </w:p>
        </w:tc>
        <w:tc>
          <w:tcPr>
            <w:tcW w:w="932" w:type="dxa"/>
            <w:tcBorders>
              <w:left w:val="nil"/>
            </w:tcBorders>
          </w:tcPr>
          <w:p w14:paraId="6F80C4FD" w14:textId="77777777" w:rsidR="008F61F0" w:rsidRPr="006378F7" w:rsidRDefault="008F61F0" w:rsidP="008F61F0">
            <w:pPr>
              <w:ind w:left="180" w:right="72" w:hanging="180"/>
              <w:rPr>
                <w:rFonts w:ascii="Browallia New" w:hAnsi="Browallia New" w:cs="Browallia New"/>
                <w:sz w:val="24"/>
                <w:szCs w:val="24"/>
                <w:lang w:val="th-TH"/>
              </w:rPr>
            </w:pPr>
          </w:p>
        </w:tc>
        <w:tc>
          <w:tcPr>
            <w:tcW w:w="180" w:type="dxa"/>
            <w:noWrap/>
            <w:vAlign w:val="bottom"/>
          </w:tcPr>
          <w:p w14:paraId="3A121040" w14:textId="77777777" w:rsidR="008F61F0" w:rsidRPr="006378F7" w:rsidRDefault="008F61F0" w:rsidP="008F61F0">
            <w:pPr>
              <w:ind w:left="180" w:right="72" w:hanging="180"/>
              <w:rPr>
                <w:rFonts w:ascii="Browallia New" w:hAnsi="Browallia New" w:cs="Browallia New"/>
                <w:sz w:val="24"/>
                <w:szCs w:val="24"/>
                <w:lang w:val="th-TH"/>
              </w:rPr>
            </w:pPr>
          </w:p>
        </w:tc>
        <w:tc>
          <w:tcPr>
            <w:tcW w:w="942" w:type="dxa"/>
            <w:noWrap/>
            <w:vAlign w:val="bottom"/>
          </w:tcPr>
          <w:p w14:paraId="62064848" w14:textId="77777777" w:rsidR="008F61F0" w:rsidRPr="006378F7" w:rsidRDefault="008F61F0" w:rsidP="008F61F0">
            <w:pPr>
              <w:ind w:left="180" w:right="72" w:hanging="180"/>
              <w:rPr>
                <w:rFonts w:ascii="Browallia New" w:hAnsi="Browallia New" w:cs="Browallia New"/>
                <w:sz w:val="24"/>
                <w:szCs w:val="24"/>
                <w:lang w:val="th-TH"/>
              </w:rPr>
            </w:pPr>
          </w:p>
        </w:tc>
        <w:tc>
          <w:tcPr>
            <w:tcW w:w="180" w:type="dxa"/>
            <w:noWrap/>
          </w:tcPr>
          <w:p w14:paraId="260FD49D" w14:textId="77777777" w:rsidR="008F61F0" w:rsidRPr="006378F7" w:rsidRDefault="008F61F0" w:rsidP="008F61F0">
            <w:pPr>
              <w:ind w:left="180" w:right="72" w:hanging="180"/>
              <w:rPr>
                <w:rFonts w:ascii="Browallia New" w:hAnsi="Browallia New" w:cs="Browallia New"/>
                <w:sz w:val="24"/>
                <w:szCs w:val="24"/>
                <w:lang w:val="th-TH"/>
              </w:rPr>
            </w:pPr>
          </w:p>
        </w:tc>
        <w:tc>
          <w:tcPr>
            <w:tcW w:w="1038" w:type="dxa"/>
            <w:gridSpan w:val="2"/>
            <w:noWrap/>
            <w:vAlign w:val="bottom"/>
          </w:tcPr>
          <w:p w14:paraId="485C5870" w14:textId="77777777" w:rsidR="008F61F0" w:rsidRPr="006378F7" w:rsidRDefault="008F61F0" w:rsidP="008F61F0">
            <w:pPr>
              <w:ind w:left="180" w:right="72" w:hanging="180"/>
              <w:rPr>
                <w:rFonts w:ascii="Browallia New" w:hAnsi="Browallia New" w:cs="Browallia New"/>
                <w:sz w:val="24"/>
                <w:szCs w:val="24"/>
                <w:lang w:val="th-TH"/>
              </w:rPr>
            </w:pPr>
          </w:p>
        </w:tc>
      </w:tr>
      <w:tr w:rsidR="00B24E86" w:rsidRPr="006378F7" w14:paraId="474BE70F" w14:textId="31144A88" w:rsidTr="006378F7">
        <w:trPr>
          <w:cantSplit/>
        </w:trPr>
        <w:tc>
          <w:tcPr>
            <w:tcW w:w="4540" w:type="dxa"/>
            <w:gridSpan w:val="2"/>
            <w:vAlign w:val="bottom"/>
          </w:tcPr>
          <w:p w14:paraId="7E5076E5" w14:textId="77777777" w:rsidR="00B24E86" w:rsidRPr="006378F7" w:rsidRDefault="00B24E86" w:rsidP="00B24E86">
            <w:pPr>
              <w:ind w:left="180" w:right="72" w:firstLine="27"/>
              <w:rPr>
                <w:rFonts w:ascii="Browallia New" w:hAnsi="Browallia New" w:cs="Browallia New"/>
                <w:sz w:val="24"/>
                <w:szCs w:val="24"/>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B24E86" w:rsidRPr="006378F7" w:rsidRDefault="00B24E86" w:rsidP="00B24E86">
            <w:pPr>
              <w:ind w:left="180" w:right="72" w:hanging="180"/>
              <w:rPr>
                <w:rFonts w:ascii="Browallia New" w:hAnsi="Browallia New" w:cs="Browallia New"/>
                <w:sz w:val="24"/>
                <w:szCs w:val="24"/>
                <w:lang w:val="th-TH"/>
              </w:rPr>
            </w:pPr>
          </w:p>
        </w:tc>
        <w:tc>
          <w:tcPr>
            <w:tcW w:w="935" w:type="dxa"/>
            <w:noWrap/>
            <w:vAlign w:val="bottom"/>
          </w:tcPr>
          <w:p w14:paraId="200D2279" w14:textId="10EC1C1E" w:rsidR="00B24E86" w:rsidRPr="00C04DC7" w:rsidRDefault="006D76B0" w:rsidP="00B24E86">
            <w:pPr>
              <w:ind w:left="180" w:right="72" w:hanging="180"/>
              <w:jc w:val="right"/>
              <w:rPr>
                <w:rFonts w:ascii="Browallia New" w:hAnsi="Browallia New" w:cs="Browallia New"/>
                <w:sz w:val="24"/>
                <w:szCs w:val="24"/>
              </w:rPr>
            </w:pPr>
            <w:r w:rsidRPr="006D76B0">
              <w:rPr>
                <w:rFonts w:ascii="Browallia New" w:hAnsi="Browallia New" w:cs="Browallia New"/>
                <w:sz w:val="24"/>
                <w:szCs w:val="24"/>
              </w:rPr>
              <w:t>6</w:t>
            </w:r>
            <w:r w:rsidR="00B24E86" w:rsidRPr="000540A0">
              <w:rPr>
                <w:rFonts w:ascii="Browallia New" w:hAnsi="Browallia New" w:cs="Browallia New"/>
                <w:sz w:val="24"/>
                <w:szCs w:val="24"/>
              </w:rPr>
              <w:t>,290</w:t>
            </w:r>
          </w:p>
        </w:tc>
        <w:tc>
          <w:tcPr>
            <w:tcW w:w="190" w:type="dxa"/>
          </w:tcPr>
          <w:p w14:paraId="32F035BA" w14:textId="77777777" w:rsidR="00B24E86" w:rsidRPr="00C04DC7" w:rsidRDefault="00B24E86" w:rsidP="00B24E86">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4449FC22" w14:textId="2C66AD73" w:rsidR="00B24E86" w:rsidRPr="00C04DC7" w:rsidRDefault="00B24E86" w:rsidP="00B24E86">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6,327</w:t>
            </w:r>
          </w:p>
        </w:tc>
        <w:tc>
          <w:tcPr>
            <w:tcW w:w="180" w:type="dxa"/>
            <w:noWrap/>
            <w:vAlign w:val="bottom"/>
          </w:tcPr>
          <w:p w14:paraId="655A7CD7" w14:textId="136FA44A" w:rsidR="00B24E86" w:rsidRPr="00C04DC7" w:rsidRDefault="00B24E86" w:rsidP="00B24E86">
            <w:pPr>
              <w:ind w:left="180" w:right="72" w:hanging="180"/>
              <w:jc w:val="right"/>
              <w:rPr>
                <w:rFonts w:ascii="Browallia New" w:hAnsi="Browallia New" w:cs="Browallia New"/>
                <w:sz w:val="24"/>
                <w:szCs w:val="24"/>
                <w:lang w:val="th-TH"/>
              </w:rPr>
            </w:pPr>
          </w:p>
        </w:tc>
        <w:tc>
          <w:tcPr>
            <w:tcW w:w="942" w:type="dxa"/>
            <w:noWrap/>
            <w:vAlign w:val="bottom"/>
          </w:tcPr>
          <w:p w14:paraId="5B7431CD" w14:textId="28398413" w:rsidR="00B24E86" w:rsidRPr="00C04DC7" w:rsidRDefault="00B24E86" w:rsidP="00B24E86">
            <w:pPr>
              <w:ind w:left="180" w:right="72" w:hanging="180"/>
              <w:jc w:val="right"/>
              <w:rPr>
                <w:rFonts w:ascii="Browallia New" w:hAnsi="Browallia New" w:cs="Browallia New"/>
                <w:sz w:val="24"/>
                <w:szCs w:val="24"/>
              </w:rPr>
            </w:pPr>
            <w:r>
              <w:rPr>
                <w:rFonts w:ascii="Browallia New" w:hAnsi="Browallia New" w:cs="Browallia New"/>
                <w:sz w:val="24"/>
                <w:szCs w:val="24"/>
              </w:rPr>
              <w:t>6,290</w:t>
            </w:r>
          </w:p>
        </w:tc>
        <w:tc>
          <w:tcPr>
            <w:tcW w:w="180" w:type="dxa"/>
            <w:noWrap/>
          </w:tcPr>
          <w:p w14:paraId="13A75C51" w14:textId="77777777" w:rsidR="00B24E86" w:rsidRPr="00C04DC7" w:rsidRDefault="00B24E86" w:rsidP="00B24E86">
            <w:pPr>
              <w:ind w:left="180" w:right="72" w:hanging="180"/>
              <w:jc w:val="right"/>
              <w:rPr>
                <w:rFonts w:ascii="Browallia New" w:hAnsi="Browallia New" w:cs="Browallia New"/>
                <w:sz w:val="24"/>
                <w:szCs w:val="24"/>
                <w:lang w:val="th-TH"/>
              </w:rPr>
            </w:pPr>
          </w:p>
        </w:tc>
        <w:tc>
          <w:tcPr>
            <w:tcW w:w="1038" w:type="dxa"/>
            <w:gridSpan w:val="2"/>
            <w:noWrap/>
            <w:vAlign w:val="bottom"/>
          </w:tcPr>
          <w:p w14:paraId="168D56E9" w14:textId="251BECAB" w:rsidR="00B24E86" w:rsidRPr="00C04DC7" w:rsidRDefault="00B24E86" w:rsidP="00B24E86">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6,327</w:t>
            </w:r>
          </w:p>
        </w:tc>
      </w:tr>
      <w:tr w:rsidR="00B24E86" w:rsidRPr="006378F7" w14:paraId="5365A365" w14:textId="7A1610F3" w:rsidTr="0070263A">
        <w:trPr>
          <w:cantSplit/>
        </w:trPr>
        <w:tc>
          <w:tcPr>
            <w:tcW w:w="4540" w:type="dxa"/>
            <w:gridSpan w:val="2"/>
          </w:tcPr>
          <w:p w14:paraId="45EC100D" w14:textId="77777777" w:rsidR="00B24E86" w:rsidRPr="006378F7" w:rsidRDefault="00B24E86" w:rsidP="00B24E86">
            <w:pPr>
              <w:ind w:left="180" w:right="72" w:firstLine="27"/>
              <w:rPr>
                <w:rFonts w:ascii="Browallia New" w:hAnsi="Browallia New" w:cs="Browallia New"/>
                <w:sz w:val="24"/>
                <w:szCs w:val="24"/>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B24E86" w:rsidRPr="006378F7" w:rsidRDefault="00B24E86" w:rsidP="00B24E86">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41B37DCF" w14:textId="3B533489" w:rsidR="00B24E86" w:rsidRPr="00C04DC7" w:rsidRDefault="00B24E86" w:rsidP="00B24E86">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320</w:t>
            </w:r>
          </w:p>
        </w:tc>
        <w:tc>
          <w:tcPr>
            <w:tcW w:w="190" w:type="dxa"/>
          </w:tcPr>
          <w:p w14:paraId="1DEE50E2" w14:textId="77777777" w:rsidR="00B24E86" w:rsidRPr="00C04DC7" w:rsidRDefault="00B24E86" w:rsidP="00B24E86">
            <w:pPr>
              <w:ind w:left="180" w:right="72" w:hanging="180"/>
              <w:jc w:val="right"/>
              <w:rPr>
                <w:rFonts w:ascii="Browallia New" w:hAnsi="Browallia New" w:cs="Browallia New"/>
                <w:sz w:val="24"/>
                <w:szCs w:val="24"/>
                <w:lang w:val="th-TH"/>
              </w:rPr>
            </w:pPr>
          </w:p>
        </w:tc>
        <w:tc>
          <w:tcPr>
            <w:tcW w:w="932" w:type="dxa"/>
            <w:tcBorders>
              <w:left w:val="nil"/>
              <w:bottom w:val="single" w:sz="4" w:space="0" w:color="auto"/>
            </w:tcBorders>
          </w:tcPr>
          <w:p w14:paraId="5AA1AA0B" w14:textId="02135280" w:rsidR="00B24E86" w:rsidRPr="00C04DC7" w:rsidRDefault="00B24E86" w:rsidP="00B24E86">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363</w:t>
            </w:r>
          </w:p>
        </w:tc>
        <w:tc>
          <w:tcPr>
            <w:tcW w:w="180" w:type="dxa"/>
            <w:noWrap/>
          </w:tcPr>
          <w:p w14:paraId="07054DD4" w14:textId="09875248" w:rsidR="00B24E86" w:rsidRPr="00C04DC7" w:rsidRDefault="00B24E86" w:rsidP="00B24E86">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71876BB8" w14:textId="3A50AD1A" w:rsidR="00B24E86" w:rsidRPr="00C04DC7" w:rsidRDefault="00B24E86" w:rsidP="00B24E86">
            <w:pPr>
              <w:ind w:left="180" w:right="72" w:hanging="180"/>
              <w:jc w:val="right"/>
              <w:rPr>
                <w:rFonts w:ascii="Browallia New" w:hAnsi="Browallia New" w:cs="Browallia New"/>
                <w:sz w:val="24"/>
                <w:szCs w:val="24"/>
                <w:cs/>
              </w:rPr>
            </w:pPr>
            <w:r>
              <w:rPr>
                <w:rFonts w:ascii="Browallia New" w:hAnsi="Browallia New" w:cs="Browallia New"/>
                <w:sz w:val="24"/>
                <w:szCs w:val="24"/>
              </w:rPr>
              <w:t>320</w:t>
            </w:r>
          </w:p>
        </w:tc>
        <w:tc>
          <w:tcPr>
            <w:tcW w:w="180" w:type="dxa"/>
            <w:noWrap/>
          </w:tcPr>
          <w:p w14:paraId="733C6A67" w14:textId="77777777" w:rsidR="00B24E86" w:rsidRPr="00C04DC7" w:rsidRDefault="00B24E86" w:rsidP="00B24E86">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tcPr>
          <w:p w14:paraId="6FCAD54B" w14:textId="440D858E" w:rsidR="00B24E86" w:rsidRPr="00C04DC7" w:rsidRDefault="00B24E86" w:rsidP="00B24E86">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363</w:t>
            </w:r>
          </w:p>
        </w:tc>
      </w:tr>
      <w:tr w:rsidR="00B24E86" w:rsidRPr="006378F7" w14:paraId="0F192FE3" w14:textId="129965F4" w:rsidTr="000540A0">
        <w:trPr>
          <w:cantSplit/>
          <w:trHeight w:val="216"/>
        </w:trPr>
        <w:tc>
          <w:tcPr>
            <w:tcW w:w="4540" w:type="dxa"/>
            <w:gridSpan w:val="2"/>
          </w:tcPr>
          <w:p w14:paraId="7D3A2AFC" w14:textId="77777777" w:rsidR="00B24E86" w:rsidRPr="006378F7" w:rsidRDefault="00B24E86" w:rsidP="00B24E86">
            <w:pPr>
              <w:ind w:left="180" w:right="72" w:hanging="180"/>
              <w:rPr>
                <w:rFonts w:ascii="Browallia New" w:hAnsi="Browallia New" w:cs="Browallia New"/>
                <w:sz w:val="24"/>
                <w:szCs w:val="24"/>
                <w:lang w:val="th-TH"/>
              </w:rPr>
            </w:pPr>
            <w:r w:rsidRPr="006378F7">
              <w:rPr>
                <w:rFonts w:ascii="Browallia New" w:hAnsi="Browallia New" w:cs="Browallia New"/>
                <w:sz w:val="24"/>
                <w:szCs w:val="24"/>
                <w:cs/>
                <w:lang w:val="th-TH"/>
              </w:rPr>
              <w:t>รวม</w:t>
            </w:r>
          </w:p>
        </w:tc>
        <w:tc>
          <w:tcPr>
            <w:tcW w:w="190" w:type="dxa"/>
            <w:gridSpan w:val="2"/>
          </w:tcPr>
          <w:p w14:paraId="3B9008D2" w14:textId="77777777" w:rsidR="00B24E86" w:rsidRPr="006378F7" w:rsidRDefault="00B24E86" w:rsidP="00B24E86">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1FAF431F" w14:textId="5E4D438E" w:rsidR="00B24E86" w:rsidRPr="00C04DC7" w:rsidRDefault="00B24E86" w:rsidP="00B24E86">
            <w:pPr>
              <w:ind w:left="180" w:right="72" w:hanging="180"/>
              <w:jc w:val="right"/>
              <w:rPr>
                <w:rFonts w:ascii="Browallia New" w:hAnsi="Browallia New" w:cs="Browallia New"/>
                <w:sz w:val="24"/>
                <w:szCs w:val="24"/>
              </w:rPr>
            </w:pPr>
            <w:r w:rsidRPr="000540A0">
              <w:rPr>
                <w:rFonts w:ascii="Browallia New" w:hAnsi="Browallia New" w:cs="Browallia New"/>
                <w:sz w:val="24"/>
                <w:szCs w:val="24"/>
              </w:rPr>
              <w:t>6,610</w:t>
            </w:r>
          </w:p>
        </w:tc>
        <w:tc>
          <w:tcPr>
            <w:tcW w:w="190" w:type="dxa"/>
          </w:tcPr>
          <w:p w14:paraId="21AEC625" w14:textId="77777777" w:rsidR="00B24E86" w:rsidRPr="00C04DC7" w:rsidRDefault="00B24E86" w:rsidP="00B24E86">
            <w:pPr>
              <w:ind w:left="180" w:right="72" w:hanging="180"/>
              <w:jc w:val="right"/>
              <w:rPr>
                <w:rFonts w:ascii="Browallia New" w:hAnsi="Browallia New" w:cs="Browallia New"/>
                <w:sz w:val="24"/>
                <w:szCs w:val="24"/>
                <w:lang w:val="th-TH"/>
              </w:rPr>
            </w:pPr>
          </w:p>
        </w:tc>
        <w:tc>
          <w:tcPr>
            <w:tcW w:w="932" w:type="dxa"/>
            <w:tcBorders>
              <w:top w:val="single" w:sz="4" w:space="0" w:color="auto"/>
              <w:left w:val="nil"/>
              <w:bottom w:val="single" w:sz="12" w:space="0" w:color="auto"/>
            </w:tcBorders>
          </w:tcPr>
          <w:p w14:paraId="48F430AA" w14:textId="3F7FE6C5" w:rsidR="00B24E86" w:rsidRPr="00C04DC7" w:rsidRDefault="00B24E86" w:rsidP="00B24E86">
            <w:pPr>
              <w:ind w:left="180" w:right="72" w:hanging="180"/>
              <w:jc w:val="right"/>
              <w:rPr>
                <w:rFonts w:ascii="Browallia New" w:hAnsi="Browallia New" w:cs="Browallia New"/>
                <w:sz w:val="24"/>
                <w:szCs w:val="24"/>
                <w:cs/>
                <w:lang w:val="th-TH"/>
              </w:rPr>
            </w:pPr>
            <w:r w:rsidRPr="007025C7">
              <w:rPr>
                <w:rFonts w:ascii="Browallia New" w:hAnsi="Browallia New" w:cs="Browallia New"/>
                <w:sz w:val="24"/>
                <w:szCs w:val="24"/>
              </w:rPr>
              <w:t>6,690</w:t>
            </w:r>
          </w:p>
        </w:tc>
        <w:tc>
          <w:tcPr>
            <w:tcW w:w="180" w:type="dxa"/>
            <w:noWrap/>
          </w:tcPr>
          <w:p w14:paraId="5AFBBE93" w14:textId="009A5CCD" w:rsidR="00B24E86" w:rsidRPr="00C04DC7" w:rsidRDefault="00B24E86" w:rsidP="00B24E86">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06CAFEEC" w14:textId="28C4DD4C" w:rsidR="00B24E86" w:rsidRPr="00C04DC7" w:rsidRDefault="00B24E86" w:rsidP="00B24E86">
            <w:pPr>
              <w:ind w:left="180" w:right="72" w:hanging="180"/>
              <w:jc w:val="right"/>
              <w:rPr>
                <w:rFonts w:ascii="Browallia New" w:hAnsi="Browallia New" w:cs="Browallia New"/>
                <w:sz w:val="24"/>
                <w:szCs w:val="24"/>
              </w:rPr>
            </w:pPr>
            <w:r>
              <w:rPr>
                <w:rFonts w:ascii="Browallia New" w:hAnsi="Browallia New" w:cs="Browallia New"/>
                <w:sz w:val="24"/>
                <w:szCs w:val="24"/>
              </w:rPr>
              <w:t>6,610</w:t>
            </w:r>
          </w:p>
        </w:tc>
        <w:tc>
          <w:tcPr>
            <w:tcW w:w="180" w:type="dxa"/>
            <w:noWrap/>
          </w:tcPr>
          <w:p w14:paraId="34A25E54" w14:textId="77777777" w:rsidR="00B24E86" w:rsidRPr="00C04DC7" w:rsidRDefault="00B24E86" w:rsidP="00B24E86">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tcPr>
          <w:p w14:paraId="54099801" w14:textId="431FC309" w:rsidR="00B24E86" w:rsidRPr="00C04DC7" w:rsidRDefault="00B24E86" w:rsidP="00B24E86">
            <w:pPr>
              <w:ind w:left="180" w:right="72" w:hanging="180"/>
              <w:jc w:val="right"/>
              <w:rPr>
                <w:rFonts w:ascii="Browallia New" w:hAnsi="Browallia New" w:cs="Browallia New"/>
                <w:sz w:val="24"/>
                <w:szCs w:val="24"/>
              </w:rPr>
            </w:pPr>
            <w:r w:rsidRPr="007025C7">
              <w:rPr>
                <w:rFonts w:ascii="Browallia New" w:hAnsi="Browallia New" w:cs="Browallia New"/>
                <w:sz w:val="24"/>
                <w:szCs w:val="24"/>
              </w:rPr>
              <w:t>6,690</w:t>
            </w:r>
          </w:p>
        </w:tc>
      </w:tr>
    </w:tbl>
    <w:p w14:paraId="59D09DE9" w14:textId="77777777" w:rsidR="002D4774" w:rsidRDefault="002D4774">
      <w:pPr>
        <w:rPr>
          <w:rFonts w:ascii="Browallia New" w:hAnsi="Browallia New" w:cs="Browallia New"/>
          <w:cs/>
        </w:rPr>
      </w:pPr>
    </w:p>
    <w:p w14:paraId="485627C6" w14:textId="59BC16E7" w:rsidR="008D2366" w:rsidRPr="005C2BD1" w:rsidRDefault="002D4774" w:rsidP="000540A0">
      <w:pPr>
        <w:rPr>
          <w:rFonts w:ascii="Browallia New" w:hAnsi="Browallia New" w:cs="Browallia New"/>
        </w:rPr>
      </w:pPr>
      <w:r>
        <w:rPr>
          <w:rFonts w:ascii="Browallia New" w:hAnsi="Browallia New" w:cs="Browallia New" w:hint="cs"/>
          <w:cs/>
        </w:rPr>
        <w:t xml:space="preserve">      </w:t>
      </w:r>
      <w:r w:rsidR="008D2366" w:rsidRPr="005C2BD1">
        <w:rPr>
          <w:rFonts w:ascii="Browallia New" w:hAnsi="Browallia New" w:cs="Browallia New"/>
          <w:cs/>
        </w:rPr>
        <w:t>ณ</w:t>
      </w:r>
      <w:r w:rsidR="00F60E66" w:rsidRPr="005C2BD1">
        <w:rPr>
          <w:rFonts w:ascii="Browallia New" w:hAnsi="Browallia New" w:cs="Browallia New"/>
        </w:rPr>
        <w:t xml:space="preserve"> </w:t>
      </w:r>
      <w:r w:rsidR="008D2366" w:rsidRPr="005C2BD1">
        <w:rPr>
          <w:rFonts w:ascii="Browallia New" w:hAnsi="Browallia New" w:cs="Browallia New"/>
          <w:cs/>
        </w:rPr>
        <w:t>วันที่</w:t>
      </w:r>
      <w:r w:rsidR="00F60E66" w:rsidRPr="005C2BD1">
        <w:rPr>
          <w:rFonts w:ascii="Browallia New" w:hAnsi="Browallia New" w:cs="Browallia New"/>
        </w:rPr>
        <w:t xml:space="preserve"> </w:t>
      </w:r>
      <w:r w:rsidR="004A2315" w:rsidRPr="005C4084">
        <w:rPr>
          <w:rStyle w:val="normaltextrun"/>
          <w:rFonts w:ascii="Browallia New" w:hAnsi="Browallia New" w:cs="Browallia New"/>
          <w:spacing w:val="-4"/>
        </w:rPr>
        <w:t>31</w:t>
      </w:r>
      <w:r w:rsidR="004A2315" w:rsidRPr="005C4084">
        <w:rPr>
          <w:rStyle w:val="normaltextrun"/>
          <w:rFonts w:ascii="Browallia New" w:hAnsi="Browallia New" w:cs="Browallia New"/>
          <w:spacing w:val="-4"/>
          <w:cs/>
        </w:rPr>
        <w:t xml:space="preserve"> มีนาคม</w:t>
      </w:r>
      <w:r w:rsidR="004A2315" w:rsidRPr="005C4084">
        <w:rPr>
          <w:rFonts w:ascii="Browallia New" w:hAnsi="Browallia New" w:cs="Browallia New" w:hint="cs"/>
          <w:spacing w:val="-4"/>
          <w:cs/>
        </w:rPr>
        <w:t xml:space="preserve"> </w:t>
      </w:r>
      <w:r w:rsidR="004A2315" w:rsidRPr="005C4084">
        <w:rPr>
          <w:rFonts w:ascii="Browallia New" w:hAnsi="Browallia New" w:cs="Browallia New"/>
          <w:spacing w:val="-4"/>
        </w:rPr>
        <w:t>2566</w:t>
      </w:r>
      <w:r w:rsidR="00F60E66" w:rsidRPr="005C2BD1">
        <w:rPr>
          <w:rFonts w:ascii="Browallia New" w:hAnsi="Browallia New" w:cs="Browallia New"/>
        </w:rPr>
        <w:t xml:space="preserve"> </w:t>
      </w:r>
      <w:r w:rsidR="008D2366" w:rsidRPr="005C2BD1">
        <w:rPr>
          <w:rFonts w:ascii="Browallia New" w:hAnsi="Browallia New" w:cs="Browallia New"/>
          <w:cs/>
        </w:rPr>
        <w:t>และวันที่</w:t>
      </w:r>
      <w:r w:rsidR="00F60E66" w:rsidRPr="005C2BD1">
        <w:rPr>
          <w:rFonts w:ascii="Browallia New" w:hAnsi="Browallia New" w:cs="Browallia New"/>
        </w:rPr>
        <w:t xml:space="preserve"> </w:t>
      </w:r>
      <w:r w:rsidR="008D2366" w:rsidRPr="005C2BD1">
        <w:rPr>
          <w:rFonts w:ascii="Browallia New" w:hAnsi="Browallia New" w:cs="Browallia New"/>
        </w:rPr>
        <w:t xml:space="preserve">31 </w:t>
      </w:r>
      <w:r w:rsidR="008D2366" w:rsidRPr="005C2BD1">
        <w:rPr>
          <w:rFonts w:ascii="Browallia New" w:hAnsi="Browallia New" w:cs="Browallia New"/>
          <w:cs/>
        </w:rPr>
        <w:t>ธันวาคม</w:t>
      </w:r>
      <w:r w:rsidR="00F60E66" w:rsidRPr="005C2BD1">
        <w:rPr>
          <w:rFonts w:ascii="Browallia New" w:hAnsi="Browallia New" w:cs="Browallia New"/>
        </w:rPr>
        <w:t xml:space="preserve"> </w:t>
      </w:r>
      <w:r w:rsidR="008D2366" w:rsidRPr="005C2BD1">
        <w:rPr>
          <w:rFonts w:ascii="Browallia New" w:hAnsi="Browallia New" w:cs="Browallia New"/>
        </w:rPr>
        <w:t>25</w:t>
      </w:r>
      <w:r w:rsidR="008918B1" w:rsidRPr="005C2BD1">
        <w:rPr>
          <w:rFonts w:ascii="Browallia New" w:hAnsi="Browallia New" w:cs="Browallia New"/>
        </w:rPr>
        <w:t>6</w:t>
      </w:r>
      <w:r w:rsidR="004A2315">
        <w:rPr>
          <w:rFonts w:ascii="Browallia New" w:hAnsi="Browallia New" w:cs="Browallia New"/>
        </w:rPr>
        <w:t>5</w:t>
      </w:r>
      <w:r w:rsidR="00594174" w:rsidRPr="005C2BD1">
        <w:rPr>
          <w:rFonts w:ascii="Browallia New" w:hAnsi="Browallia New" w:cs="Browallia New"/>
        </w:rPr>
        <w:t xml:space="preserve"> </w:t>
      </w:r>
      <w:r w:rsidR="008D2366" w:rsidRPr="005C2BD1">
        <w:rPr>
          <w:rFonts w:ascii="Browallia New" w:hAnsi="Browallia New" w:cs="Browallia New"/>
          <w:cs/>
        </w:rPr>
        <w:t>ยอดคงเหลือกับบริษัทที่เกี่ยวข้อง</w:t>
      </w:r>
      <w:r w:rsidR="00F60E66" w:rsidRPr="005C2BD1">
        <w:rPr>
          <w:rFonts w:ascii="Browallia New" w:hAnsi="Browallia New" w:cs="Browallia New"/>
        </w:rPr>
        <w:t xml:space="preserve"> </w:t>
      </w:r>
      <w:r w:rsidR="008D2366" w:rsidRPr="005C2BD1">
        <w:rPr>
          <w:rFonts w:ascii="Browallia New" w:hAnsi="Browallia New" w:cs="Browallia New"/>
          <w:cs/>
        </w:rPr>
        <w:t>มีดังนี้</w:t>
      </w:r>
    </w:p>
    <w:p w14:paraId="485627C7" w14:textId="77777777" w:rsidR="008D2366" w:rsidRPr="000540A0" w:rsidRDefault="008D2366" w:rsidP="00980FB4">
      <w:pPr>
        <w:ind w:left="374"/>
        <w:jc w:val="thaiDistribute"/>
        <w:rPr>
          <w:rFonts w:ascii="Browallia New" w:hAnsi="Browallia New" w:cs="Browallia New"/>
          <w:sz w:val="24"/>
          <w:szCs w:val="24"/>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C2BD1" w14:paraId="485627CC" w14:textId="77777777" w:rsidTr="008179FB">
        <w:trPr>
          <w:cantSplit/>
          <w:tblHeader/>
        </w:trPr>
        <w:tc>
          <w:tcPr>
            <w:tcW w:w="3892"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97" w:type="dxa"/>
            <w:gridSpan w:val="7"/>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8179FB">
        <w:trPr>
          <w:cantSplit/>
          <w:tblHeader/>
        </w:trPr>
        <w:tc>
          <w:tcPr>
            <w:tcW w:w="3892"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A2315" w:rsidRPr="005C2BD1" w14:paraId="485627DC" w14:textId="77777777" w:rsidTr="008179FB">
        <w:trPr>
          <w:cantSplit/>
          <w:tblHeader/>
        </w:trPr>
        <w:tc>
          <w:tcPr>
            <w:tcW w:w="3892" w:type="dxa"/>
          </w:tcPr>
          <w:p w14:paraId="485627D2" w14:textId="77777777" w:rsidR="004A2315" w:rsidRPr="005C2BD1" w:rsidRDefault="004A2315" w:rsidP="004A2315">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5E990347" w:rsidR="004A2315" w:rsidRPr="005C2BD1" w:rsidRDefault="004A2315" w:rsidP="004A2315">
            <w:pPr>
              <w:ind w:left="-105"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180" w:type="dxa"/>
            <w:tcBorders>
              <w:top w:val="single" w:sz="4" w:space="0" w:color="auto"/>
            </w:tcBorders>
            <w:vAlign w:val="bottom"/>
          </w:tcPr>
          <w:p w14:paraId="485627D4" w14:textId="77777777" w:rsidR="004A2315" w:rsidRPr="005C2BD1" w:rsidRDefault="004A2315" w:rsidP="004A2315">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1ED1EF7A" w14:textId="77777777"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3307819F" w:rsidR="004A2315" w:rsidRPr="005C2BD1" w:rsidRDefault="004A2315" w:rsidP="004A2315">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189" w:type="dxa"/>
            <w:gridSpan w:val="2"/>
          </w:tcPr>
          <w:p w14:paraId="485627D7" w14:textId="77777777" w:rsidR="004A2315" w:rsidRPr="005C2BD1" w:rsidRDefault="004A2315" w:rsidP="004A2315">
            <w:pPr>
              <w:ind w:right="72"/>
              <w:jc w:val="center"/>
              <w:rPr>
                <w:rFonts w:ascii="Browallia New" w:hAnsi="Browallia New" w:cs="Browallia New"/>
              </w:rPr>
            </w:pPr>
          </w:p>
        </w:tc>
        <w:tc>
          <w:tcPr>
            <w:tcW w:w="1134" w:type="dxa"/>
            <w:tcBorders>
              <w:bottom w:val="single" w:sz="4" w:space="0" w:color="auto"/>
            </w:tcBorders>
            <w:vAlign w:val="bottom"/>
          </w:tcPr>
          <w:p w14:paraId="485627D8" w14:textId="1B455243" w:rsidR="004A2315" w:rsidRPr="005C2BD1" w:rsidRDefault="004A2315" w:rsidP="004A2315">
            <w:pPr>
              <w:ind w:left="-105" w:right="-108"/>
              <w:jc w:val="center"/>
              <w:rPr>
                <w:rFonts w:ascii="Browallia New" w:hAnsi="Browallia New" w:cs="Browallia New"/>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180" w:type="dxa"/>
            <w:vAlign w:val="bottom"/>
          </w:tcPr>
          <w:p w14:paraId="485627D9" w14:textId="77777777" w:rsidR="004A2315" w:rsidRPr="005C2BD1" w:rsidRDefault="004A2315" w:rsidP="004A2315">
            <w:pPr>
              <w:ind w:left="-105" w:right="-108"/>
              <w:jc w:val="right"/>
              <w:rPr>
                <w:rFonts w:ascii="Browallia New" w:hAnsi="Browallia New" w:cs="Browallia New"/>
                <w:u w:val="single"/>
              </w:rPr>
            </w:pPr>
          </w:p>
        </w:tc>
        <w:tc>
          <w:tcPr>
            <w:tcW w:w="1178" w:type="dxa"/>
            <w:tcBorders>
              <w:bottom w:val="single" w:sz="4" w:space="0" w:color="auto"/>
            </w:tcBorders>
            <w:vAlign w:val="bottom"/>
          </w:tcPr>
          <w:p w14:paraId="5B3B181D" w14:textId="77777777"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6C3BBC7A"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946FA3" w:rsidRPr="005C2BD1" w14:paraId="19D60893" w14:textId="77777777" w:rsidTr="008179FB">
        <w:trPr>
          <w:cantSplit/>
        </w:trPr>
        <w:tc>
          <w:tcPr>
            <w:tcW w:w="3892" w:type="dxa"/>
          </w:tcPr>
          <w:p w14:paraId="39A60994" w14:textId="66FA21AE" w:rsidR="00946FA3" w:rsidRPr="005C2BD1" w:rsidRDefault="00946FA3" w:rsidP="003E0B20">
            <w:pPr>
              <w:ind w:right="230"/>
              <w:rPr>
                <w:rFonts w:ascii="Browallia New" w:hAnsi="Browallia New" w:cs="Browallia New"/>
                <w:u w:val="single"/>
                <w:cs/>
              </w:rPr>
            </w:pP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78" w:type="dxa"/>
          </w:tcPr>
          <w:p w14:paraId="234143E2" w14:textId="77777777" w:rsidR="00946FA3" w:rsidRPr="005C2BD1" w:rsidRDefault="00946FA3" w:rsidP="003E0B20">
            <w:pPr>
              <w:ind w:right="230"/>
              <w:rPr>
                <w:rFonts w:ascii="Browallia New" w:hAnsi="Browallia New" w:cs="Browallia New"/>
              </w:rPr>
            </w:pPr>
          </w:p>
        </w:tc>
      </w:tr>
      <w:tr w:rsidR="008C5CBB" w:rsidRPr="005C2BD1" w14:paraId="61798EA0" w14:textId="77777777" w:rsidTr="008179FB">
        <w:trPr>
          <w:cantSplit/>
        </w:trPr>
        <w:tc>
          <w:tcPr>
            <w:tcW w:w="3892" w:type="dxa"/>
          </w:tcPr>
          <w:p w14:paraId="59D42399" w14:textId="24EAF25E" w:rsidR="008C5CBB" w:rsidRPr="005C2BD1" w:rsidRDefault="008C5CBB"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A668CE2" w14:textId="77777777" w:rsidR="008C5CBB" w:rsidRPr="005C2BD1" w:rsidRDefault="008C5CBB" w:rsidP="003E0B20">
            <w:pPr>
              <w:ind w:right="230"/>
              <w:rPr>
                <w:rFonts w:ascii="Browallia New" w:hAnsi="Browallia New" w:cs="Browallia New"/>
              </w:rPr>
            </w:pPr>
          </w:p>
        </w:tc>
        <w:tc>
          <w:tcPr>
            <w:tcW w:w="180" w:type="dxa"/>
          </w:tcPr>
          <w:p w14:paraId="0B378DF3" w14:textId="77777777" w:rsidR="008C5CBB" w:rsidRPr="005C2BD1" w:rsidRDefault="008C5CBB" w:rsidP="003E0B20">
            <w:pPr>
              <w:ind w:right="230"/>
              <w:rPr>
                <w:rFonts w:ascii="Browallia New" w:hAnsi="Browallia New" w:cs="Browallia New"/>
              </w:rPr>
            </w:pPr>
          </w:p>
        </w:tc>
        <w:tc>
          <w:tcPr>
            <w:tcW w:w="1116" w:type="dxa"/>
            <w:gridSpan w:val="2"/>
          </w:tcPr>
          <w:p w14:paraId="6D4D6091" w14:textId="77777777" w:rsidR="008C5CBB" w:rsidRPr="005C2BD1" w:rsidRDefault="008C5CBB" w:rsidP="003E0B20">
            <w:pPr>
              <w:ind w:right="230"/>
              <w:rPr>
                <w:rFonts w:ascii="Browallia New" w:hAnsi="Browallia New" w:cs="Browallia New"/>
              </w:rPr>
            </w:pPr>
          </w:p>
        </w:tc>
        <w:tc>
          <w:tcPr>
            <w:tcW w:w="189" w:type="dxa"/>
            <w:gridSpan w:val="2"/>
          </w:tcPr>
          <w:p w14:paraId="4C7E8AD8" w14:textId="77777777" w:rsidR="008C5CBB" w:rsidRPr="005C2BD1" w:rsidRDefault="008C5CBB" w:rsidP="003E0B20">
            <w:pPr>
              <w:ind w:right="230"/>
              <w:rPr>
                <w:rFonts w:ascii="Browallia New" w:hAnsi="Browallia New" w:cs="Browallia New"/>
              </w:rPr>
            </w:pPr>
          </w:p>
        </w:tc>
        <w:tc>
          <w:tcPr>
            <w:tcW w:w="1134" w:type="dxa"/>
          </w:tcPr>
          <w:p w14:paraId="2DA1572A" w14:textId="77777777" w:rsidR="008C5CBB" w:rsidRPr="005C2BD1" w:rsidRDefault="008C5CBB" w:rsidP="003E0B20">
            <w:pPr>
              <w:ind w:right="230"/>
              <w:rPr>
                <w:rFonts w:ascii="Browallia New" w:hAnsi="Browallia New" w:cs="Browallia New"/>
              </w:rPr>
            </w:pPr>
          </w:p>
        </w:tc>
        <w:tc>
          <w:tcPr>
            <w:tcW w:w="180" w:type="dxa"/>
          </w:tcPr>
          <w:p w14:paraId="21999FCE" w14:textId="77777777" w:rsidR="008C5CBB" w:rsidRPr="005C2BD1" w:rsidRDefault="008C5CBB" w:rsidP="003E0B20">
            <w:pPr>
              <w:ind w:right="230"/>
              <w:rPr>
                <w:rFonts w:ascii="Browallia New" w:hAnsi="Browallia New" w:cs="Browallia New"/>
              </w:rPr>
            </w:pPr>
          </w:p>
        </w:tc>
        <w:tc>
          <w:tcPr>
            <w:tcW w:w="1178" w:type="dxa"/>
          </w:tcPr>
          <w:p w14:paraId="1D94687F" w14:textId="77777777" w:rsidR="008C5CBB" w:rsidRPr="005C2BD1" w:rsidRDefault="008C5CBB" w:rsidP="003E0B20">
            <w:pPr>
              <w:ind w:right="230"/>
              <w:rPr>
                <w:rFonts w:ascii="Browallia New" w:hAnsi="Browallia New" w:cs="Browallia New"/>
              </w:rPr>
            </w:pPr>
          </w:p>
        </w:tc>
      </w:tr>
      <w:tr w:rsidR="00B75571" w:rsidRPr="005C2BD1" w14:paraId="485627F7" w14:textId="77777777" w:rsidTr="008179FB">
        <w:trPr>
          <w:cantSplit/>
        </w:trPr>
        <w:tc>
          <w:tcPr>
            <w:tcW w:w="3892" w:type="dxa"/>
          </w:tcPr>
          <w:p w14:paraId="485627EF" w14:textId="77777777" w:rsidR="00B75571" w:rsidRPr="005C2BD1" w:rsidRDefault="00B75571" w:rsidP="00B75571">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0DF176B3" w:rsidR="00B75571" w:rsidRPr="005C2BD1" w:rsidRDefault="00B24E86" w:rsidP="00B75571">
            <w:pPr>
              <w:ind w:right="86"/>
              <w:jc w:val="right"/>
              <w:rPr>
                <w:rFonts w:ascii="Browallia New" w:hAnsi="Browallia New" w:cs="Browallia New"/>
              </w:rPr>
            </w:pPr>
            <w:r>
              <w:rPr>
                <w:rFonts w:ascii="Browallia New" w:hAnsi="Browallia New" w:cs="Browallia New"/>
              </w:rPr>
              <w:t>49,681</w:t>
            </w:r>
          </w:p>
        </w:tc>
        <w:tc>
          <w:tcPr>
            <w:tcW w:w="180" w:type="dxa"/>
            <w:vAlign w:val="bottom"/>
          </w:tcPr>
          <w:p w14:paraId="485627F1" w14:textId="77777777" w:rsidR="00B75571" w:rsidRPr="005C2BD1" w:rsidRDefault="00B75571" w:rsidP="00B75571">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03635E96" w:rsidR="00B75571" w:rsidRPr="005C2BD1" w:rsidRDefault="005A7357" w:rsidP="00B75571">
            <w:pPr>
              <w:ind w:right="86"/>
              <w:jc w:val="right"/>
              <w:rPr>
                <w:rFonts w:ascii="Browallia New" w:hAnsi="Browallia New" w:cs="Browallia New"/>
              </w:rPr>
            </w:pPr>
            <w:r w:rsidRPr="00F921F7">
              <w:rPr>
                <w:rFonts w:ascii="Browallia New" w:hAnsi="Browallia New" w:cs="Browallia New"/>
              </w:rPr>
              <w:t>70,964</w:t>
            </w:r>
          </w:p>
        </w:tc>
        <w:tc>
          <w:tcPr>
            <w:tcW w:w="189" w:type="dxa"/>
            <w:gridSpan w:val="2"/>
            <w:vAlign w:val="bottom"/>
          </w:tcPr>
          <w:p w14:paraId="485627F3" w14:textId="77777777" w:rsidR="00B75571" w:rsidRPr="005C2BD1" w:rsidRDefault="00B75571" w:rsidP="00B75571">
            <w:pPr>
              <w:ind w:left="-157" w:right="86"/>
              <w:jc w:val="right"/>
              <w:rPr>
                <w:rFonts w:ascii="Browallia New" w:hAnsi="Browallia New" w:cs="Browallia New"/>
              </w:rPr>
            </w:pPr>
          </w:p>
        </w:tc>
        <w:tc>
          <w:tcPr>
            <w:tcW w:w="1134" w:type="dxa"/>
            <w:tcBorders>
              <w:bottom w:val="single" w:sz="4" w:space="0" w:color="auto"/>
            </w:tcBorders>
          </w:tcPr>
          <w:p w14:paraId="485627F4" w14:textId="163064C1" w:rsidR="00B75571" w:rsidRPr="005C2BD1" w:rsidRDefault="008F27B1" w:rsidP="00B75571">
            <w:pPr>
              <w:ind w:right="86"/>
              <w:jc w:val="right"/>
              <w:rPr>
                <w:rFonts w:ascii="Browallia New" w:hAnsi="Browallia New" w:cs="Browallia New"/>
              </w:rPr>
            </w:pPr>
            <w:r>
              <w:rPr>
                <w:rFonts w:ascii="Browallia New" w:hAnsi="Browallia New" w:cs="Browallia New"/>
              </w:rPr>
              <w:t>49,681</w:t>
            </w:r>
          </w:p>
        </w:tc>
        <w:tc>
          <w:tcPr>
            <w:tcW w:w="180" w:type="dxa"/>
            <w:vAlign w:val="bottom"/>
          </w:tcPr>
          <w:p w14:paraId="485627F5" w14:textId="77777777" w:rsidR="00B75571" w:rsidRPr="005C2BD1" w:rsidRDefault="00B75571" w:rsidP="00B75571">
            <w:pPr>
              <w:pStyle w:val="BodyTextFirstIndent2"/>
              <w:spacing w:after="0"/>
              <w:ind w:left="-157" w:right="86"/>
              <w:jc w:val="right"/>
              <w:rPr>
                <w:rFonts w:ascii="Browallia New" w:hAnsi="Browallia New" w:cs="Browallia New"/>
                <w:szCs w:val="28"/>
              </w:rPr>
            </w:pPr>
          </w:p>
        </w:tc>
        <w:tc>
          <w:tcPr>
            <w:tcW w:w="1178" w:type="dxa"/>
            <w:tcBorders>
              <w:bottom w:val="single" w:sz="4" w:space="0" w:color="auto"/>
            </w:tcBorders>
            <w:vAlign w:val="bottom"/>
          </w:tcPr>
          <w:p w14:paraId="485627F6" w14:textId="599605CC" w:rsidR="00B75571" w:rsidRPr="005C2BD1" w:rsidRDefault="00A23C2D" w:rsidP="00B75571">
            <w:pPr>
              <w:ind w:right="86"/>
              <w:jc w:val="right"/>
              <w:rPr>
                <w:rFonts w:ascii="Browallia New" w:hAnsi="Browallia New" w:cs="Browallia New"/>
              </w:rPr>
            </w:pPr>
            <w:r w:rsidRPr="00FB455F">
              <w:rPr>
                <w:rFonts w:ascii="Browallia New" w:hAnsi="Browallia New" w:cs="Browallia New"/>
              </w:rPr>
              <w:t>70,964</w:t>
            </w:r>
          </w:p>
        </w:tc>
      </w:tr>
      <w:tr w:rsidR="00B75571" w:rsidRPr="005C2BD1" w14:paraId="48562809" w14:textId="77777777" w:rsidTr="008179FB">
        <w:trPr>
          <w:cantSplit/>
          <w:trHeight w:hRule="exact" w:val="381"/>
        </w:trPr>
        <w:tc>
          <w:tcPr>
            <w:tcW w:w="3892" w:type="dxa"/>
          </w:tcPr>
          <w:p w14:paraId="48562801" w14:textId="77777777" w:rsidR="00B75571" w:rsidRPr="005C2BD1" w:rsidRDefault="00B75571" w:rsidP="00B75571">
            <w:pPr>
              <w:ind w:right="-108"/>
              <w:rPr>
                <w:rFonts w:ascii="Browallia New" w:hAnsi="Browallia New" w:cs="Browallia New"/>
                <w:lang w:val="en-GB"/>
              </w:rPr>
            </w:pPr>
          </w:p>
        </w:tc>
        <w:tc>
          <w:tcPr>
            <w:tcW w:w="1179" w:type="dxa"/>
          </w:tcPr>
          <w:p w14:paraId="48562802" w14:textId="77777777" w:rsidR="00B75571" w:rsidRPr="005C2BD1" w:rsidRDefault="00B75571" w:rsidP="00B75571">
            <w:pPr>
              <w:ind w:right="86"/>
              <w:jc w:val="right"/>
              <w:rPr>
                <w:rFonts w:ascii="Browallia New" w:hAnsi="Browallia New" w:cs="Browallia New"/>
              </w:rPr>
            </w:pPr>
          </w:p>
        </w:tc>
        <w:tc>
          <w:tcPr>
            <w:tcW w:w="180" w:type="dxa"/>
          </w:tcPr>
          <w:p w14:paraId="48562803" w14:textId="77777777" w:rsidR="00B75571" w:rsidRPr="005C2BD1" w:rsidRDefault="00B75571" w:rsidP="00B75571">
            <w:pPr>
              <w:ind w:left="-108" w:right="86"/>
              <w:jc w:val="right"/>
              <w:rPr>
                <w:rFonts w:ascii="Browallia New" w:hAnsi="Browallia New" w:cs="Browallia New"/>
              </w:rPr>
            </w:pPr>
          </w:p>
        </w:tc>
        <w:tc>
          <w:tcPr>
            <w:tcW w:w="1116" w:type="dxa"/>
            <w:gridSpan w:val="2"/>
          </w:tcPr>
          <w:p w14:paraId="48562804" w14:textId="77777777" w:rsidR="00B75571" w:rsidRPr="005C2BD1" w:rsidRDefault="00B75571" w:rsidP="00B75571">
            <w:pPr>
              <w:ind w:right="86"/>
              <w:jc w:val="right"/>
              <w:rPr>
                <w:rFonts w:ascii="Browallia New" w:hAnsi="Browallia New" w:cs="Browallia New"/>
              </w:rPr>
            </w:pPr>
          </w:p>
        </w:tc>
        <w:tc>
          <w:tcPr>
            <w:tcW w:w="189" w:type="dxa"/>
            <w:gridSpan w:val="2"/>
          </w:tcPr>
          <w:p w14:paraId="48562805" w14:textId="77777777" w:rsidR="00B75571" w:rsidRPr="005C2BD1" w:rsidRDefault="00B75571" w:rsidP="00B75571">
            <w:pPr>
              <w:ind w:left="-157" w:right="86"/>
              <w:jc w:val="right"/>
              <w:rPr>
                <w:rFonts w:ascii="Browallia New" w:hAnsi="Browallia New" w:cs="Browallia New"/>
              </w:rPr>
            </w:pPr>
          </w:p>
        </w:tc>
        <w:tc>
          <w:tcPr>
            <w:tcW w:w="1134" w:type="dxa"/>
          </w:tcPr>
          <w:p w14:paraId="48562806" w14:textId="77777777" w:rsidR="00B75571" w:rsidRPr="005C2BD1" w:rsidRDefault="00B75571" w:rsidP="00B75571">
            <w:pPr>
              <w:ind w:right="86"/>
              <w:jc w:val="right"/>
              <w:rPr>
                <w:rFonts w:ascii="Browallia New" w:hAnsi="Browallia New" w:cs="Browallia New"/>
              </w:rPr>
            </w:pPr>
          </w:p>
        </w:tc>
        <w:tc>
          <w:tcPr>
            <w:tcW w:w="180" w:type="dxa"/>
          </w:tcPr>
          <w:p w14:paraId="48562807" w14:textId="77777777" w:rsidR="00B75571" w:rsidRPr="005C2BD1" w:rsidRDefault="00B75571" w:rsidP="00B75571">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Pr>
          <w:p w14:paraId="48562808" w14:textId="77777777" w:rsidR="00B75571" w:rsidRPr="005C2BD1" w:rsidRDefault="00B75571" w:rsidP="00B75571">
            <w:pPr>
              <w:ind w:right="86"/>
              <w:jc w:val="right"/>
              <w:rPr>
                <w:rFonts w:ascii="Browallia New" w:hAnsi="Browallia New" w:cs="Browallia New"/>
              </w:rPr>
            </w:pPr>
          </w:p>
        </w:tc>
      </w:tr>
      <w:tr w:rsidR="00B75571" w:rsidRPr="005C2BD1" w14:paraId="48562812" w14:textId="77777777" w:rsidTr="008179FB">
        <w:trPr>
          <w:cantSplit/>
          <w:trHeight w:val="80"/>
        </w:trPr>
        <w:tc>
          <w:tcPr>
            <w:tcW w:w="3892" w:type="dxa"/>
          </w:tcPr>
          <w:p w14:paraId="4856280A" w14:textId="77777777" w:rsidR="00B75571" w:rsidRPr="005C2BD1" w:rsidRDefault="00B75571" w:rsidP="00B75571">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B75571" w:rsidRPr="005C2BD1" w:rsidRDefault="00B75571" w:rsidP="00B75571">
            <w:pPr>
              <w:ind w:right="86"/>
              <w:jc w:val="right"/>
              <w:rPr>
                <w:rFonts w:ascii="Browallia New" w:hAnsi="Browallia New" w:cs="Browallia New"/>
                <w:cs/>
              </w:rPr>
            </w:pPr>
          </w:p>
        </w:tc>
        <w:tc>
          <w:tcPr>
            <w:tcW w:w="180" w:type="dxa"/>
            <w:vAlign w:val="bottom"/>
          </w:tcPr>
          <w:p w14:paraId="4856280C" w14:textId="77777777" w:rsidR="00B75571" w:rsidRPr="005C2BD1" w:rsidRDefault="00B75571" w:rsidP="00B75571">
            <w:pPr>
              <w:ind w:right="86"/>
              <w:jc w:val="right"/>
              <w:rPr>
                <w:rFonts w:ascii="Browallia New" w:hAnsi="Browallia New" w:cs="Browallia New"/>
              </w:rPr>
            </w:pPr>
          </w:p>
        </w:tc>
        <w:tc>
          <w:tcPr>
            <w:tcW w:w="1116" w:type="dxa"/>
            <w:gridSpan w:val="2"/>
          </w:tcPr>
          <w:p w14:paraId="4856280D" w14:textId="77777777" w:rsidR="00B75571" w:rsidRPr="005C2BD1" w:rsidRDefault="00B75571" w:rsidP="00B75571">
            <w:pPr>
              <w:ind w:right="86"/>
              <w:jc w:val="right"/>
              <w:rPr>
                <w:rFonts w:ascii="Browallia New" w:hAnsi="Browallia New" w:cs="Browallia New"/>
                <w:cs/>
              </w:rPr>
            </w:pPr>
          </w:p>
        </w:tc>
        <w:tc>
          <w:tcPr>
            <w:tcW w:w="189" w:type="dxa"/>
            <w:gridSpan w:val="2"/>
          </w:tcPr>
          <w:p w14:paraId="4856280E" w14:textId="77777777" w:rsidR="00B75571" w:rsidRPr="005C2BD1" w:rsidRDefault="00B75571" w:rsidP="00B75571">
            <w:pPr>
              <w:ind w:right="86"/>
              <w:jc w:val="right"/>
              <w:rPr>
                <w:rFonts w:ascii="Browallia New" w:hAnsi="Browallia New" w:cs="Browallia New"/>
              </w:rPr>
            </w:pPr>
          </w:p>
        </w:tc>
        <w:tc>
          <w:tcPr>
            <w:tcW w:w="1134" w:type="dxa"/>
            <w:vAlign w:val="center"/>
          </w:tcPr>
          <w:p w14:paraId="4856280F" w14:textId="77777777" w:rsidR="00B75571" w:rsidRPr="005C2BD1" w:rsidRDefault="00B75571" w:rsidP="00B75571">
            <w:pPr>
              <w:ind w:right="86"/>
              <w:jc w:val="right"/>
              <w:rPr>
                <w:rFonts w:ascii="Browallia New" w:hAnsi="Browallia New" w:cs="Browallia New"/>
              </w:rPr>
            </w:pPr>
          </w:p>
        </w:tc>
        <w:tc>
          <w:tcPr>
            <w:tcW w:w="180" w:type="dxa"/>
          </w:tcPr>
          <w:p w14:paraId="48562810" w14:textId="77777777" w:rsidR="00B75571" w:rsidRPr="005C2BD1" w:rsidRDefault="00B75571" w:rsidP="00B75571">
            <w:pPr>
              <w:tabs>
                <w:tab w:val="left" w:pos="1026"/>
              </w:tabs>
              <w:ind w:left="-47" w:right="86" w:firstLine="47"/>
              <w:jc w:val="right"/>
              <w:rPr>
                <w:rFonts w:ascii="Browallia New" w:hAnsi="Browallia New" w:cs="Browallia New"/>
              </w:rPr>
            </w:pPr>
          </w:p>
        </w:tc>
        <w:tc>
          <w:tcPr>
            <w:tcW w:w="1178" w:type="dxa"/>
          </w:tcPr>
          <w:p w14:paraId="48562811" w14:textId="77777777" w:rsidR="00B75571" w:rsidRPr="005C2BD1" w:rsidRDefault="00B75571" w:rsidP="00B75571">
            <w:pPr>
              <w:ind w:right="86"/>
              <w:jc w:val="right"/>
              <w:rPr>
                <w:rFonts w:ascii="Browallia New" w:hAnsi="Browallia New" w:cs="Browallia New"/>
              </w:rPr>
            </w:pPr>
          </w:p>
        </w:tc>
      </w:tr>
      <w:tr w:rsidR="00A408A7" w:rsidRPr="005C2BD1" w14:paraId="4856281B" w14:textId="77777777" w:rsidTr="008179FB">
        <w:trPr>
          <w:cantSplit/>
        </w:trPr>
        <w:tc>
          <w:tcPr>
            <w:tcW w:w="3892" w:type="dxa"/>
          </w:tcPr>
          <w:p w14:paraId="48562813" w14:textId="77777777" w:rsidR="00A408A7" w:rsidRPr="005C2BD1" w:rsidRDefault="00A408A7" w:rsidP="00A408A7">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706CB77D" w:rsidR="00A408A7" w:rsidRPr="005C2BD1" w:rsidRDefault="00B24E86" w:rsidP="00A408A7">
            <w:pPr>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815"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16" w:type="dxa"/>
            <w:gridSpan w:val="2"/>
            <w:vAlign w:val="bottom"/>
          </w:tcPr>
          <w:p w14:paraId="48562816" w14:textId="2855E6DD" w:rsidR="00A408A7" w:rsidRPr="005C2BD1" w:rsidRDefault="00A408A7" w:rsidP="00A408A7">
            <w:pPr>
              <w:ind w:right="86"/>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48562817"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34" w:type="dxa"/>
            <w:vAlign w:val="bottom"/>
          </w:tcPr>
          <w:p w14:paraId="48562818" w14:textId="028664A3" w:rsidR="00A408A7" w:rsidRPr="005C2BD1" w:rsidRDefault="008F27B1" w:rsidP="00A408A7">
            <w:pPr>
              <w:ind w:right="86"/>
              <w:jc w:val="right"/>
              <w:rPr>
                <w:rFonts w:ascii="Browallia New" w:hAnsi="Browallia New" w:cs="Browallia New"/>
              </w:rPr>
            </w:pPr>
            <w:r>
              <w:rPr>
                <w:rFonts w:ascii="Browallia New" w:hAnsi="Browallia New" w:cs="Browallia New"/>
              </w:rPr>
              <w:t>416</w:t>
            </w:r>
          </w:p>
        </w:tc>
        <w:tc>
          <w:tcPr>
            <w:tcW w:w="180" w:type="dxa"/>
          </w:tcPr>
          <w:p w14:paraId="48562819"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78" w:type="dxa"/>
            <w:vAlign w:val="bottom"/>
          </w:tcPr>
          <w:p w14:paraId="4856281A" w14:textId="78CF651A" w:rsidR="00A408A7" w:rsidRPr="005C2BD1" w:rsidRDefault="00A408A7" w:rsidP="00A408A7">
            <w:pPr>
              <w:ind w:right="86"/>
              <w:jc w:val="right"/>
              <w:rPr>
                <w:rFonts w:ascii="Browallia New" w:hAnsi="Browallia New" w:cs="Browallia New"/>
              </w:rPr>
            </w:pPr>
            <w:r w:rsidRPr="00544B5B">
              <w:rPr>
                <w:rFonts w:ascii="Browallia New" w:hAnsi="Browallia New" w:cs="Browallia New"/>
              </w:rPr>
              <w:t>180</w:t>
            </w:r>
          </w:p>
        </w:tc>
      </w:tr>
      <w:tr w:rsidR="00A408A7" w:rsidRPr="005C2BD1" w14:paraId="48562824" w14:textId="77777777" w:rsidTr="008179FB">
        <w:trPr>
          <w:cantSplit/>
        </w:trPr>
        <w:tc>
          <w:tcPr>
            <w:tcW w:w="3892" w:type="dxa"/>
          </w:tcPr>
          <w:p w14:paraId="4856281C" w14:textId="77777777" w:rsidR="00A408A7" w:rsidRPr="005C2BD1" w:rsidRDefault="00A408A7" w:rsidP="00A408A7">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476696E0" w:rsidR="00A408A7" w:rsidRPr="005C2BD1" w:rsidRDefault="00B24E86" w:rsidP="000540A0">
            <w:pPr>
              <w:ind w:right="86"/>
              <w:jc w:val="right"/>
              <w:rPr>
                <w:rFonts w:ascii="Browallia New" w:hAnsi="Browallia New" w:cs="Browallia New"/>
              </w:rPr>
            </w:pPr>
            <w:r>
              <w:rPr>
                <w:rFonts w:ascii="Browallia New" w:hAnsi="Browallia New" w:cs="Browallia New"/>
              </w:rPr>
              <w:t>79</w:t>
            </w:r>
          </w:p>
        </w:tc>
        <w:tc>
          <w:tcPr>
            <w:tcW w:w="180" w:type="dxa"/>
            <w:vAlign w:val="bottom"/>
          </w:tcPr>
          <w:p w14:paraId="4856281E" w14:textId="77777777" w:rsidR="00A408A7" w:rsidRPr="005C2BD1" w:rsidRDefault="00A408A7" w:rsidP="00A408A7">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45B6E6AB" w:rsidR="00A408A7" w:rsidRPr="005C2BD1" w:rsidRDefault="00A408A7" w:rsidP="00A408A7">
            <w:pPr>
              <w:ind w:right="86"/>
              <w:jc w:val="right"/>
              <w:rPr>
                <w:rFonts w:ascii="Browallia New" w:hAnsi="Browallia New" w:cs="Browallia New"/>
              </w:rPr>
            </w:pPr>
            <w:r w:rsidRPr="00F921F7">
              <w:rPr>
                <w:rFonts w:ascii="Browallia New" w:hAnsi="Browallia New" w:cs="Browallia New"/>
              </w:rPr>
              <w:t>91</w:t>
            </w:r>
          </w:p>
        </w:tc>
        <w:tc>
          <w:tcPr>
            <w:tcW w:w="189" w:type="dxa"/>
            <w:gridSpan w:val="2"/>
          </w:tcPr>
          <w:p w14:paraId="48562820" w14:textId="77777777" w:rsidR="00A408A7" w:rsidRPr="005C2BD1" w:rsidRDefault="00A408A7" w:rsidP="00A408A7">
            <w:pPr>
              <w:ind w:right="86"/>
              <w:jc w:val="right"/>
              <w:rPr>
                <w:rFonts w:ascii="Browallia New" w:hAnsi="Browallia New" w:cs="Browallia New"/>
              </w:rPr>
            </w:pPr>
          </w:p>
        </w:tc>
        <w:tc>
          <w:tcPr>
            <w:tcW w:w="1134" w:type="dxa"/>
            <w:tcBorders>
              <w:bottom w:val="single" w:sz="4" w:space="0" w:color="auto"/>
            </w:tcBorders>
            <w:vAlign w:val="center"/>
          </w:tcPr>
          <w:p w14:paraId="48562821" w14:textId="0A4E33C7" w:rsidR="00A408A7" w:rsidRPr="005C2BD1" w:rsidRDefault="008F27B1" w:rsidP="000540A0">
            <w:pPr>
              <w:ind w:right="86"/>
              <w:jc w:val="right"/>
              <w:rPr>
                <w:rFonts w:ascii="Browallia New" w:hAnsi="Browallia New" w:cs="Browallia New"/>
              </w:rPr>
            </w:pPr>
            <w:r>
              <w:rPr>
                <w:rFonts w:ascii="Browallia New" w:hAnsi="Browallia New" w:cs="Browallia New"/>
              </w:rPr>
              <w:t>79</w:t>
            </w:r>
          </w:p>
        </w:tc>
        <w:tc>
          <w:tcPr>
            <w:tcW w:w="180" w:type="dxa"/>
          </w:tcPr>
          <w:p w14:paraId="48562822" w14:textId="77777777" w:rsidR="00A408A7" w:rsidRPr="005C2BD1" w:rsidRDefault="00A408A7" w:rsidP="00A408A7">
            <w:pPr>
              <w:ind w:left="-108" w:right="86" w:firstLine="47"/>
              <w:jc w:val="right"/>
              <w:rPr>
                <w:rFonts w:ascii="Browallia New" w:hAnsi="Browallia New" w:cs="Browallia New"/>
              </w:rPr>
            </w:pPr>
          </w:p>
        </w:tc>
        <w:tc>
          <w:tcPr>
            <w:tcW w:w="1178" w:type="dxa"/>
            <w:tcBorders>
              <w:bottom w:val="single" w:sz="4" w:space="0" w:color="auto"/>
            </w:tcBorders>
            <w:vAlign w:val="center"/>
          </w:tcPr>
          <w:p w14:paraId="48562823" w14:textId="2B813B0E" w:rsidR="00A408A7" w:rsidRPr="005C2BD1" w:rsidRDefault="00A408A7" w:rsidP="00A408A7">
            <w:pPr>
              <w:ind w:right="86"/>
              <w:jc w:val="right"/>
              <w:rPr>
                <w:rFonts w:ascii="Browallia New" w:hAnsi="Browallia New" w:cs="Browallia New"/>
              </w:rPr>
            </w:pPr>
            <w:r w:rsidRPr="00544B5B">
              <w:rPr>
                <w:rFonts w:ascii="Browallia New" w:hAnsi="Browallia New" w:cs="Browallia New"/>
              </w:rPr>
              <w:t>9</w:t>
            </w:r>
            <w:r w:rsidR="00C06746">
              <w:rPr>
                <w:rFonts w:ascii="Browallia New" w:hAnsi="Browallia New" w:cs="Browallia New"/>
              </w:rPr>
              <w:t>2</w:t>
            </w:r>
          </w:p>
        </w:tc>
      </w:tr>
      <w:tr w:rsidR="00A408A7" w:rsidRPr="005C2BD1" w14:paraId="4856282D" w14:textId="77777777" w:rsidTr="008179FB">
        <w:trPr>
          <w:cantSplit/>
        </w:trPr>
        <w:tc>
          <w:tcPr>
            <w:tcW w:w="3892" w:type="dxa"/>
          </w:tcPr>
          <w:p w14:paraId="48562825" w14:textId="77777777" w:rsidR="00A408A7" w:rsidRPr="005C2BD1" w:rsidRDefault="00A408A7" w:rsidP="00A408A7">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17C35E2E" w:rsidR="00A408A7" w:rsidRPr="005C2BD1" w:rsidRDefault="00B24E86" w:rsidP="000540A0">
            <w:pPr>
              <w:ind w:right="86"/>
              <w:jc w:val="right"/>
              <w:rPr>
                <w:rFonts w:ascii="Browallia New" w:hAnsi="Browallia New" w:cs="Browallia New"/>
              </w:rPr>
            </w:pPr>
            <w:r>
              <w:rPr>
                <w:rFonts w:ascii="Browallia New" w:hAnsi="Browallia New" w:cs="Browallia New"/>
              </w:rPr>
              <w:t>79</w:t>
            </w:r>
          </w:p>
        </w:tc>
        <w:tc>
          <w:tcPr>
            <w:tcW w:w="180" w:type="dxa"/>
            <w:vAlign w:val="bottom"/>
          </w:tcPr>
          <w:p w14:paraId="48562827" w14:textId="77777777" w:rsidR="00A408A7" w:rsidRPr="005C2BD1" w:rsidRDefault="00A408A7" w:rsidP="00A408A7">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3D00D93C" w:rsidR="00A408A7" w:rsidRPr="005C2BD1" w:rsidRDefault="00A408A7" w:rsidP="00A408A7">
            <w:pPr>
              <w:ind w:right="86"/>
              <w:jc w:val="right"/>
              <w:rPr>
                <w:rFonts w:ascii="Browallia New" w:hAnsi="Browallia New" w:cs="Browallia New"/>
              </w:rPr>
            </w:pPr>
            <w:r w:rsidRPr="00F921F7">
              <w:rPr>
                <w:rFonts w:ascii="Browallia New" w:hAnsi="Browallia New" w:cs="Browallia New"/>
              </w:rPr>
              <w:t>91</w:t>
            </w:r>
          </w:p>
        </w:tc>
        <w:tc>
          <w:tcPr>
            <w:tcW w:w="189" w:type="dxa"/>
            <w:gridSpan w:val="2"/>
          </w:tcPr>
          <w:p w14:paraId="48562829" w14:textId="77777777" w:rsidR="00A408A7" w:rsidRPr="005C2BD1" w:rsidRDefault="00A408A7" w:rsidP="00A408A7">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649ABA6C" w:rsidR="00A408A7" w:rsidRPr="005C2BD1" w:rsidRDefault="008F27B1" w:rsidP="00A408A7">
            <w:pPr>
              <w:ind w:right="86"/>
              <w:jc w:val="right"/>
              <w:rPr>
                <w:rFonts w:ascii="Browallia New" w:hAnsi="Browallia New" w:cs="Browallia New"/>
              </w:rPr>
            </w:pPr>
            <w:r>
              <w:rPr>
                <w:rFonts w:ascii="Browallia New" w:hAnsi="Browallia New" w:cs="Browallia New"/>
              </w:rPr>
              <w:t>495</w:t>
            </w:r>
          </w:p>
        </w:tc>
        <w:tc>
          <w:tcPr>
            <w:tcW w:w="180" w:type="dxa"/>
          </w:tcPr>
          <w:p w14:paraId="4856282B" w14:textId="77777777" w:rsidR="00A408A7" w:rsidRPr="005C2BD1" w:rsidRDefault="00A408A7" w:rsidP="00A408A7">
            <w:pPr>
              <w:ind w:left="-108" w:right="86" w:firstLine="47"/>
              <w:jc w:val="right"/>
              <w:rPr>
                <w:rFonts w:ascii="Browallia New" w:hAnsi="Browallia New" w:cs="Browallia New"/>
              </w:rPr>
            </w:pPr>
          </w:p>
        </w:tc>
        <w:tc>
          <w:tcPr>
            <w:tcW w:w="1178" w:type="dxa"/>
            <w:tcBorders>
              <w:top w:val="single" w:sz="4" w:space="0" w:color="auto"/>
              <w:bottom w:val="single" w:sz="4" w:space="0" w:color="auto"/>
            </w:tcBorders>
            <w:vAlign w:val="bottom"/>
          </w:tcPr>
          <w:p w14:paraId="4856282C" w14:textId="43F38BBD" w:rsidR="00A408A7" w:rsidRPr="005C2BD1" w:rsidRDefault="00A408A7" w:rsidP="00A408A7">
            <w:pPr>
              <w:ind w:right="86"/>
              <w:jc w:val="right"/>
              <w:rPr>
                <w:rFonts w:ascii="Browallia New" w:hAnsi="Browallia New" w:cs="Browallia New"/>
              </w:rPr>
            </w:pPr>
            <w:r w:rsidRPr="00544B5B">
              <w:rPr>
                <w:rFonts w:ascii="Browallia New" w:hAnsi="Browallia New" w:cs="Browallia New"/>
              </w:rPr>
              <w:t>27</w:t>
            </w:r>
            <w:r w:rsidR="00C06746">
              <w:rPr>
                <w:rFonts w:ascii="Browallia New" w:hAnsi="Browallia New" w:cs="Browallia New"/>
              </w:rPr>
              <w:t>2</w:t>
            </w:r>
          </w:p>
        </w:tc>
      </w:tr>
      <w:tr w:rsidR="00A408A7" w:rsidRPr="005C2BD1" w14:paraId="48562836" w14:textId="77777777" w:rsidTr="008179FB">
        <w:trPr>
          <w:cantSplit/>
          <w:trHeight w:hRule="exact" w:val="390"/>
        </w:trPr>
        <w:tc>
          <w:tcPr>
            <w:tcW w:w="3892" w:type="dxa"/>
          </w:tcPr>
          <w:p w14:paraId="4856282E" w14:textId="77777777" w:rsidR="00A408A7" w:rsidRPr="005C2BD1" w:rsidRDefault="00A408A7" w:rsidP="00A408A7">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A408A7" w:rsidRPr="005C2BD1" w:rsidRDefault="00A408A7" w:rsidP="00A408A7">
            <w:pPr>
              <w:ind w:right="86"/>
              <w:jc w:val="right"/>
              <w:rPr>
                <w:rFonts w:ascii="Browallia New" w:hAnsi="Browallia New" w:cs="Browallia New"/>
              </w:rPr>
            </w:pPr>
          </w:p>
        </w:tc>
        <w:tc>
          <w:tcPr>
            <w:tcW w:w="180" w:type="dxa"/>
          </w:tcPr>
          <w:p w14:paraId="48562830" w14:textId="77777777" w:rsidR="00A408A7" w:rsidRPr="005C2BD1" w:rsidRDefault="00A408A7" w:rsidP="00A408A7">
            <w:pPr>
              <w:tabs>
                <w:tab w:val="left" w:pos="1026"/>
              </w:tabs>
              <w:ind w:left="-87" w:right="86"/>
              <w:jc w:val="right"/>
              <w:rPr>
                <w:rFonts w:ascii="Browallia New" w:hAnsi="Browallia New" w:cs="Browallia New"/>
              </w:rPr>
            </w:pPr>
          </w:p>
        </w:tc>
        <w:tc>
          <w:tcPr>
            <w:tcW w:w="1116" w:type="dxa"/>
            <w:gridSpan w:val="2"/>
            <w:tcBorders>
              <w:top w:val="single" w:sz="12" w:space="0" w:color="auto"/>
            </w:tcBorders>
          </w:tcPr>
          <w:p w14:paraId="48562831" w14:textId="77777777" w:rsidR="00A408A7" w:rsidRPr="005C2BD1" w:rsidRDefault="00A408A7" w:rsidP="00A408A7">
            <w:pPr>
              <w:ind w:right="86"/>
              <w:jc w:val="right"/>
              <w:rPr>
                <w:rFonts w:ascii="Browallia New" w:hAnsi="Browallia New" w:cs="Browallia New"/>
              </w:rPr>
            </w:pPr>
          </w:p>
        </w:tc>
        <w:tc>
          <w:tcPr>
            <w:tcW w:w="189" w:type="dxa"/>
            <w:gridSpan w:val="2"/>
          </w:tcPr>
          <w:p w14:paraId="48562832" w14:textId="77777777" w:rsidR="00A408A7" w:rsidRPr="005C2BD1" w:rsidRDefault="00A408A7" w:rsidP="00A408A7">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A408A7" w:rsidRPr="005C2BD1" w:rsidRDefault="00A408A7" w:rsidP="00A408A7">
            <w:pPr>
              <w:ind w:right="86"/>
              <w:jc w:val="right"/>
              <w:rPr>
                <w:rFonts w:ascii="Browallia New" w:hAnsi="Browallia New" w:cs="Browallia New"/>
              </w:rPr>
            </w:pPr>
          </w:p>
        </w:tc>
        <w:tc>
          <w:tcPr>
            <w:tcW w:w="180" w:type="dxa"/>
          </w:tcPr>
          <w:p w14:paraId="48562834" w14:textId="77777777" w:rsidR="00A408A7" w:rsidRPr="005C2BD1" w:rsidRDefault="00A408A7" w:rsidP="00A408A7">
            <w:pPr>
              <w:tabs>
                <w:tab w:val="left" w:pos="1026"/>
              </w:tabs>
              <w:ind w:left="-87" w:right="86"/>
              <w:jc w:val="right"/>
              <w:rPr>
                <w:rFonts w:ascii="Browallia New" w:hAnsi="Browallia New" w:cs="Browallia New"/>
              </w:rPr>
            </w:pPr>
          </w:p>
        </w:tc>
        <w:tc>
          <w:tcPr>
            <w:tcW w:w="1178" w:type="dxa"/>
            <w:tcBorders>
              <w:top w:val="single" w:sz="12" w:space="0" w:color="auto"/>
            </w:tcBorders>
          </w:tcPr>
          <w:p w14:paraId="48562835" w14:textId="77777777" w:rsidR="00A408A7" w:rsidRPr="005C2BD1" w:rsidRDefault="00A408A7" w:rsidP="00A408A7">
            <w:pPr>
              <w:ind w:right="86"/>
              <w:jc w:val="right"/>
              <w:rPr>
                <w:rFonts w:ascii="Browallia New" w:hAnsi="Browallia New" w:cs="Browallia New"/>
              </w:rPr>
            </w:pPr>
          </w:p>
        </w:tc>
      </w:tr>
      <w:tr w:rsidR="00A408A7" w:rsidRPr="005C2BD1" w14:paraId="4856283F" w14:textId="77777777" w:rsidTr="008179FB">
        <w:trPr>
          <w:cantSplit/>
        </w:trPr>
        <w:tc>
          <w:tcPr>
            <w:tcW w:w="3892" w:type="dxa"/>
          </w:tcPr>
          <w:p w14:paraId="48562837" w14:textId="77777777" w:rsidR="00A408A7" w:rsidRPr="005C2BD1" w:rsidRDefault="00A408A7" w:rsidP="00A408A7">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A408A7" w:rsidRPr="005C2BD1" w:rsidRDefault="00A408A7" w:rsidP="00A408A7">
            <w:pPr>
              <w:ind w:right="86"/>
              <w:jc w:val="right"/>
              <w:rPr>
                <w:rFonts w:ascii="Browallia New" w:hAnsi="Browallia New" w:cs="Browallia New"/>
              </w:rPr>
            </w:pPr>
          </w:p>
        </w:tc>
        <w:tc>
          <w:tcPr>
            <w:tcW w:w="180" w:type="dxa"/>
            <w:vAlign w:val="bottom"/>
          </w:tcPr>
          <w:p w14:paraId="48562839"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16" w:type="dxa"/>
            <w:gridSpan w:val="2"/>
          </w:tcPr>
          <w:p w14:paraId="4856283A" w14:textId="77777777" w:rsidR="00A408A7" w:rsidRPr="005C2BD1" w:rsidRDefault="00A408A7" w:rsidP="00A408A7">
            <w:pPr>
              <w:ind w:right="86"/>
              <w:jc w:val="right"/>
              <w:rPr>
                <w:rFonts w:ascii="Browallia New" w:hAnsi="Browallia New" w:cs="Browallia New"/>
              </w:rPr>
            </w:pPr>
          </w:p>
        </w:tc>
        <w:tc>
          <w:tcPr>
            <w:tcW w:w="189" w:type="dxa"/>
            <w:gridSpan w:val="2"/>
          </w:tcPr>
          <w:p w14:paraId="4856283B"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A408A7" w:rsidRPr="005C2BD1" w:rsidRDefault="00A408A7" w:rsidP="00A408A7">
            <w:pPr>
              <w:ind w:right="86"/>
              <w:jc w:val="right"/>
              <w:rPr>
                <w:rFonts w:ascii="Browallia New" w:hAnsi="Browallia New" w:cs="Browallia New"/>
              </w:rPr>
            </w:pPr>
          </w:p>
        </w:tc>
        <w:tc>
          <w:tcPr>
            <w:tcW w:w="180" w:type="dxa"/>
          </w:tcPr>
          <w:p w14:paraId="4856283D" w14:textId="77777777" w:rsidR="00A408A7" w:rsidRPr="005C2BD1" w:rsidRDefault="00A408A7" w:rsidP="00A408A7">
            <w:pPr>
              <w:tabs>
                <w:tab w:val="left" w:pos="1026"/>
              </w:tabs>
              <w:ind w:right="86"/>
              <w:jc w:val="right"/>
              <w:rPr>
                <w:rFonts w:ascii="Browallia New" w:hAnsi="Browallia New" w:cs="Browallia New"/>
              </w:rPr>
            </w:pPr>
          </w:p>
        </w:tc>
        <w:tc>
          <w:tcPr>
            <w:tcW w:w="1178" w:type="dxa"/>
          </w:tcPr>
          <w:p w14:paraId="4856283E" w14:textId="77777777" w:rsidR="00A408A7" w:rsidRPr="005C2BD1" w:rsidRDefault="00A408A7" w:rsidP="00A408A7">
            <w:pPr>
              <w:ind w:right="86"/>
              <w:jc w:val="right"/>
              <w:rPr>
                <w:rFonts w:ascii="Browallia New" w:hAnsi="Browallia New" w:cs="Browallia New"/>
              </w:rPr>
            </w:pPr>
          </w:p>
        </w:tc>
      </w:tr>
      <w:tr w:rsidR="00A408A7" w:rsidRPr="005C2BD1" w14:paraId="48562848" w14:textId="77777777" w:rsidTr="008179FB">
        <w:trPr>
          <w:cantSplit/>
        </w:trPr>
        <w:tc>
          <w:tcPr>
            <w:tcW w:w="3892" w:type="dxa"/>
          </w:tcPr>
          <w:p w14:paraId="48562840" w14:textId="368CCB18" w:rsidR="00A408A7" w:rsidRPr="005C2BD1" w:rsidRDefault="00A408A7" w:rsidP="00A408A7">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36CE5088" w:rsidR="00A408A7" w:rsidRPr="005C2BD1" w:rsidRDefault="00B24E86" w:rsidP="00A408A7">
            <w:pPr>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842"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73A9E618" w:rsidR="00A408A7" w:rsidRPr="005C2BD1" w:rsidRDefault="00A408A7" w:rsidP="00A408A7">
            <w:pPr>
              <w:ind w:right="86"/>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48562844" w14:textId="77777777" w:rsidR="00A408A7" w:rsidRPr="005C2BD1" w:rsidRDefault="00A408A7" w:rsidP="00A408A7">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57ED2559" w:rsidR="00A408A7" w:rsidRPr="005C2BD1" w:rsidRDefault="008F27B1" w:rsidP="00A408A7">
            <w:pPr>
              <w:ind w:right="86"/>
              <w:jc w:val="right"/>
              <w:rPr>
                <w:rFonts w:ascii="Browallia New" w:hAnsi="Browallia New" w:cs="Browallia New"/>
              </w:rPr>
            </w:pPr>
            <w:r>
              <w:rPr>
                <w:rFonts w:ascii="Browallia New" w:hAnsi="Browallia New" w:cs="Browallia New"/>
              </w:rPr>
              <w:t>33,149</w:t>
            </w:r>
          </w:p>
        </w:tc>
        <w:tc>
          <w:tcPr>
            <w:tcW w:w="180" w:type="dxa"/>
          </w:tcPr>
          <w:p w14:paraId="48562846" w14:textId="77777777" w:rsidR="00A408A7" w:rsidRPr="005C2BD1" w:rsidRDefault="00A408A7" w:rsidP="00A408A7">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3FBEA046" w:rsidR="00A408A7" w:rsidRPr="005C2BD1" w:rsidRDefault="00A408A7" w:rsidP="00A408A7">
            <w:pPr>
              <w:ind w:right="86"/>
              <w:jc w:val="right"/>
              <w:rPr>
                <w:rFonts w:ascii="Browallia New" w:hAnsi="Browallia New" w:cs="Browallia New"/>
              </w:rPr>
            </w:pPr>
            <w:r w:rsidRPr="00FB455F">
              <w:rPr>
                <w:rFonts w:ascii="Browallia New" w:hAnsi="Browallia New" w:cs="Browallia New"/>
              </w:rPr>
              <w:t>17,196</w:t>
            </w:r>
            <w:r w:rsidRPr="00302A9E">
              <w:rPr>
                <w:rFonts w:ascii="Browallia New" w:hAnsi="Browallia New" w:cs="Browallia New"/>
              </w:rPr>
              <w:t xml:space="preserve">  </w:t>
            </w:r>
          </w:p>
        </w:tc>
      </w:tr>
    </w:tbl>
    <w:p w14:paraId="14CFB8C9" w14:textId="4280FF07" w:rsidR="002A7859" w:rsidRDefault="002A7859">
      <w:pPr>
        <w:rPr>
          <w:rFonts w:ascii="Browallia New" w:hAnsi="Browallia New" w:cs="Browallia New"/>
          <w:cs/>
        </w:rPr>
      </w:pPr>
    </w:p>
    <w:p w14:paraId="065323B5" w14:textId="77777777" w:rsidR="00212E9D" w:rsidRDefault="00212E9D">
      <w:pPr>
        <w:rPr>
          <w:rFonts w:ascii="Browallia New" w:hAnsi="Browallia New" w:cs="Browallia New"/>
          <w:spacing w:val="-6"/>
          <w:cs/>
        </w:rPr>
      </w:pPr>
      <w:r>
        <w:rPr>
          <w:rFonts w:ascii="Browallia New" w:hAnsi="Browallia New" w:cs="Browallia New"/>
          <w:spacing w:val="-6"/>
          <w:cs/>
        </w:rPr>
        <w:br w:type="page"/>
      </w:r>
    </w:p>
    <w:p w14:paraId="4856284A" w14:textId="7A55B135" w:rsidR="008D2366" w:rsidRPr="00AF5A48" w:rsidRDefault="008D2366" w:rsidP="003E0B20">
      <w:pPr>
        <w:ind w:left="374"/>
        <w:jc w:val="thaiDistribute"/>
        <w:rPr>
          <w:rFonts w:ascii="Browallia New" w:hAnsi="Browallia New" w:cs="Browallia New"/>
          <w:spacing w:val="-6"/>
        </w:rPr>
      </w:pPr>
      <w:r w:rsidRPr="00B16493">
        <w:rPr>
          <w:rFonts w:ascii="Browallia New" w:hAnsi="Browallia New" w:cs="Browallia New"/>
          <w:spacing w:val="-6"/>
          <w:cs/>
        </w:rPr>
        <w:t>ณ</w:t>
      </w:r>
      <w:r w:rsidR="00F60E66" w:rsidRPr="00B16493">
        <w:rPr>
          <w:rFonts w:ascii="Browallia New" w:hAnsi="Browallia New" w:cs="Browallia New"/>
          <w:spacing w:val="-6"/>
        </w:rPr>
        <w:t xml:space="preserve"> </w:t>
      </w:r>
      <w:r w:rsidRPr="00B16493">
        <w:rPr>
          <w:rFonts w:ascii="Browallia New" w:hAnsi="Browallia New" w:cs="Browallia New"/>
          <w:spacing w:val="-6"/>
          <w:cs/>
        </w:rPr>
        <w:t>วันที่</w:t>
      </w:r>
      <w:r w:rsidR="00F60E66" w:rsidRPr="00B16493">
        <w:rPr>
          <w:rFonts w:ascii="Browallia New" w:hAnsi="Browallia New" w:cs="Browallia New"/>
          <w:spacing w:val="-6"/>
        </w:rPr>
        <w:t xml:space="preserve"> </w:t>
      </w:r>
      <w:r w:rsidR="00361C8B" w:rsidRPr="00B16493">
        <w:rPr>
          <w:rStyle w:val="normaltextrun"/>
          <w:rFonts w:ascii="Browallia New" w:hAnsi="Browallia New" w:cs="Browallia New"/>
          <w:spacing w:val="-4"/>
        </w:rPr>
        <w:t>31</w:t>
      </w:r>
      <w:r w:rsidR="00361C8B" w:rsidRPr="00B16493">
        <w:rPr>
          <w:rStyle w:val="normaltextrun"/>
          <w:rFonts w:ascii="Browallia New" w:hAnsi="Browallia New" w:cs="Browallia New"/>
          <w:spacing w:val="-4"/>
          <w:cs/>
        </w:rPr>
        <w:t xml:space="preserve"> มีนาคม</w:t>
      </w:r>
      <w:r w:rsidR="00361C8B" w:rsidRPr="00B16493">
        <w:rPr>
          <w:rFonts w:ascii="Browallia New" w:hAnsi="Browallia New" w:cs="Browallia New"/>
          <w:spacing w:val="-4"/>
          <w:cs/>
        </w:rPr>
        <w:t xml:space="preserve"> </w:t>
      </w:r>
      <w:r w:rsidR="00361C8B" w:rsidRPr="00B16493">
        <w:rPr>
          <w:rFonts w:ascii="Browallia New" w:hAnsi="Browallia New" w:cs="Browallia New"/>
          <w:spacing w:val="-4"/>
        </w:rPr>
        <w:t>2566</w:t>
      </w:r>
      <w:r w:rsidR="00361C8B" w:rsidRPr="00B16493">
        <w:rPr>
          <w:rFonts w:ascii="Browallia New" w:hAnsi="Browallia New" w:cs="Browallia New"/>
        </w:rPr>
        <w:t xml:space="preserve"> </w:t>
      </w:r>
      <w:r w:rsidR="00361C8B" w:rsidRPr="00B16493">
        <w:rPr>
          <w:rFonts w:ascii="Browallia New" w:hAnsi="Browallia New" w:cs="Browallia New"/>
          <w:cs/>
        </w:rPr>
        <w:t>และวันที่</w:t>
      </w:r>
      <w:r w:rsidR="00361C8B" w:rsidRPr="00B16493">
        <w:rPr>
          <w:rFonts w:ascii="Browallia New" w:hAnsi="Browallia New" w:cs="Browallia New"/>
        </w:rPr>
        <w:t xml:space="preserve"> 31 </w:t>
      </w:r>
      <w:r w:rsidR="00361C8B" w:rsidRPr="00B16493">
        <w:rPr>
          <w:rFonts w:ascii="Browallia New" w:hAnsi="Browallia New" w:cs="Browallia New"/>
          <w:cs/>
        </w:rPr>
        <w:t>ธันวาคม</w:t>
      </w:r>
      <w:r w:rsidR="00361C8B" w:rsidRPr="00B16493">
        <w:rPr>
          <w:rFonts w:ascii="Browallia New" w:hAnsi="Browallia New" w:cs="Browallia New"/>
        </w:rPr>
        <w:t xml:space="preserve"> 2565</w:t>
      </w:r>
      <w:r w:rsidR="00F60E66" w:rsidRPr="00B16493">
        <w:rPr>
          <w:rFonts w:ascii="Browallia New" w:hAnsi="Browallia New" w:cs="Browallia New"/>
          <w:spacing w:val="-6"/>
        </w:rPr>
        <w:t xml:space="preserve"> </w:t>
      </w:r>
      <w:r w:rsidRPr="00B16493">
        <w:rPr>
          <w:rFonts w:ascii="Browallia New" w:hAnsi="Browallia New" w:cs="Browallia New"/>
          <w:spacing w:val="-6"/>
          <w:cs/>
        </w:rPr>
        <w:t>รายการเค</w:t>
      </w:r>
      <w:r w:rsidR="00E3172F">
        <w:rPr>
          <w:rFonts w:ascii="Browallia New" w:hAnsi="Browallia New" w:cs="Browallia New" w:hint="cs"/>
          <w:spacing w:val="-6"/>
          <w:cs/>
        </w:rPr>
        <w:t>ลื่</w:t>
      </w:r>
      <w:r w:rsidRPr="00B16493">
        <w:rPr>
          <w:rFonts w:ascii="Browallia New" w:hAnsi="Browallia New" w:cs="Browallia New"/>
          <w:spacing w:val="-6"/>
          <w:cs/>
        </w:rPr>
        <w:t>อนไหวของเงินให้กู้ยืม</w:t>
      </w:r>
      <w:r w:rsidR="00250D69" w:rsidRPr="00B16493">
        <w:rPr>
          <w:rFonts w:ascii="Browallia New" w:hAnsi="Browallia New" w:cs="Browallia New"/>
          <w:spacing w:val="-6"/>
          <w:cs/>
        </w:rPr>
        <w:t>ระยะสั้น</w:t>
      </w:r>
      <w:r w:rsidR="000E060E" w:rsidRPr="00B16493">
        <w:rPr>
          <w:rFonts w:ascii="Browallia New" w:hAnsi="Browallia New" w:cs="Browallia New"/>
          <w:spacing w:val="-6"/>
          <w:cs/>
        </w:rPr>
        <w:t>แก่</w:t>
      </w:r>
      <w:r w:rsidRPr="00B16493">
        <w:rPr>
          <w:rFonts w:ascii="Browallia New" w:hAnsi="Browallia New" w:cs="Browallia New"/>
          <w:spacing w:val="-6"/>
          <w:cs/>
        </w:rPr>
        <w:t>บริษัท</w:t>
      </w:r>
      <w:r w:rsidR="003C2FF5" w:rsidRPr="00B16493">
        <w:rPr>
          <w:rFonts w:ascii="Browallia New" w:hAnsi="Browallia New" w:cs="Browallia New"/>
          <w:spacing w:val="-6"/>
          <w:cs/>
        </w:rPr>
        <w:t>ย่อย</w:t>
      </w:r>
      <w:r w:rsidR="008D08AB" w:rsidRPr="00B16493">
        <w:rPr>
          <w:rFonts w:ascii="Browallia New" w:hAnsi="Browallia New" w:cs="Browallia New"/>
          <w:spacing w:val="-6"/>
          <w:cs/>
        </w:rPr>
        <w:t xml:space="preserve"> </w:t>
      </w:r>
      <w:r w:rsidR="0061397E" w:rsidRPr="00B16493">
        <w:rPr>
          <w:rFonts w:ascii="Browallia New" w:hAnsi="Browallia New" w:cs="Browallia New"/>
          <w:spacing w:val="-6"/>
          <w:cs/>
        </w:rPr>
        <w:t xml:space="preserve">       </w:t>
      </w:r>
      <w:r w:rsidR="008D08AB" w:rsidRPr="00B16493">
        <w:rPr>
          <w:rFonts w:ascii="Browallia New" w:hAnsi="Browallia New" w:cs="Browallia New"/>
          <w:spacing w:val="-6"/>
          <w:cs/>
        </w:rPr>
        <w:t>(</w:t>
      </w:r>
      <w:r w:rsidR="008D08AB" w:rsidRPr="00B16493">
        <w:rPr>
          <w:rFonts w:ascii="Browallia New" w:hAnsi="Browallia New" w:cs="Browallia New"/>
          <w:cs/>
        </w:rPr>
        <w:t>บริษัท สยามสตีล เวียดนาม จำกัด)</w:t>
      </w:r>
      <w:r w:rsidR="00AF5A48" w:rsidRPr="00B16493">
        <w:rPr>
          <w:rFonts w:ascii="Browallia New" w:hAnsi="Browallia New" w:cs="Browallia New"/>
          <w:spacing w:val="-6"/>
          <w:cs/>
        </w:rPr>
        <w:t xml:space="preserve"> </w:t>
      </w:r>
      <w:r w:rsidRPr="00B16493">
        <w:rPr>
          <w:rFonts w:ascii="Browallia New" w:hAnsi="Browallia New" w:cs="Browallia New"/>
          <w:spacing w:val="-6"/>
          <w:cs/>
        </w:rPr>
        <w:t>มีดังนี้</w:t>
      </w:r>
    </w:p>
    <w:p w14:paraId="6FB3026A" w14:textId="77777777" w:rsidR="00721F93" w:rsidRPr="00AF5A48" w:rsidRDefault="00721F93" w:rsidP="003E0B20">
      <w:pPr>
        <w:ind w:left="374"/>
        <w:jc w:val="thaiDistribute"/>
        <w:rPr>
          <w:rFonts w:ascii="Browallia New" w:hAnsi="Browallia New" w:cs="Browallia New"/>
          <w:sz w:val="16"/>
          <w:szCs w:val="16"/>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C2BD1" w14:paraId="4856284D" w14:textId="77777777" w:rsidTr="008179FB">
        <w:trPr>
          <w:tblHeader/>
        </w:trPr>
        <w:tc>
          <w:tcPr>
            <w:tcW w:w="5677"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179FB">
        <w:trPr>
          <w:tblHeader/>
        </w:trPr>
        <w:tc>
          <w:tcPr>
            <w:tcW w:w="5677"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179FB">
        <w:trPr>
          <w:tblHeader/>
        </w:trPr>
        <w:tc>
          <w:tcPr>
            <w:tcW w:w="5677"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2896FD8A" w:rsidR="008F13C2" w:rsidRPr="005C2BD1" w:rsidRDefault="00361C8B" w:rsidP="003E0B20">
            <w:pPr>
              <w:ind w:left="-108" w:right="-108"/>
              <w:jc w:val="center"/>
              <w:rPr>
                <w:rFonts w:ascii="Browallia New" w:hAnsi="Browallia New" w:cs="Browallia New"/>
                <w:cs/>
              </w:rPr>
            </w:pP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438955B3"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sidR="00361C8B">
              <w:rPr>
                <w:rFonts w:ascii="Browallia New" w:hAnsi="Browallia New" w:cs="Browallia New"/>
              </w:rPr>
              <w:t>5</w:t>
            </w:r>
          </w:p>
        </w:tc>
      </w:tr>
      <w:tr w:rsidR="008F13C2" w:rsidRPr="005C2BD1" w14:paraId="48562864" w14:textId="77777777" w:rsidTr="008179FB">
        <w:trPr>
          <w:trHeight w:val="279"/>
        </w:trPr>
        <w:tc>
          <w:tcPr>
            <w:tcW w:w="5677"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ED5417" w:rsidRPr="005C2BD1" w14:paraId="4856286D" w14:textId="77777777" w:rsidTr="008179FB">
        <w:trPr>
          <w:trHeight w:val="279"/>
        </w:trPr>
        <w:tc>
          <w:tcPr>
            <w:tcW w:w="5677" w:type="dxa"/>
            <w:vAlign w:val="bottom"/>
            <w:hideMark/>
          </w:tcPr>
          <w:p w14:paraId="48562865" w14:textId="06A98135" w:rsidR="00ED5417" w:rsidRPr="005C2BD1" w:rsidRDefault="00ED5417" w:rsidP="00ED5417">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p>
        </w:tc>
        <w:tc>
          <w:tcPr>
            <w:tcW w:w="141" w:type="dxa"/>
          </w:tcPr>
          <w:p w14:paraId="48562869" w14:textId="77777777" w:rsidR="00ED5417" w:rsidRPr="005C2BD1" w:rsidRDefault="00ED5417" w:rsidP="00ED5417">
            <w:pPr>
              <w:tabs>
                <w:tab w:val="left" w:pos="540"/>
              </w:tabs>
              <w:ind w:left="-108" w:right="3"/>
              <w:jc w:val="right"/>
              <w:rPr>
                <w:rFonts w:ascii="Browallia New" w:hAnsi="Browallia New" w:cs="Browallia New"/>
              </w:rPr>
            </w:pPr>
          </w:p>
        </w:tc>
        <w:tc>
          <w:tcPr>
            <w:tcW w:w="1560" w:type="dxa"/>
            <w:vAlign w:val="bottom"/>
          </w:tcPr>
          <w:p w14:paraId="4856286A" w14:textId="2FCE852D" w:rsidR="00ED5417" w:rsidRPr="005C2BD1" w:rsidRDefault="00B46EC6" w:rsidP="00ED5417">
            <w:pPr>
              <w:tabs>
                <w:tab w:val="left" w:pos="745"/>
              </w:tabs>
              <w:jc w:val="right"/>
              <w:rPr>
                <w:rFonts w:ascii="Browallia New" w:hAnsi="Browallia New" w:cs="Browallia New"/>
              </w:rPr>
            </w:pPr>
            <w:r>
              <w:rPr>
                <w:rFonts w:ascii="Browallia New" w:hAnsi="Browallia New" w:cs="Browallia New"/>
              </w:rPr>
              <w:t>17,196</w:t>
            </w:r>
          </w:p>
        </w:tc>
        <w:tc>
          <w:tcPr>
            <w:tcW w:w="143" w:type="dxa"/>
          </w:tcPr>
          <w:p w14:paraId="4856286B" w14:textId="77777777" w:rsidR="00ED5417" w:rsidRPr="005C2BD1" w:rsidRDefault="00ED5417" w:rsidP="00ED5417">
            <w:pPr>
              <w:tabs>
                <w:tab w:val="left" w:pos="540"/>
              </w:tabs>
              <w:ind w:left="-108" w:right="3"/>
              <w:jc w:val="right"/>
              <w:rPr>
                <w:rFonts w:ascii="Browallia New" w:hAnsi="Browallia New" w:cs="Browallia New"/>
              </w:rPr>
            </w:pPr>
          </w:p>
        </w:tc>
        <w:tc>
          <w:tcPr>
            <w:tcW w:w="1558" w:type="dxa"/>
            <w:vAlign w:val="bottom"/>
          </w:tcPr>
          <w:p w14:paraId="4856286C" w14:textId="16EB7EAC" w:rsidR="00441F64" w:rsidRPr="008F27B1" w:rsidRDefault="004F6935" w:rsidP="00676826">
            <w:pPr>
              <w:tabs>
                <w:tab w:val="left" w:pos="745"/>
              </w:tabs>
              <w:jc w:val="right"/>
              <w:rPr>
                <w:rFonts w:ascii="Browallia New" w:hAnsi="Browallia New" w:cs="Browallia New"/>
              </w:rPr>
            </w:pPr>
            <w:r w:rsidRPr="008F27B1">
              <w:rPr>
                <w:rFonts w:ascii="Browallia New" w:hAnsi="Browallia New" w:cs="Browallia New"/>
              </w:rPr>
              <w:t xml:space="preserve">           </w:t>
            </w:r>
            <w:r w:rsidR="00441F64" w:rsidRPr="008F27B1">
              <w:rPr>
                <w:rFonts w:ascii="Browallia New" w:hAnsi="Browallia New" w:cs="Browallia New"/>
              </w:rPr>
              <w:t>14,961</w:t>
            </w:r>
          </w:p>
        </w:tc>
      </w:tr>
      <w:tr w:rsidR="004F6935" w:rsidRPr="005C2BD1" w14:paraId="48562876" w14:textId="77777777" w:rsidTr="008179FB">
        <w:tc>
          <w:tcPr>
            <w:tcW w:w="5677" w:type="dxa"/>
            <w:vAlign w:val="bottom"/>
            <w:hideMark/>
          </w:tcPr>
          <w:p w14:paraId="4856286E" w14:textId="7673F519" w:rsidR="004F6935" w:rsidRPr="005C2BD1" w:rsidRDefault="004F6935" w:rsidP="004F6935">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4F6935" w:rsidRPr="005C2BD1" w:rsidRDefault="004F6935" w:rsidP="004F6935">
            <w:pPr>
              <w:tabs>
                <w:tab w:val="left" w:pos="540"/>
              </w:tabs>
              <w:ind w:left="-108" w:right="3"/>
              <w:jc w:val="right"/>
              <w:rPr>
                <w:rFonts w:ascii="Browallia New" w:hAnsi="Browallia New" w:cs="Browallia New"/>
              </w:rPr>
            </w:pPr>
          </w:p>
        </w:tc>
        <w:tc>
          <w:tcPr>
            <w:tcW w:w="1560" w:type="dxa"/>
            <w:vAlign w:val="bottom"/>
          </w:tcPr>
          <w:p w14:paraId="48562873" w14:textId="63674594" w:rsidR="004F6935" w:rsidRPr="005C2BD1" w:rsidRDefault="00B46EC6" w:rsidP="004F6935">
            <w:pPr>
              <w:tabs>
                <w:tab w:val="left" w:pos="745"/>
              </w:tabs>
              <w:jc w:val="right"/>
              <w:rPr>
                <w:rFonts w:ascii="Browallia New" w:hAnsi="Browallia New" w:cs="Browallia New"/>
              </w:rPr>
            </w:pPr>
            <w:r>
              <w:rPr>
                <w:rFonts w:ascii="Browallia New" w:hAnsi="Browallia New" w:cs="Browallia New"/>
              </w:rPr>
              <w:t>16,544</w:t>
            </w:r>
          </w:p>
        </w:tc>
        <w:tc>
          <w:tcPr>
            <w:tcW w:w="143" w:type="dxa"/>
          </w:tcPr>
          <w:p w14:paraId="48562874" w14:textId="77777777" w:rsidR="004F6935" w:rsidRPr="005C2BD1" w:rsidRDefault="004F6935" w:rsidP="004F6935">
            <w:pPr>
              <w:tabs>
                <w:tab w:val="left" w:pos="540"/>
              </w:tabs>
              <w:ind w:left="-108" w:right="3"/>
              <w:jc w:val="right"/>
              <w:rPr>
                <w:rFonts w:ascii="Browallia New" w:hAnsi="Browallia New" w:cs="Browallia New"/>
                <w:b/>
                <w:bCs/>
                <w:u w:val="single"/>
              </w:rPr>
            </w:pPr>
          </w:p>
        </w:tc>
        <w:tc>
          <w:tcPr>
            <w:tcW w:w="1558" w:type="dxa"/>
            <w:vAlign w:val="bottom"/>
          </w:tcPr>
          <w:p w14:paraId="48562875" w14:textId="28472A9D" w:rsidR="004F6935" w:rsidRPr="008F27B1" w:rsidRDefault="004F6935" w:rsidP="00676826">
            <w:pPr>
              <w:tabs>
                <w:tab w:val="left" w:pos="745"/>
              </w:tabs>
              <w:jc w:val="right"/>
              <w:rPr>
                <w:rFonts w:ascii="Browallia New" w:hAnsi="Browallia New" w:cs="Browallia New"/>
              </w:rPr>
            </w:pPr>
            <w:r w:rsidRPr="008F27B1">
              <w:rPr>
                <w:rFonts w:ascii="Browallia New" w:hAnsi="Browallia New" w:cs="Browallia New"/>
              </w:rPr>
              <w:t xml:space="preserve">           </w:t>
            </w:r>
            <w:r w:rsidR="00316299" w:rsidRPr="008F27B1">
              <w:rPr>
                <w:rFonts w:ascii="Browallia New" w:hAnsi="Browallia New" w:cs="Browallia New"/>
              </w:rPr>
              <w:t>28,40</w:t>
            </w:r>
            <w:r w:rsidR="00500A37">
              <w:rPr>
                <w:rFonts w:ascii="Browallia New" w:hAnsi="Browallia New" w:cs="Browallia New"/>
              </w:rPr>
              <w:t>1</w:t>
            </w:r>
          </w:p>
        </w:tc>
      </w:tr>
      <w:tr w:rsidR="004F6935" w:rsidRPr="005C2BD1" w14:paraId="4856287F" w14:textId="77777777" w:rsidTr="008179FB">
        <w:tc>
          <w:tcPr>
            <w:tcW w:w="5677" w:type="dxa"/>
            <w:vAlign w:val="bottom"/>
            <w:hideMark/>
          </w:tcPr>
          <w:p w14:paraId="48562877" w14:textId="51E79C20" w:rsidR="004F6935" w:rsidRPr="005C2BD1" w:rsidRDefault="004F6935" w:rsidP="004F6935">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4F6935" w:rsidRPr="005C2BD1" w:rsidRDefault="004F6935" w:rsidP="004F6935">
            <w:pPr>
              <w:tabs>
                <w:tab w:val="left" w:pos="540"/>
              </w:tabs>
              <w:ind w:left="-108" w:right="3"/>
              <w:jc w:val="right"/>
              <w:rPr>
                <w:rFonts w:ascii="Browallia New" w:hAnsi="Browallia New" w:cs="Browallia New"/>
              </w:rPr>
            </w:pPr>
          </w:p>
        </w:tc>
        <w:tc>
          <w:tcPr>
            <w:tcW w:w="1560" w:type="dxa"/>
            <w:vAlign w:val="bottom"/>
          </w:tcPr>
          <w:p w14:paraId="4856287C" w14:textId="0508DCBF" w:rsidR="004F6935" w:rsidRPr="005C2BD1" w:rsidRDefault="00B24E86" w:rsidP="000540A0">
            <w:pPr>
              <w:tabs>
                <w:tab w:val="left" w:pos="745"/>
              </w:tabs>
              <w:jc w:val="center"/>
              <w:rPr>
                <w:rFonts w:ascii="Browallia New" w:hAnsi="Browallia New" w:cs="Browallia New"/>
              </w:rPr>
            </w:pPr>
            <w:r>
              <w:rPr>
                <w:rFonts w:ascii="Browallia New" w:hAnsi="Browallia New" w:cs="Browallia New"/>
              </w:rPr>
              <w:t xml:space="preserve">           </w:t>
            </w:r>
            <w:r w:rsidR="00AB6AB7">
              <w:rPr>
                <w:rFonts w:ascii="Browallia New" w:hAnsi="Browallia New" w:cs="Browallia New"/>
              </w:rPr>
              <w:t xml:space="preserve"> </w:t>
            </w:r>
            <w:r>
              <w:rPr>
                <w:rFonts w:ascii="Browallia New" w:hAnsi="Browallia New" w:cs="Browallia New"/>
              </w:rPr>
              <w:t xml:space="preserve"> -</w:t>
            </w:r>
          </w:p>
        </w:tc>
        <w:tc>
          <w:tcPr>
            <w:tcW w:w="143" w:type="dxa"/>
          </w:tcPr>
          <w:p w14:paraId="4856287D" w14:textId="77777777" w:rsidR="004F6935" w:rsidRPr="005C2BD1" w:rsidRDefault="004F6935" w:rsidP="004F6935">
            <w:pPr>
              <w:tabs>
                <w:tab w:val="left" w:pos="540"/>
              </w:tabs>
              <w:ind w:left="-108" w:right="3"/>
              <w:jc w:val="right"/>
              <w:rPr>
                <w:rFonts w:ascii="Browallia New" w:hAnsi="Browallia New" w:cs="Browallia New"/>
              </w:rPr>
            </w:pPr>
          </w:p>
        </w:tc>
        <w:tc>
          <w:tcPr>
            <w:tcW w:w="1558" w:type="dxa"/>
            <w:vAlign w:val="bottom"/>
          </w:tcPr>
          <w:p w14:paraId="4856287E" w14:textId="6EE2DC59" w:rsidR="004F6935" w:rsidRPr="008F27B1" w:rsidRDefault="004F6935" w:rsidP="00676826">
            <w:pPr>
              <w:tabs>
                <w:tab w:val="left" w:pos="745"/>
              </w:tabs>
              <w:jc w:val="right"/>
              <w:rPr>
                <w:rFonts w:ascii="Browallia New" w:hAnsi="Browallia New" w:cs="Browallia New"/>
              </w:rPr>
            </w:pPr>
            <w:r w:rsidRPr="008F27B1">
              <w:rPr>
                <w:rFonts w:ascii="Browallia New" w:hAnsi="Browallia New" w:cs="Browallia New"/>
              </w:rPr>
              <w:t xml:space="preserve">           </w:t>
            </w:r>
            <w:r w:rsidR="00316299" w:rsidRPr="008F27B1">
              <w:rPr>
                <w:rFonts w:ascii="Browallia New" w:hAnsi="Browallia New" w:cs="Browallia New"/>
              </w:rPr>
              <w:t>(25,</w:t>
            </w:r>
            <w:r w:rsidR="00500A37">
              <w:rPr>
                <w:rFonts w:ascii="Browallia New" w:hAnsi="Browallia New" w:cs="Browallia New"/>
              </w:rPr>
              <w:t>9</w:t>
            </w:r>
            <w:r w:rsidR="00316299" w:rsidRPr="008F27B1">
              <w:rPr>
                <w:rFonts w:ascii="Browallia New" w:hAnsi="Browallia New" w:cs="Browallia New"/>
              </w:rPr>
              <w:t>4</w:t>
            </w:r>
            <w:r w:rsidR="00500A37">
              <w:rPr>
                <w:rFonts w:ascii="Browallia New" w:hAnsi="Browallia New" w:cs="Browallia New"/>
              </w:rPr>
              <w:t>9</w:t>
            </w:r>
            <w:r w:rsidR="00316299" w:rsidRPr="008F27B1">
              <w:rPr>
                <w:rFonts w:ascii="Browallia New" w:hAnsi="Browallia New" w:cs="Browallia New"/>
              </w:rPr>
              <w:t>)</w:t>
            </w:r>
          </w:p>
        </w:tc>
      </w:tr>
      <w:tr w:rsidR="004F6935" w:rsidRPr="005C2BD1" w14:paraId="48562889" w14:textId="77777777" w:rsidTr="008179FB">
        <w:tc>
          <w:tcPr>
            <w:tcW w:w="5677" w:type="dxa"/>
            <w:vAlign w:val="bottom"/>
          </w:tcPr>
          <w:p w14:paraId="48562881" w14:textId="4E2E9F33" w:rsidR="004F6935" w:rsidRPr="005C2BD1" w:rsidRDefault="004F6935" w:rsidP="004F6935">
            <w:pPr>
              <w:tabs>
                <w:tab w:val="left" w:pos="451"/>
              </w:tabs>
              <w:ind w:left="489" w:right="-228" w:hanging="142"/>
              <w:rPr>
                <w:rFonts w:ascii="Browallia New" w:hAnsi="Browallia New" w:cs="Browallia New"/>
                <w:cs/>
              </w:rPr>
            </w:pPr>
            <w:r w:rsidRPr="005C2BD1">
              <w:rPr>
                <w:rFonts w:ascii="Browallia New" w:hAnsi="Browallia New" w:cs="Browallia New"/>
                <w:cs/>
              </w:rPr>
              <w:t xml:space="preserve"> </w:t>
            </w:r>
            <w:r w:rsidRPr="00B16493">
              <w:rPr>
                <w:rFonts w:ascii="Browallia New" w:hAnsi="Browallia New" w:cs="Browallia New"/>
                <w:cs/>
              </w:rPr>
              <w:t>ขาดทุนจาก</w:t>
            </w:r>
            <w:r w:rsidRPr="005C2BD1">
              <w:rPr>
                <w:rFonts w:ascii="Browallia New" w:hAnsi="Browallia New" w:cs="Browallia New"/>
                <w:cs/>
              </w:rPr>
              <w:t>อัตราแลกเปลี่ยนที่ยังไม่เกิดขึ้นจริง</w:t>
            </w:r>
          </w:p>
        </w:tc>
        <w:tc>
          <w:tcPr>
            <w:tcW w:w="141" w:type="dxa"/>
          </w:tcPr>
          <w:p w14:paraId="48562885" w14:textId="77777777" w:rsidR="004F6935" w:rsidRPr="005C2BD1" w:rsidRDefault="004F6935" w:rsidP="004F6935">
            <w:pPr>
              <w:tabs>
                <w:tab w:val="left" w:pos="540"/>
              </w:tabs>
              <w:ind w:left="-108" w:right="3"/>
              <w:jc w:val="right"/>
              <w:rPr>
                <w:rFonts w:ascii="Browallia New" w:hAnsi="Browallia New" w:cs="Browallia New"/>
              </w:rPr>
            </w:pPr>
          </w:p>
        </w:tc>
        <w:tc>
          <w:tcPr>
            <w:tcW w:w="1560" w:type="dxa"/>
            <w:vAlign w:val="bottom"/>
          </w:tcPr>
          <w:p w14:paraId="48562886" w14:textId="6D9E37EC" w:rsidR="004F6935" w:rsidRPr="005C2BD1" w:rsidRDefault="00B24E86" w:rsidP="004F6935">
            <w:pPr>
              <w:tabs>
                <w:tab w:val="left" w:pos="745"/>
              </w:tabs>
              <w:jc w:val="right"/>
              <w:rPr>
                <w:rFonts w:ascii="Browallia New" w:hAnsi="Browallia New" w:cs="Browallia New"/>
              </w:rPr>
            </w:pPr>
            <w:r>
              <w:rPr>
                <w:rFonts w:ascii="Browallia New" w:hAnsi="Browallia New" w:cs="Browallia New"/>
              </w:rPr>
              <w:t>(591)</w:t>
            </w:r>
          </w:p>
        </w:tc>
        <w:tc>
          <w:tcPr>
            <w:tcW w:w="143" w:type="dxa"/>
          </w:tcPr>
          <w:p w14:paraId="48562887" w14:textId="77777777" w:rsidR="004F6935" w:rsidRPr="005C2BD1" w:rsidRDefault="004F6935" w:rsidP="004F6935">
            <w:pPr>
              <w:tabs>
                <w:tab w:val="left" w:pos="540"/>
              </w:tabs>
              <w:ind w:left="-108" w:right="3"/>
              <w:jc w:val="right"/>
              <w:rPr>
                <w:rFonts w:ascii="Browallia New" w:hAnsi="Browallia New" w:cs="Browallia New"/>
              </w:rPr>
            </w:pPr>
          </w:p>
        </w:tc>
        <w:tc>
          <w:tcPr>
            <w:tcW w:w="1558" w:type="dxa"/>
            <w:vAlign w:val="bottom"/>
          </w:tcPr>
          <w:p w14:paraId="48562888" w14:textId="11D22775" w:rsidR="004F6935" w:rsidRPr="008F27B1" w:rsidRDefault="004F6935" w:rsidP="00676826">
            <w:pPr>
              <w:tabs>
                <w:tab w:val="left" w:pos="745"/>
              </w:tabs>
              <w:jc w:val="right"/>
              <w:rPr>
                <w:rFonts w:ascii="Browallia New" w:hAnsi="Browallia New" w:cs="Browallia New"/>
              </w:rPr>
            </w:pPr>
            <w:r w:rsidRPr="008F27B1">
              <w:rPr>
                <w:rFonts w:ascii="Browallia New" w:hAnsi="Browallia New" w:cs="Browallia New"/>
              </w:rPr>
              <w:t xml:space="preserve">           </w:t>
            </w:r>
            <w:r w:rsidR="00316299" w:rsidRPr="008F27B1">
              <w:rPr>
                <w:rFonts w:ascii="Browallia New" w:hAnsi="Browallia New" w:cs="Browallia New"/>
              </w:rPr>
              <w:t>(217)</w:t>
            </w:r>
          </w:p>
        </w:tc>
      </w:tr>
      <w:tr w:rsidR="004F6935" w:rsidRPr="005C2BD1" w14:paraId="48562892" w14:textId="77777777" w:rsidTr="008179FB">
        <w:tc>
          <w:tcPr>
            <w:tcW w:w="5677" w:type="dxa"/>
            <w:vAlign w:val="bottom"/>
            <w:hideMark/>
          </w:tcPr>
          <w:p w14:paraId="4856288A" w14:textId="6595AF96" w:rsidR="004F6935" w:rsidRPr="005C2BD1" w:rsidRDefault="004F6935" w:rsidP="004F6935">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4F6935" w:rsidRPr="005C2BD1" w:rsidRDefault="004F6935" w:rsidP="004F6935">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464078E3" w:rsidR="004F6935" w:rsidRPr="005C2BD1" w:rsidRDefault="00B24E86" w:rsidP="004F6935">
            <w:pPr>
              <w:tabs>
                <w:tab w:val="left" w:pos="745"/>
              </w:tabs>
              <w:jc w:val="right"/>
              <w:rPr>
                <w:rFonts w:ascii="Browallia New" w:hAnsi="Browallia New" w:cs="Browallia New"/>
              </w:rPr>
            </w:pPr>
            <w:r>
              <w:rPr>
                <w:rFonts w:ascii="Browallia New" w:hAnsi="Browallia New" w:cs="Browallia New"/>
              </w:rPr>
              <w:t>33,149</w:t>
            </w:r>
          </w:p>
        </w:tc>
        <w:tc>
          <w:tcPr>
            <w:tcW w:w="143" w:type="dxa"/>
          </w:tcPr>
          <w:p w14:paraId="48562890" w14:textId="77777777" w:rsidR="004F6935" w:rsidRPr="005C2BD1" w:rsidRDefault="004F6935" w:rsidP="004F6935">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3A6E92D1" w:rsidR="004F6935" w:rsidRPr="008F27B1" w:rsidRDefault="004F6935" w:rsidP="00676826">
            <w:pPr>
              <w:tabs>
                <w:tab w:val="left" w:pos="745"/>
              </w:tabs>
              <w:jc w:val="right"/>
              <w:rPr>
                <w:rFonts w:ascii="Browallia New" w:hAnsi="Browallia New" w:cs="Browallia New"/>
              </w:rPr>
            </w:pPr>
            <w:r w:rsidRPr="008F27B1">
              <w:rPr>
                <w:rFonts w:ascii="Browallia New" w:hAnsi="Browallia New" w:cs="Browallia New"/>
              </w:rPr>
              <w:t xml:space="preserve">           </w:t>
            </w:r>
            <w:r w:rsidR="00676826" w:rsidRPr="008F27B1">
              <w:rPr>
                <w:rFonts w:ascii="Browallia New" w:hAnsi="Browallia New" w:cs="Browallia New"/>
              </w:rPr>
              <w:t>17,196</w:t>
            </w:r>
          </w:p>
        </w:tc>
      </w:tr>
    </w:tbl>
    <w:p w14:paraId="67161299" w14:textId="7741FE95" w:rsidR="004C72CF" w:rsidRPr="005C2BD1" w:rsidRDefault="004C72CF" w:rsidP="009838F0">
      <w:pPr>
        <w:ind w:left="374"/>
        <w:jc w:val="thaiDistribute"/>
        <w:rPr>
          <w:rFonts w:ascii="Browallia New" w:hAnsi="Browallia New" w:cs="Browallia New"/>
          <w:cs/>
        </w:rPr>
      </w:pPr>
    </w:p>
    <w:p w14:paraId="48562894" w14:textId="30512BE3"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สยามสตีล เวียดนาม จำกัด</w:t>
      </w:r>
      <w:r w:rsidR="00EE61E1">
        <w:rPr>
          <w:rFonts w:ascii="Browallia New" w:hAnsi="Browallia New" w:cs="Browallia New" w:hint="cs"/>
          <w:cs/>
        </w:rPr>
        <w:t xml:space="preserve"> </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rPr>
        <w:t xml:space="preserve"> </w:t>
      </w:r>
      <w:r w:rsidR="00C46E84">
        <w:rPr>
          <w:rFonts w:ascii="Browallia New" w:hAnsi="Browallia New" w:cs="Browallia New"/>
        </w:rPr>
        <w:t>2.6</w:t>
      </w:r>
      <w:r w:rsidR="0041441E">
        <w:rPr>
          <w:rFonts w:ascii="Browallia New" w:hAnsi="Browallia New" w:cs="Browallia New"/>
        </w:rPr>
        <w:t>5</w:t>
      </w:r>
      <w:r w:rsidR="00C46E84">
        <w:rPr>
          <w:rFonts w:ascii="Browallia New" w:hAnsi="Browallia New" w:cs="Browallia New"/>
        </w:rPr>
        <w:t xml:space="preserve"> - </w:t>
      </w:r>
      <w:r w:rsidR="008D2366" w:rsidRPr="005C2BD1">
        <w:rPr>
          <w:rFonts w:ascii="Browallia New" w:hAnsi="Browallia New" w:cs="Browallia New"/>
        </w:rPr>
        <w:t>4.50</w:t>
      </w:r>
      <w:r w:rsidR="00F60E66" w:rsidRPr="005C2BD1">
        <w:rPr>
          <w:rFonts w:ascii="Browallia New" w:hAnsi="Browallia New" w:cs="Browallia New"/>
        </w:rPr>
        <w:t xml:space="preserve"> </w:t>
      </w:r>
      <w:r w:rsidR="008D2366" w:rsidRPr="005C2BD1">
        <w:rPr>
          <w:rFonts w:ascii="Browallia New" w:hAnsi="Browallia New" w:cs="Browallia New"/>
          <w:cs/>
        </w:rPr>
        <w:t>ต่อปี</w:t>
      </w:r>
      <w:r w:rsidR="00F60E66" w:rsidRPr="005C2BD1">
        <w:rPr>
          <w:rFonts w:ascii="Browallia New" w:hAnsi="Browallia New" w:cs="Browallia New"/>
        </w:rPr>
        <w:t xml:space="preserve"> </w:t>
      </w:r>
      <w:r w:rsidR="00EE61E1">
        <w:rPr>
          <w:rFonts w:ascii="Browallia New" w:hAnsi="Browallia New" w:cs="Browallia New" w:hint="cs"/>
          <w:cs/>
        </w:rPr>
        <w:t xml:space="preserve"> </w:t>
      </w:r>
      <w:r w:rsidR="00BC6070">
        <w:rPr>
          <w:rFonts w:ascii="Browallia New" w:hAnsi="Browallia New" w:cs="Browallia New" w:hint="cs"/>
          <w:cs/>
        </w:rPr>
        <w:t>โดยไม่มีหลัก</w:t>
      </w:r>
      <w:r w:rsidR="008E748F">
        <w:rPr>
          <w:rFonts w:ascii="Browallia New" w:hAnsi="Browallia New" w:cs="Browallia New" w:hint="cs"/>
          <w:cs/>
        </w:rPr>
        <w:t>ทรัพย์</w:t>
      </w:r>
      <w:r w:rsidR="003079F2">
        <w:rPr>
          <w:rFonts w:ascii="Browallia New" w:hAnsi="Browallia New" w:cs="Browallia New"/>
          <w:cs/>
        </w:rPr>
        <w:br/>
      </w:r>
      <w:r w:rsidR="008E748F">
        <w:rPr>
          <w:rFonts w:ascii="Browallia New" w:hAnsi="Browallia New" w:cs="Browallia New" w:hint="cs"/>
          <w:cs/>
        </w:rPr>
        <w:t>ค้ำ</w:t>
      </w:r>
      <w:r w:rsidR="00BC6070">
        <w:rPr>
          <w:rFonts w:ascii="Browallia New" w:hAnsi="Browallia New" w:cs="Browallia New" w:hint="cs"/>
          <w:cs/>
        </w:rPr>
        <w:t>ประกัน</w:t>
      </w:r>
      <w:r w:rsidR="00EB6A3B">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Default="00193EE0" w:rsidP="003E0B20">
      <w:pPr>
        <w:ind w:left="374"/>
        <w:jc w:val="thaiDistribute"/>
        <w:rPr>
          <w:rFonts w:ascii="Browallia New" w:hAnsi="Browallia New" w:cs="Browallia New"/>
          <w:sz w:val="20"/>
          <w:szCs w:val="20"/>
        </w:rPr>
      </w:pPr>
    </w:p>
    <w:tbl>
      <w:tblPr>
        <w:tblW w:w="9152" w:type="dxa"/>
        <w:tblInd w:w="294" w:type="dxa"/>
        <w:tblLayout w:type="fixed"/>
        <w:tblLook w:val="04A0" w:firstRow="1" w:lastRow="0" w:firstColumn="1" w:lastColumn="0" w:noHBand="0" w:noVBand="1"/>
      </w:tblPr>
      <w:tblGrid>
        <w:gridCol w:w="3990"/>
        <w:gridCol w:w="1179"/>
        <w:gridCol w:w="236"/>
        <w:gridCol w:w="1078"/>
        <w:gridCol w:w="239"/>
        <w:gridCol w:w="1093"/>
        <w:gridCol w:w="236"/>
        <w:gridCol w:w="1101"/>
      </w:tblGrid>
      <w:tr w:rsidR="002638D9" w:rsidRPr="005C2BD1" w14:paraId="48562897" w14:textId="77777777" w:rsidTr="008179FB">
        <w:trPr>
          <w:tblHeader/>
        </w:trPr>
        <w:tc>
          <w:tcPr>
            <w:tcW w:w="3990" w:type="dxa"/>
          </w:tcPr>
          <w:p w14:paraId="48562895" w14:textId="77777777" w:rsidR="002638D9" w:rsidRPr="005C2BD1" w:rsidRDefault="002638D9" w:rsidP="003E0B20">
            <w:pPr>
              <w:tabs>
                <w:tab w:val="left" w:pos="540"/>
              </w:tabs>
              <w:rPr>
                <w:rFonts w:ascii="Browallia New" w:hAnsi="Browallia New" w:cs="Browallia New"/>
              </w:rPr>
            </w:pPr>
          </w:p>
        </w:tc>
        <w:tc>
          <w:tcPr>
            <w:tcW w:w="5162"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8179FB">
        <w:trPr>
          <w:tblHeader/>
        </w:trPr>
        <w:tc>
          <w:tcPr>
            <w:tcW w:w="3990" w:type="dxa"/>
          </w:tcPr>
          <w:p w14:paraId="48562898" w14:textId="77777777" w:rsidR="002638D9" w:rsidRPr="005C2BD1" w:rsidRDefault="002638D9" w:rsidP="003E0B20">
            <w:pPr>
              <w:tabs>
                <w:tab w:val="left" w:pos="540"/>
              </w:tabs>
              <w:rPr>
                <w:rFonts w:ascii="Browallia New" w:hAnsi="Browallia New" w:cs="Browallia New"/>
              </w:rPr>
            </w:pPr>
          </w:p>
        </w:tc>
        <w:tc>
          <w:tcPr>
            <w:tcW w:w="2493"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39" w:type="dxa"/>
          </w:tcPr>
          <w:p w14:paraId="4856289A" w14:textId="77777777" w:rsidR="002638D9" w:rsidRPr="005C2BD1" w:rsidRDefault="002638D9" w:rsidP="003E0B20">
            <w:pPr>
              <w:ind w:left="-108" w:right="-108"/>
              <w:jc w:val="center"/>
              <w:rPr>
                <w:rFonts w:ascii="Browallia New" w:hAnsi="Browallia New" w:cs="Browallia New"/>
              </w:rPr>
            </w:pPr>
          </w:p>
        </w:tc>
        <w:tc>
          <w:tcPr>
            <w:tcW w:w="243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F6935" w:rsidRPr="005C2BD1" w14:paraId="485628A5" w14:textId="77777777" w:rsidTr="008179FB">
        <w:trPr>
          <w:tblHeader/>
        </w:trPr>
        <w:tc>
          <w:tcPr>
            <w:tcW w:w="3990" w:type="dxa"/>
          </w:tcPr>
          <w:p w14:paraId="4856289D" w14:textId="77777777" w:rsidR="004F6935" w:rsidRPr="005C2BD1" w:rsidRDefault="004F6935" w:rsidP="004F6935">
            <w:pPr>
              <w:pStyle w:val="a3"/>
              <w:tabs>
                <w:tab w:val="clear" w:pos="360"/>
                <w:tab w:val="left" w:pos="540"/>
              </w:tabs>
              <w:rPr>
                <w:rFonts w:ascii="Browallia New" w:hAnsi="Browallia New" w:cs="Browallia New"/>
              </w:rPr>
            </w:pPr>
          </w:p>
        </w:tc>
        <w:tc>
          <w:tcPr>
            <w:tcW w:w="1179" w:type="dxa"/>
            <w:tcBorders>
              <w:top w:val="single" w:sz="4" w:space="0" w:color="auto"/>
              <w:left w:val="nil"/>
              <w:bottom w:val="single" w:sz="4" w:space="0" w:color="auto"/>
              <w:right w:val="nil"/>
            </w:tcBorders>
            <w:vAlign w:val="bottom"/>
            <w:hideMark/>
          </w:tcPr>
          <w:p w14:paraId="4856289E" w14:textId="18872BD6" w:rsidR="004F6935" w:rsidRPr="005C2BD1" w:rsidRDefault="004F6935" w:rsidP="004F6935">
            <w:pPr>
              <w:ind w:left="-108"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36" w:type="dxa"/>
            <w:tcBorders>
              <w:top w:val="single" w:sz="4" w:space="0" w:color="auto"/>
              <w:left w:val="nil"/>
              <w:bottom w:val="nil"/>
              <w:right w:val="nil"/>
            </w:tcBorders>
            <w:vAlign w:val="bottom"/>
          </w:tcPr>
          <w:p w14:paraId="4856289F" w14:textId="77777777" w:rsidR="004F6935" w:rsidRPr="005C2BD1" w:rsidRDefault="004F6935" w:rsidP="004F6935">
            <w:pPr>
              <w:ind w:left="-108" w:right="-108"/>
              <w:jc w:val="center"/>
              <w:rPr>
                <w:rFonts w:ascii="Browallia New" w:hAnsi="Browallia New" w:cs="Browallia New"/>
                <w:cs/>
              </w:rPr>
            </w:pPr>
          </w:p>
        </w:tc>
        <w:tc>
          <w:tcPr>
            <w:tcW w:w="1078" w:type="dxa"/>
            <w:tcBorders>
              <w:top w:val="single" w:sz="4" w:space="0" w:color="auto"/>
              <w:left w:val="nil"/>
              <w:bottom w:val="single" w:sz="4" w:space="0" w:color="auto"/>
              <w:right w:val="nil"/>
            </w:tcBorders>
            <w:vAlign w:val="bottom"/>
            <w:hideMark/>
          </w:tcPr>
          <w:p w14:paraId="1C8DDE79" w14:textId="77777777" w:rsidR="004F6935" w:rsidRPr="005C2BD1" w:rsidRDefault="004F6935" w:rsidP="004F693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46168B8B" w:rsidR="004F6935" w:rsidRPr="005C2BD1" w:rsidRDefault="004F6935" w:rsidP="004F6935">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9" w:type="dxa"/>
            <w:vAlign w:val="bottom"/>
          </w:tcPr>
          <w:p w14:paraId="485628A1" w14:textId="77777777" w:rsidR="004F6935" w:rsidRPr="005C2BD1" w:rsidRDefault="004F6935" w:rsidP="004F6935">
            <w:pPr>
              <w:ind w:left="-108" w:right="-108"/>
              <w:jc w:val="center"/>
              <w:rPr>
                <w:rFonts w:ascii="Browallia New" w:hAnsi="Browallia New" w:cs="Browallia New"/>
                <w:cs/>
              </w:rPr>
            </w:pPr>
          </w:p>
        </w:tc>
        <w:tc>
          <w:tcPr>
            <w:tcW w:w="1093" w:type="dxa"/>
            <w:tcBorders>
              <w:top w:val="nil"/>
              <w:left w:val="nil"/>
              <w:bottom w:val="single" w:sz="4" w:space="0" w:color="auto"/>
              <w:right w:val="nil"/>
            </w:tcBorders>
            <w:vAlign w:val="bottom"/>
            <w:hideMark/>
          </w:tcPr>
          <w:p w14:paraId="485628A2" w14:textId="25DB1617" w:rsidR="004F6935" w:rsidRPr="005C2BD1" w:rsidRDefault="004F6935" w:rsidP="004F6935">
            <w:pPr>
              <w:ind w:left="-108"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36" w:type="dxa"/>
            <w:tcBorders>
              <w:top w:val="single" w:sz="4" w:space="0" w:color="auto"/>
              <w:left w:val="nil"/>
              <w:bottom w:val="nil"/>
              <w:right w:val="nil"/>
            </w:tcBorders>
            <w:vAlign w:val="bottom"/>
          </w:tcPr>
          <w:p w14:paraId="485628A3" w14:textId="77777777" w:rsidR="004F6935" w:rsidRPr="005C2BD1" w:rsidRDefault="004F6935" w:rsidP="004F6935">
            <w:pPr>
              <w:ind w:left="-108" w:right="-108"/>
              <w:jc w:val="center"/>
              <w:rPr>
                <w:rFonts w:ascii="Browallia New" w:hAnsi="Browallia New" w:cs="Browallia New"/>
                <w:cs/>
              </w:rPr>
            </w:pPr>
          </w:p>
        </w:tc>
        <w:tc>
          <w:tcPr>
            <w:tcW w:w="1101" w:type="dxa"/>
            <w:tcBorders>
              <w:top w:val="single" w:sz="4" w:space="0" w:color="auto"/>
              <w:left w:val="nil"/>
              <w:bottom w:val="single" w:sz="4" w:space="0" w:color="auto"/>
              <w:right w:val="nil"/>
            </w:tcBorders>
            <w:vAlign w:val="bottom"/>
            <w:hideMark/>
          </w:tcPr>
          <w:p w14:paraId="5365958D" w14:textId="77777777" w:rsidR="004F6935" w:rsidRPr="005C2BD1" w:rsidRDefault="004F6935" w:rsidP="004F693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7146D7A7" w:rsidR="004F6935" w:rsidRPr="005C2BD1" w:rsidRDefault="004F6935" w:rsidP="004F6935">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8C5CBB" w:rsidRPr="005C2BD1" w14:paraId="114D3D21" w14:textId="77777777" w:rsidTr="008179FB">
        <w:trPr>
          <w:trHeight w:val="279"/>
        </w:trPr>
        <w:tc>
          <w:tcPr>
            <w:tcW w:w="3990" w:type="dxa"/>
            <w:vAlign w:val="bottom"/>
          </w:tcPr>
          <w:p w14:paraId="0DE3E693" w14:textId="45CC1C53" w:rsidR="008C5CBB" w:rsidRPr="005C2BD1" w:rsidRDefault="008C5CBB" w:rsidP="003E0B20">
            <w:pPr>
              <w:ind w:right="28"/>
              <w:rPr>
                <w:rFonts w:ascii="Browallia New" w:hAnsi="Browallia New" w:cs="Browallia New"/>
                <w:u w:val="single"/>
                <w:cs/>
              </w:rPr>
            </w:pPr>
          </w:p>
        </w:tc>
        <w:tc>
          <w:tcPr>
            <w:tcW w:w="1179" w:type="dxa"/>
            <w:tcBorders>
              <w:top w:val="nil"/>
              <w:left w:val="nil"/>
              <w:right w:val="nil"/>
            </w:tcBorders>
            <w:vAlign w:val="bottom"/>
          </w:tcPr>
          <w:p w14:paraId="7B1146C7"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60D53508" w14:textId="77777777" w:rsidR="008C5CBB" w:rsidRPr="000030BE" w:rsidRDefault="008C5CB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6E604DBE" w14:textId="77777777" w:rsidR="008C5CBB" w:rsidRPr="000030BE" w:rsidRDefault="008C5CBB" w:rsidP="003E0B20">
            <w:pPr>
              <w:tabs>
                <w:tab w:val="left" w:pos="522"/>
              </w:tabs>
              <w:ind w:left="-108" w:right="68"/>
              <w:jc w:val="center"/>
              <w:rPr>
                <w:rFonts w:ascii="Browallia New" w:hAnsi="Browallia New" w:cs="Browallia New"/>
              </w:rPr>
            </w:pPr>
          </w:p>
        </w:tc>
        <w:tc>
          <w:tcPr>
            <w:tcW w:w="239" w:type="dxa"/>
          </w:tcPr>
          <w:p w14:paraId="7F936A0E" w14:textId="77777777" w:rsidR="008C5CBB" w:rsidRPr="000030BE" w:rsidRDefault="008C5CB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55589AFD"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433EB826" w14:textId="77777777" w:rsidR="008C5CBB" w:rsidRPr="000030BE" w:rsidRDefault="008C5CB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582B5448" w14:textId="77777777" w:rsidR="008C5CBB" w:rsidRPr="000030BE" w:rsidRDefault="008C5CBB" w:rsidP="003E0B20">
            <w:pPr>
              <w:tabs>
                <w:tab w:val="left" w:pos="540"/>
              </w:tabs>
              <w:ind w:left="-108" w:right="3"/>
              <w:jc w:val="right"/>
              <w:rPr>
                <w:rFonts w:ascii="Browallia New" w:hAnsi="Browallia New" w:cs="Browallia New"/>
              </w:rPr>
            </w:pPr>
          </w:p>
        </w:tc>
      </w:tr>
      <w:tr w:rsidR="00DA25AB" w:rsidRPr="005C2BD1" w14:paraId="425B7B87" w14:textId="77777777" w:rsidTr="008179FB">
        <w:trPr>
          <w:trHeight w:val="279"/>
        </w:trPr>
        <w:tc>
          <w:tcPr>
            <w:tcW w:w="3990" w:type="dxa"/>
            <w:vAlign w:val="bottom"/>
          </w:tcPr>
          <w:p w14:paraId="051A4199" w14:textId="3032F10C" w:rsidR="00DA25AB" w:rsidRPr="005C2BD1" w:rsidRDefault="00DA25AB" w:rsidP="003E0B20">
            <w:pPr>
              <w:ind w:right="28"/>
              <w:rPr>
                <w:rFonts w:ascii="Browallia New" w:hAnsi="Browallia New" w:cs="Browallia New"/>
                <w:u w:val="single"/>
                <w:cs/>
              </w:rPr>
            </w:pPr>
            <w:r w:rsidRPr="005C2BD1">
              <w:rPr>
                <w:rFonts w:ascii="Browallia New" w:hAnsi="Browallia New" w:cs="Browallia New"/>
                <w:u w:val="single"/>
                <w:cs/>
              </w:rPr>
              <w:t>เจ้าหนี้การค้า</w:t>
            </w:r>
          </w:p>
        </w:tc>
        <w:tc>
          <w:tcPr>
            <w:tcW w:w="1179" w:type="dxa"/>
            <w:tcBorders>
              <w:top w:val="nil"/>
              <w:left w:val="nil"/>
              <w:right w:val="nil"/>
            </w:tcBorders>
            <w:vAlign w:val="bottom"/>
          </w:tcPr>
          <w:p w14:paraId="5B53342A" w14:textId="77777777" w:rsidR="00DA25AB" w:rsidRPr="000030BE" w:rsidRDefault="00DA25AB" w:rsidP="003E0B20">
            <w:pPr>
              <w:tabs>
                <w:tab w:val="left" w:pos="720"/>
              </w:tabs>
              <w:ind w:left="-108" w:right="3"/>
              <w:jc w:val="right"/>
              <w:rPr>
                <w:rFonts w:ascii="Browallia New" w:hAnsi="Browallia New" w:cs="Browallia New"/>
              </w:rPr>
            </w:pPr>
          </w:p>
        </w:tc>
        <w:tc>
          <w:tcPr>
            <w:tcW w:w="236" w:type="dxa"/>
            <w:vAlign w:val="bottom"/>
          </w:tcPr>
          <w:p w14:paraId="22052832" w14:textId="77777777" w:rsidR="00DA25AB" w:rsidRPr="000030BE" w:rsidRDefault="00DA25A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3AE3C016" w14:textId="77777777" w:rsidR="00DA25AB" w:rsidRPr="000030BE" w:rsidRDefault="00DA25AB" w:rsidP="003E0B20">
            <w:pPr>
              <w:tabs>
                <w:tab w:val="left" w:pos="522"/>
              </w:tabs>
              <w:ind w:left="-108" w:right="68"/>
              <w:jc w:val="center"/>
              <w:rPr>
                <w:rFonts w:ascii="Browallia New" w:hAnsi="Browallia New" w:cs="Browallia New"/>
              </w:rPr>
            </w:pPr>
          </w:p>
        </w:tc>
        <w:tc>
          <w:tcPr>
            <w:tcW w:w="239" w:type="dxa"/>
          </w:tcPr>
          <w:p w14:paraId="4E4CCF21" w14:textId="77777777" w:rsidR="00DA25AB" w:rsidRPr="000030BE" w:rsidRDefault="00DA25A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73B2F53C" w14:textId="77777777" w:rsidR="00DA25AB" w:rsidRPr="000030BE"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0030BE" w:rsidRDefault="00DA25A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74783378" w14:textId="77777777" w:rsidR="00DA25AB" w:rsidRPr="000030BE" w:rsidRDefault="00DA25AB" w:rsidP="003E0B20">
            <w:pPr>
              <w:tabs>
                <w:tab w:val="left" w:pos="540"/>
              </w:tabs>
              <w:ind w:left="-108" w:right="3"/>
              <w:jc w:val="right"/>
              <w:rPr>
                <w:rFonts w:ascii="Browallia New" w:hAnsi="Browallia New" w:cs="Browallia New"/>
              </w:rPr>
            </w:pPr>
          </w:p>
        </w:tc>
      </w:tr>
      <w:tr w:rsidR="007E2856" w:rsidRPr="005C2BD1" w14:paraId="485628C0" w14:textId="77777777" w:rsidTr="008179FB">
        <w:tc>
          <w:tcPr>
            <w:tcW w:w="3990" w:type="dxa"/>
            <w:vAlign w:val="bottom"/>
          </w:tcPr>
          <w:p w14:paraId="485628B8" w14:textId="77777777" w:rsidR="007E2856" w:rsidRPr="005C2BD1" w:rsidRDefault="007E2856" w:rsidP="007E2856">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179" w:type="dxa"/>
            <w:tcBorders>
              <w:bottom w:val="single" w:sz="12" w:space="0" w:color="auto"/>
            </w:tcBorders>
            <w:vAlign w:val="bottom"/>
          </w:tcPr>
          <w:p w14:paraId="485628B9" w14:textId="18260BEE" w:rsidR="007E2856" w:rsidRPr="000030BE" w:rsidRDefault="00191CD3" w:rsidP="007E2856">
            <w:pPr>
              <w:ind w:left="-108" w:right="-24"/>
              <w:jc w:val="right"/>
              <w:rPr>
                <w:rFonts w:ascii="Browallia New" w:hAnsi="Browallia New" w:cs="Browallia New"/>
              </w:rPr>
            </w:pPr>
            <w:r>
              <w:rPr>
                <w:rFonts w:ascii="Browallia New" w:hAnsi="Browallia New" w:cs="Browallia New"/>
              </w:rPr>
              <w:t>104,808</w:t>
            </w:r>
          </w:p>
        </w:tc>
        <w:tc>
          <w:tcPr>
            <w:tcW w:w="236" w:type="dxa"/>
            <w:vAlign w:val="bottom"/>
          </w:tcPr>
          <w:p w14:paraId="485628BA"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bottom w:val="single" w:sz="12" w:space="0" w:color="auto"/>
            </w:tcBorders>
            <w:vAlign w:val="bottom"/>
          </w:tcPr>
          <w:p w14:paraId="485628BB" w14:textId="06A457D8" w:rsidR="007E2856" w:rsidRPr="000030BE" w:rsidRDefault="007C181E" w:rsidP="007E2856">
            <w:pPr>
              <w:ind w:left="-108" w:right="-24"/>
              <w:jc w:val="right"/>
              <w:rPr>
                <w:rFonts w:ascii="Browallia New" w:hAnsi="Browallia New" w:cs="Browallia New"/>
              </w:rPr>
            </w:pPr>
            <w:r w:rsidRPr="00302A9E">
              <w:rPr>
                <w:rFonts w:ascii="Browallia New" w:hAnsi="Browallia New" w:cs="Browallia New"/>
              </w:rPr>
              <w:t>109,293</w:t>
            </w:r>
          </w:p>
        </w:tc>
        <w:tc>
          <w:tcPr>
            <w:tcW w:w="239" w:type="dxa"/>
          </w:tcPr>
          <w:p w14:paraId="485628BC"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bottom w:val="single" w:sz="12" w:space="0" w:color="auto"/>
            </w:tcBorders>
            <w:vAlign w:val="bottom"/>
          </w:tcPr>
          <w:p w14:paraId="485628BD" w14:textId="69CABDA7" w:rsidR="007E2856" w:rsidRPr="000030BE" w:rsidRDefault="00B5402B" w:rsidP="007E2856">
            <w:pPr>
              <w:ind w:left="-108" w:right="-24"/>
              <w:jc w:val="right"/>
              <w:rPr>
                <w:rFonts w:ascii="Browallia New" w:hAnsi="Browallia New" w:cs="Browallia New"/>
              </w:rPr>
            </w:pPr>
            <w:r>
              <w:rPr>
                <w:rFonts w:ascii="Browallia New" w:hAnsi="Browallia New" w:cs="Browallia New"/>
              </w:rPr>
              <w:t>99,064</w:t>
            </w:r>
          </w:p>
        </w:tc>
        <w:tc>
          <w:tcPr>
            <w:tcW w:w="236" w:type="dxa"/>
            <w:vAlign w:val="bottom"/>
          </w:tcPr>
          <w:p w14:paraId="485628BE"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bottom w:val="single" w:sz="12" w:space="0" w:color="auto"/>
            </w:tcBorders>
            <w:vAlign w:val="bottom"/>
          </w:tcPr>
          <w:p w14:paraId="485628BF" w14:textId="21DA94C0" w:rsidR="007E2856" w:rsidRPr="000030BE" w:rsidRDefault="00DA25AB" w:rsidP="007E2856">
            <w:pPr>
              <w:ind w:left="-108" w:right="-24"/>
              <w:jc w:val="right"/>
              <w:rPr>
                <w:rFonts w:ascii="Browallia New" w:hAnsi="Browallia New" w:cs="Browallia New"/>
              </w:rPr>
            </w:pPr>
            <w:r w:rsidRPr="00302A9E">
              <w:rPr>
                <w:rFonts w:ascii="Browallia New" w:hAnsi="Browallia New" w:cs="Browallia New"/>
              </w:rPr>
              <w:t>87,350</w:t>
            </w:r>
          </w:p>
        </w:tc>
      </w:tr>
      <w:tr w:rsidR="007E2856" w:rsidRPr="005C2BD1" w14:paraId="485628C9" w14:textId="77777777" w:rsidTr="008179FB">
        <w:trPr>
          <w:trHeight w:hRule="exact" w:val="372"/>
        </w:trPr>
        <w:tc>
          <w:tcPr>
            <w:tcW w:w="3990" w:type="dxa"/>
            <w:vAlign w:val="bottom"/>
          </w:tcPr>
          <w:p w14:paraId="485628C1" w14:textId="77777777" w:rsidR="007E2856" w:rsidRPr="005C2BD1" w:rsidRDefault="007E2856" w:rsidP="007E2856">
            <w:pPr>
              <w:ind w:right="28"/>
              <w:rPr>
                <w:rFonts w:ascii="Browallia New" w:hAnsi="Browallia New" w:cs="Browallia New"/>
                <w:lang w:val="en-GB"/>
              </w:rPr>
            </w:pPr>
          </w:p>
        </w:tc>
        <w:tc>
          <w:tcPr>
            <w:tcW w:w="1179" w:type="dxa"/>
            <w:tcBorders>
              <w:top w:val="single" w:sz="12" w:space="0" w:color="auto"/>
            </w:tcBorders>
            <w:vAlign w:val="bottom"/>
          </w:tcPr>
          <w:p w14:paraId="485628C2"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3"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single" w:sz="12" w:space="0" w:color="auto"/>
            </w:tcBorders>
            <w:vAlign w:val="bottom"/>
          </w:tcPr>
          <w:p w14:paraId="485628C4" w14:textId="77777777" w:rsidR="007E2856" w:rsidRPr="000030BE" w:rsidRDefault="007E2856" w:rsidP="007E2856">
            <w:pPr>
              <w:ind w:left="-108" w:right="-24"/>
              <w:jc w:val="right"/>
              <w:rPr>
                <w:rFonts w:ascii="Browallia New" w:hAnsi="Browallia New" w:cs="Browallia New"/>
              </w:rPr>
            </w:pPr>
          </w:p>
        </w:tc>
        <w:tc>
          <w:tcPr>
            <w:tcW w:w="239" w:type="dxa"/>
          </w:tcPr>
          <w:p w14:paraId="485628C5"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single" w:sz="12" w:space="0" w:color="auto"/>
            </w:tcBorders>
            <w:vAlign w:val="bottom"/>
          </w:tcPr>
          <w:p w14:paraId="485628C6"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7"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single" w:sz="12" w:space="0" w:color="auto"/>
            </w:tcBorders>
            <w:vAlign w:val="bottom"/>
          </w:tcPr>
          <w:p w14:paraId="485628C8" w14:textId="77777777" w:rsidR="007E2856" w:rsidRPr="000030BE" w:rsidRDefault="007E2856" w:rsidP="007E2856">
            <w:pPr>
              <w:ind w:left="-108" w:right="-24"/>
              <w:jc w:val="right"/>
              <w:rPr>
                <w:rFonts w:ascii="Browallia New" w:hAnsi="Browallia New" w:cs="Browallia New"/>
              </w:rPr>
            </w:pPr>
          </w:p>
        </w:tc>
      </w:tr>
      <w:tr w:rsidR="007E2856" w:rsidRPr="005C2BD1" w14:paraId="485628D2" w14:textId="77777777" w:rsidTr="008179FB">
        <w:tc>
          <w:tcPr>
            <w:tcW w:w="3990" w:type="dxa"/>
            <w:vAlign w:val="bottom"/>
            <w:hideMark/>
          </w:tcPr>
          <w:p w14:paraId="485628CA" w14:textId="77777777" w:rsidR="007E2856" w:rsidRPr="005C2BD1" w:rsidRDefault="007E2856" w:rsidP="007E2856">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179" w:type="dxa"/>
            <w:vAlign w:val="bottom"/>
          </w:tcPr>
          <w:p w14:paraId="485628CB"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C"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vAlign w:val="bottom"/>
          </w:tcPr>
          <w:p w14:paraId="485628CD" w14:textId="77777777" w:rsidR="007E2856" w:rsidRPr="000030BE" w:rsidRDefault="007E2856" w:rsidP="007E2856">
            <w:pPr>
              <w:ind w:left="-108" w:right="-24"/>
              <w:jc w:val="right"/>
              <w:rPr>
                <w:rFonts w:ascii="Browallia New" w:hAnsi="Browallia New" w:cs="Browallia New"/>
              </w:rPr>
            </w:pPr>
          </w:p>
        </w:tc>
        <w:tc>
          <w:tcPr>
            <w:tcW w:w="239" w:type="dxa"/>
          </w:tcPr>
          <w:p w14:paraId="485628CE"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vAlign w:val="bottom"/>
          </w:tcPr>
          <w:p w14:paraId="485628CF"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D0"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vAlign w:val="bottom"/>
          </w:tcPr>
          <w:p w14:paraId="485628D1" w14:textId="77777777" w:rsidR="007E2856" w:rsidRPr="000030BE" w:rsidRDefault="007E2856" w:rsidP="007E2856">
            <w:pPr>
              <w:ind w:left="-108" w:right="-24"/>
              <w:jc w:val="right"/>
              <w:rPr>
                <w:rFonts w:ascii="Browallia New" w:hAnsi="Browallia New" w:cs="Browallia New"/>
              </w:rPr>
            </w:pPr>
          </w:p>
        </w:tc>
      </w:tr>
      <w:tr w:rsidR="007E2856" w:rsidRPr="005C2BD1" w14:paraId="485628DB" w14:textId="77777777" w:rsidTr="008179FB">
        <w:tc>
          <w:tcPr>
            <w:tcW w:w="3990" w:type="dxa"/>
            <w:vAlign w:val="bottom"/>
            <w:hideMark/>
          </w:tcPr>
          <w:p w14:paraId="485628D3" w14:textId="77777777" w:rsidR="007E2856" w:rsidRPr="005C2BD1" w:rsidRDefault="007E2856" w:rsidP="007E2856">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179" w:type="dxa"/>
            <w:tcBorders>
              <w:top w:val="nil"/>
              <w:left w:val="nil"/>
              <w:bottom w:val="single" w:sz="12" w:space="0" w:color="auto"/>
              <w:right w:val="nil"/>
            </w:tcBorders>
            <w:shd w:val="clear" w:color="auto" w:fill="auto"/>
            <w:vAlign w:val="bottom"/>
          </w:tcPr>
          <w:p w14:paraId="485628D4" w14:textId="59893E80" w:rsidR="007E2856" w:rsidRPr="000030BE" w:rsidRDefault="00191CD3" w:rsidP="007E2856">
            <w:pPr>
              <w:ind w:left="-108" w:right="-24"/>
              <w:jc w:val="right"/>
              <w:rPr>
                <w:rFonts w:ascii="Browallia New" w:hAnsi="Browallia New" w:cs="Browallia New"/>
              </w:rPr>
            </w:pPr>
            <w:r>
              <w:rPr>
                <w:rFonts w:ascii="Browallia New" w:hAnsi="Browallia New" w:cs="Browallia New"/>
              </w:rPr>
              <w:t>19,381</w:t>
            </w:r>
          </w:p>
        </w:tc>
        <w:tc>
          <w:tcPr>
            <w:tcW w:w="236" w:type="dxa"/>
            <w:shd w:val="clear" w:color="auto" w:fill="auto"/>
            <w:vAlign w:val="bottom"/>
          </w:tcPr>
          <w:p w14:paraId="485628D5"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nil"/>
              <w:left w:val="nil"/>
              <w:bottom w:val="single" w:sz="12" w:space="0" w:color="auto"/>
              <w:right w:val="nil"/>
            </w:tcBorders>
            <w:shd w:val="clear" w:color="auto" w:fill="auto"/>
            <w:vAlign w:val="bottom"/>
          </w:tcPr>
          <w:p w14:paraId="485628D6" w14:textId="012F898C" w:rsidR="007E2856" w:rsidRPr="000030BE" w:rsidRDefault="00C45123" w:rsidP="007E2856">
            <w:pPr>
              <w:ind w:left="-108" w:right="-24"/>
              <w:jc w:val="right"/>
              <w:rPr>
                <w:rFonts w:ascii="Browallia New" w:hAnsi="Browallia New" w:cs="Browallia New"/>
              </w:rPr>
            </w:pPr>
            <w:r w:rsidRPr="00302A9E">
              <w:rPr>
                <w:rFonts w:ascii="Browallia New" w:hAnsi="Browallia New" w:cs="Browallia New"/>
              </w:rPr>
              <w:t>19,061</w:t>
            </w:r>
          </w:p>
        </w:tc>
        <w:tc>
          <w:tcPr>
            <w:tcW w:w="239" w:type="dxa"/>
            <w:shd w:val="clear" w:color="auto" w:fill="auto"/>
          </w:tcPr>
          <w:p w14:paraId="485628D7"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nil"/>
              <w:left w:val="nil"/>
              <w:bottom w:val="single" w:sz="12" w:space="0" w:color="auto"/>
              <w:right w:val="nil"/>
            </w:tcBorders>
            <w:shd w:val="clear" w:color="auto" w:fill="auto"/>
            <w:vAlign w:val="bottom"/>
          </w:tcPr>
          <w:p w14:paraId="485628D8" w14:textId="17BC798F" w:rsidR="007E2856" w:rsidRPr="000030BE" w:rsidRDefault="00B5402B" w:rsidP="007E2856">
            <w:pPr>
              <w:ind w:left="-108" w:right="-24"/>
              <w:jc w:val="right"/>
              <w:rPr>
                <w:rFonts w:ascii="Browallia New" w:hAnsi="Browallia New" w:cs="Browallia New"/>
              </w:rPr>
            </w:pPr>
            <w:r>
              <w:rPr>
                <w:rFonts w:ascii="Browallia New" w:hAnsi="Browallia New" w:cs="Browallia New"/>
              </w:rPr>
              <w:t>19,381</w:t>
            </w:r>
          </w:p>
        </w:tc>
        <w:tc>
          <w:tcPr>
            <w:tcW w:w="236" w:type="dxa"/>
            <w:shd w:val="clear" w:color="auto" w:fill="auto"/>
            <w:vAlign w:val="bottom"/>
          </w:tcPr>
          <w:p w14:paraId="485628D9"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nil"/>
              <w:left w:val="nil"/>
              <w:bottom w:val="single" w:sz="12" w:space="0" w:color="auto"/>
              <w:right w:val="nil"/>
            </w:tcBorders>
            <w:shd w:val="clear" w:color="auto" w:fill="auto"/>
            <w:vAlign w:val="bottom"/>
          </w:tcPr>
          <w:p w14:paraId="485628DA" w14:textId="3490112F" w:rsidR="007E2856" w:rsidRPr="000030BE" w:rsidRDefault="00DA06C2" w:rsidP="007E2856">
            <w:pPr>
              <w:ind w:left="-108" w:right="-24"/>
              <w:jc w:val="right"/>
              <w:rPr>
                <w:rFonts w:ascii="Browallia New" w:hAnsi="Browallia New" w:cs="Browallia New"/>
              </w:rPr>
            </w:pPr>
            <w:r w:rsidRPr="00302A9E">
              <w:rPr>
                <w:rFonts w:ascii="Browallia New" w:hAnsi="Browallia New" w:cs="Browallia New"/>
              </w:rPr>
              <w:t>19,061</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8179FB">
      <w:pPr>
        <w:pStyle w:val="ListParagraph"/>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15EFF9D4" w:rsidR="00F55FC7" w:rsidRPr="005C2BD1" w:rsidRDefault="001236B9" w:rsidP="009838F0">
      <w:pPr>
        <w:ind w:left="374"/>
        <w:jc w:val="thaiDistribute"/>
        <w:rPr>
          <w:rFonts w:ascii="Browallia New" w:hAnsi="Browallia New" w:cs="Browallia New"/>
        </w:rPr>
      </w:pPr>
      <w:r>
        <w:rPr>
          <w:rFonts w:ascii="Browallia New" w:hAnsi="Browallia New" w:cs="Browallia New" w:hint="cs"/>
          <w:cs/>
        </w:rPr>
        <w:t>กลุ่ม</w:t>
      </w:r>
      <w:r w:rsidR="00F55FC7" w:rsidRPr="005C2BD1">
        <w:rPr>
          <w:rFonts w:ascii="Browallia New" w:hAnsi="Browallia New" w:cs="Browallia New"/>
          <w:cs/>
        </w:rPr>
        <w:t>บริษัทมียอดคงเหลือของสินทรัพย์ที่เกิดจากสัญญาและหนี้สินที่เกิดจากสัญญากับลูกค้า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00F55FC7"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934"/>
        <w:gridCol w:w="1296"/>
        <w:gridCol w:w="1287"/>
        <w:gridCol w:w="1296"/>
        <w:gridCol w:w="1305"/>
      </w:tblGrid>
      <w:tr w:rsidR="00F55FC7" w:rsidRPr="00B11ECB" w14:paraId="42F3802E" w14:textId="77777777" w:rsidTr="008C5CBB">
        <w:trPr>
          <w:tblHeader/>
        </w:trPr>
        <w:tc>
          <w:tcPr>
            <w:tcW w:w="3934" w:type="dxa"/>
          </w:tcPr>
          <w:p w14:paraId="2AAD5A1A" w14:textId="77777777" w:rsidR="00F55FC7" w:rsidRPr="00B11ECB" w:rsidRDefault="00F55FC7" w:rsidP="003E0B20">
            <w:pPr>
              <w:ind w:right="-36"/>
              <w:rPr>
                <w:rFonts w:ascii="Browallia New" w:hAnsi="Browallia New" w:cs="Browallia New"/>
              </w:rPr>
            </w:pPr>
          </w:p>
        </w:tc>
        <w:tc>
          <w:tcPr>
            <w:tcW w:w="2583" w:type="dxa"/>
            <w:gridSpan w:val="2"/>
          </w:tcPr>
          <w:p w14:paraId="57665E1A" w14:textId="77777777" w:rsidR="00F55FC7" w:rsidRPr="00B11ECB" w:rsidRDefault="00F55FC7" w:rsidP="003E0B20">
            <w:pPr>
              <w:pBdr>
                <w:bottom w:val="single" w:sz="12" w:space="1" w:color="FFFFFF" w:themeColor="background1"/>
              </w:pBdr>
              <w:ind w:right="-36"/>
              <w:jc w:val="center"/>
              <w:rPr>
                <w:rFonts w:ascii="Browallia New" w:hAnsi="Browallia New" w:cs="Browallia New"/>
                <w:cs/>
              </w:rPr>
            </w:pPr>
          </w:p>
        </w:tc>
        <w:tc>
          <w:tcPr>
            <w:tcW w:w="2601" w:type="dxa"/>
            <w:gridSpan w:val="2"/>
          </w:tcPr>
          <w:p w14:paraId="0D34F04D" w14:textId="370CB66A" w:rsidR="00F55FC7" w:rsidRPr="00B11ECB" w:rsidRDefault="00F55FC7" w:rsidP="003E0B20">
            <w:pPr>
              <w:pBdr>
                <w:bottom w:val="single" w:sz="12" w:space="1" w:color="FFFFFF" w:themeColor="background1"/>
              </w:pBdr>
              <w:ind w:right="-36"/>
              <w:jc w:val="right"/>
              <w:rPr>
                <w:rFonts w:ascii="Browallia New" w:hAnsi="Browallia New" w:cs="Browallia New"/>
                <w:cs/>
              </w:rPr>
            </w:pPr>
            <w:r w:rsidRPr="00B11ECB">
              <w:rPr>
                <w:rFonts w:ascii="Browallia New" w:hAnsi="Browallia New" w:cs="Browallia New"/>
              </w:rPr>
              <w:t>(</w:t>
            </w:r>
            <w:proofErr w:type="gramStart"/>
            <w:r w:rsidRPr="00B11ECB">
              <w:rPr>
                <w:rFonts w:ascii="Browallia New" w:hAnsi="Browallia New" w:cs="Browallia New"/>
                <w:cs/>
              </w:rPr>
              <w:t>หน่วย</w:t>
            </w:r>
            <w:r w:rsidR="00F60E66" w:rsidRPr="00B11ECB">
              <w:rPr>
                <w:rFonts w:ascii="Browallia New" w:hAnsi="Browallia New" w:cs="Browallia New"/>
              </w:rPr>
              <w:t xml:space="preserve"> </w:t>
            </w:r>
            <w:r w:rsidRPr="00B11ECB">
              <w:rPr>
                <w:rFonts w:ascii="Browallia New" w:hAnsi="Browallia New" w:cs="Browallia New"/>
              </w:rPr>
              <w:t>:</w:t>
            </w:r>
            <w:proofErr w:type="gramEnd"/>
            <w:r w:rsidRPr="00B11ECB">
              <w:rPr>
                <w:rFonts w:ascii="Browallia New" w:hAnsi="Browallia New" w:cs="Browallia New"/>
              </w:rPr>
              <w:t xml:space="preserve"> </w:t>
            </w:r>
            <w:r w:rsidRPr="00B11ECB">
              <w:rPr>
                <w:rFonts w:ascii="Browallia New" w:hAnsi="Browallia New" w:cs="Browallia New"/>
                <w:cs/>
              </w:rPr>
              <w:t>พันบาท</w:t>
            </w:r>
            <w:r w:rsidRPr="00B11ECB">
              <w:rPr>
                <w:rFonts w:ascii="Browallia New" w:hAnsi="Browallia New" w:cs="Browallia New"/>
              </w:rPr>
              <w:t>)</w:t>
            </w:r>
          </w:p>
        </w:tc>
      </w:tr>
      <w:tr w:rsidR="00F55FC7" w:rsidRPr="00B11ECB" w14:paraId="630C40D5" w14:textId="77777777" w:rsidTr="008C5CBB">
        <w:trPr>
          <w:tblHeader/>
        </w:trPr>
        <w:tc>
          <w:tcPr>
            <w:tcW w:w="3934" w:type="dxa"/>
          </w:tcPr>
          <w:p w14:paraId="1289461F" w14:textId="77777777" w:rsidR="00F55FC7" w:rsidRPr="00B11ECB" w:rsidRDefault="00F55FC7" w:rsidP="003E0B20">
            <w:pPr>
              <w:ind w:right="-36"/>
              <w:rPr>
                <w:rFonts w:ascii="Browallia New" w:hAnsi="Browallia New" w:cs="Browallia New"/>
              </w:rPr>
            </w:pPr>
          </w:p>
        </w:tc>
        <w:tc>
          <w:tcPr>
            <w:tcW w:w="2583" w:type="dxa"/>
            <w:gridSpan w:val="2"/>
          </w:tcPr>
          <w:p w14:paraId="3753CBD5"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งบการเงินรวม</w:t>
            </w:r>
          </w:p>
        </w:tc>
        <w:tc>
          <w:tcPr>
            <w:tcW w:w="2601" w:type="dxa"/>
            <w:gridSpan w:val="2"/>
          </w:tcPr>
          <w:p w14:paraId="24BF898A"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งบการเงินเฉพาะของบริษัท</w:t>
            </w:r>
          </w:p>
        </w:tc>
      </w:tr>
      <w:tr w:rsidR="00DA06C2" w:rsidRPr="00B11ECB" w14:paraId="5CCC438A" w14:textId="77777777" w:rsidTr="008C5CBB">
        <w:trPr>
          <w:tblHeader/>
        </w:trPr>
        <w:tc>
          <w:tcPr>
            <w:tcW w:w="3934" w:type="dxa"/>
          </w:tcPr>
          <w:p w14:paraId="68201314" w14:textId="77777777" w:rsidR="00DA06C2" w:rsidRPr="00B11ECB" w:rsidRDefault="00DA06C2" w:rsidP="00DA06C2">
            <w:pPr>
              <w:ind w:right="-36"/>
              <w:rPr>
                <w:rFonts w:ascii="Browallia New" w:hAnsi="Browallia New" w:cs="Browallia New"/>
              </w:rPr>
            </w:pPr>
          </w:p>
        </w:tc>
        <w:tc>
          <w:tcPr>
            <w:tcW w:w="1296" w:type="dxa"/>
            <w:vAlign w:val="bottom"/>
          </w:tcPr>
          <w:p w14:paraId="3188CF17" w14:textId="49F8CB76" w:rsidR="00DA06C2" w:rsidRPr="00B11ECB" w:rsidRDefault="00DA06C2" w:rsidP="00DA06C2">
            <w:pPr>
              <w:pBdr>
                <w:bottom w:val="single" w:sz="6" w:space="1" w:color="auto"/>
              </w:pBdr>
              <w:tabs>
                <w:tab w:val="left" w:pos="1017"/>
              </w:tabs>
              <w:ind w:left="-18"/>
              <w:jc w:val="center"/>
              <w:rPr>
                <w:rFonts w:ascii="Browallia New" w:hAnsi="Browallia New" w:cs="Browallia New"/>
              </w:rPr>
            </w:pPr>
            <w:r>
              <w:rPr>
                <w:rStyle w:val="normaltextrun"/>
                <w:rFonts w:ascii="Browallia New" w:hAnsi="Browallia New" w:cs="Browallia New"/>
              </w:rPr>
              <w:t xml:space="preserve">31 </w:t>
            </w:r>
            <w:r>
              <w:rPr>
                <w:rStyle w:val="normaltextrun"/>
                <w:rFonts w:ascii="Browallia New" w:hAnsi="Browallia New" w:cs="Browallia New" w:hint="cs"/>
                <w:cs/>
              </w:rPr>
              <w:t>มีนาคม</w:t>
            </w:r>
            <w:r>
              <w:rPr>
                <w:rStyle w:val="normaltextrun"/>
                <w:rFonts w:ascii="Browallia New" w:hAnsi="Browallia New" w:cs="Browallia New"/>
                <w:cs/>
              </w:rPr>
              <w:br/>
            </w:r>
            <w:r>
              <w:rPr>
                <w:rStyle w:val="normaltextrun"/>
                <w:rFonts w:ascii="Browallia New" w:hAnsi="Browallia New" w:cs="Browallia New"/>
              </w:rPr>
              <w:t>2566</w:t>
            </w:r>
          </w:p>
        </w:tc>
        <w:tc>
          <w:tcPr>
            <w:tcW w:w="1287" w:type="dxa"/>
            <w:vAlign w:val="bottom"/>
          </w:tcPr>
          <w:p w14:paraId="035D3F4C" w14:textId="77777777" w:rsidR="00DA06C2" w:rsidRPr="00B11ECB" w:rsidRDefault="00DA06C2" w:rsidP="00DA06C2">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687D839D" w14:textId="68A238CB" w:rsidR="00DA06C2" w:rsidRPr="00B11ECB" w:rsidRDefault="00DA06C2" w:rsidP="00DA06C2">
            <w:pPr>
              <w:pBdr>
                <w:bottom w:val="single" w:sz="6" w:space="1" w:color="auto"/>
              </w:pBdr>
              <w:tabs>
                <w:tab w:val="left" w:pos="988"/>
              </w:tabs>
              <w:ind w:left="-18"/>
              <w:jc w:val="center"/>
              <w:rPr>
                <w:rFonts w:ascii="Browallia New" w:hAnsi="Browallia New" w:cs="Browallia New"/>
              </w:rPr>
            </w:pPr>
            <w:r w:rsidRPr="00B11ECB">
              <w:rPr>
                <w:rFonts w:ascii="Browallia New" w:hAnsi="Browallia New" w:cs="Browallia New"/>
              </w:rPr>
              <w:t>256</w:t>
            </w:r>
            <w:r>
              <w:rPr>
                <w:rFonts w:ascii="Browallia New" w:hAnsi="Browallia New" w:cs="Browallia New"/>
              </w:rPr>
              <w:t>5</w:t>
            </w:r>
          </w:p>
        </w:tc>
        <w:tc>
          <w:tcPr>
            <w:tcW w:w="1296" w:type="dxa"/>
            <w:vAlign w:val="bottom"/>
          </w:tcPr>
          <w:p w14:paraId="322F0B35" w14:textId="0DD6BA43" w:rsidR="00DA06C2" w:rsidRPr="00B11ECB" w:rsidRDefault="00DA06C2" w:rsidP="00DA06C2">
            <w:pPr>
              <w:pBdr>
                <w:bottom w:val="single" w:sz="6" w:space="1" w:color="auto"/>
              </w:pBdr>
              <w:tabs>
                <w:tab w:val="left" w:pos="900"/>
              </w:tabs>
              <w:ind w:left="-18"/>
              <w:jc w:val="center"/>
              <w:rPr>
                <w:rFonts w:ascii="Browallia New" w:hAnsi="Browallia New" w:cs="Browallia New"/>
              </w:rPr>
            </w:pPr>
            <w:r>
              <w:rPr>
                <w:rStyle w:val="normaltextrun"/>
                <w:rFonts w:ascii="Browallia New" w:hAnsi="Browallia New" w:cs="Browallia New"/>
              </w:rPr>
              <w:t xml:space="preserve">31 </w:t>
            </w:r>
            <w:r>
              <w:rPr>
                <w:rStyle w:val="normaltextrun"/>
                <w:rFonts w:ascii="Browallia New" w:hAnsi="Browallia New" w:cs="Browallia New" w:hint="cs"/>
                <w:cs/>
              </w:rPr>
              <w:t>มีนาคม</w:t>
            </w:r>
            <w:r>
              <w:rPr>
                <w:rStyle w:val="normaltextrun"/>
                <w:rFonts w:ascii="Browallia New" w:hAnsi="Browallia New" w:cs="Browallia New"/>
                <w:cs/>
              </w:rPr>
              <w:br/>
            </w:r>
            <w:r>
              <w:rPr>
                <w:rStyle w:val="normaltextrun"/>
                <w:rFonts w:ascii="Browallia New" w:hAnsi="Browallia New" w:cs="Browallia New"/>
              </w:rPr>
              <w:t>2566</w:t>
            </w:r>
          </w:p>
        </w:tc>
        <w:tc>
          <w:tcPr>
            <w:tcW w:w="1305" w:type="dxa"/>
            <w:vAlign w:val="bottom"/>
          </w:tcPr>
          <w:p w14:paraId="7844A512" w14:textId="77777777" w:rsidR="00DA06C2" w:rsidRPr="00B11ECB" w:rsidRDefault="00DA06C2" w:rsidP="00DA06C2">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51CDBCAE" w14:textId="01C2EA1F" w:rsidR="00DA06C2" w:rsidRPr="00B11ECB" w:rsidRDefault="00DA06C2" w:rsidP="00DA06C2">
            <w:pPr>
              <w:pBdr>
                <w:bottom w:val="single" w:sz="6" w:space="1" w:color="auto"/>
              </w:pBdr>
              <w:tabs>
                <w:tab w:val="left" w:pos="996"/>
              </w:tabs>
              <w:ind w:left="-18"/>
              <w:jc w:val="center"/>
              <w:rPr>
                <w:rFonts w:ascii="Browallia New" w:hAnsi="Browallia New" w:cs="Browallia New"/>
              </w:rPr>
            </w:pPr>
            <w:r w:rsidRPr="00B11ECB">
              <w:rPr>
                <w:rFonts w:ascii="Browallia New" w:hAnsi="Browallia New" w:cs="Browallia New"/>
              </w:rPr>
              <w:t>256</w:t>
            </w:r>
            <w:r>
              <w:rPr>
                <w:rFonts w:ascii="Browallia New" w:hAnsi="Browallia New" w:cs="Browallia New"/>
              </w:rPr>
              <w:t>5</w:t>
            </w:r>
          </w:p>
        </w:tc>
      </w:tr>
      <w:tr w:rsidR="00661918" w:rsidRPr="00B11ECB" w14:paraId="59D8DA36" w14:textId="77777777" w:rsidTr="008C5CBB">
        <w:trPr>
          <w:tblHeader/>
        </w:trPr>
        <w:tc>
          <w:tcPr>
            <w:tcW w:w="3934" w:type="dxa"/>
          </w:tcPr>
          <w:p w14:paraId="4E5658E6" w14:textId="77777777" w:rsidR="00661918" w:rsidRPr="00B11ECB" w:rsidRDefault="00661918" w:rsidP="003E0B20">
            <w:pPr>
              <w:ind w:right="-36"/>
              <w:rPr>
                <w:rFonts w:ascii="Browallia New" w:hAnsi="Browallia New" w:cs="Browallia New"/>
              </w:rPr>
            </w:pPr>
          </w:p>
        </w:tc>
        <w:tc>
          <w:tcPr>
            <w:tcW w:w="1296" w:type="dxa"/>
            <w:vAlign w:val="bottom"/>
          </w:tcPr>
          <w:p w14:paraId="619D505C" w14:textId="77777777" w:rsidR="00661918" w:rsidRPr="00B11ECB" w:rsidRDefault="00661918" w:rsidP="00D37C0F">
            <w:pPr>
              <w:tabs>
                <w:tab w:val="left" w:pos="1017"/>
              </w:tabs>
              <w:ind w:left="-18"/>
              <w:jc w:val="center"/>
              <w:rPr>
                <w:rFonts w:ascii="Browallia New" w:hAnsi="Browallia New" w:cs="Browallia New"/>
                <w:spacing w:val="-2"/>
              </w:rPr>
            </w:pPr>
          </w:p>
        </w:tc>
        <w:tc>
          <w:tcPr>
            <w:tcW w:w="1287" w:type="dxa"/>
            <w:vAlign w:val="bottom"/>
          </w:tcPr>
          <w:p w14:paraId="6B20CD55" w14:textId="77777777" w:rsidR="00661918" w:rsidRPr="00B11ECB" w:rsidRDefault="00661918" w:rsidP="00D37C0F">
            <w:pPr>
              <w:ind w:left="-105" w:right="-108"/>
              <w:jc w:val="center"/>
              <w:rPr>
                <w:rFonts w:ascii="Browallia New" w:hAnsi="Browallia New" w:cs="Browallia New"/>
              </w:rPr>
            </w:pPr>
          </w:p>
        </w:tc>
        <w:tc>
          <w:tcPr>
            <w:tcW w:w="1296" w:type="dxa"/>
            <w:vAlign w:val="bottom"/>
          </w:tcPr>
          <w:p w14:paraId="64723601" w14:textId="77777777" w:rsidR="00661918" w:rsidRPr="00B11ECB" w:rsidRDefault="00661918" w:rsidP="00D37C0F">
            <w:pPr>
              <w:tabs>
                <w:tab w:val="left" w:pos="900"/>
              </w:tabs>
              <w:ind w:left="-18"/>
              <w:jc w:val="center"/>
              <w:rPr>
                <w:rFonts w:ascii="Browallia New" w:hAnsi="Browallia New" w:cs="Browallia New"/>
                <w:spacing w:val="-2"/>
              </w:rPr>
            </w:pPr>
          </w:p>
        </w:tc>
        <w:tc>
          <w:tcPr>
            <w:tcW w:w="1305" w:type="dxa"/>
            <w:vAlign w:val="bottom"/>
          </w:tcPr>
          <w:p w14:paraId="0C8EB595" w14:textId="77777777" w:rsidR="00661918" w:rsidRPr="00B11ECB" w:rsidRDefault="00661918" w:rsidP="003E0B20">
            <w:pPr>
              <w:ind w:left="-105" w:right="-108"/>
              <w:jc w:val="center"/>
              <w:rPr>
                <w:rFonts w:ascii="Browallia New" w:hAnsi="Browallia New" w:cs="Browallia New"/>
              </w:rPr>
            </w:pPr>
          </w:p>
        </w:tc>
      </w:tr>
      <w:tr w:rsidR="00F55FC7" w:rsidRPr="00B11ECB" w14:paraId="42B8F4B4" w14:textId="77777777" w:rsidTr="008C5CBB">
        <w:tc>
          <w:tcPr>
            <w:tcW w:w="3934" w:type="dxa"/>
          </w:tcPr>
          <w:p w14:paraId="245E6FC9" w14:textId="77777777" w:rsidR="00F55FC7" w:rsidRPr="00B11ECB" w:rsidRDefault="00F55FC7" w:rsidP="003E0B20">
            <w:pPr>
              <w:ind w:right="-36"/>
              <w:rPr>
                <w:rFonts w:ascii="Browallia New" w:hAnsi="Browallia New" w:cs="Browallia New"/>
                <w:b/>
                <w:bCs/>
                <w:cs/>
              </w:rPr>
            </w:pPr>
            <w:r w:rsidRPr="00B11ECB">
              <w:rPr>
                <w:rFonts w:ascii="Browallia New" w:hAnsi="Browallia New" w:cs="Browallia New"/>
                <w:b/>
                <w:bCs/>
                <w:cs/>
              </w:rPr>
              <w:t>สินทรัพย์ที่เกิดจากสัญญา</w:t>
            </w:r>
          </w:p>
        </w:tc>
        <w:tc>
          <w:tcPr>
            <w:tcW w:w="1296" w:type="dxa"/>
          </w:tcPr>
          <w:p w14:paraId="55F3293E" w14:textId="77777777" w:rsidR="00F55FC7" w:rsidRPr="00B11ECB" w:rsidRDefault="00F55FC7" w:rsidP="003E0B20">
            <w:pPr>
              <w:ind w:left="-49" w:right="-19"/>
              <w:jc w:val="right"/>
              <w:rPr>
                <w:rFonts w:ascii="Browallia New" w:hAnsi="Browallia New" w:cs="Browallia New"/>
                <w:lang w:val="en-GB"/>
              </w:rPr>
            </w:pPr>
          </w:p>
        </w:tc>
        <w:tc>
          <w:tcPr>
            <w:tcW w:w="1287" w:type="dxa"/>
          </w:tcPr>
          <w:p w14:paraId="6C820457" w14:textId="77777777" w:rsidR="00F55FC7" w:rsidRPr="00B11ECB" w:rsidRDefault="00F55FC7" w:rsidP="003E0B20">
            <w:pPr>
              <w:ind w:left="-49" w:right="-19"/>
              <w:jc w:val="right"/>
              <w:rPr>
                <w:rFonts w:ascii="Browallia New" w:hAnsi="Browallia New" w:cs="Browallia New"/>
                <w:lang w:val="en-GB"/>
              </w:rPr>
            </w:pPr>
          </w:p>
        </w:tc>
        <w:tc>
          <w:tcPr>
            <w:tcW w:w="1296" w:type="dxa"/>
          </w:tcPr>
          <w:p w14:paraId="52ED6F1F" w14:textId="77777777" w:rsidR="00F55FC7" w:rsidRPr="00B11ECB" w:rsidRDefault="00F55FC7" w:rsidP="003E0B20">
            <w:pPr>
              <w:ind w:left="-49" w:right="-19"/>
              <w:jc w:val="right"/>
              <w:rPr>
                <w:rFonts w:ascii="Browallia New" w:hAnsi="Browallia New" w:cs="Browallia New"/>
                <w:lang w:val="en-GB"/>
              </w:rPr>
            </w:pPr>
          </w:p>
        </w:tc>
        <w:tc>
          <w:tcPr>
            <w:tcW w:w="1305" w:type="dxa"/>
          </w:tcPr>
          <w:p w14:paraId="79CCD94A" w14:textId="77777777" w:rsidR="00F55FC7" w:rsidRPr="00B11ECB" w:rsidRDefault="00F55FC7" w:rsidP="003E0B20">
            <w:pPr>
              <w:ind w:left="-19" w:right="-4"/>
              <w:jc w:val="right"/>
              <w:rPr>
                <w:rFonts w:ascii="Browallia New" w:hAnsi="Browallia New" w:cs="Browallia New"/>
              </w:rPr>
            </w:pPr>
          </w:p>
        </w:tc>
      </w:tr>
      <w:tr w:rsidR="00374DEE" w:rsidRPr="00B11ECB" w14:paraId="7A40CDF7" w14:textId="77777777" w:rsidTr="008C5CBB">
        <w:trPr>
          <w:trHeight w:val="91"/>
        </w:trPr>
        <w:tc>
          <w:tcPr>
            <w:tcW w:w="3934" w:type="dxa"/>
          </w:tcPr>
          <w:p w14:paraId="4C906AF1" w14:textId="62B5AD20" w:rsidR="00374DEE" w:rsidRPr="00B11ECB" w:rsidRDefault="00374DEE" w:rsidP="00374DEE">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รายได้ค้างรับที่ยังไม่ได้เรียกชำระ</w:t>
            </w:r>
          </w:p>
        </w:tc>
        <w:tc>
          <w:tcPr>
            <w:tcW w:w="1296" w:type="dxa"/>
          </w:tcPr>
          <w:p w14:paraId="5B637950" w14:textId="2D9C5E7C" w:rsidR="00374DEE" w:rsidRPr="00D005B0" w:rsidRDefault="00C00B7F" w:rsidP="00374DEE">
            <w:pPr>
              <w:ind w:left="-49" w:right="-19"/>
              <w:jc w:val="right"/>
              <w:rPr>
                <w:rFonts w:ascii="Browallia New" w:hAnsi="Browallia New" w:cs="Browallia New"/>
              </w:rPr>
            </w:pPr>
            <w:r>
              <w:rPr>
                <w:rFonts w:ascii="Browallia New" w:hAnsi="Browallia New" w:cs="Browallia New"/>
              </w:rPr>
              <w:t>71,429</w:t>
            </w:r>
          </w:p>
        </w:tc>
        <w:tc>
          <w:tcPr>
            <w:tcW w:w="1287" w:type="dxa"/>
          </w:tcPr>
          <w:p w14:paraId="1231E322" w14:textId="62E18FDE" w:rsidR="00374DEE" w:rsidRPr="00B11ECB" w:rsidRDefault="00374DEE" w:rsidP="00374DEE">
            <w:pPr>
              <w:ind w:left="-49" w:right="-19"/>
              <w:jc w:val="right"/>
              <w:rPr>
                <w:rFonts w:ascii="Browallia New" w:hAnsi="Browallia New" w:cs="Browallia New"/>
                <w:lang w:val="en-GB"/>
              </w:rPr>
            </w:pPr>
            <w:r w:rsidRPr="00302A9E">
              <w:rPr>
                <w:rFonts w:ascii="Browallia New" w:hAnsi="Browallia New" w:cs="Browallia New"/>
              </w:rPr>
              <w:t>102,418</w:t>
            </w:r>
          </w:p>
        </w:tc>
        <w:tc>
          <w:tcPr>
            <w:tcW w:w="1296" w:type="dxa"/>
          </w:tcPr>
          <w:p w14:paraId="1EE34680" w14:textId="025919CF" w:rsidR="00374DEE" w:rsidRPr="000540A0" w:rsidRDefault="00121B32" w:rsidP="00374DEE">
            <w:pPr>
              <w:ind w:left="-49" w:right="-19"/>
              <w:jc w:val="right"/>
              <w:rPr>
                <w:rFonts w:ascii="Browallia New" w:hAnsi="Browallia New" w:cs="Browallia New"/>
              </w:rPr>
            </w:pPr>
            <w:r>
              <w:rPr>
                <w:rFonts w:ascii="Browallia New" w:hAnsi="Browallia New" w:cs="Browallia New"/>
              </w:rPr>
              <w:t>71,429</w:t>
            </w:r>
          </w:p>
        </w:tc>
        <w:tc>
          <w:tcPr>
            <w:tcW w:w="1305" w:type="dxa"/>
          </w:tcPr>
          <w:p w14:paraId="10146A5B" w14:textId="2F3FCBBA" w:rsidR="00374DEE" w:rsidRPr="00B11ECB" w:rsidRDefault="00374DEE" w:rsidP="00374DEE">
            <w:pPr>
              <w:ind w:left="-19" w:right="-4"/>
              <w:jc w:val="right"/>
              <w:rPr>
                <w:rFonts w:ascii="Browallia New" w:hAnsi="Browallia New" w:cs="Browallia New"/>
              </w:rPr>
            </w:pPr>
            <w:r w:rsidRPr="00302A9E">
              <w:rPr>
                <w:rFonts w:ascii="Browallia New" w:hAnsi="Browallia New" w:cs="Browallia New"/>
                <w:lang w:val="en-GB"/>
              </w:rPr>
              <w:t>102,418</w:t>
            </w:r>
          </w:p>
        </w:tc>
      </w:tr>
      <w:tr w:rsidR="00374DEE" w:rsidRPr="00B11ECB" w14:paraId="337A5F29" w14:textId="77777777" w:rsidTr="008C5CBB">
        <w:trPr>
          <w:trHeight w:val="69"/>
        </w:trPr>
        <w:tc>
          <w:tcPr>
            <w:tcW w:w="3934" w:type="dxa"/>
          </w:tcPr>
          <w:p w14:paraId="232A83AE" w14:textId="0D0DFD83" w:rsidR="00374DEE" w:rsidRPr="00B11ECB" w:rsidRDefault="00374DEE" w:rsidP="00374DEE">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ลูกหนี้เงินประกันผลงาน</w:t>
            </w:r>
          </w:p>
        </w:tc>
        <w:tc>
          <w:tcPr>
            <w:tcW w:w="1296" w:type="dxa"/>
          </w:tcPr>
          <w:p w14:paraId="310A62EF" w14:textId="3D777AE3" w:rsidR="00374DEE" w:rsidRPr="00D005B0" w:rsidRDefault="00E830DD" w:rsidP="00374DEE">
            <w:pPr>
              <w:pBdr>
                <w:bottom w:val="single" w:sz="4" w:space="1" w:color="auto"/>
              </w:pBdr>
              <w:ind w:left="-49" w:right="-19"/>
              <w:jc w:val="right"/>
              <w:rPr>
                <w:rFonts w:ascii="Browallia New" w:hAnsi="Browallia New" w:cs="Browallia New"/>
              </w:rPr>
            </w:pPr>
            <w:r>
              <w:rPr>
                <w:rFonts w:ascii="Browallia New" w:hAnsi="Browallia New" w:cs="Browallia New"/>
              </w:rPr>
              <w:t>13,408</w:t>
            </w:r>
          </w:p>
        </w:tc>
        <w:tc>
          <w:tcPr>
            <w:tcW w:w="1287" w:type="dxa"/>
          </w:tcPr>
          <w:p w14:paraId="7682318E" w14:textId="2BB2188E" w:rsidR="00374DEE" w:rsidRPr="00B11ECB" w:rsidRDefault="00374DEE" w:rsidP="00374DEE">
            <w:pPr>
              <w:pBdr>
                <w:bottom w:val="single" w:sz="4" w:space="1" w:color="auto"/>
              </w:pBdr>
              <w:ind w:left="-49" w:right="-19"/>
              <w:jc w:val="right"/>
              <w:rPr>
                <w:rFonts w:ascii="Browallia New" w:hAnsi="Browallia New" w:cs="Browallia New"/>
                <w:lang w:val="en-GB"/>
              </w:rPr>
            </w:pPr>
            <w:r w:rsidRPr="00302A9E">
              <w:rPr>
                <w:rFonts w:ascii="Browallia New" w:hAnsi="Browallia New" w:cs="Browallia New"/>
              </w:rPr>
              <w:t>14,752</w:t>
            </w:r>
          </w:p>
        </w:tc>
        <w:tc>
          <w:tcPr>
            <w:tcW w:w="1296" w:type="dxa"/>
          </w:tcPr>
          <w:p w14:paraId="7BB40068" w14:textId="6A64BB00" w:rsidR="00374DEE" w:rsidRPr="00B11ECB" w:rsidRDefault="00121B32" w:rsidP="00374DEE">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13,408</w:t>
            </w:r>
          </w:p>
        </w:tc>
        <w:tc>
          <w:tcPr>
            <w:tcW w:w="1305" w:type="dxa"/>
          </w:tcPr>
          <w:p w14:paraId="43807E4E" w14:textId="3566F0C7" w:rsidR="00374DEE" w:rsidRPr="00B11ECB" w:rsidRDefault="00374DEE" w:rsidP="00374DEE">
            <w:pPr>
              <w:pBdr>
                <w:bottom w:val="single" w:sz="4" w:space="1" w:color="auto"/>
              </w:pBdr>
              <w:ind w:left="-19" w:right="-4"/>
              <w:jc w:val="right"/>
              <w:rPr>
                <w:rFonts w:ascii="Browallia New" w:hAnsi="Browallia New" w:cs="Browallia New"/>
              </w:rPr>
            </w:pPr>
            <w:r w:rsidRPr="00302A9E">
              <w:rPr>
                <w:rFonts w:ascii="Browallia New" w:hAnsi="Browallia New" w:cs="Browallia New"/>
                <w:lang w:val="en-GB"/>
              </w:rPr>
              <w:t>14,752</w:t>
            </w:r>
          </w:p>
        </w:tc>
      </w:tr>
      <w:tr w:rsidR="00374DEE" w:rsidRPr="00B11ECB" w14:paraId="42CCDBBC" w14:textId="77777777" w:rsidTr="008C5CBB">
        <w:tc>
          <w:tcPr>
            <w:tcW w:w="3934" w:type="dxa"/>
          </w:tcPr>
          <w:p w14:paraId="78A18627" w14:textId="77777777" w:rsidR="00374DEE" w:rsidRPr="00B11ECB" w:rsidRDefault="00374DEE" w:rsidP="00374DEE">
            <w:pPr>
              <w:ind w:left="162" w:right="-36" w:hanging="162"/>
              <w:rPr>
                <w:rFonts w:ascii="Browallia New" w:hAnsi="Browallia New" w:cs="Browallia New"/>
                <w:cs/>
              </w:rPr>
            </w:pPr>
            <w:r w:rsidRPr="00B11ECB">
              <w:rPr>
                <w:rFonts w:ascii="Browallia New" w:hAnsi="Browallia New" w:cs="Browallia New"/>
                <w:cs/>
              </w:rPr>
              <w:t>รวมสินทรัพย์ที่เกิดจากสัญญา</w:t>
            </w:r>
          </w:p>
        </w:tc>
        <w:tc>
          <w:tcPr>
            <w:tcW w:w="1296" w:type="dxa"/>
          </w:tcPr>
          <w:p w14:paraId="67A47356" w14:textId="492FCCD9" w:rsidR="00374DEE" w:rsidRPr="00D005B0" w:rsidRDefault="00E830DD" w:rsidP="00374DEE">
            <w:pPr>
              <w:pBdr>
                <w:bottom w:val="single" w:sz="12" w:space="1" w:color="auto"/>
              </w:pBdr>
              <w:ind w:left="-49" w:right="-19"/>
              <w:jc w:val="right"/>
              <w:rPr>
                <w:rFonts w:ascii="Browallia New" w:hAnsi="Browallia New" w:cs="Browallia New"/>
              </w:rPr>
            </w:pPr>
            <w:r>
              <w:rPr>
                <w:rFonts w:ascii="Browallia New" w:hAnsi="Browallia New" w:cs="Browallia New"/>
              </w:rPr>
              <w:t>84,837</w:t>
            </w:r>
          </w:p>
        </w:tc>
        <w:tc>
          <w:tcPr>
            <w:tcW w:w="1287" w:type="dxa"/>
          </w:tcPr>
          <w:p w14:paraId="2AE99D1C" w14:textId="49D27068" w:rsidR="00374DEE" w:rsidRPr="00B11ECB" w:rsidRDefault="00374DEE" w:rsidP="00374DEE">
            <w:pPr>
              <w:pBdr>
                <w:bottom w:val="single" w:sz="12" w:space="1" w:color="auto"/>
              </w:pBdr>
              <w:ind w:left="-24" w:right="-19" w:firstLine="57"/>
              <w:jc w:val="right"/>
              <w:rPr>
                <w:rFonts w:ascii="Browallia New" w:hAnsi="Browallia New" w:cs="Browallia New"/>
              </w:rPr>
            </w:pPr>
            <w:r w:rsidRPr="00302A9E">
              <w:rPr>
                <w:rFonts w:ascii="Browallia New" w:hAnsi="Browallia New" w:cs="Browallia New"/>
              </w:rPr>
              <w:t>117,170</w:t>
            </w:r>
          </w:p>
        </w:tc>
        <w:tc>
          <w:tcPr>
            <w:tcW w:w="1296" w:type="dxa"/>
          </w:tcPr>
          <w:p w14:paraId="5F3D001B" w14:textId="292F1BE0" w:rsidR="00374DEE" w:rsidRPr="00B11ECB" w:rsidRDefault="00121B32" w:rsidP="00374DEE">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t>84,</w:t>
            </w:r>
            <w:r w:rsidR="003E2BB7">
              <w:rPr>
                <w:rFonts w:ascii="Browallia New" w:hAnsi="Browallia New" w:cs="Browallia New"/>
                <w:lang w:val="en-GB"/>
              </w:rPr>
              <w:t>837</w:t>
            </w:r>
          </w:p>
        </w:tc>
        <w:tc>
          <w:tcPr>
            <w:tcW w:w="1305" w:type="dxa"/>
          </w:tcPr>
          <w:p w14:paraId="4239E9D8" w14:textId="0F4D2EE7" w:rsidR="00374DEE" w:rsidRPr="00B11ECB" w:rsidRDefault="00374DEE" w:rsidP="00374DEE">
            <w:pPr>
              <w:pBdr>
                <w:bottom w:val="single" w:sz="12" w:space="1" w:color="auto"/>
              </w:pBdr>
              <w:ind w:left="-45" w:right="-19"/>
              <w:jc w:val="right"/>
              <w:rPr>
                <w:rFonts w:ascii="Browallia New" w:hAnsi="Browallia New" w:cs="Browallia New"/>
              </w:rPr>
            </w:pPr>
            <w:r w:rsidRPr="00302A9E">
              <w:rPr>
                <w:rFonts w:ascii="Browallia New" w:hAnsi="Browallia New" w:cs="Browallia New"/>
                <w:lang w:val="en-GB"/>
              </w:rPr>
              <w:t>117,170</w:t>
            </w:r>
          </w:p>
        </w:tc>
      </w:tr>
      <w:tr w:rsidR="00374DEE" w:rsidRPr="00B11ECB" w14:paraId="4556AF56" w14:textId="77777777" w:rsidTr="000517AD">
        <w:trPr>
          <w:trHeight w:val="198"/>
        </w:trPr>
        <w:tc>
          <w:tcPr>
            <w:tcW w:w="3934" w:type="dxa"/>
            <w:vAlign w:val="center"/>
          </w:tcPr>
          <w:p w14:paraId="33408681" w14:textId="77777777" w:rsidR="00374DEE" w:rsidRPr="00B11ECB" w:rsidRDefault="00374DEE" w:rsidP="00374DEE">
            <w:pPr>
              <w:ind w:left="162" w:right="-36" w:hanging="162"/>
              <w:rPr>
                <w:rFonts w:ascii="Browallia New" w:hAnsi="Browallia New" w:cs="Browallia New"/>
                <w:b/>
                <w:bCs/>
                <w:cs/>
              </w:rPr>
            </w:pPr>
            <w:r w:rsidRPr="00B11ECB">
              <w:rPr>
                <w:rFonts w:ascii="Browallia New" w:hAnsi="Browallia New" w:cs="Browallia New"/>
                <w:b/>
                <w:bCs/>
                <w:cs/>
              </w:rPr>
              <w:t>หนี้สินที่เกิดจากสัญญา</w:t>
            </w:r>
          </w:p>
        </w:tc>
        <w:tc>
          <w:tcPr>
            <w:tcW w:w="1296" w:type="dxa"/>
          </w:tcPr>
          <w:p w14:paraId="4D74C16E" w14:textId="77777777" w:rsidR="00374DEE" w:rsidRPr="00B11ECB" w:rsidRDefault="00374DEE" w:rsidP="00374DEE">
            <w:pPr>
              <w:ind w:left="-49" w:right="-19"/>
              <w:jc w:val="right"/>
              <w:rPr>
                <w:rFonts w:ascii="Browallia New" w:hAnsi="Browallia New" w:cs="Browallia New"/>
                <w:lang w:val="en-GB"/>
              </w:rPr>
            </w:pPr>
          </w:p>
        </w:tc>
        <w:tc>
          <w:tcPr>
            <w:tcW w:w="1287" w:type="dxa"/>
          </w:tcPr>
          <w:p w14:paraId="132D6624" w14:textId="77777777" w:rsidR="00374DEE" w:rsidRPr="00B11ECB" w:rsidRDefault="00374DEE" w:rsidP="00374DEE">
            <w:pPr>
              <w:ind w:left="-24" w:right="-19" w:firstLine="57"/>
              <w:jc w:val="right"/>
              <w:rPr>
                <w:rFonts w:ascii="Browallia New" w:hAnsi="Browallia New" w:cs="Browallia New"/>
              </w:rPr>
            </w:pPr>
          </w:p>
        </w:tc>
        <w:tc>
          <w:tcPr>
            <w:tcW w:w="1296" w:type="dxa"/>
          </w:tcPr>
          <w:p w14:paraId="4FB42A00" w14:textId="77777777" w:rsidR="00374DEE" w:rsidRPr="00B11ECB" w:rsidRDefault="00374DEE" w:rsidP="00374DEE">
            <w:pPr>
              <w:ind w:left="-49" w:right="-19"/>
              <w:jc w:val="right"/>
              <w:rPr>
                <w:rFonts w:ascii="Browallia New" w:hAnsi="Browallia New" w:cs="Browallia New"/>
                <w:cs/>
                <w:lang w:val="en-GB"/>
              </w:rPr>
            </w:pPr>
          </w:p>
        </w:tc>
        <w:tc>
          <w:tcPr>
            <w:tcW w:w="1305" w:type="dxa"/>
          </w:tcPr>
          <w:p w14:paraId="4DBC214F" w14:textId="77777777" w:rsidR="00374DEE" w:rsidRPr="00B11ECB" w:rsidRDefault="00374DEE" w:rsidP="00374DEE">
            <w:pPr>
              <w:ind w:left="-45" w:right="14"/>
              <w:jc w:val="right"/>
              <w:rPr>
                <w:rFonts w:ascii="Browallia New" w:hAnsi="Browallia New" w:cs="Browallia New"/>
                <w:cs/>
              </w:rPr>
            </w:pPr>
          </w:p>
        </w:tc>
      </w:tr>
      <w:tr w:rsidR="00A22FB6" w:rsidRPr="00B11ECB" w14:paraId="08EE1E6F" w14:textId="77777777" w:rsidTr="008C5CBB">
        <w:tc>
          <w:tcPr>
            <w:tcW w:w="3934" w:type="dxa"/>
          </w:tcPr>
          <w:p w14:paraId="299155B4" w14:textId="77777777" w:rsidR="00A22FB6" w:rsidRPr="00B11ECB" w:rsidRDefault="00A22FB6" w:rsidP="00A22FB6">
            <w:pPr>
              <w:ind w:left="162" w:right="-36" w:hanging="162"/>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เงินรับล่วงหน้าจากลูกค้า</w:t>
            </w:r>
          </w:p>
        </w:tc>
        <w:tc>
          <w:tcPr>
            <w:tcW w:w="1296" w:type="dxa"/>
          </w:tcPr>
          <w:p w14:paraId="47919D9A" w14:textId="2B2B36ED" w:rsidR="00A22FB6" w:rsidRPr="00EF1DB3" w:rsidRDefault="0066026C" w:rsidP="00A22FB6">
            <w:pPr>
              <w:pBdr>
                <w:bottom w:val="single" w:sz="4" w:space="1" w:color="auto"/>
              </w:pBdr>
              <w:ind w:left="-24" w:right="-19" w:firstLine="57"/>
              <w:jc w:val="right"/>
              <w:rPr>
                <w:rFonts w:ascii="Browallia New" w:hAnsi="Browallia New" w:cs="Browallia New"/>
              </w:rPr>
            </w:pPr>
            <w:r>
              <w:rPr>
                <w:rFonts w:ascii="Browallia New" w:hAnsi="Browallia New" w:cs="Browallia New"/>
              </w:rPr>
              <w:t>35,625</w:t>
            </w:r>
          </w:p>
        </w:tc>
        <w:tc>
          <w:tcPr>
            <w:tcW w:w="1287" w:type="dxa"/>
          </w:tcPr>
          <w:p w14:paraId="3857F42A" w14:textId="33E6F040" w:rsidR="00A22FB6" w:rsidRPr="00B11ECB" w:rsidRDefault="00A22FB6" w:rsidP="00A22FB6">
            <w:pPr>
              <w:pBdr>
                <w:bottom w:val="single" w:sz="4" w:space="1" w:color="auto"/>
              </w:pBdr>
              <w:ind w:left="-24" w:right="-19" w:firstLine="57"/>
              <w:jc w:val="right"/>
              <w:rPr>
                <w:rFonts w:ascii="Browallia New" w:hAnsi="Browallia New" w:cs="Browallia New"/>
              </w:rPr>
            </w:pPr>
            <w:r w:rsidRPr="00302A9E">
              <w:rPr>
                <w:rFonts w:ascii="Browallia New" w:hAnsi="Browallia New" w:cs="Browallia New"/>
              </w:rPr>
              <w:t>28,009</w:t>
            </w:r>
          </w:p>
        </w:tc>
        <w:tc>
          <w:tcPr>
            <w:tcW w:w="1296" w:type="dxa"/>
          </w:tcPr>
          <w:p w14:paraId="213EB338" w14:textId="3D9B8C09" w:rsidR="00A22FB6" w:rsidRPr="00B11ECB" w:rsidRDefault="003E2BB7" w:rsidP="00A22FB6">
            <w:pPr>
              <w:pBdr>
                <w:bottom w:val="single" w:sz="4" w:space="1" w:color="auto"/>
              </w:pBdr>
              <w:ind w:left="-45" w:right="14"/>
              <w:jc w:val="right"/>
              <w:rPr>
                <w:rFonts w:ascii="Browallia New" w:hAnsi="Browallia New" w:cs="Browallia New"/>
                <w:cs/>
                <w:lang w:val="en-GB"/>
              </w:rPr>
            </w:pPr>
            <w:r>
              <w:rPr>
                <w:rFonts w:ascii="Browallia New" w:hAnsi="Browallia New" w:cs="Browallia New"/>
                <w:lang w:val="en-GB"/>
              </w:rPr>
              <w:t>34,753</w:t>
            </w:r>
          </w:p>
        </w:tc>
        <w:tc>
          <w:tcPr>
            <w:tcW w:w="1305" w:type="dxa"/>
          </w:tcPr>
          <w:p w14:paraId="7D6E3B83" w14:textId="1358055F" w:rsidR="00A22FB6" w:rsidRPr="00B11ECB" w:rsidRDefault="00A22FB6" w:rsidP="00A22FB6">
            <w:pPr>
              <w:pBdr>
                <w:bottom w:val="single" w:sz="4" w:space="1" w:color="auto"/>
              </w:pBdr>
              <w:ind w:left="-45" w:right="14"/>
              <w:jc w:val="right"/>
              <w:rPr>
                <w:rFonts w:ascii="Browallia New" w:hAnsi="Browallia New" w:cs="Browallia New"/>
                <w:cs/>
              </w:rPr>
            </w:pPr>
            <w:r w:rsidRPr="00302A9E">
              <w:rPr>
                <w:rFonts w:ascii="Browallia New" w:hAnsi="Browallia New" w:cs="Browallia New"/>
                <w:lang w:val="en-GB"/>
              </w:rPr>
              <w:t>20,890</w:t>
            </w:r>
          </w:p>
        </w:tc>
      </w:tr>
      <w:tr w:rsidR="00A22FB6" w:rsidRPr="00B11ECB" w14:paraId="2D9BE521" w14:textId="77777777" w:rsidTr="008C5CBB">
        <w:tc>
          <w:tcPr>
            <w:tcW w:w="3934" w:type="dxa"/>
          </w:tcPr>
          <w:p w14:paraId="321235F5" w14:textId="77777777" w:rsidR="00A22FB6" w:rsidRPr="00B11ECB" w:rsidRDefault="00A22FB6" w:rsidP="00A22FB6">
            <w:pPr>
              <w:ind w:left="162" w:right="-36" w:hanging="162"/>
              <w:rPr>
                <w:rFonts w:ascii="Browallia New" w:hAnsi="Browallia New" w:cs="Browallia New"/>
                <w:cs/>
              </w:rPr>
            </w:pPr>
            <w:r w:rsidRPr="00B11ECB">
              <w:rPr>
                <w:rFonts w:ascii="Browallia New" w:hAnsi="Browallia New" w:cs="Browallia New"/>
                <w:cs/>
              </w:rPr>
              <w:t>รวมหนี้สินที่เกิดจากสัญญา</w:t>
            </w:r>
          </w:p>
        </w:tc>
        <w:tc>
          <w:tcPr>
            <w:tcW w:w="1296" w:type="dxa"/>
          </w:tcPr>
          <w:p w14:paraId="7FACC33A" w14:textId="32D2C7A8" w:rsidR="00A22FB6" w:rsidRPr="00B11ECB" w:rsidRDefault="0066026C" w:rsidP="00A22FB6">
            <w:pPr>
              <w:pBdr>
                <w:bottom w:val="single" w:sz="12" w:space="1" w:color="auto"/>
              </w:pBdr>
              <w:ind w:left="-24" w:right="-19" w:firstLine="57"/>
              <w:jc w:val="right"/>
              <w:rPr>
                <w:rFonts w:ascii="Browallia New" w:hAnsi="Browallia New" w:cs="Browallia New"/>
              </w:rPr>
            </w:pPr>
            <w:r>
              <w:rPr>
                <w:rFonts w:ascii="Browallia New" w:hAnsi="Browallia New" w:cs="Browallia New"/>
              </w:rPr>
              <w:t>35,625</w:t>
            </w:r>
          </w:p>
        </w:tc>
        <w:tc>
          <w:tcPr>
            <w:tcW w:w="1287" w:type="dxa"/>
          </w:tcPr>
          <w:p w14:paraId="21CA965C" w14:textId="5B425012" w:rsidR="00A22FB6" w:rsidRPr="00B11ECB" w:rsidRDefault="00A22FB6" w:rsidP="00A22FB6">
            <w:pPr>
              <w:pBdr>
                <w:bottom w:val="single" w:sz="12" w:space="1" w:color="auto"/>
              </w:pBdr>
              <w:ind w:left="-24" w:right="-19" w:firstLine="57"/>
              <w:jc w:val="right"/>
              <w:rPr>
                <w:rFonts w:ascii="Browallia New" w:hAnsi="Browallia New" w:cs="Browallia New"/>
              </w:rPr>
            </w:pPr>
            <w:r w:rsidRPr="00302A9E">
              <w:rPr>
                <w:rFonts w:ascii="Browallia New" w:hAnsi="Browallia New" w:cs="Browallia New"/>
              </w:rPr>
              <w:t>28,009</w:t>
            </w:r>
          </w:p>
        </w:tc>
        <w:tc>
          <w:tcPr>
            <w:tcW w:w="1296" w:type="dxa"/>
          </w:tcPr>
          <w:p w14:paraId="73F71EDC" w14:textId="1A06ACCA" w:rsidR="00A22FB6" w:rsidRPr="00B11ECB" w:rsidRDefault="003E2BB7" w:rsidP="00A22FB6">
            <w:pPr>
              <w:pBdr>
                <w:bottom w:val="single" w:sz="12" w:space="1" w:color="auto"/>
              </w:pBdr>
              <w:ind w:left="-45" w:right="14"/>
              <w:jc w:val="right"/>
              <w:rPr>
                <w:rFonts w:ascii="Browallia New" w:hAnsi="Browallia New" w:cs="Browallia New"/>
                <w:cs/>
                <w:lang w:val="en-GB"/>
              </w:rPr>
            </w:pPr>
            <w:r>
              <w:rPr>
                <w:rFonts w:ascii="Browallia New" w:hAnsi="Browallia New" w:cs="Browallia New"/>
                <w:lang w:val="en-GB"/>
              </w:rPr>
              <w:t>34,753</w:t>
            </w:r>
          </w:p>
        </w:tc>
        <w:tc>
          <w:tcPr>
            <w:tcW w:w="1305" w:type="dxa"/>
          </w:tcPr>
          <w:p w14:paraId="6A67DD26" w14:textId="0D1F8A97" w:rsidR="00A22FB6" w:rsidRPr="00B11ECB" w:rsidRDefault="00A22FB6" w:rsidP="00A22FB6">
            <w:pPr>
              <w:pBdr>
                <w:bottom w:val="single" w:sz="12" w:space="1" w:color="auto"/>
              </w:pBdr>
              <w:ind w:left="-45" w:right="14"/>
              <w:jc w:val="right"/>
              <w:rPr>
                <w:rFonts w:ascii="Browallia New" w:hAnsi="Browallia New" w:cs="Browallia New"/>
                <w:cs/>
                <w:lang w:val="en-GB"/>
              </w:rPr>
            </w:pPr>
            <w:r w:rsidRPr="00302A9E">
              <w:rPr>
                <w:rFonts w:ascii="Browallia New" w:hAnsi="Browallia New" w:cs="Browallia New"/>
                <w:lang w:val="en-GB"/>
              </w:rPr>
              <w:t>20,890</w:t>
            </w:r>
          </w:p>
        </w:tc>
      </w:tr>
    </w:tbl>
    <w:p w14:paraId="53253620" w14:textId="559A4B7B" w:rsidR="00E56228" w:rsidRDefault="00E56228" w:rsidP="003E0B20">
      <w:pPr>
        <w:tabs>
          <w:tab w:val="left" w:pos="426"/>
        </w:tabs>
        <w:rPr>
          <w:rFonts w:ascii="Browallia New" w:hAnsi="Browallia New" w:cs="Browallia New"/>
        </w:rPr>
      </w:pPr>
    </w:p>
    <w:p w14:paraId="462E2CC2" w14:textId="25B104B5" w:rsidR="00AC45F6" w:rsidRPr="005C2BD1" w:rsidRDefault="00F55FC7" w:rsidP="003E0B20">
      <w:pPr>
        <w:pStyle w:val="ListParagraph"/>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C034C9" w:rsidRPr="005C2BD1" w14:paraId="6D4E5B2B" w14:textId="77777777" w:rsidTr="00AA01B5">
        <w:trPr>
          <w:tblHeader/>
        </w:trPr>
        <w:tc>
          <w:tcPr>
            <w:tcW w:w="3548" w:type="dxa"/>
          </w:tcPr>
          <w:p w14:paraId="775F733C" w14:textId="77777777" w:rsidR="00C034C9" w:rsidRPr="005C2BD1" w:rsidRDefault="00C034C9" w:rsidP="00C034C9">
            <w:pPr>
              <w:pStyle w:val="a3"/>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2935F0BC" w:rsidR="00C034C9" w:rsidRPr="005C2BD1" w:rsidRDefault="00C034C9" w:rsidP="00C034C9">
            <w:pPr>
              <w:ind w:left="-108"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149" w:type="dxa"/>
            <w:tcBorders>
              <w:top w:val="single" w:sz="4" w:space="0" w:color="auto"/>
              <w:left w:val="nil"/>
              <w:right w:val="nil"/>
            </w:tcBorders>
            <w:vAlign w:val="bottom"/>
          </w:tcPr>
          <w:p w14:paraId="34658505" w14:textId="77777777" w:rsidR="00C034C9" w:rsidRPr="005C2BD1" w:rsidRDefault="00C034C9" w:rsidP="00C034C9">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7DF9642E" w14:textId="77777777" w:rsidR="00C034C9" w:rsidRPr="005C2BD1" w:rsidRDefault="00C034C9" w:rsidP="00C034C9">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4DA56B44" w:rsidR="00C034C9" w:rsidRPr="005C2BD1" w:rsidRDefault="00C034C9" w:rsidP="00C034C9">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138" w:type="dxa"/>
            <w:vAlign w:val="bottom"/>
          </w:tcPr>
          <w:p w14:paraId="46B894EF" w14:textId="77777777" w:rsidR="00C034C9" w:rsidRPr="005C2BD1" w:rsidRDefault="00C034C9" w:rsidP="00C034C9">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421B8CF0" w:rsidR="00C034C9" w:rsidRPr="005C2BD1" w:rsidRDefault="00C034C9" w:rsidP="00C034C9">
            <w:pPr>
              <w:ind w:left="-108" w:right="-108"/>
              <w:jc w:val="center"/>
              <w:rPr>
                <w:rFonts w:ascii="Browallia New" w:hAnsi="Browallia New" w:cs="Browallia New"/>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140" w:type="dxa"/>
            <w:tcBorders>
              <w:top w:val="single" w:sz="4" w:space="0" w:color="auto"/>
              <w:left w:val="nil"/>
              <w:right w:val="nil"/>
            </w:tcBorders>
            <w:vAlign w:val="bottom"/>
          </w:tcPr>
          <w:p w14:paraId="6E799355" w14:textId="77777777" w:rsidR="00C034C9" w:rsidRPr="005C2BD1" w:rsidRDefault="00C034C9" w:rsidP="00C034C9">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7E82C798" w14:textId="77777777" w:rsidR="00C034C9" w:rsidRPr="005C2BD1" w:rsidRDefault="00C034C9" w:rsidP="00C034C9">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6F3BE4E7" w:rsidR="00C034C9" w:rsidRPr="005C2BD1" w:rsidRDefault="00C034C9" w:rsidP="00C034C9">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3"/>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CD25A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774F7E" w:rsidRPr="005C2BD1" w14:paraId="40491F04" w14:textId="77777777" w:rsidTr="000540A0">
        <w:trPr>
          <w:trHeight w:val="279"/>
        </w:trPr>
        <w:tc>
          <w:tcPr>
            <w:tcW w:w="3548" w:type="dxa"/>
            <w:hideMark/>
          </w:tcPr>
          <w:p w14:paraId="4B84224E" w14:textId="25C62035" w:rsidR="00774F7E" w:rsidRPr="005C2BD1" w:rsidRDefault="00774F7E" w:rsidP="00774F7E">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vAlign w:val="bottom"/>
          </w:tcPr>
          <w:p w14:paraId="2724DE8F" w14:textId="67C967DA" w:rsidR="00774F7E" w:rsidRPr="004778F7" w:rsidRDefault="00B73A99" w:rsidP="00774F7E">
            <w:pPr>
              <w:tabs>
                <w:tab w:val="left" w:pos="720"/>
              </w:tabs>
              <w:ind w:left="-108" w:right="3"/>
              <w:jc w:val="right"/>
              <w:rPr>
                <w:rFonts w:ascii="Browallia New" w:hAnsi="Browallia New" w:cs="Browallia New"/>
              </w:rPr>
            </w:pPr>
            <w:r>
              <w:rPr>
                <w:rFonts w:ascii="Browallia New" w:hAnsi="Browallia New" w:cs="Browallia New"/>
              </w:rPr>
              <w:t>364,507</w:t>
            </w:r>
          </w:p>
        </w:tc>
        <w:tc>
          <w:tcPr>
            <w:tcW w:w="149" w:type="dxa"/>
          </w:tcPr>
          <w:p w14:paraId="4C7ACDB8" w14:textId="77777777" w:rsidR="00774F7E" w:rsidRPr="004778F7" w:rsidRDefault="00774F7E" w:rsidP="00774F7E">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34A212CD" w:rsidR="00774F7E" w:rsidRPr="004778F7" w:rsidRDefault="00774F7E" w:rsidP="00774F7E">
            <w:pPr>
              <w:tabs>
                <w:tab w:val="left" w:pos="720"/>
              </w:tabs>
              <w:ind w:left="-108" w:right="3"/>
              <w:jc w:val="right"/>
              <w:rPr>
                <w:rFonts w:ascii="Browallia New" w:hAnsi="Browallia New" w:cs="Browallia New"/>
              </w:rPr>
            </w:pPr>
            <w:r>
              <w:rPr>
                <w:rFonts w:ascii="Browallia New" w:hAnsi="Browallia New" w:cs="Browallia New"/>
                <w:sz w:val="27"/>
                <w:szCs w:val="27"/>
              </w:rPr>
              <w:t>412,323</w:t>
            </w:r>
          </w:p>
        </w:tc>
        <w:tc>
          <w:tcPr>
            <w:tcW w:w="138" w:type="dxa"/>
          </w:tcPr>
          <w:p w14:paraId="21E45946"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48B81EEF" w:rsidR="00774F7E" w:rsidRPr="004778F7" w:rsidRDefault="00104BD0" w:rsidP="00774F7E">
            <w:pPr>
              <w:tabs>
                <w:tab w:val="left" w:pos="720"/>
              </w:tabs>
              <w:ind w:left="-108" w:right="3"/>
              <w:jc w:val="right"/>
              <w:rPr>
                <w:rFonts w:ascii="Browallia New" w:hAnsi="Browallia New" w:cs="Browallia New"/>
              </w:rPr>
            </w:pPr>
            <w:r>
              <w:rPr>
                <w:rFonts w:ascii="Browallia New" w:hAnsi="Browallia New" w:cs="Browallia New"/>
              </w:rPr>
              <w:t>364,507</w:t>
            </w:r>
          </w:p>
        </w:tc>
        <w:tc>
          <w:tcPr>
            <w:tcW w:w="140" w:type="dxa"/>
          </w:tcPr>
          <w:p w14:paraId="7FB4A4AE"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5A879635" w:rsidR="00774F7E" w:rsidRPr="004778F7" w:rsidRDefault="00774F7E" w:rsidP="00774F7E">
            <w:pPr>
              <w:tabs>
                <w:tab w:val="left" w:pos="720"/>
              </w:tabs>
              <w:ind w:left="-108" w:right="3"/>
              <w:jc w:val="right"/>
              <w:rPr>
                <w:rFonts w:ascii="Browallia New" w:hAnsi="Browallia New" w:cs="Browallia New"/>
              </w:rPr>
            </w:pPr>
            <w:r>
              <w:rPr>
                <w:rFonts w:ascii="Browallia New" w:hAnsi="Browallia New" w:cs="Browallia New"/>
                <w:sz w:val="27"/>
                <w:szCs w:val="27"/>
              </w:rPr>
              <w:t>412,323</w:t>
            </w:r>
          </w:p>
        </w:tc>
      </w:tr>
      <w:tr w:rsidR="00774F7E" w:rsidRPr="005C2BD1" w14:paraId="3585440B" w14:textId="77777777" w:rsidTr="000540A0">
        <w:tc>
          <w:tcPr>
            <w:tcW w:w="3548" w:type="dxa"/>
            <w:hideMark/>
          </w:tcPr>
          <w:p w14:paraId="5037A9A1" w14:textId="37039027" w:rsidR="00774F7E" w:rsidRPr="005C2BD1" w:rsidRDefault="00774F7E" w:rsidP="00774F7E">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1E9A51DD" w:rsidR="00774F7E" w:rsidRPr="004778F7" w:rsidRDefault="00B73A99" w:rsidP="00774F7E">
            <w:pPr>
              <w:tabs>
                <w:tab w:val="left" w:pos="720"/>
              </w:tabs>
              <w:ind w:left="-108" w:right="3"/>
              <w:jc w:val="right"/>
              <w:rPr>
                <w:rFonts w:ascii="Browallia New" w:hAnsi="Browallia New" w:cs="Browallia New"/>
                <w:cs/>
              </w:rPr>
            </w:pPr>
            <w:r>
              <w:rPr>
                <w:rFonts w:ascii="Browallia New" w:hAnsi="Browallia New" w:cs="Browallia New"/>
              </w:rPr>
              <w:t>269,018</w:t>
            </w:r>
          </w:p>
        </w:tc>
        <w:tc>
          <w:tcPr>
            <w:tcW w:w="149" w:type="dxa"/>
          </w:tcPr>
          <w:p w14:paraId="1FA1253E" w14:textId="77777777" w:rsidR="00774F7E" w:rsidRPr="004778F7" w:rsidRDefault="00774F7E" w:rsidP="00774F7E">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0FAACFBD" w14:textId="77777777" w:rsidR="00774F7E" w:rsidRDefault="00774F7E" w:rsidP="00774F7E">
            <w:pPr>
              <w:tabs>
                <w:tab w:val="left" w:pos="720"/>
              </w:tabs>
              <w:ind w:left="-108" w:right="3"/>
              <w:jc w:val="right"/>
              <w:rPr>
                <w:rFonts w:ascii="Browallia New" w:hAnsi="Browallia New" w:cs="Browallia New"/>
                <w:sz w:val="27"/>
                <w:szCs w:val="27"/>
              </w:rPr>
            </w:pPr>
          </w:p>
          <w:p w14:paraId="041E70CE" w14:textId="26351177" w:rsidR="00774F7E" w:rsidRPr="004778F7" w:rsidRDefault="00774F7E" w:rsidP="00774F7E">
            <w:pPr>
              <w:tabs>
                <w:tab w:val="left" w:pos="720"/>
              </w:tabs>
              <w:ind w:left="-108" w:right="3"/>
              <w:jc w:val="right"/>
              <w:rPr>
                <w:rFonts w:ascii="Browallia New" w:hAnsi="Browallia New" w:cs="Browallia New"/>
              </w:rPr>
            </w:pPr>
            <w:r>
              <w:rPr>
                <w:rFonts w:ascii="Browallia New" w:hAnsi="Browallia New" w:cs="Browallia New"/>
                <w:sz w:val="27"/>
                <w:szCs w:val="27"/>
              </w:rPr>
              <w:t>258,337</w:t>
            </w:r>
          </w:p>
        </w:tc>
        <w:tc>
          <w:tcPr>
            <w:tcW w:w="138" w:type="dxa"/>
          </w:tcPr>
          <w:p w14:paraId="1EDA3893"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5CEBD447" w:rsidR="00774F7E" w:rsidRPr="004778F7" w:rsidRDefault="00104BD0" w:rsidP="00774F7E">
            <w:pPr>
              <w:tabs>
                <w:tab w:val="left" w:pos="720"/>
              </w:tabs>
              <w:ind w:left="-108" w:right="3"/>
              <w:jc w:val="right"/>
              <w:rPr>
                <w:rFonts w:ascii="Browallia New" w:hAnsi="Browallia New" w:cs="Browallia New"/>
              </w:rPr>
            </w:pPr>
            <w:r>
              <w:rPr>
                <w:rFonts w:ascii="Browallia New" w:hAnsi="Browallia New" w:cs="Browallia New"/>
              </w:rPr>
              <w:t>269,018</w:t>
            </w:r>
          </w:p>
        </w:tc>
        <w:tc>
          <w:tcPr>
            <w:tcW w:w="140" w:type="dxa"/>
          </w:tcPr>
          <w:p w14:paraId="3C15E7E7"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vAlign w:val="bottom"/>
          </w:tcPr>
          <w:p w14:paraId="2F6E4CCE" w14:textId="6C56B904" w:rsidR="00774F7E" w:rsidRPr="004778F7" w:rsidRDefault="00774F7E" w:rsidP="00774F7E">
            <w:pPr>
              <w:tabs>
                <w:tab w:val="left" w:pos="720"/>
              </w:tabs>
              <w:ind w:left="-108" w:right="3"/>
              <w:jc w:val="right"/>
              <w:rPr>
                <w:rFonts w:ascii="Browallia New" w:hAnsi="Browallia New" w:cs="Browallia New"/>
              </w:rPr>
            </w:pPr>
            <w:r>
              <w:rPr>
                <w:rFonts w:ascii="Browallia New" w:hAnsi="Browallia New" w:cs="Browallia New"/>
                <w:sz w:val="27"/>
                <w:szCs w:val="27"/>
              </w:rPr>
              <w:t>258,337</w:t>
            </w:r>
          </w:p>
        </w:tc>
      </w:tr>
      <w:tr w:rsidR="00774F7E" w:rsidRPr="005C2BD1" w14:paraId="0C13139C" w14:textId="77777777" w:rsidTr="0010534A">
        <w:tc>
          <w:tcPr>
            <w:tcW w:w="3548" w:type="dxa"/>
            <w:hideMark/>
          </w:tcPr>
          <w:p w14:paraId="54901F3B" w14:textId="52DBACD3" w:rsidR="00774F7E" w:rsidRPr="005C2BD1" w:rsidRDefault="00774F7E" w:rsidP="00774F7E">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vAlign w:val="bottom"/>
          </w:tcPr>
          <w:p w14:paraId="380AEDFB" w14:textId="2EDA489F" w:rsidR="00774F7E" w:rsidRPr="004778F7" w:rsidRDefault="00B73A99" w:rsidP="00774F7E">
            <w:pPr>
              <w:tabs>
                <w:tab w:val="left" w:pos="720"/>
              </w:tabs>
              <w:ind w:left="-108" w:right="3"/>
              <w:jc w:val="right"/>
              <w:rPr>
                <w:rFonts w:ascii="Browallia New" w:hAnsi="Browallia New" w:cs="Browallia New"/>
                <w:cs/>
              </w:rPr>
            </w:pPr>
            <w:r>
              <w:rPr>
                <w:rFonts w:ascii="Browallia New" w:hAnsi="Browallia New" w:cs="Browallia New"/>
              </w:rPr>
              <w:t>(197,589)</w:t>
            </w:r>
          </w:p>
        </w:tc>
        <w:tc>
          <w:tcPr>
            <w:tcW w:w="149" w:type="dxa"/>
          </w:tcPr>
          <w:p w14:paraId="16587DF8" w14:textId="77777777" w:rsidR="00774F7E" w:rsidRPr="004778F7" w:rsidRDefault="00774F7E" w:rsidP="00774F7E">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0720D48E" w:rsidR="00774F7E" w:rsidRPr="004778F7" w:rsidRDefault="00774F7E" w:rsidP="00774F7E">
            <w:pPr>
              <w:tabs>
                <w:tab w:val="left" w:pos="720"/>
              </w:tabs>
              <w:ind w:left="-108" w:right="3"/>
              <w:jc w:val="right"/>
              <w:rPr>
                <w:rFonts w:ascii="Browallia New" w:hAnsi="Browallia New" w:cs="Browallia New"/>
              </w:rPr>
            </w:pPr>
            <w:r>
              <w:rPr>
                <w:rFonts w:ascii="Browallia New" w:hAnsi="Browallia New" w:cs="Browallia New"/>
                <w:sz w:val="27"/>
                <w:szCs w:val="27"/>
              </w:rPr>
              <w:t>(155,919)</w:t>
            </w:r>
          </w:p>
        </w:tc>
        <w:tc>
          <w:tcPr>
            <w:tcW w:w="138" w:type="dxa"/>
          </w:tcPr>
          <w:p w14:paraId="05E25FF0"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8873AD9" w14:textId="1187086E" w:rsidR="00774F7E" w:rsidRPr="004778F7" w:rsidRDefault="00104BD0" w:rsidP="00774F7E">
            <w:pPr>
              <w:tabs>
                <w:tab w:val="left" w:pos="720"/>
              </w:tabs>
              <w:ind w:left="-108" w:right="3"/>
              <w:jc w:val="right"/>
              <w:rPr>
                <w:rFonts w:ascii="Browallia New" w:hAnsi="Browallia New" w:cs="Browallia New"/>
              </w:rPr>
            </w:pPr>
            <w:r>
              <w:rPr>
                <w:rFonts w:ascii="Browallia New" w:hAnsi="Browallia New" w:cs="Browallia New"/>
              </w:rPr>
              <w:t>(197,589)</w:t>
            </w:r>
          </w:p>
        </w:tc>
        <w:tc>
          <w:tcPr>
            <w:tcW w:w="140" w:type="dxa"/>
          </w:tcPr>
          <w:p w14:paraId="56E98DAB"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045B2A53" w:rsidR="00774F7E" w:rsidRPr="004778F7" w:rsidRDefault="00774F7E" w:rsidP="00774F7E">
            <w:pPr>
              <w:tabs>
                <w:tab w:val="left" w:pos="720"/>
              </w:tabs>
              <w:ind w:left="-108" w:right="3"/>
              <w:jc w:val="right"/>
              <w:rPr>
                <w:rFonts w:ascii="Browallia New" w:hAnsi="Browallia New" w:cs="Browallia New"/>
              </w:rPr>
            </w:pPr>
            <w:r>
              <w:rPr>
                <w:rFonts w:ascii="Browallia New" w:hAnsi="Browallia New" w:cs="Browallia New"/>
                <w:sz w:val="27"/>
                <w:szCs w:val="27"/>
              </w:rPr>
              <w:t>(155,919)</w:t>
            </w:r>
          </w:p>
        </w:tc>
      </w:tr>
      <w:tr w:rsidR="00774F7E" w:rsidRPr="005C2BD1" w14:paraId="11611E33" w14:textId="77777777" w:rsidTr="0010534A">
        <w:tc>
          <w:tcPr>
            <w:tcW w:w="3548" w:type="dxa"/>
            <w:hideMark/>
          </w:tcPr>
          <w:p w14:paraId="52E40D6E" w14:textId="56EF5FE7" w:rsidR="00774F7E" w:rsidRPr="005C2BD1" w:rsidRDefault="00774F7E" w:rsidP="00774F7E">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vAlign w:val="bottom"/>
          </w:tcPr>
          <w:p w14:paraId="11E412ED" w14:textId="387354C5" w:rsidR="00774F7E" w:rsidRPr="004778F7" w:rsidRDefault="00B73A99" w:rsidP="00774F7E">
            <w:pPr>
              <w:tabs>
                <w:tab w:val="left" w:pos="720"/>
              </w:tabs>
              <w:ind w:left="-108" w:right="3"/>
              <w:jc w:val="right"/>
              <w:rPr>
                <w:rFonts w:ascii="Browallia New" w:hAnsi="Browallia New" w:cs="Browallia New"/>
              </w:rPr>
            </w:pPr>
            <w:r>
              <w:rPr>
                <w:rFonts w:ascii="Browallia New" w:hAnsi="Browallia New" w:cs="Browallia New"/>
              </w:rPr>
              <w:t>71,429</w:t>
            </w:r>
          </w:p>
        </w:tc>
        <w:tc>
          <w:tcPr>
            <w:tcW w:w="149" w:type="dxa"/>
          </w:tcPr>
          <w:p w14:paraId="75B6B907" w14:textId="77777777" w:rsidR="00774F7E" w:rsidRPr="004778F7" w:rsidRDefault="00774F7E" w:rsidP="00774F7E">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3B87E042" w:rsidR="00774F7E" w:rsidRPr="004778F7" w:rsidRDefault="00774F7E" w:rsidP="00774F7E">
            <w:pPr>
              <w:tabs>
                <w:tab w:val="left" w:pos="720"/>
              </w:tabs>
              <w:ind w:left="-108" w:right="3"/>
              <w:jc w:val="right"/>
              <w:rPr>
                <w:rFonts w:ascii="Browallia New" w:hAnsi="Browallia New" w:cs="Browallia New"/>
              </w:rPr>
            </w:pPr>
            <w:r w:rsidRPr="000C10CE">
              <w:rPr>
                <w:rFonts w:ascii="Browallia New" w:hAnsi="Browallia New" w:cs="Browallia New"/>
                <w:sz w:val="27"/>
                <w:szCs w:val="27"/>
              </w:rPr>
              <w:t>102,418</w:t>
            </w:r>
          </w:p>
        </w:tc>
        <w:tc>
          <w:tcPr>
            <w:tcW w:w="138" w:type="dxa"/>
          </w:tcPr>
          <w:p w14:paraId="5F8DE8C1"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6227246E" w14:textId="66B323E2" w:rsidR="00774F7E" w:rsidRPr="004778F7" w:rsidRDefault="00AD6334" w:rsidP="00774F7E">
            <w:pPr>
              <w:tabs>
                <w:tab w:val="left" w:pos="720"/>
              </w:tabs>
              <w:ind w:left="-108" w:right="3"/>
              <w:jc w:val="right"/>
              <w:rPr>
                <w:rFonts w:ascii="Browallia New" w:hAnsi="Browallia New" w:cs="Browallia New"/>
              </w:rPr>
            </w:pPr>
            <w:r>
              <w:rPr>
                <w:rFonts w:ascii="Browallia New" w:hAnsi="Browallia New" w:cs="Browallia New"/>
              </w:rPr>
              <w:t>71,429</w:t>
            </w:r>
          </w:p>
        </w:tc>
        <w:tc>
          <w:tcPr>
            <w:tcW w:w="140" w:type="dxa"/>
          </w:tcPr>
          <w:p w14:paraId="12AD7485"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01748220" w:rsidR="00774F7E" w:rsidRPr="004778F7" w:rsidRDefault="00774F7E" w:rsidP="00774F7E">
            <w:pPr>
              <w:tabs>
                <w:tab w:val="left" w:pos="720"/>
              </w:tabs>
              <w:ind w:left="-108" w:right="3"/>
              <w:jc w:val="right"/>
              <w:rPr>
                <w:rFonts w:ascii="Browallia New" w:hAnsi="Browallia New" w:cs="Browallia New"/>
              </w:rPr>
            </w:pPr>
            <w:r w:rsidRPr="00BC4C6F">
              <w:rPr>
                <w:rFonts w:ascii="Browallia New" w:hAnsi="Browallia New" w:cs="Browallia New"/>
                <w:sz w:val="27"/>
                <w:szCs w:val="27"/>
              </w:rPr>
              <w:t>102,418</w:t>
            </w:r>
          </w:p>
        </w:tc>
      </w:tr>
      <w:tr w:rsidR="00774F7E" w:rsidRPr="005C2BD1" w14:paraId="5C63018D" w14:textId="77777777" w:rsidTr="0010534A">
        <w:trPr>
          <w:trHeight w:val="152"/>
        </w:trPr>
        <w:tc>
          <w:tcPr>
            <w:tcW w:w="3548" w:type="dxa"/>
          </w:tcPr>
          <w:p w14:paraId="55D04199" w14:textId="77777777" w:rsidR="00774F7E" w:rsidRPr="005C2BD1" w:rsidRDefault="00774F7E" w:rsidP="00774F7E">
            <w:pPr>
              <w:ind w:right="28"/>
              <w:rPr>
                <w:rFonts w:ascii="Browallia New" w:hAnsi="Browallia New" w:cs="Browallia New"/>
              </w:rPr>
            </w:pPr>
          </w:p>
        </w:tc>
        <w:tc>
          <w:tcPr>
            <w:tcW w:w="1143" w:type="dxa"/>
            <w:tcBorders>
              <w:top w:val="single" w:sz="12" w:space="0" w:color="auto"/>
            </w:tcBorders>
            <w:vAlign w:val="bottom"/>
          </w:tcPr>
          <w:p w14:paraId="317177D4" w14:textId="77777777" w:rsidR="00774F7E" w:rsidRPr="004778F7" w:rsidRDefault="00774F7E" w:rsidP="00774F7E">
            <w:pPr>
              <w:tabs>
                <w:tab w:val="left" w:pos="720"/>
              </w:tabs>
              <w:ind w:left="-108" w:right="3"/>
              <w:jc w:val="right"/>
              <w:rPr>
                <w:rFonts w:ascii="Browallia New" w:hAnsi="Browallia New" w:cs="Browallia New"/>
                <w:cs/>
              </w:rPr>
            </w:pPr>
          </w:p>
        </w:tc>
        <w:tc>
          <w:tcPr>
            <w:tcW w:w="149" w:type="dxa"/>
          </w:tcPr>
          <w:p w14:paraId="690ED369" w14:textId="77777777" w:rsidR="00774F7E" w:rsidRPr="004778F7" w:rsidRDefault="00774F7E" w:rsidP="00774F7E">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774F7E" w:rsidRPr="004778F7" w:rsidRDefault="00774F7E" w:rsidP="00774F7E">
            <w:pPr>
              <w:tabs>
                <w:tab w:val="left" w:pos="720"/>
              </w:tabs>
              <w:ind w:left="-108" w:right="3"/>
              <w:jc w:val="right"/>
              <w:rPr>
                <w:rFonts w:ascii="Browallia New" w:hAnsi="Browallia New" w:cs="Browallia New"/>
              </w:rPr>
            </w:pPr>
          </w:p>
        </w:tc>
        <w:tc>
          <w:tcPr>
            <w:tcW w:w="138" w:type="dxa"/>
          </w:tcPr>
          <w:p w14:paraId="0F11B63B"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774F7E" w:rsidRPr="004778F7" w:rsidRDefault="00774F7E" w:rsidP="00774F7E">
            <w:pPr>
              <w:tabs>
                <w:tab w:val="left" w:pos="720"/>
              </w:tabs>
              <w:ind w:left="-108" w:right="3"/>
              <w:jc w:val="right"/>
              <w:rPr>
                <w:rFonts w:ascii="Browallia New" w:hAnsi="Browallia New" w:cs="Browallia New"/>
              </w:rPr>
            </w:pPr>
          </w:p>
        </w:tc>
        <w:tc>
          <w:tcPr>
            <w:tcW w:w="140" w:type="dxa"/>
          </w:tcPr>
          <w:p w14:paraId="55F5CDA0"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774F7E" w:rsidRPr="004778F7" w:rsidRDefault="00774F7E" w:rsidP="00774F7E">
            <w:pPr>
              <w:tabs>
                <w:tab w:val="left" w:pos="720"/>
              </w:tabs>
              <w:ind w:left="-108" w:right="3"/>
              <w:jc w:val="right"/>
              <w:rPr>
                <w:rFonts w:ascii="Browallia New" w:hAnsi="Browallia New" w:cs="Browallia New"/>
              </w:rPr>
            </w:pPr>
          </w:p>
        </w:tc>
      </w:tr>
      <w:tr w:rsidR="00536143" w:rsidRPr="005C2BD1" w14:paraId="3C4AC933" w14:textId="77777777" w:rsidTr="000540A0">
        <w:trPr>
          <w:trHeight w:val="68"/>
        </w:trPr>
        <w:tc>
          <w:tcPr>
            <w:tcW w:w="3548" w:type="dxa"/>
            <w:vAlign w:val="bottom"/>
            <w:hideMark/>
          </w:tcPr>
          <w:p w14:paraId="5D3F615A" w14:textId="6DB0C41D" w:rsidR="00536143" w:rsidRPr="005C2BD1" w:rsidRDefault="00536143" w:rsidP="00536143">
            <w:pPr>
              <w:ind w:right="28"/>
              <w:rPr>
                <w:rFonts w:ascii="Browallia New" w:hAnsi="Browallia New" w:cs="Browallia New"/>
                <w:b/>
                <w:bCs/>
              </w:rPr>
            </w:pPr>
            <w:r w:rsidRPr="005C2BD1">
              <w:rPr>
                <w:rFonts w:ascii="Browallia New" w:hAnsi="Browallia New" w:cs="Browallia New"/>
                <w:b/>
                <w:bCs/>
                <w:cs/>
              </w:rPr>
              <w:t>ลูกหนี้</w:t>
            </w:r>
            <w:r>
              <w:rPr>
                <w:rFonts w:ascii="Browallia New" w:hAnsi="Browallia New" w:cs="Browallia New"/>
                <w:b/>
                <w:bCs/>
              </w:rPr>
              <w:t xml:space="preserve"> </w:t>
            </w:r>
            <w:r w:rsidR="0061397E">
              <w:rPr>
                <w:rFonts w:ascii="Browallia New" w:hAnsi="Browallia New" w:cs="Browallia New"/>
                <w:b/>
                <w:bCs/>
              </w:rPr>
              <w:t>–</w:t>
            </w:r>
            <w:r>
              <w:rPr>
                <w:rFonts w:ascii="Browallia New" w:hAnsi="Browallia New" w:cs="Browallia New"/>
                <w:b/>
                <w:bCs/>
              </w:rPr>
              <w:t xml:space="preserve"> </w:t>
            </w:r>
            <w:r w:rsidRPr="005C2BD1">
              <w:rPr>
                <w:rFonts w:ascii="Browallia New" w:hAnsi="Browallia New" w:cs="Browallia New"/>
                <w:b/>
                <w:bCs/>
                <w:cs/>
              </w:rPr>
              <w:t>เงินประกันผลงาน</w:t>
            </w:r>
          </w:p>
        </w:tc>
        <w:tc>
          <w:tcPr>
            <w:tcW w:w="1143" w:type="dxa"/>
            <w:tcBorders>
              <w:left w:val="nil"/>
              <w:bottom w:val="single" w:sz="12" w:space="0" w:color="auto"/>
              <w:right w:val="nil"/>
            </w:tcBorders>
            <w:vAlign w:val="center"/>
          </w:tcPr>
          <w:p w14:paraId="63869F72" w14:textId="3160791C" w:rsidR="00536143" w:rsidRPr="004778F7" w:rsidRDefault="00651B07" w:rsidP="00536143">
            <w:pPr>
              <w:tabs>
                <w:tab w:val="left" w:pos="720"/>
              </w:tabs>
              <w:ind w:left="-108" w:right="3"/>
              <w:jc w:val="right"/>
              <w:rPr>
                <w:rFonts w:ascii="Browallia New" w:hAnsi="Browallia New" w:cs="Browallia New"/>
                <w:cs/>
              </w:rPr>
            </w:pPr>
            <w:r>
              <w:rPr>
                <w:rFonts w:ascii="Browallia New" w:hAnsi="Browallia New" w:cs="Browallia New"/>
              </w:rPr>
              <w:t>13,408</w:t>
            </w:r>
          </w:p>
        </w:tc>
        <w:tc>
          <w:tcPr>
            <w:tcW w:w="149" w:type="dxa"/>
            <w:vAlign w:val="center"/>
          </w:tcPr>
          <w:p w14:paraId="3E9FCBE1" w14:textId="77777777" w:rsidR="00536143" w:rsidRPr="004778F7" w:rsidRDefault="00536143" w:rsidP="00536143">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35D4D0F" w14:textId="5D12EDD4" w:rsidR="00536143" w:rsidRPr="004778F7" w:rsidRDefault="00536143" w:rsidP="00536143">
            <w:pPr>
              <w:tabs>
                <w:tab w:val="left" w:pos="720"/>
              </w:tabs>
              <w:ind w:left="-108" w:right="3"/>
              <w:jc w:val="right"/>
              <w:rPr>
                <w:rFonts w:ascii="Browallia New" w:hAnsi="Browallia New" w:cs="Browallia New"/>
              </w:rPr>
            </w:pPr>
            <w:r w:rsidRPr="00E72865">
              <w:rPr>
                <w:rFonts w:ascii="Browallia New" w:hAnsi="Browallia New" w:cs="Browallia New"/>
                <w:sz w:val="27"/>
                <w:szCs w:val="27"/>
              </w:rPr>
              <w:t>14,752</w:t>
            </w:r>
          </w:p>
        </w:tc>
        <w:tc>
          <w:tcPr>
            <w:tcW w:w="138" w:type="dxa"/>
            <w:vAlign w:val="center"/>
          </w:tcPr>
          <w:p w14:paraId="7D61F583"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center"/>
          </w:tcPr>
          <w:p w14:paraId="3214A438" w14:textId="3A3AC2DF" w:rsidR="00536143" w:rsidRPr="004778F7" w:rsidRDefault="004A5621" w:rsidP="00536143">
            <w:pPr>
              <w:tabs>
                <w:tab w:val="left" w:pos="720"/>
              </w:tabs>
              <w:ind w:left="-108" w:right="3"/>
              <w:jc w:val="right"/>
              <w:rPr>
                <w:rFonts w:ascii="Browallia New" w:hAnsi="Browallia New" w:cs="Browallia New"/>
              </w:rPr>
            </w:pPr>
            <w:r>
              <w:rPr>
                <w:rFonts w:ascii="Browallia New" w:hAnsi="Browallia New" w:cs="Browallia New"/>
              </w:rPr>
              <w:t>13,</w:t>
            </w:r>
            <w:r w:rsidR="00D85931">
              <w:rPr>
                <w:rFonts w:ascii="Browallia New" w:hAnsi="Browallia New" w:cs="Browallia New"/>
              </w:rPr>
              <w:t>408</w:t>
            </w:r>
          </w:p>
        </w:tc>
        <w:tc>
          <w:tcPr>
            <w:tcW w:w="140" w:type="dxa"/>
            <w:vAlign w:val="center"/>
          </w:tcPr>
          <w:p w14:paraId="5CECB51C"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7FECD8EC" w14:textId="7B52AB37" w:rsidR="00536143" w:rsidRPr="004778F7" w:rsidRDefault="00536143" w:rsidP="00536143">
            <w:pPr>
              <w:tabs>
                <w:tab w:val="left" w:pos="720"/>
              </w:tabs>
              <w:ind w:left="-108" w:right="3"/>
              <w:jc w:val="right"/>
              <w:rPr>
                <w:rFonts w:ascii="Browallia New" w:hAnsi="Browallia New" w:cs="Browallia New"/>
              </w:rPr>
            </w:pPr>
            <w:r w:rsidRPr="0092453C">
              <w:rPr>
                <w:rFonts w:ascii="Browallia New" w:hAnsi="Browallia New" w:cs="Browallia New"/>
                <w:sz w:val="27"/>
                <w:szCs w:val="27"/>
              </w:rPr>
              <w:t>14,752</w:t>
            </w:r>
          </w:p>
        </w:tc>
      </w:tr>
      <w:tr w:rsidR="00536143" w:rsidRPr="005C2BD1" w14:paraId="221314A4" w14:textId="77777777" w:rsidTr="0010534A">
        <w:trPr>
          <w:trHeight w:val="188"/>
        </w:trPr>
        <w:tc>
          <w:tcPr>
            <w:tcW w:w="3548" w:type="dxa"/>
          </w:tcPr>
          <w:p w14:paraId="1C157FEC" w14:textId="77777777" w:rsidR="00536143" w:rsidRPr="005C2BD1" w:rsidRDefault="00536143" w:rsidP="00536143">
            <w:pPr>
              <w:ind w:right="28"/>
              <w:rPr>
                <w:rFonts w:ascii="Browallia New" w:hAnsi="Browallia New" w:cs="Browallia New"/>
              </w:rPr>
            </w:pPr>
          </w:p>
        </w:tc>
        <w:tc>
          <w:tcPr>
            <w:tcW w:w="1143" w:type="dxa"/>
            <w:tcBorders>
              <w:top w:val="single" w:sz="12" w:space="0" w:color="auto"/>
            </w:tcBorders>
            <w:vAlign w:val="bottom"/>
          </w:tcPr>
          <w:p w14:paraId="7FD944C4" w14:textId="77777777" w:rsidR="00536143" w:rsidRPr="004778F7" w:rsidRDefault="00536143" w:rsidP="00536143">
            <w:pPr>
              <w:tabs>
                <w:tab w:val="left" w:pos="720"/>
              </w:tabs>
              <w:ind w:left="-108" w:right="3"/>
              <w:jc w:val="right"/>
              <w:rPr>
                <w:rFonts w:ascii="Browallia New" w:hAnsi="Browallia New" w:cs="Browallia New"/>
                <w:cs/>
              </w:rPr>
            </w:pPr>
          </w:p>
        </w:tc>
        <w:tc>
          <w:tcPr>
            <w:tcW w:w="149" w:type="dxa"/>
          </w:tcPr>
          <w:p w14:paraId="4D3010B5" w14:textId="77777777" w:rsidR="00536143" w:rsidRPr="004778F7" w:rsidRDefault="00536143" w:rsidP="00536143">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536143" w:rsidRPr="004778F7" w:rsidRDefault="00536143" w:rsidP="00536143">
            <w:pPr>
              <w:tabs>
                <w:tab w:val="left" w:pos="720"/>
              </w:tabs>
              <w:ind w:left="-108" w:right="3"/>
              <w:jc w:val="right"/>
              <w:rPr>
                <w:rFonts w:ascii="Browallia New" w:hAnsi="Browallia New" w:cs="Browallia New"/>
                <w:cs/>
              </w:rPr>
            </w:pPr>
          </w:p>
        </w:tc>
        <w:tc>
          <w:tcPr>
            <w:tcW w:w="138" w:type="dxa"/>
          </w:tcPr>
          <w:p w14:paraId="6F9B8D56"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536143" w:rsidRPr="004778F7" w:rsidRDefault="00536143" w:rsidP="00536143">
            <w:pPr>
              <w:tabs>
                <w:tab w:val="left" w:pos="720"/>
              </w:tabs>
              <w:ind w:left="-108" w:right="3"/>
              <w:jc w:val="right"/>
              <w:rPr>
                <w:rFonts w:ascii="Browallia New" w:hAnsi="Browallia New" w:cs="Browallia New"/>
              </w:rPr>
            </w:pPr>
          </w:p>
        </w:tc>
        <w:tc>
          <w:tcPr>
            <w:tcW w:w="140" w:type="dxa"/>
          </w:tcPr>
          <w:p w14:paraId="72110598"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536143" w:rsidRPr="004778F7" w:rsidRDefault="00536143" w:rsidP="00536143">
            <w:pPr>
              <w:tabs>
                <w:tab w:val="left" w:pos="720"/>
              </w:tabs>
              <w:ind w:left="-108" w:right="3"/>
              <w:jc w:val="right"/>
              <w:rPr>
                <w:rFonts w:ascii="Browallia New" w:hAnsi="Browallia New" w:cs="Browallia New"/>
              </w:rPr>
            </w:pPr>
          </w:p>
        </w:tc>
      </w:tr>
      <w:tr w:rsidR="00536143" w:rsidRPr="005C2BD1" w14:paraId="47DECC56" w14:textId="77777777" w:rsidTr="0010534A">
        <w:tc>
          <w:tcPr>
            <w:tcW w:w="3548" w:type="dxa"/>
            <w:hideMark/>
          </w:tcPr>
          <w:p w14:paraId="510B9C10" w14:textId="77777777" w:rsidR="00536143" w:rsidRPr="005C2BD1" w:rsidRDefault="00536143" w:rsidP="00536143">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536143" w:rsidRPr="004778F7" w:rsidRDefault="00536143" w:rsidP="00536143">
            <w:pPr>
              <w:tabs>
                <w:tab w:val="left" w:pos="720"/>
              </w:tabs>
              <w:ind w:left="-108" w:right="3"/>
              <w:jc w:val="right"/>
              <w:rPr>
                <w:rFonts w:ascii="Browallia New" w:hAnsi="Browallia New" w:cs="Browallia New"/>
                <w:cs/>
              </w:rPr>
            </w:pPr>
          </w:p>
        </w:tc>
        <w:tc>
          <w:tcPr>
            <w:tcW w:w="149" w:type="dxa"/>
          </w:tcPr>
          <w:p w14:paraId="4B6FF60C" w14:textId="77777777" w:rsidR="00536143" w:rsidRPr="004778F7" w:rsidRDefault="00536143" w:rsidP="00536143">
            <w:pPr>
              <w:tabs>
                <w:tab w:val="left" w:pos="540"/>
              </w:tabs>
              <w:ind w:left="-108" w:right="3"/>
              <w:jc w:val="right"/>
              <w:rPr>
                <w:rFonts w:ascii="Browallia New" w:hAnsi="Browallia New" w:cs="Browallia New"/>
              </w:rPr>
            </w:pPr>
          </w:p>
        </w:tc>
        <w:tc>
          <w:tcPr>
            <w:tcW w:w="1093" w:type="dxa"/>
          </w:tcPr>
          <w:p w14:paraId="213F00E7" w14:textId="77777777" w:rsidR="00536143" w:rsidRPr="004778F7" w:rsidRDefault="00536143" w:rsidP="00536143">
            <w:pPr>
              <w:tabs>
                <w:tab w:val="left" w:pos="720"/>
              </w:tabs>
              <w:ind w:left="-108" w:right="3"/>
              <w:jc w:val="right"/>
              <w:rPr>
                <w:rFonts w:ascii="Browallia New" w:hAnsi="Browallia New" w:cs="Browallia New"/>
                <w:cs/>
              </w:rPr>
            </w:pPr>
          </w:p>
        </w:tc>
        <w:tc>
          <w:tcPr>
            <w:tcW w:w="138" w:type="dxa"/>
          </w:tcPr>
          <w:p w14:paraId="09126FE5"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vAlign w:val="bottom"/>
          </w:tcPr>
          <w:p w14:paraId="235B4CBB" w14:textId="77777777" w:rsidR="00536143" w:rsidRPr="004778F7" w:rsidRDefault="00536143" w:rsidP="00536143">
            <w:pPr>
              <w:tabs>
                <w:tab w:val="left" w:pos="720"/>
              </w:tabs>
              <w:ind w:left="-108" w:right="3"/>
              <w:jc w:val="right"/>
              <w:rPr>
                <w:rFonts w:ascii="Browallia New" w:hAnsi="Browallia New" w:cs="Browallia New"/>
              </w:rPr>
            </w:pPr>
          </w:p>
        </w:tc>
        <w:tc>
          <w:tcPr>
            <w:tcW w:w="140" w:type="dxa"/>
          </w:tcPr>
          <w:p w14:paraId="009B5FAE"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Pr>
          <w:p w14:paraId="63B23D19" w14:textId="77777777" w:rsidR="00536143" w:rsidRPr="004778F7" w:rsidRDefault="00536143" w:rsidP="00536143">
            <w:pPr>
              <w:tabs>
                <w:tab w:val="left" w:pos="720"/>
              </w:tabs>
              <w:ind w:left="-108" w:right="3"/>
              <w:jc w:val="right"/>
              <w:rPr>
                <w:rFonts w:ascii="Browallia New" w:hAnsi="Browallia New" w:cs="Browallia New"/>
              </w:rPr>
            </w:pPr>
          </w:p>
        </w:tc>
      </w:tr>
      <w:tr w:rsidR="00536143" w:rsidRPr="00693EDD" w14:paraId="514EEBF3" w14:textId="77777777" w:rsidTr="000540A0">
        <w:trPr>
          <w:trHeight w:val="68"/>
        </w:trPr>
        <w:tc>
          <w:tcPr>
            <w:tcW w:w="3548" w:type="dxa"/>
            <w:hideMark/>
          </w:tcPr>
          <w:p w14:paraId="4951E5E5" w14:textId="26FA3B83" w:rsidR="00536143" w:rsidRPr="00693EDD" w:rsidRDefault="00536143" w:rsidP="00536143">
            <w:pPr>
              <w:ind w:right="28"/>
              <w:rPr>
                <w:rFonts w:ascii="Browallia New" w:hAnsi="Browallia New" w:cs="Browallia New"/>
              </w:rPr>
            </w:pPr>
            <w:r w:rsidRPr="00693EDD">
              <w:rPr>
                <w:rFonts w:ascii="Browallia New" w:hAnsi="Browallia New" w:cs="Browallia New"/>
                <w:cs/>
              </w:rPr>
              <w:t>มูลค่างานตามสัญญา</w:t>
            </w:r>
            <w:r w:rsidRPr="00693EDD">
              <w:rPr>
                <w:rFonts w:ascii="Browallia New" w:hAnsi="Browallia New" w:cs="Browallia New"/>
              </w:rPr>
              <w:t xml:space="preserve"> </w:t>
            </w:r>
          </w:p>
        </w:tc>
        <w:tc>
          <w:tcPr>
            <w:tcW w:w="1143" w:type="dxa"/>
            <w:tcBorders>
              <w:left w:val="nil"/>
              <w:bottom w:val="single" w:sz="12" w:space="0" w:color="auto"/>
              <w:right w:val="nil"/>
            </w:tcBorders>
            <w:vAlign w:val="bottom"/>
          </w:tcPr>
          <w:p w14:paraId="65ED562F" w14:textId="2D7F64C1" w:rsidR="00536143" w:rsidRPr="00693EDD" w:rsidRDefault="00651B07" w:rsidP="00536143">
            <w:pPr>
              <w:tabs>
                <w:tab w:val="left" w:pos="720"/>
              </w:tabs>
              <w:ind w:left="-108" w:right="3"/>
              <w:jc w:val="right"/>
              <w:rPr>
                <w:rFonts w:ascii="Browallia New" w:hAnsi="Browallia New" w:cs="Browallia New"/>
                <w:cs/>
              </w:rPr>
            </w:pPr>
            <w:r>
              <w:rPr>
                <w:rFonts w:ascii="Browallia New" w:hAnsi="Browallia New" w:cs="Browallia New"/>
              </w:rPr>
              <w:t>205,485</w:t>
            </w:r>
          </w:p>
        </w:tc>
        <w:tc>
          <w:tcPr>
            <w:tcW w:w="149" w:type="dxa"/>
          </w:tcPr>
          <w:p w14:paraId="5D103AAA" w14:textId="77777777" w:rsidR="00536143" w:rsidRPr="00693EDD" w:rsidRDefault="00536143" w:rsidP="00536143">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0B48F8B0" w:rsidR="00536143" w:rsidRPr="00693EDD" w:rsidRDefault="00536143" w:rsidP="00536143">
            <w:pPr>
              <w:tabs>
                <w:tab w:val="left" w:pos="720"/>
              </w:tabs>
              <w:ind w:left="-108" w:right="3"/>
              <w:jc w:val="right"/>
              <w:rPr>
                <w:rFonts w:ascii="Browallia New" w:hAnsi="Browallia New" w:cs="Browallia New"/>
              </w:rPr>
            </w:pPr>
            <w:r>
              <w:rPr>
                <w:rFonts w:ascii="Browallia New" w:hAnsi="Browallia New" w:cs="Browallia New"/>
                <w:sz w:val="27"/>
                <w:szCs w:val="27"/>
              </w:rPr>
              <w:t>150,479</w:t>
            </w:r>
          </w:p>
        </w:tc>
        <w:tc>
          <w:tcPr>
            <w:tcW w:w="138" w:type="dxa"/>
          </w:tcPr>
          <w:p w14:paraId="7D0DD7F0" w14:textId="77777777" w:rsidR="00536143" w:rsidRPr="00693EDD" w:rsidRDefault="00536143" w:rsidP="00536143">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17220A73" w14:textId="097930BD" w:rsidR="00536143" w:rsidRPr="00693EDD" w:rsidRDefault="00D85931" w:rsidP="00536143">
            <w:pPr>
              <w:tabs>
                <w:tab w:val="left" w:pos="720"/>
              </w:tabs>
              <w:ind w:left="-108" w:right="3"/>
              <w:jc w:val="right"/>
              <w:rPr>
                <w:rFonts w:ascii="Browallia New" w:hAnsi="Browallia New" w:cs="Browallia New"/>
              </w:rPr>
            </w:pPr>
            <w:r>
              <w:rPr>
                <w:rFonts w:ascii="Browallia New" w:hAnsi="Browallia New" w:cs="Browallia New"/>
              </w:rPr>
              <w:t>198,165</w:t>
            </w:r>
          </w:p>
        </w:tc>
        <w:tc>
          <w:tcPr>
            <w:tcW w:w="140" w:type="dxa"/>
          </w:tcPr>
          <w:p w14:paraId="0FF7A5C9" w14:textId="77777777" w:rsidR="00536143" w:rsidRPr="00693EDD" w:rsidRDefault="00536143" w:rsidP="00536143">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094F6A00" w:rsidR="00536143" w:rsidRPr="00693EDD" w:rsidRDefault="00536143" w:rsidP="00536143">
            <w:pPr>
              <w:tabs>
                <w:tab w:val="left" w:pos="720"/>
              </w:tabs>
              <w:ind w:left="-108" w:right="3"/>
              <w:jc w:val="right"/>
              <w:rPr>
                <w:rFonts w:ascii="Browallia New" w:hAnsi="Browallia New" w:cs="Browallia New"/>
              </w:rPr>
            </w:pPr>
            <w:r>
              <w:rPr>
                <w:rFonts w:ascii="Browallia New" w:hAnsi="Browallia New" w:cs="Browallia New"/>
                <w:sz w:val="27"/>
                <w:szCs w:val="27"/>
              </w:rPr>
              <w:t>123,014</w:t>
            </w:r>
          </w:p>
        </w:tc>
      </w:tr>
      <w:tr w:rsidR="00536143" w:rsidRPr="00693EDD" w14:paraId="6D948791" w14:textId="77777777" w:rsidTr="0010534A">
        <w:tc>
          <w:tcPr>
            <w:tcW w:w="3548" w:type="dxa"/>
            <w:hideMark/>
          </w:tcPr>
          <w:p w14:paraId="5BBEB16D" w14:textId="77777777" w:rsidR="00536143" w:rsidRPr="00693EDD" w:rsidRDefault="00536143" w:rsidP="00536143">
            <w:pPr>
              <w:ind w:right="28"/>
              <w:rPr>
                <w:rFonts w:ascii="Browallia New" w:hAnsi="Browallia New" w:cs="Browallia New"/>
              </w:rPr>
            </w:pPr>
            <w:r w:rsidRPr="00693EDD">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vAlign w:val="bottom"/>
          </w:tcPr>
          <w:p w14:paraId="3DA98EDF" w14:textId="46A24356" w:rsidR="00536143" w:rsidRPr="00693EDD" w:rsidRDefault="001268F9" w:rsidP="00536143">
            <w:pPr>
              <w:tabs>
                <w:tab w:val="left" w:pos="720"/>
              </w:tabs>
              <w:ind w:left="-108" w:right="3"/>
              <w:jc w:val="right"/>
              <w:rPr>
                <w:rFonts w:ascii="Browallia New" w:hAnsi="Browallia New" w:cs="Browallia New"/>
                <w:cs/>
              </w:rPr>
            </w:pPr>
            <w:r>
              <w:rPr>
                <w:rFonts w:ascii="Browallia New" w:hAnsi="Browallia New" w:cs="Browallia New"/>
              </w:rPr>
              <w:t>142,019</w:t>
            </w:r>
          </w:p>
        </w:tc>
        <w:tc>
          <w:tcPr>
            <w:tcW w:w="149" w:type="dxa"/>
          </w:tcPr>
          <w:p w14:paraId="2CDAC68C" w14:textId="77777777" w:rsidR="00536143" w:rsidRPr="00693EDD" w:rsidRDefault="00536143" w:rsidP="00536143">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59FE2311" w:rsidR="00536143" w:rsidRPr="00693EDD" w:rsidRDefault="00536143" w:rsidP="00536143">
            <w:pPr>
              <w:tabs>
                <w:tab w:val="left" w:pos="720"/>
              </w:tabs>
              <w:ind w:left="-108" w:right="3"/>
              <w:jc w:val="right"/>
              <w:rPr>
                <w:rFonts w:ascii="Browallia New" w:hAnsi="Browallia New" w:cs="Browallia New"/>
              </w:rPr>
            </w:pPr>
            <w:r>
              <w:rPr>
                <w:rFonts w:ascii="Browallia New" w:hAnsi="Browallia New" w:cs="Browallia New"/>
                <w:sz w:val="27"/>
                <w:szCs w:val="27"/>
              </w:rPr>
              <w:t>100,696</w:t>
            </w:r>
          </w:p>
        </w:tc>
        <w:tc>
          <w:tcPr>
            <w:tcW w:w="138" w:type="dxa"/>
          </w:tcPr>
          <w:p w14:paraId="6F593BAA" w14:textId="77777777" w:rsidR="00536143" w:rsidRPr="00693EDD" w:rsidRDefault="00536143" w:rsidP="00536143">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vAlign w:val="bottom"/>
          </w:tcPr>
          <w:p w14:paraId="4D52EAE8" w14:textId="05942171" w:rsidR="00536143" w:rsidRPr="00693EDD" w:rsidRDefault="00D85931" w:rsidP="00536143">
            <w:pPr>
              <w:tabs>
                <w:tab w:val="left" w:pos="720"/>
              </w:tabs>
              <w:ind w:left="-108" w:right="3"/>
              <w:jc w:val="right"/>
              <w:rPr>
                <w:rFonts w:ascii="Browallia New" w:hAnsi="Browallia New" w:cs="Browallia New"/>
              </w:rPr>
            </w:pPr>
            <w:r>
              <w:rPr>
                <w:rFonts w:ascii="Browallia New" w:hAnsi="Browallia New" w:cs="Browallia New"/>
              </w:rPr>
              <w:t>142,019</w:t>
            </w:r>
          </w:p>
        </w:tc>
        <w:tc>
          <w:tcPr>
            <w:tcW w:w="140" w:type="dxa"/>
          </w:tcPr>
          <w:p w14:paraId="010AB3C1" w14:textId="77777777" w:rsidR="00536143" w:rsidRPr="00693EDD" w:rsidRDefault="00536143" w:rsidP="00536143">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1ED38C7F" w:rsidR="00536143" w:rsidRPr="00693EDD" w:rsidRDefault="00536143" w:rsidP="00536143">
            <w:pPr>
              <w:tabs>
                <w:tab w:val="left" w:pos="720"/>
              </w:tabs>
              <w:ind w:left="-108" w:right="3"/>
              <w:jc w:val="right"/>
              <w:rPr>
                <w:rFonts w:ascii="Browallia New" w:hAnsi="Browallia New" w:cs="Browallia New"/>
              </w:rPr>
            </w:pPr>
            <w:r>
              <w:rPr>
                <w:rFonts w:ascii="Browallia New" w:hAnsi="Browallia New" w:cs="Browallia New"/>
                <w:sz w:val="27"/>
                <w:szCs w:val="27"/>
              </w:rPr>
              <w:t>100,696</w:t>
            </w:r>
          </w:p>
        </w:tc>
      </w:tr>
      <w:tr w:rsidR="00536143" w:rsidRPr="00693EDD" w14:paraId="7C856E89" w14:textId="77777777" w:rsidTr="000540A0">
        <w:tc>
          <w:tcPr>
            <w:tcW w:w="3548" w:type="dxa"/>
            <w:hideMark/>
          </w:tcPr>
          <w:p w14:paraId="7621B4D4" w14:textId="6393D072" w:rsidR="00536143" w:rsidRPr="00693EDD" w:rsidRDefault="00536143" w:rsidP="00536143">
            <w:pPr>
              <w:ind w:left="576" w:right="28" w:hanging="576"/>
              <w:rPr>
                <w:rFonts w:ascii="Browallia New" w:hAnsi="Browallia New" w:cs="Browallia New"/>
              </w:rPr>
            </w:pPr>
            <w:r w:rsidRPr="00693EDD">
              <w:rPr>
                <w:rFonts w:ascii="Browallia New" w:hAnsi="Browallia New" w:cs="Browallia New"/>
                <w:u w:val="single"/>
                <w:cs/>
              </w:rPr>
              <w:t>หัก</w:t>
            </w:r>
            <w:r w:rsidRPr="00693EDD">
              <w:rPr>
                <w:rFonts w:ascii="Browallia New" w:hAnsi="Browallia New" w:cs="Browallia New"/>
              </w:rPr>
              <w:t xml:space="preserve">  </w:t>
            </w:r>
            <w:r w:rsidRPr="00693EDD">
              <w:rPr>
                <w:rFonts w:ascii="Browallia New" w:hAnsi="Browallia New" w:cs="Browallia New"/>
                <w:cs/>
              </w:rPr>
              <w:t>การรับรู้รายได้ตามอัตราส่วนของงาน</w:t>
            </w:r>
            <w:r w:rsidRPr="00693EDD">
              <w:rPr>
                <w:rFonts w:ascii="Browallia New" w:hAnsi="Browallia New" w:cs="Browallia New"/>
              </w:rPr>
              <w:t xml:space="preserve">   </w:t>
            </w:r>
            <w:r w:rsidRPr="00693EDD">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34C1B091" w:rsidR="00536143" w:rsidRPr="00693EDD" w:rsidRDefault="001268F9" w:rsidP="00536143">
            <w:pPr>
              <w:tabs>
                <w:tab w:val="left" w:pos="720"/>
              </w:tabs>
              <w:ind w:left="-108" w:right="3"/>
              <w:jc w:val="right"/>
              <w:rPr>
                <w:rFonts w:ascii="Browallia New" w:hAnsi="Browallia New" w:cs="Browallia New"/>
                <w:cs/>
              </w:rPr>
            </w:pPr>
            <w:r>
              <w:rPr>
                <w:rFonts w:ascii="Browallia New" w:hAnsi="Browallia New" w:cs="Browallia New"/>
              </w:rPr>
              <w:t>(106,394)</w:t>
            </w:r>
          </w:p>
        </w:tc>
        <w:tc>
          <w:tcPr>
            <w:tcW w:w="149" w:type="dxa"/>
          </w:tcPr>
          <w:p w14:paraId="0DBD5D6C" w14:textId="77777777" w:rsidR="00536143" w:rsidRPr="00693EDD" w:rsidRDefault="00536143" w:rsidP="00536143">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314EC972" w14:textId="77777777" w:rsidR="00536143" w:rsidRDefault="00536143" w:rsidP="00536143">
            <w:pPr>
              <w:tabs>
                <w:tab w:val="left" w:pos="720"/>
              </w:tabs>
              <w:ind w:right="3"/>
              <w:jc w:val="right"/>
              <w:rPr>
                <w:rFonts w:ascii="Browallia New" w:hAnsi="Browallia New" w:cs="Browallia New"/>
                <w:sz w:val="27"/>
                <w:szCs w:val="27"/>
              </w:rPr>
            </w:pPr>
          </w:p>
          <w:p w14:paraId="34B5AFAF" w14:textId="2FB966C0" w:rsidR="00536143" w:rsidRPr="00693EDD" w:rsidRDefault="00536143" w:rsidP="00536143">
            <w:pPr>
              <w:tabs>
                <w:tab w:val="left" w:pos="720"/>
              </w:tabs>
              <w:ind w:left="-108" w:right="3"/>
              <w:jc w:val="right"/>
              <w:rPr>
                <w:rFonts w:ascii="Browallia New" w:hAnsi="Browallia New" w:cs="Browallia New"/>
              </w:rPr>
            </w:pPr>
            <w:r>
              <w:rPr>
                <w:rFonts w:ascii="Browallia New" w:hAnsi="Browallia New" w:cs="Browallia New"/>
                <w:sz w:val="27"/>
                <w:szCs w:val="27"/>
              </w:rPr>
              <w:t>(72,687)</w:t>
            </w:r>
          </w:p>
        </w:tc>
        <w:tc>
          <w:tcPr>
            <w:tcW w:w="138" w:type="dxa"/>
          </w:tcPr>
          <w:p w14:paraId="39218FEF" w14:textId="77777777" w:rsidR="00536143" w:rsidRPr="00693EDD" w:rsidRDefault="00536143" w:rsidP="00536143">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76A7A532" w:rsidR="00536143" w:rsidRPr="00693EDD" w:rsidRDefault="00D85931" w:rsidP="00536143">
            <w:pPr>
              <w:tabs>
                <w:tab w:val="left" w:pos="720"/>
              </w:tabs>
              <w:ind w:left="-108" w:right="3"/>
              <w:jc w:val="right"/>
              <w:rPr>
                <w:rFonts w:ascii="Browallia New" w:hAnsi="Browallia New" w:cs="Browallia New"/>
              </w:rPr>
            </w:pPr>
            <w:r>
              <w:rPr>
                <w:rFonts w:ascii="Browallia New" w:hAnsi="Browallia New" w:cs="Browallia New"/>
              </w:rPr>
              <w:t>(107,266)</w:t>
            </w:r>
          </w:p>
        </w:tc>
        <w:tc>
          <w:tcPr>
            <w:tcW w:w="140" w:type="dxa"/>
          </w:tcPr>
          <w:p w14:paraId="09AE60E8" w14:textId="77777777" w:rsidR="00536143" w:rsidRPr="00693EDD" w:rsidRDefault="00536143" w:rsidP="00536143">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vAlign w:val="bottom"/>
          </w:tcPr>
          <w:p w14:paraId="01C84ED8" w14:textId="129F626F" w:rsidR="00536143" w:rsidRPr="00693EDD" w:rsidRDefault="00536143" w:rsidP="00536143">
            <w:pPr>
              <w:tabs>
                <w:tab w:val="left" w:pos="720"/>
              </w:tabs>
              <w:ind w:right="3"/>
              <w:jc w:val="right"/>
              <w:rPr>
                <w:rFonts w:ascii="Browallia New" w:hAnsi="Browallia New" w:cs="Browallia New"/>
              </w:rPr>
            </w:pPr>
            <w:r>
              <w:rPr>
                <w:rFonts w:ascii="Browallia New" w:hAnsi="Browallia New" w:cs="Browallia New"/>
                <w:sz w:val="27"/>
                <w:szCs w:val="27"/>
              </w:rPr>
              <w:t>(79,806)</w:t>
            </w:r>
          </w:p>
        </w:tc>
      </w:tr>
      <w:tr w:rsidR="00536143" w:rsidRPr="00693EDD" w14:paraId="224A1BFE" w14:textId="77777777" w:rsidTr="0010534A">
        <w:tc>
          <w:tcPr>
            <w:tcW w:w="3548" w:type="dxa"/>
            <w:hideMark/>
          </w:tcPr>
          <w:p w14:paraId="25EE7536" w14:textId="3A50C1BA" w:rsidR="00536143" w:rsidRPr="00693EDD" w:rsidRDefault="00536143" w:rsidP="00536143">
            <w:pPr>
              <w:ind w:right="28"/>
              <w:rPr>
                <w:rFonts w:ascii="Browallia New" w:hAnsi="Browallia New" w:cs="Browallia New"/>
              </w:rPr>
            </w:pPr>
            <w:r w:rsidRPr="00A92525">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vAlign w:val="bottom"/>
          </w:tcPr>
          <w:p w14:paraId="48135156" w14:textId="4724DEA7" w:rsidR="00536143" w:rsidRPr="00693EDD" w:rsidRDefault="001268F9" w:rsidP="00536143">
            <w:pPr>
              <w:tabs>
                <w:tab w:val="left" w:pos="720"/>
              </w:tabs>
              <w:ind w:left="-108" w:right="3"/>
              <w:jc w:val="right"/>
              <w:rPr>
                <w:rFonts w:ascii="Browallia New" w:hAnsi="Browallia New" w:cs="Browallia New"/>
                <w:cs/>
              </w:rPr>
            </w:pPr>
            <w:r>
              <w:rPr>
                <w:rFonts w:ascii="Browallia New" w:hAnsi="Browallia New" w:cs="Browallia New"/>
              </w:rPr>
              <w:t>35,625</w:t>
            </w:r>
          </w:p>
        </w:tc>
        <w:tc>
          <w:tcPr>
            <w:tcW w:w="149" w:type="dxa"/>
          </w:tcPr>
          <w:p w14:paraId="28243D57" w14:textId="77777777" w:rsidR="00536143" w:rsidRPr="00693EDD" w:rsidRDefault="00536143" w:rsidP="00536143">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6C7E7D97" w:rsidR="00536143" w:rsidRPr="00693EDD" w:rsidRDefault="00536143" w:rsidP="00536143">
            <w:pPr>
              <w:tabs>
                <w:tab w:val="left" w:pos="720"/>
              </w:tabs>
              <w:ind w:left="-108" w:right="3"/>
              <w:jc w:val="right"/>
              <w:rPr>
                <w:rFonts w:ascii="Browallia New" w:hAnsi="Browallia New" w:cs="Browallia New"/>
              </w:rPr>
            </w:pPr>
            <w:r w:rsidRPr="00E72865">
              <w:rPr>
                <w:rFonts w:ascii="Browallia New" w:hAnsi="Browallia New" w:cs="Browallia New"/>
                <w:sz w:val="27"/>
                <w:szCs w:val="27"/>
              </w:rPr>
              <w:t>28,009</w:t>
            </w:r>
          </w:p>
        </w:tc>
        <w:tc>
          <w:tcPr>
            <w:tcW w:w="138" w:type="dxa"/>
          </w:tcPr>
          <w:p w14:paraId="10A66644" w14:textId="77777777" w:rsidR="00536143" w:rsidRPr="00693EDD" w:rsidRDefault="00536143" w:rsidP="00536143">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5AADFA1F" w14:textId="4BA4EA4A" w:rsidR="00536143" w:rsidRPr="00693EDD" w:rsidRDefault="00D85931" w:rsidP="00536143">
            <w:pPr>
              <w:tabs>
                <w:tab w:val="left" w:pos="720"/>
              </w:tabs>
              <w:ind w:left="-108" w:right="3"/>
              <w:jc w:val="right"/>
              <w:rPr>
                <w:rFonts w:ascii="Browallia New" w:hAnsi="Browallia New" w:cs="Browallia New"/>
              </w:rPr>
            </w:pPr>
            <w:r>
              <w:rPr>
                <w:rFonts w:ascii="Browallia New" w:hAnsi="Browallia New" w:cs="Browallia New"/>
              </w:rPr>
              <w:t>34,753</w:t>
            </w:r>
          </w:p>
        </w:tc>
        <w:tc>
          <w:tcPr>
            <w:tcW w:w="140" w:type="dxa"/>
          </w:tcPr>
          <w:p w14:paraId="5F6152AC" w14:textId="77777777" w:rsidR="00536143" w:rsidRPr="00693EDD" w:rsidRDefault="00536143" w:rsidP="00536143">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10BCEA09" w:rsidR="00536143" w:rsidRPr="00693EDD" w:rsidRDefault="00536143" w:rsidP="00536143">
            <w:pPr>
              <w:tabs>
                <w:tab w:val="left" w:pos="720"/>
              </w:tabs>
              <w:ind w:left="-108" w:right="3"/>
              <w:jc w:val="right"/>
              <w:rPr>
                <w:rFonts w:ascii="Browallia New" w:hAnsi="Browallia New" w:cs="Browallia New"/>
              </w:rPr>
            </w:pPr>
            <w:r w:rsidRPr="00F81DB6">
              <w:rPr>
                <w:rFonts w:ascii="Browallia New" w:hAnsi="Browallia New" w:cs="Browallia New"/>
                <w:sz w:val="27"/>
                <w:szCs w:val="27"/>
              </w:rPr>
              <w:t>20,890</w:t>
            </w:r>
          </w:p>
        </w:tc>
      </w:tr>
    </w:tbl>
    <w:p w14:paraId="07ABE13B" w14:textId="0BA25298" w:rsidR="003564E8" w:rsidRPr="00693EDD" w:rsidRDefault="003564E8">
      <w:pPr>
        <w:rPr>
          <w:rFonts w:ascii="Browallia New" w:hAnsi="Browallia New" w:cs="Browallia New"/>
          <w:u w:val="single"/>
          <w:cs/>
        </w:rPr>
      </w:pPr>
    </w:p>
    <w:p w14:paraId="35B4CD61" w14:textId="73510EA6" w:rsidR="00766EBB" w:rsidRPr="00693EDD" w:rsidRDefault="00766EBB" w:rsidP="003E0B20">
      <w:pPr>
        <w:pStyle w:val="ListParagraph"/>
        <w:numPr>
          <w:ilvl w:val="0"/>
          <w:numId w:val="16"/>
        </w:numPr>
        <w:tabs>
          <w:tab w:val="left" w:pos="426"/>
        </w:tabs>
        <w:spacing w:after="0" w:line="240" w:lineRule="auto"/>
        <w:ind w:left="846" w:hanging="486"/>
        <w:rPr>
          <w:rFonts w:ascii="Browallia New" w:hAnsi="Browallia New" w:cs="Browallia New"/>
          <w:u w:val="single"/>
        </w:rPr>
      </w:pPr>
      <w:r w:rsidRPr="00693EDD">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0540A0" w:rsidRDefault="00F55FC7" w:rsidP="00D77DDE">
      <w:pPr>
        <w:ind w:left="851" w:right="30"/>
        <w:jc w:val="thaiDistribute"/>
        <w:rPr>
          <w:rFonts w:ascii="Browallia New" w:hAnsi="Browallia New" w:cs="Browallia New"/>
        </w:rPr>
      </w:pPr>
    </w:p>
    <w:p w14:paraId="0D31B05D" w14:textId="5706EEC1" w:rsidR="00F55FC7" w:rsidRPr="005C2BD1" w:rsidRDefault="00F55FC7" w:rsidP="003E0B20">
      <w:pPr>
        <w:ind w:left="851" w:right="30"/>
        <w:jc w:val="thaiDistribute"/>
        <w:rPr>
          <w:rFonts w:ascii="Browallia New" w:hAnsi="Browallia New" w:cs="Browallia New"/>
          <w:cs/>
        </w:rPr>
      </w:pPr>
      <w:r w:rsidRPr="00693EDD">
        <w:rPr>
          <w:rFonts w:ascii="Browallia New" w:hAnsi="Browallia New" w:cs="Browallia New"/>
          <w:cs/>
        </w:rPr>
        <w:t>ณ</w:t>
      </w:r>
      <w:r w:rsidR="00F60E66" w:rsidRPr="00693EDD">
        <w:rPr>
          <w:rFonts w:ascii="Browallia New" w:hAnsi="Browallia New" w:cs="Browallia New"/>
        </w:rPr>
        <w:t xml:space="preserve"> </w:t>
      </w:r>
      <w:r w:rsidRPr="00693EDD">
        <w:rPr>
          <w:rFonts w:ascii="Browallia New" w:hAnsi="Browallia New" w:cs="Browallia New"/>
          <w:cs/>
        </w:rPr>
        <w:t>วันที่</w:t>
      </w:r>
      <w:r w:rsidRPr="00693EDD">
        <w:rPr>
          <w:rFonts w:ascii="Browallia New" w:hAnsi="Browallia New" w:cs="Browallia New"/>
        </w:rPr>
        <w:t xml:space="preserve"> </w:t>
      </w:r>
      <w:r w:rsidR="00536143" w:rsidRPr="005C4084">
        <w:rPr>
          <w:rStyle w:val="normaltextrun"/>
          <w:rFonts w:ascii="Browallia New" w:hAnsi="Browallia New" w:cs="Browallia New"/>
          <w:spacing w:val="-4"/>
        </w:rPr>
        <w:t>31</w:t>
      </w:r>
      <w:r w:rsidR="00536143" w:rsidRPr="005C4084">
        <w:rPr>
          <w:rStyle w:val="normaltextrun"/>
          <w:rFonts w:ascii="Browallia New" w:hAnsi="Browallia New" w:cs="Browallia New"/>
          <w:spacing w:val="-4"/>
          <w:cs/>
        </w:rPr>
        <w:t xml:space="preserve"> มีนาคม</w:t>
      </w:r>
      <w:r w:rsidR="00536143" w:rsidRPr="005C4084">
        <w:rPr>
          <w:rFonts w:ascii="Browallia New" w:hAnsi="Browallia New" w:cs="Browallia New" w:hint="cs"/>
          <w:spacing w:val="-4"/>
          <w:cs/>
        </w:rPr>
        <w:t xml:space="preserve"> </w:t>
      </w:r>
      <w:r w:rsidR="00536143" w:rsidRPr="005C4084">
        <w:rPr>
          <w:rFonts w:ascii="Browallia New" w:hAnsi="Browallia New" w:cs="Browallia New"/>
          <w:spacing w:val="-4"/>
        </w:rPr>
        <w:t>2566</w:t>
      </w:r>
      <w:r w:rsidRPr="00693EDD">
        <w:rPr>
          <w:rFonts w:ascii="Browallia New" w:hAnsi="Browallia New" w:cs="Browallia New"/>
        </w:rPr>
        <w:t xml:space="preserve"> </w:t>
      </w:r>
      <w:r w:rsidR="00EE3393">
        <w:rPr>
          <w:rFonts w:ascii="Browallia New" w:hAnsi="Browallia New" w:cs="Browallia New" w:hint="cs"/>
          <w:cs/>
        </w:rPr>
        <w:t>กลุ่ม</w:t>
      </w:r>
      <w:r w:rsidRPr="00693EDD">
        <w:rPr>
          <w:rFonts w:ascii="Browallia New" w:hAnsi="Browallia New" w:cs="Browallia New"/>
          <w:cs/>
        </w:rPr>
        <w:t>บริษัทคาดว่าจะมีรายได้ที่</w:t>
      </w:r>
      <w:r w:rsidR="00C44880" w:rsidRPr="00693EDD">
        <w:rPr>
          <w:rFonts w:ascii="Browallia New" w:hAnsi="Browallia New" w:cs="Browallia New"/>
          <w:cs/>
        </w:rPr>
        <w:t>จะ</w:t>
      </w:r>
      <w:r w:rsidRPr="00693EDD">
        <w:rPr>
          <w:rFonts w:ascii="Browallia New" w:hAnsi="Browallia New" w:cs="Browallia New"/>
          <w:cs/>
        </w:rPr>
        <w:t>รับรู้ในอนาคตสำหรับ</w:t>
      </w:r>
      <w:r w:rsidR="008911F8" w:rsidRPr="00693EDD">
        <w:rPr>
          <w:rFonts w:ascii="Browallia New" w:hAnsi="Browallia New" w:cs="Browallia New"/>
          <w:cs/>
        </w:rPr>
        <w:t>ภาระ</w:t>
      </w:r>
      <w:r w:rsidR="0064649D" w:rsidRPr="00693EDD">
        <w:rPr>
          <w:rFonts w:ascii="Browallia New" w:hAnsi="Browallia New" w:cs="Browallia New"/>
          <w:cs/>
        </w:rPr>
        <w:t>ท</w:t>
      </w:r>
      <w:r w:rsidR="00221B93">
        <w:rPr>
          <w:rFonts w:ascii="Browallia New" w:hAnsi="Browallia New" w:cs="Browallia New" w:hint="cs"/>
          <w:cs/>
        </w:rPr>
        <w:t>ี่</w:t>
      </w:r>
      <w:r w:rsidR="0064649D" w:rsidRPr="00693EDD">
        <w:rPr>
          <w:rFonts w:ascii="Browallia New" w:hAnsi="Browallia New" w:cs="Browallia New"/>
          <w:cs/>
        </w:rPr>
        <w:t>ยัง</w:t>
      </w:r>
      <w:r w:rsidR="008911F8" w:rsidRPr="00693EDD">
        <w:rPr>
          <w:rFonts w:ascii="Browallia New" w:hAnsi="Browallia New" w:cs="Browallia New"/>
          <w:cs/>
        </w:rPr>
        <w:t>ปฏิบัติ</w:t>
      </w:r>
      <w:r w:rsidRPr="00693EDD">
        <w:rPr>
          <w:rFonts w:ascii="Browallia New" w:hAnsi="Browallia New" w:cs="Browallia New"/>
          <w:cs/>
        </w:rPr>
        <w:t>ไม่เสร็จสิ้น</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หรือเสร็จสิ้น</w:t>
      </w:r>
      <w:r w:rsidRPr="00C62936">
        <w:rPr>
          <w:rFonts w:ascii="Browallia New" w:hAnsi="Browallia New" w:cs="Browallia New"/>
          <w:cs/>
        </w:rPr>
        <w:t>แล้วบางส่วน</w:t>
      </w:r>
      <w:r w:rsidRPr="00C62936">
        <w:rPr>
          <w:rFonts w:ascii="Browallia New" w:hAnsi="Browallia New" w:cs="Browallia New"/>
        </w:rPr>
        <w:t>)</w:t>
      </w:r>
      <w:r w:rsidR="00F60E66" w:rsidRPr="00C62936">
        <w:rPr>
          <w:rFonts w:ascii="Browallia New" w:hAnsi="Browallia New" w:cs="Browallia New"/>
        </w:rPr>
        <w:t xml:space="preserve"> </w:t>
      </w:r>
      <w:r w:rsidR="00BF6E8B" w:rsidRPr="00C62936">
        <w:rPr>
          <w:rFonts w:ascii="Browallia New" w:hAnsi="Browallia New" w:cs="Browallia New"/>
          <w:cs/>
        </w:rPr>
        <w:t>ภายใต้</w:t>
      </w:r>
      <w:r w:rsidRPr="00C62936">
        <w:rPr>
          <w:rFonts w:ascii="Browallia New" w:hAnsi="Browallia New" w:cs="Browallia New"/>
          <w:cs/>
        </w:rPr>
        <w:t>สัญญาที่ทำ</w:t>
      </w:r>
      <w:r w:rsidR="00127D20" w:rsidRPr="00C62936">
        <w:rPr>
          <w:rFonts w:ascii="Browallia New" w:hAnsi="Browallia New" w:cs="Browallia New"/>
          <w:cs/>
        </w:rPr>
        <w:t>ไว้</w:t>
      </w:r>
      <w:r w:rsidRPr="00C62936">
        <w:rPr>
          <w:rFonts w:ascii="Browallia New" w:hAnsi="Browallia New" w:cs="Browallia New"/>
          <w:cs/>
        </w:rPr>
        <w:t>กับลูกค้า</w:t>
      </w:r>
      <w:r w:rsidR="00F60E66" w:rsidRPr="00C62936">
        <w:rPr>
          <w:rFonts w:ascii="Browallia New" w:hAnsi="Browallia New" w:cs="Browallia New"/>
        </w:rPr>
        <w:t xml:space="preserve"> </w:t>
      </w:r>
      <w:r w:rsidRPr="00C62936">
        <w:rPr>
          <w:rFonts w:ascii="Browallia New" w:hAnsi="Browallia New" w:cs="Browallia New"/>
          <w:cs/>
        </w:rPr>
        <w:t>จำนวน</w:t>
      </w:r>
      <w:r w:rsidRPr="00B9420E">
        <w:rPr>
          <w:rFonts w:ascii="Browallia New" w:hAnsi="Browallia New" w:cs="Browallia New"/>
          <w:cs/>
        </w:rPr>
        <w:t>รวม</w:t>
      </w:r>
      <w:r w:rsidR="00507C50" w:rsidRPr="00B9420E">
        <w:rPr>
          <w:rFonts w:ascii="Browallia New" w:hAnsi="Browallia New" w:cs="Browallia New"/>
        </w:rPr>
        <w:t xml:space="preserve"> </w:t>
      </w:r>
      <w:r w:rsidR="00DC7D0C">
        <w:rPr>
          <w:rFonts w:ascii="Browallia New" w:hAnsi="Browallia New" w:cs="Browallia New"/>
        </w:rPr>
        <w:t>322.55</w:t>
      </w:r>
      <w:r w:rsidR="00051128" w:rsidRPr="00B9420E">
        <w:rPr>
          <w:rFonts w:ascii="Browallia New" w:hAnsi="Browallia New" w:cs="Browallia New"/>
        </w:rPr>
        <w:t xml:space="preserve"> </w:t>
      </w:r>
      <w:r w:rsidRPr="00B9420E">
        <w:rPr>
          <w:rFonts w:ascii="Browallia New" w:hAnsi="Browallia New" w:cs="Browallia New"/>
          <w:cs/>
        </w:rPr>
        <w:t>ล้าน</w:t>
      </w:r>
      <w:r w:rsidRPr="00C62936">
        <w:rPr>
          <w:rFonts w:ascii="Browallia New" w:hAnsi="Browallia New" w:cs="Browallia New"/>
          <w:cs/>
        </w:rPr>
        <w:t>บาท</w:t>
      </w:r>
      <w:r w:rsidR="00F60E66" w:rsidRPr="00C62936">
        <w:rPr>
          <w:rFonts w:ascii="Browallia New" w:hAnsi="Browallia New" w:cs="Browallia New"/>
        </w:rPr>
        <w:t xml:space="preserve"> </w:t>
      </w:r>
      <w:r w:rsidRPr="00C62936">
        <w:rPr>
          <w:rFonts w:ascii="Browallia New" w:hAnsi="Browallia New" w:cs="Browallia New"/>
        </w:rPr>
        <w:t>(</w:t>
      </w:r>
      <w:r w:rsidRPr="00C62936">
        <w:rPr>
          <w:rFonts w:ascii="Browallia New" w:hAnsi="Browallia New" w:cs="Browallia New"/>
          <w:cs/>
        </w:rPr>
        <w:t>งบการเงินเฉพาะของบริษัท</w:t>
      </w:r>
      <w:r w:rsidR="001236B9">
        <w:rPr>
          <w:rFonts w:ascii="Browallia New" w:hAnsi="Browallia New" w:cs="Browallia New"/>
        </w:rPr>
        <w:t xml:space="preserve"> - </w:t>
      </w:r>
      <w:r w:rsidRPr="00C62936">
        <w:rPr>
          <w:rFonts w:ascii="Browallia New" w:hAnsi="Browallia New" w:cs="Browallia New"/>
          <w:cs/>
        </w:rPr>
        <w:t>จำนวน</w:t>
      </w:r>
      <w:r w:rsidR="007650F1" w:rsidRPr="00C62936">
        <w:rPr>
          <w:rFonts w:ascii="Browallia New" w:hAnsi="Browallia New" w:cs="Browallia New"/>
          <w:cs/>
        </w:rPr>
        <w:t>รวม</w:t>
      </w:r>
      <w:r w:rsidR="007650F1" w:rsidRPr="00C62936">
        <w:rPr>
          <w:rFonts w:ascii="Browallia New" w:hAnsi="Browallia New" w:cs="Browallia New"/>
        </w:rPr>
        <w:t xml:space="preserve"> </w:t>
      </w:r>
      <w:r w:rsidR="00DC7D0C">
        <w:rPr>
          <w:rFonts w:ascii="Browallia New" w:hAnsi="Browallia New" w:cs="Browallia New"/>
        </w:rPr>
        <w:t>284.53</w:t>
      </w:r>
      <w:r w:rsidR="00E26CBA" w:rsidRPr="00C62936">
        <w:rPr>
          <w:rFonts w:ascii="Browallia New" w:hAnsi="Browallia New" w:cs="Browallia New"/>
        </w:rPr>
        <w:t xml:space="preserve"> </w:t>
      </w:r>
      <w:r w:rsidR="007650F1" w:rsidRPr="00C62936">
        <w:rPr>
          <w:rFonts w:ascii="Browallia New" w:hAnsi="Browallia New" w:cs="Browallia New"/>
          <w:cs/>
        </w:rPr>
        <w:t>ล้านบาท</w:t>
      </w:r>
      <w:r w:rsidRPr="00C62936">
        <w:rPr>
          <w:rFonts w:ascii="Browallia New" w:hAnsi="Browallia New" w:cs="Browallia New"/>
        </w:rPr>
        <w:t>)</w:t>
      </w:r>
      <w:r w:rsidR="00F60E66" w:rsidRPr="005C2BD1">
        <w:rPr>
          <w:rFonts w:ascii="Browallia New" w:hAnsi="Browallia New" w:cs="Browallia New"/>
        </w:rPr>
        <w:t xml:space="preserve"> </w:t>
      </w:r>
    </w:p>
    <w:p w14:paraId="44145B14" w14:textId="77777777" w:rsidR="00006EF4" w:rsidRDefault="00006EF4">
      <w:pPr>
        <w:rPr>
          <w:rFonts w:ascii="Browallia New" w:hAnsi="Browallia New" w:cs="Browallia New"/>
          <w:b/>
          <w:bCs/>
          <w:sz w:val="22"/>
          <w:szCs w:val="22"/>
        </w:rPr>
      </w:pPr>
    </w:p>
    <w:p w14:paraId="74A3DF33" w14:textId="29E95604" w:rsidR="00F72E0B" w:rsidRDefault="00F72E0B">
      <w:pPr>
        <w:rPr>
          <w:rFonts w:ascii="Browallia New" w:hAnsi="Browallia New" w:cs="Browallia New"/>
          <w:b/>
          <w:bCs/>
          <w:sz w:val="22"/>
          <w:szCs w:val="22"/>
        </w:rPr>
      </w:pPr>
      <w:r>
        <w:rPr>
          <w:rFonts w:ascii="Browallia New" w:hAnsi="Browallia New" w:cs="Browallia New"/>
          <w:b/>
          <w:bCs/>
          <w:szCs w:val="22"/>
        </w:rPr>
        <w:br w:type="page"/>
      </w:r>
    </w:p>
    <w:p w14:paraId="48562975" w14:textId="29636ECE" w:rsidR="002037AC" w:rsidRPr="005C2BD1" w:rsidRDefault="003E4706" w:rsidP="007809D2">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สินค้าคงเหลือ</w:t>
      </w:r>
    </w:p>
    <w:p w14:paraId="7CD20345" w14:textId="77777777" w:rsidR="003A5EBE" w:rsidRPr="00E56228" w:rsidRDefault="003A5EBE" w:rsidP="00DC495D">
      <w:pPr>
        <w:pStyle w:val="ListParagraph"/>
        <w:spacing w:after="0" w:line="240" w:lineRule="auto"/>
        <w:ind w:left="360"/>
        <w:jc w:val="thaiDistribute"/>
        <w:rPr>
          <w:rFonts w:ascii="Browallia New" w:hAnsi="Browallia New" w:cs="Browallia New"/>
          <w:sz w:val="20"/>
          <w:szCs w:val="20"/>
        </w:rPr>
      </w:pPr>
    </w:p>
    <w:tbl>
      <w:tblPr>
        <w:tblW w:w="9019" w:type="dxa"/>
        <w:tblInd w:w="378" w:type="dxa"/>
        <w:tblLayout w:type="fixed"/>
        <w:tblLook w:val="0000" w:firstRow="0" w:lastRow="0" w:firstColumn="0" w:lastColumn="0" w:noHBand="0" w:noVBand="0"/>
      </w:tblPr>
      <w:tblGrid>
        <w:gridCol w:w="3249"/>
        <w:gridCol w:w="1260"/>
        <w:gridCol w:w="236"/>
        <w:gridCol w:w="1260"/>
        <w:gridCol w:w="236"/>
        <w:gridCol w:w="1260"/>
        <w:gridCol w:w="236"/>
        <w:gridCol w:w="1282"/>
      </w:tblGrid>
      <w:tr w:rsidR="003E4706" w:rsidRPr="005C2BD1" w14:paraId="4856297A" w14:textId="77777777" w:rsidTr="000540A0">
        <w:trPr>
          <w:cantSplit/>
          <w:trHeight w:val="20"/>
        </w:trPr>
        <w:tc>
          <w:tcPr>
            <w:tcW w:w="3249" w:type="dxa"/>
            <w:vAlign w:val="bottom"/>
          </w:tcPr>
          <w:p w14:paraId="48562976"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0540A0">
        <w:trPr>
          <w:cantSplit/>
          <w:trHeight w:val="20"/>
        </w:trPr>
        <w:tc>
          <w:tcPr>
            <w:tcW w:w="3249" w:type="dxa"/>
            <w:vAlign w:val="bottom"/>
          </w:tcPr>
          <w:p w14:paraId="4856297B"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CD32AB" w:rsidRPr="005C2BD1" w14:paraId="4856298C" w14:textId="77777777" w:rsidTr="000540A0">
        <w:trPr>
          <w:cantSplit/>
          <w:trHeight w:val="20"/>
        </w:trPr>
        <w:tc>
          <w:tcPr>
            <w:tcW w:w="3249" w:type="dxa"/>
            <w:vAlign w:val="bottom"/>
          </w:tcPr>
          <w:p w14:paraId="48562980" w14:textId="77777777" w:rsidR="00CD32AB" w:rsidRPr="005C2BD1" w:rsidRDefault="00CD32AB" w:rsidP="00CD32A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1C1FB5B4" w:rsidR="00CD32AB" w:rsidRPr="005C2BD1" w:rsidRDefault="00CD32AB" w:rsidP="00CD32AB">
            <w:pPr>
              <w:ind w:left="-105"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36" w:type="dxa"/>
            <w:tcBorders>
              <w:top w:val="single" w:sz="4" w:space="0" w:color="auto"/>
              <w:left w:val="nil"/>
            </w:tcBorders>
            <w:vAlign w:val="bottom"/>
          </w:tcPr>
          <w:p w14:paraId="48562983" w14:textId="77777777" w:rsidR="00CD32AB" w:rsidRPr="005C2BD1" w:rsidRDefault="00CD32AB" w:rsidP="00CD32AB">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50EE021B" w14:textId="77777777" w:rsidR="00CD32AB" w:rsidRPr="005C2BD1" w:rsidRDefault="00CD32AB" w:rsidP="00CD32A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1DFA133F" w:rsidR="00CD32AB" w:rsidRPr="005C2BD1" w:rsidRDefault="00CD32AB" w:rsidP="00CD32A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6" w:type="dxa"/>
            <w:tcBorders>
              <w:left w:val="nil"/>
            </w:tcBorders>
            <w:vAlign w:val="bottom"/>
          </w:tcPr>
          <w:p w14:paraId="48562986" w14:textId="77777777" w:rsidR="00CD32AB" w:rsidRPr="005C2BD1" w:rsidRDefault="00CD32AB" w:rsidP="00CD32AB">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0F379FA8" w:rsidR="00CD32AB" w:rsidRPr="005C2BD1" w:rsidRDefault="00CD32AB" w:rsidP="00CD32AB">
            <w:pPr>
              <w:ind w:left="-105" w:right="-108"/>
              <w:jc w:val="center"/>
              <w:rPr>
                <w:rFonts w:ascii="Browallia New" w:hAnsi="Browallia New" w:cs="Browallia New"/>
                <w:cs/>
              </w:rPr>
            </w:pPr>
            <w:r w:rsidRPr="00192EDE">
              <w:rPr>
                <w:rStyle w:val="normaltextrun"/>
                <w:rFonts w:ascii="Browallia New" w:hAnsi="Browallia New" w:cs="Browallia New"/>
              </w:rPr>
              <w:t>31</w:t>
            </w:r>
            <w:r w:rsidRPr="005C4084">
              <w:rPr>
                <w:rStyle w:val="normaltextrun"/>
                <w:rFonts w:ascii="Browallia New" w:hAnsi="Browallia New" w:cs="Browallia New"/>
                <w:cs/>
              </w:rPr>
              <w:t xml:space="preserve"> มีนาคม</w:t>
            </w:r>
            <w:r w:rsidRPr="00192EDE">
              <w:rPr>
                <w:rStyle w:val="normaltextrun"/>
                <w:rFonts w:ascii="Browallia New" w:hAnsi="Browallia New" w:cs="Browallia New"/>
                <w:cs/>
              </w:rPr>
              <w:br/>
            </w:r>
            <w:r w:rsidRPr="005C4084">
              <w:rPr>
                <w:rStyle w:val="normaltextrun"/>
                <w:rFonts w:ascii="Browallia New" w:hAnsi="Browallia New" w:cs="Browallia New"/>
              </w:rPr>
              <w:t>2566</w:t>
            </w:r>
          </w:p>
        </w:tc>
        <w:tc>
          <w:tcPr>
            <w:tcW w:w="236" w:type="dxa"/>
            <w:tcBorders>
              <w:top w:val="single" w:sz="4" w:space="0" w:color="auto"/>
            </w:tcBorders>
            <w:vAlign w:val="bottom"/>
          </w:tcPr>
          <w:p w14:paraId="48562989" w14:textId="77777777" w:rsidR="00CD32AB" w:rsidRPr="005C2BD1" w:rsidRDefault="00CD32AB" w:rsidP="00CD32AB">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C1927B6" w14:textId="77777777" w:rsidR="00CD32AB" w:rsidRPr="005C2BD1" w:rsidRDefault="00CD32AB" w:rsidP="00CD32A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0B8648C4" w:rsidR="00CD32AB" w:rsidRPr="005C2BD1" w:rsidRDefault="00CD32AB" w:rsidP="00CD32A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r>
      <w:tr w:rsidR="003E4706" w:rsidRPr="005C2BD1" w14:paraId="48562995" w14:textId="77777777" w:rsidTr="000540A0">
        <w:trPr>
          <w:cantSplit/>
          <w:trHeight w:val="20"/>
        </w:trPr>
        <w:tc>
          <w:tcPr>
            <w:tcW w:w="3249"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4B4F3F" w:rsidRPr="005C2BD1" w14:paraId="6D221981" w14:textId="77777777" w:rsidTr="000540A0">
        <w:trPr>
          <w:cantSplit/>
          <w:trHeight w:val="20"/>
        </w:trPr>
        <w:tc>
          <w:tcPr>
            <w:tcW w:w="3249" w:type="dxa"/>
            <w:vAlign w:val="bottom"/>
          </w:tcPr>
          <w:p w14:paraId="596C6EEF" w14:textId="6B9E0C65" w:rsidR="004B4F3F" w:rsidRPr="005C2BD1" w:rsidRDefault="004B4F3F" w:rsidP="004B4F3F">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tcPr>
          <w:p w14:paraId="2FE8B139" w14:textId="002FF5B3" w:rsidR="004B4F3F" w:rsidRPr="000540A0" w:rsidRDefault="004B4F3F" w:rsidP="004B4F3F">
            <w:pPr>
              <w:jc w:val="right"/>
              <w:rPr>
                <w:rFonts w:ascii="Browallia New" w:hAnsi="Browallia New" w:cs="Browallia New"/>
              </w:rPr>
            </w:pPr>
            <w:r>
              <w:rPr>
                <w:rFonts w:ascii="Browallia New" w:hAnsi="Browallia New" w:cs="Browallia New"/>
              </w:rPr>
              <w:t>1,130,56</w:t>
            </w:r>
            <w:r w:rsidR="00AB3DD1">
              <w:rPr>
                <w:rFonts w:ascii="Browallia New" w:hAnsi="Browallia New" w:cs="Browallia New"/>
              </w:rPr>
              <w:t>7</w:t>
            </w:r>
          </w:p>
        </w:tc>
        <w:tc>
          <w:tcPr>
            <w:tcW w:w="236" w:type="dxa"/>
            <w:tcBorders>
              <w:left w:val="nil"/>
            </w:tcBorders>
            <w:vAlign w:val="bottom"/>
          </w:tcPr>
          <w:p w14:paraId="0CE3AEDA" w14:textId="77777777" w:rsidR="004B4F3F" w:rsidRPr="005C2BD1" w:rsidRDefault="004B4F3F" w:rsidP="004B4F3F">
            <w:pPr>
              <w:rPr>
                <w:rFonts w:ascii="Browallia New" w:hAnsi="Browallia New" w:cs="Browallia New"/>
              </w:rPr>
            </w:pPr>
          </w:p>
        </w:tc>
        <w:tc>
          <w:tcPr>
            <w:tcW w:w="1260" w:type="dxa"/>
          </w:tcPr>
          <w:p w14:paraId="15B79E31" w14:textId="3ECABA61" w:rsidR="004B4F3F" w:rsidRPr="005C2BD1" w:rsidRDefault="004B4F3F" w:rsidP="004B4F3F">
            <w:pPr>
              <w:jc w:val="right"/>
              <w:rPr>
                <w:rFonts w:ascii="Browallia New" w:hAnsi="Browallia New" w:cs="Browallia New"/>
              </w:rPr>
            </w:pPr>
            <w:r w:rsidRPr="00544B5B">
              <w:rPr>
                <w:rFonts w:ascii="Browallia New" w:hAnsi="Browallia New" w:cs="Browallia New"/>
              </w:rPr>
              <w:t>1</w:t>
            </w:r>
            <w:r w:rsidRPr="00302A9E">
              <w:rPr>
                <w:rFonts w:ascii="Browallia New" w:hAnsi="Browallia New" w:cs="Browallia New"/>
                <w:lang w:val="th-TH"/>
              </w:rPr>
              <w:t>,306,697</w:t>
            </w:r>
          </w:p>
        </w:tc>
        <w:tc>
          <w:tcPr>
            <w:tcW w:w="236" w:type="dxa"/>
            <w:tcBorders>
              <w:left w:val="nil"/>
            </w:tcBorders>
            <w:vAlign w:val="bottom"/>
          </w:tcPr>
          <w:p w14:paraId="403C6BBB" w14:textId="77777777" w:rsidR="004B4F3F" w:rsidRPr="005C2BD1" w:rsidRDefault="004B4F3F" w:rsidP="004B4F3F">
            <w:pPr>
              <w:ind w:right="30"/>
              <w:rPr>
                <w:rFonts w:ascii="Browallia New" w:hAnsi="Browallia New" w:cs="Browallia New"/>
              </w:rPr>
            </w:pPr>
          </w:p>
        </w:tc>
        <w:tc>
          <w:tcPr>
            <w:tcW w:w="1260" w:type="dxa"/>
          </w:tcPr>
          <w:p w14:paraId="68FDCC08" w14:textId="65698E98" w:rsidR="004B4F3F" w:rsidRPr="000540A0" w:rsidRDefault="004B4F3F" w:rsidP="004B4F3F">
            <w:pPr>
              <w:jc w:val="right"/>
              <w:rPr>
                <w:rFonts w:ascii="Browallia New" w:hAnsi="Browallia New" w:cs="Browallia New"/>
              </w:rPr>
            </w:pPr>
            <w:r w:rsidRPr="000540A0">
              <w:rPr>
                <w:rFonts w:ascii="Browallia New" w:hAnsi="Browallia New" w:cs="Browallia New"/>
              </w:rPr>
              <w:t>1,108,735</w:t>
            </w:r>
          </w:p>
        </w:tc>
        <w:tc>
          <w:tcPr>
            <w:tcW w:w="236" w:type="dxa"/>
            <w:vAlign w:val="bottom"/>
          </w:tcPr>
          <w:p w14:paraId="6B894CB5" w14:textId="77777777" w:rsidR="004B4F3F" w:rsidRPr="005C2BD1" w:rsidRDefault="004B4F3F" w:rsidP="004B4F3F">
            <w:pPr>
              <w:pStyle w:val="a"/>
              <w:ind w:left="-157" w:right="30"/>
              <w:rPr>
                <w:rFonts w:ascii="Browallia New" w:hAnsi="Browallia New" w:cs="Browallia New"/>
                <w:sz w:val="28"/>
                <w:szCs w:val="28"/>
              </w:rPr>
            </w:pPr>
          </w:p>
        </w:tc>
        <w:tc>
          <w:tcPr>
            <w:tcW w:w="1282" w:type="dxa"/>
          </w:tcPr>
          <w:p w14:paraId="0D50BAFC" w14:textId="5D4DB27D" w:rsidR="004B4F3F" w:rsidRPr="005C2BD1" w:rsidRDefault="004B4F3F" w:rsidP="004B4F3F">
            <w:pPr>
              <w:jc w:val="right"/>
              <w:rPr>
                <w:rFonts w:ascii="Browallia New" w:hAnsi="Browallia New" w:cs="Browallia New"/>
                <w:cs/>
              </w:rPr>
            </w:pPr>
            <w:r w:rsidRPr="00544B5B">
              <w:rPr>
                <w:rFonts w:ascii="Browallia New" w:hAnsi="Browallia New" w:cs="Browallia New"/>
              </w:rPr>
              <w:t>1</w:t>
            </w:r>
            <w:r w:rsidRPr="00302A9E">
              <w:rPr>
                <w:rFonts w:ascii="Browallia New" w:hAnsi="Browallia New" w:cs="Browallia New"/>
                <w:lang w:val="th-TH"/>
              </w:rPr>
              <w:t>,276,298</w:t>
            </w:r>
          </w:p>
        </w:tc>
      </w:tr>
      <w:tr w:rsidR="004B4F3F" w:rsidRPr="005C2BD1" w14:paraId="485629A7" w14:textId="77777777" w:rsidTr="000540A0">
        <w:trPr>
          <w:cantSplit/>
          <w:trHeight w:val="20"/>
        </w:trPr>
        <w:tc>
          <w:tcPr>
            <w:tcW w:w="3249" w:type="dxa"/>
            <w:vAlign w:val="bottom"/>
          </w:tcPr>
          <w:p w14:paraId="4856299F" w14:textId="0E4E68F6" w:rsidR="004B4F3F" w:rsidRPr="005C2BD1" w:rsidRDefault="004B4F3F" w:rsidP="004B4F3F">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tcPr>
          <w:p w14:paraId="485629A0" w14:textId="0A85D0DC" w:rsidR="004B4F3F" w:rsidRPr="000540A0" w:rsidRDefault="006D76B0" w:rsidP="004B4F3F">
            <w:pPr>
              <w:jc w:val="right"/>
              <w:rPr>
                <w:rFonts w:ascii="Browallia New" w:hAnsi="Browallia New" w:cs="Browallia New"/>
              </w:rPr>
            </w:pPr>
            <w:r w:rsidRPr="006D76B0">
              <w:rPr>
                <w:rFonts w:ascii="Browallia New" w:hAnsi="Browallia New" w:cs="Browallia New"/>
              </w:rPr>
              <w:t>209</w:t>
            </w:r>
            <w:r w:rsidR="004B4F3F">
              <w:rPr>
                <w:rFonts w:ascii="Browallia New" w:hAnsi="Browallia New" w:cs="Browallia New"/>
              </w:rPr>
              <w:t>,</w:t>
            </w:r>
            <w:r w:rsidRPr="006D76B0">
              <w:rPr>
                <w:rFonts w:ascii="Browallia New" w:hAnsi="Browallia New" w:cs="Browallia New"/>
              </w:rPr>
              <w:t>771</w:t>
            </w:r>
          </w:p>
        </w:tc>
        <w:tc>
          <w:tcPr>
            <w:tcW w:w="236" w:type="dxa"/>
            <w:tcBorders>
              <w:left w:val="nil"/>
            </w:tcBorders>
            <w:vAlign w:val="bottom"/>
          </w:tcPr>
          <w:p w14:paraId="485629A1" w14:textId="77777777" w:rsidR="004B4F3F" w:rsidRPr="005C2BD1" w:rsidRDefault="004B4F3F" w:rsidP="004B4F3F">
            <w:pPr>
              <w:rPr>
                <w:rFonts w:ascii="Browallia New" w:hAnsi="Browallia New" w:cs="Browallia New"/>
              </w:rPr>
            </w:pPr>
          </w:p>
        </w:tc>
        <w:tc>
          <w:tcPr>
            <w:tcW w:w="1260" w:type="dxa"/>
          </w:tcPr>
          <w:p w14:paraId="485629A2" w14:textId="4AAA2CB6"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213,275</w:t>
            </w:r>
          </w:p>
        </w:tc>
        <w:tc>
          <w:tcPr>
            <w:tcW w:w="236" w:type="dxa"/>
            <w:tcBorders>
              <w:left w:val="nil"/>
            </w:tcBorders>
            <w:vAlign w:val="bottom"/>
          </w:tcPr>
          <w:p w14:paraId="485629A3" w14:textId="77777777" w:rsidR="004B4F3F" w:rsidRPr="005C2BD1" w:rsidRDefault="004B4F3F" w:rsidP="004B4F3F">
            <w:pPr>
              <w:ind w:right="30"/>
              <w:rPr>
                <w:rFonts w:ascii="Browallia New" w:hAnsi="Browallia New" w:cs="Browallia New"/>
              </w:rPr>
            </w:pPr>
          </w:p>
        </w:tc>
        <w:tc>
          <w:tcPr>
            <w:tcW w:w="1260" w:type="dxa"/>
          </w:tcPr>
          <w:p w14:paraId="485629A4" w14:textId="1E2CB7A4" w:rsidR="004B4F3F" w:rsidRPr="000540A0" w:rsidRDefault="004B4F3F" w:rsidP="004B4F3F">
            <w:pPr>
              <w:jc w:val="right"/>
              <w:rPr>
                <w:rFonts w:ascii="Browallia New" w:hAnsi="Browallia New" w:cs="Browallia New"/>
              </w:rPr>
            </w:pPr>
            <w:r w:rsidRPr="000540A0">
              <w:rPr>
                <w:rFonts w:ascii="Browallia New" w:hAnsi="Browallia New" w:cs="Browallia New"/>
              </w:rPr>
              <w:t>209,771</w:t>
            </w:r>
          </w:p>
        </w:tc>
        <w:tc>
          <w:tcPr>
            <w:tcW w:w="236" w:type="dxa"/>
            <w:vAlign w:val="bottom"/>
          </w:tcPr>
          <w:p w14:paraId="485629A5" w14:textId="77777777" w:rsidR="004B4F3F" w:rsidRPr="005C2BD1" w:rsidRDefault="004B4F3F" w:rsidP="004B4F3F">
            <w:pPr>
              <w:pStyle w:val="a"/>
              <w:ind w:left="-157" w:right="30"/>
              <w:rPr>
                <w:rFonts w:ascii="Browallia New" w:hAnsi="Browallia New" w:cs="Browallia New"/>
                <w:sz w:val="28"/>
                <w:szCs w:val="28"/>
              </w:rPr>
            </w:pPr>
          </w:p>
        </w:tc>
        <w:tc>
          <w:tcPr>
            <w:tcW w:w="1282" w:type="dxa"/>
          </w:tcPr>
          <w:p w14:paraId="485629A6" w14:textId="7D822312"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213,275</w:t>
            </w:r>
          </w:p>
        </w:tc>
      </w:tr>
      <w:tr w:rsidR="004B4F3F" w:rsidRPr="005C2BD1" w14:paraId="559332B3" w14:textId="77777777" w:rsidTr="000540A0">
        <w:trPr>
          <w:cantSplit/>
          <w:trHeight w:val="20"/>
        </w:trPr>
        <w:tc>
          <w:tcPr>
            <w:tcW w:w="3249" w:type="dxa"/>
            <w:vAlign w:val="bottom"/>
          </w:tcPr>
          <w:p w14:paraId="1B1023C5" w14:textId="36650329" w:rsidR="004B4F3F" w:rsidRPr="005C2BD1" w:rsidRDefault="004B4F3F" w:rsidP="004B4F3F">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tcPr>
          <w:p w14:paraId="553908FE" w14:textId="49B7771C" w:rsidR="004B4F3F" w:rsidRPr="000540A0" w:rsidRDefault="004B4F3F" w:rsidP="004B4F3F">
            <w:pPr>
              <w:jc w:val="right"/>
              <w:rPr>
                <w:rFonts w:ascii="Browallia New" w:hAnsi="Browallia New" w:cs="Browallia New"/>
              </w:rPr>
            </w:pPr>
            <w:r>
              <w:rPr>
                <w:rFonts w:ascii="Browallia New" w:hAnsi="Browallia New" w:cs="Browallia New"/>
              </w:rPr>
              <w:t>102,288</w:t>
            </w:r>
          </w:p>
        </w:tc>
        <w:tc>
          <w:tcPr>
            <w:tcW w:w="236" w:type="dxa"/>
            <w:tcBorders>
              <w:left w:val="nil"/>
            </w:tcBorders>
            <w:vAlign w:val="bottom"/>
          </w:tcPr>
          <w:p w14:paraId="081ADC9B" w14:textId="77777777" w:rsidR="004B4F3F" w:rsidRPr="005C2BD1" w:rsidRDefault="004B4F3F" w:rsidP="004B4F3F">
            <w:pPr>
              <w:rPr>
                <w:rFonts w:ascii="Browallia New" w:hAnsi="Browallia New" w:cs="Browallia New"/>
              </w:rPr>
            </w:pPr>
          </w:p>
        </w:tc>
        <w:tc>
          <w:tcPr>
            <w:tcW w:w="1260" w:type="dxa"/>
          </w:tcPr>
          <w:p w14:paraId="098DE21B" w14:textId="04886B65"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97,112</w:t>
            </w:r>
          </w:p>
        </w:tc>
        <w:tc>
          <w:tcPr>
            <w:tcW w:w="236" w:type="dxa"/>
            <w:tcBorders>
              <w:left w:val="nil"/>
            </w:tcBorders>
            <w:vAlign w:val="bottom"/>
          </w:tcPr>
          <w:p w14:paraId="2327D757" w14:textId="77777777" w:rsidR="004B4F3F" w:rsidRPr="005C2BD1" w:rsidRDefault="004B4F3F" w:rsidP="004B4F3F">
            <w:pPr>
              <w:ind w:right="30"/>
              <w:rPr>
                <w:rFonts w:ascii="Browallia New" w:hAnsi="Browallia New" w:cs="Browallia New"/>
              </w:rPr>
            </w:pPr>
          </w:p>
        </w:tc>
        <w:tc>
          <w:tcPr>
            <w:tcW w:w="1260" w:type="dxa"/>
          </w:tcPr>
          <w:p w14:paraId="4A7CDA8E" w14:textId="7B4453A8" w:rsidR="004B4F3F" w:rsidRPr="000540A0" w:rsidRDefault="004B4F3F" w:rsidP="004B4F3F">
            <w:pPr>
              <w:jc w:val="right"/>
              <w:rPr>
                <w:rFonts w:ascii="Browallia New" w:hAnsi="Browallia New" w:cs="Browallia New"/>
              </w:rPr>
            </w:pPr>
            <w:r w:rsidRPr="000540A0">
              <w:rPr>
                <w:rFonts w:ascii="Browallia New" w:hAnsi="Browallia New" w:cs="Browallia New"/>
              </w:rPr>
              <w:t>81,853</w:t>
            </w:r>
          </w:p>
        </w:tc>
        <w:tc>
          <w:tcPr>
            <w:tcW w:w="236" w:type="dxa"/>
            <w:vAlign w:val="bottom"/>
          </w:tcPr>
          <w:p w14:paraId="32D94B09" w14:textId="77777777" w:rsidR="004B4F3F" w:rsidRPr="005C2BD1" w:rsidRDefault="004B4F3F" w:rsidP="004B4F3F">
            <w:pPr>
              <w:pStyle w:val="a"/>
              <w:ind w:left="-157" w:right="30"/>
              <w:rPr>
                <w:rFonts w:ascii="Browallia New" w:hAnsi="Browallia New" w:cs="Browallia New"/>
                <w:sz w:val="28"/>
                <w:szCs w:val="28"/>
              </w:rPr>
            </w:pPr>
          </w:p>
        </w:tc>
        <w:tc>
          <w:tcPr>
            <w:tcW w:w="1282" w:type="dxa"/>
          </w:tcPr>
          <w:p w14:paraId="55205CC1" w14:textId="008CACEE"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87,931</w:t>
            </w:r>
          </w:p>
        </w:tc>
      </w:tr>
      <w:tr w:rsidR="004B4F3F" w:rsidRPr="005C2BD1" w14:paraId="485629B9" w14:textId="77777777" w:rsidTr="000540A0">
        <w:trPr>
          <w:cantSplit/>
          <w:trHeight w:val="20"/>
        </w:trPr>
        <w:tc>
          <w:tcPr>
            <w:tcW w:w="3249" w:type="dxa"/>
            <w:vAlign w:val="bottom"/>
          </w:tcPr>
          <w:p w14:paraId="485629B1" w14:textId="77777777" w:rsidR="004B4F3F" w:rsidRPr="005C2BD1" w:rsidRDefault="004B4F3F" w:rsidP="004B4F3F">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tcPr>
          <w:p w14:paraId="485629B2" w14:textId="45E30AAA" w:rsidR="004B4F3F" w:rsidRPr="000540A0" w:rsidRDefault="006D76B0" w:rsidP="004B4F3F">
            <w:pPr>
              <w:jc w:val="right"/>
              <w:rPr>
                <w:rFonts w:ascii="Browallia New" w:hAnsi="Browallia New" w:cs="Browallia New"/>
              </w:rPr>
            </w:pPr>
            <w:r w:rsidRPr="006D76B0">
              <w:rPr>
                <w:rFonts w:ascii="Browallia New" w:hAnsi="Browallia New" w:cs="Browallia New"/>
              </w:rPr>
              <w:t>47</w:t>
            </w:r>
            <w:r w:rsidR="004B4F3F">
              <w:rPr>
                <w:rFonts w:ascii="Browallia New" w:hAnsi="Browallia New" w:cs="Browallia New"/>
              </w:rPr>
              <w:t>,150</w:t>
            </w:r>
          </w:p>
        </w:tc>
        <w:tc>
          <w:tcPr>
            <w:tcW w:w="236" w:type="dxa"/>
            <w:tcBorders>
              <w:left w:val="nil"/>
            </w:tcBorders>
            <w:vAlign w:val="bottom"/>
          </w:tcPr>
          <w:p w14:paraId="485629B3" w14:textId="77777777" w:rsidR="004B4F3F" w:rsidRPr="005C2BD1" w:rsidRDefault="004B4F3F" w:rsidP="004B4F3F">
            <w:pPr>
              <w:rPr>
                <w:rFonts w:ascii="Browallia New" w:hAnsi="Browallia New" w:cs="Browallia New"/>
              </w:rPr>
            </w:pPr>
          </w:p>
        </w:tc>
        <w:tc>
          <w:tcPr>
            <w:tcW w:w="1260" w:type="dxa"/>
          </w:tcPr>
          <w:p w14:paraId="485629B4" w14:textId="321CF2A3"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48,129</w:t>
            </w:r>
          </w:p>
        </w:tc>
        <w:tc>
          <w:tcPr>
            <w:tcW w:w="236" w:type="dxa"/>
            <w:tcBorders>
              <w:left w:val="nil"/>
            </w:tcBorders>
            <w:vAlign w:val="bottom"/>
          </w:tcPr>
          <w:p w14:paraId="485629B5" w14:textId="77777777" w:rsidR="004B4F3F" w:rsidRPr="005C2BD1" w:rsidRDefault="004B4F3F" w:rsidP="004B4F3F">
            <w:pPr>
              <w:ind w:right="30"/>
              <w:rPr>
                <w:rFonts w:ascii="Browallia New" w:hAnsi="Browallia New" w:cs="Browallia New"/>
              </w:rPr>
            </w:pPr>
          </w:p>
        </w:tc>
        <w:tc>
          <w:tcPr>
            <w:tcW w:w="1260" w:type="dxa"/>
          </w:tcPr>
          <w:p w14:paraId="485629B6" w14:textId="1575E9CC" w:rsidR="004B4F3F" w:rsidRPr="000540A0" w:rsidRDefault="004B4F3F" w:rsidP="004B4F3F">
            <w:pPr>
              <w:jc w:val="right"/>
              <w:rPr>
                <w:rFonts w:ascii="Browallia New" w:hAnsi="Browallia New" w:cs="Browallia New"/>
              </w:rPr>
            </w:pPr>
            <w:r w:rsidRPr="000540A0">
              <w:rPr>
                <w:rFonts w:ascii="Browallia New" w:hAnsi="Browallia New" w:cs="Browallia New"/>
              </w:rPr>
              <w:t>47,150</w:t>
            </w:r>
          </w:p>
        </w:tc>
        <w:tc>
          <w:tcPr>
            <w:tcW w:w="236" w:type="dxa"/>
            <w:vAlign w:val="bottom"/>
          </w:tcPr>
          <w:p w14:paraId="485629B7" w14:textId="77777777" w:rsidR="004B4F3F" w:rsidRPr="005C2BD1" w:rsidRDefault="004B4F3F" w:rsidP="004B4F3F">
            <w:pPr>
              <w:pStyle w:val="a"/>
              <w:ind w:left="-157" w:right="30"/>
              <w:rPr>
                <w:rFonts w:ascii="Browallia New" w:hAnsi="Browallia New" w:cs="Browallia New"/>
                <w:sz w:val="28"/>
                <w:szCs w:val="28"/>
              </w:rPr>
            </w:pPr>
          </w:p>
        </w:tc>
        <w:tc>
          <w:tcPr>
            <w:tcW w:w="1282" w:type="dxa"/>
          </w:tcPr>
          <w:p w14:paraId="485629B8" w14:textId="1B953554"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48,129</w:t>
            </w:r>
          </w:p>
        </w:tc>
      </w:tr>
      <w:tr w:rsidR="004B4F3F" w:rsidRPr="005C2BD1" w14:paraId="485629C2" w14:textId="77777777" w:rsidTr="000540A0">
        <w:trPr>
          <w:cantSplit/>
          <w:trHeight w:val="20"/>
        </w:trPr>
        <w:tc>
          <w:tcPr>
            <w:tcW w:w="3249" w:type="dxa"/>
            <w:vAlign w:val="bottom"/>
          </w:tcPr>
          <w:p w14:paraId="485629BA" w14:textId="77777777" w:rsidR="004B4F3F" w:rsidRPr="005C2BD1" w:rsidRDefault="004B4F3F" w:rsidP="004B4F3F">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104EFAA3" w:rsidR="004B4F3F" w:rsidRPr="000540A0" w:rsidRDefault="006D76B0" w:rsidP="004B4F3F">
            <w:pPr>
              <w:jc w:val="right"/>
              <w:rPr>
                <w:rFonts w:ascii="Browallia New" w:hAnsi="Browallia New" w:cs="Browallia New"/>
              </w:rPr>
            </w:pPr>
            <w:r w:rsidRPr="006D76B0">
              <w:rPr>
                <w:rFonts w:ascii="Browallia New" w:hAnsi="Browallia New" w:cs="Browallia New"/>
              </w:rPr>
              <w:t>31</w:t>
            </w:r>
            <w:r w:rsidR="004B4F3F">
              <w:rPr>
                <w:rFonts w:ascii="Browallia New" w:hAnsi="Browallia New" w:cs="Browallia New"/>
              </w:rPr>
              <w:t>,006</w:t>
            </w:r>
          </w:p>
        </w:tc>
        <w:tc>
          <w:tcPr>
            <w:tcW w:w="236" w:type="dxa"/>
            <w:tcBorders>
              <w:left w:val="nil"/>
            </w:tcBorders>
            <w:vAlign w:val="bottom"/>
          </w:tcPr>
          <w:p w14:paraId="485629BC" w14:textId="77777777" w:rsidR="004B4F3F" w:rsidRPr="005C2BD1" w:rsidRDefault="004B4F3F" w:rsidP="004B4F3F">
            <w:pPr>
              <w:rPr>
                <w:rFonts w:ascii="Browallia New" w:hAnsi="Browallia New" w:cs="Browallia New"/>
              </w:rPr>
            </w:pPr>
          </w:p>
        </w:tc>
        <w:tc>
          <w:tcPr>
            <w:tcW w:w="1260" w:type="dxa"/>
            <w:tcBorders>
              <w:bottom w:val="single" w:sz="4" w:space="0" w:color="auto"/>
            </w:tcBorders>
          </w:tcPr>
          <w:p w14:paraId="485629BD" w14:textId="40F1FC6E"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80,339</w:t>
            </w:r>
          </w:p>
        </w:tc>
        <w:tc>
          <w:tcPr>
            <w:tcW w:w="236" w:type="dxa"/>
            <w:tcBorders>
              <w:left w:val="nil"/>
            </w:tcBorders>
            <w:vAlign w:val="bottom"/>
          </w:tcPr>
          <w:p w14:paraId="485629BE" w14:textId="77777777" w:rsidR="004B4F3F" w:rsidRPr="005C2BD1" w:rsidRDefault="004B4F3F" w:rsidP="004B4F3F">
            <w:pPr>
              <w:ind w:right="30"/>
              <w:rPr>
                <w:rFonts w:ascii="Browallia New" w:hAnsi="Browallia New" w:cs="Browallia New"/>
              </w:rPr>
            </w:pPr>
          </w:p>
        </w:tc>
        <w:tc>
          <w:tcPr>
            <w:tcW w:w="1260" w:type="dxa"/>
            <w:tcBorders>
              <w:bottom w:val="single" w:sz="4" w:space="0" w:color="auto"/>
            </w:tcBorders>
          </w:tcPr>
          <w:p w14:paraId="485629BF" w14:textId="3B30E350" w:rsidR="004B4F3F" w:rsidRPr="000540A0" w:rsidRDefault="004B4F3F" w:rsidP="004B4F3F">
            <w:pPr>
              <w:jc w:val="right"/>
              <w:rPr>
                <w:rFonts w:ascii="Browallia New" w:hAnsi="Browallia New" w:cs="Browallia New"/>
              </w:rPr>
            </w:pPr>
            <w:r w:rsidRPr="000540A0">
              <w:rPr>
                <w:rFonts w:ascii="Browallia New" w:hAnsi="Browallia New" w:cs="Browallia New"/>
              </w:rPr>
              <w:t>31,006</w:t>
            </w:r>
          </w:p>
        </w:tc>
        <w:tc>
          <w:tcPr>
            <w:tcW w:w="236" w:type="dxa"/>
            <w:vAlign w:val="bottom"/>
          </w:tcPr>
          <w:p w14:paraId="485629C0" w14:textId="77777777" w:rsidR="004B4F3F" w:rsidRPr="005C2BD1" w:rsidRDefault="004B4F3F" w:rsidP="004B4F3F">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1E6DF12A"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80,339</w:t>
            </w:r>
          </w:p>
        </w:tc>
      </w:tr>
      <w:tr w:rsidR="004B4F3F" w:rsidRPr="005C2BD1" w14:paraId="485629CB" w14:textId="77777777" w:rsidTr="000540A0">
        <w:trPr>
          <w:cantSplit/>
          <w:trHeight w:val="20"/>
        </w:trPr>
        <w:tc>
          <w:tcPr>
            <w:tcW w:w="3249" w:type="dxa"/>
            <w:vAlign w:val="bottom"/>
          </w:tcPr>
          <w:p w14:paraId="485629C3" w14:textId="77777777" w:rsidR="004B4F3F" w:rsidRPr="005C2BD1" w:rsidRDefault="004B4F3F" w:rsidP="004B4F3F">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tcBorders>
          </w:tcPr>
          <w:p w14:paraId="485629C4" w14:textId="2124FB6B" w:rsidR="004B4F3F" w:rsidRPr="000540A0" w:rsidRDefault="003B4DB5" w:rsidP="004B4F3F">
            <w:pPr>
              <w:jc w:val="right"/>
              <w:rPr>
                <w:rFonts w:ascii="Browallia New" w:hAnsi="Browallia New" w:cs="Browallia New"/>
              </w:rPr>
            </w:pPr>
            <w:r>
              <w:rPr>
                <w:rFonts w:ascii="Browallia New" w:hAnsi="Browallia New" w:cs="Browallia New"/>
              </w:rPr>
              <w:t>1,520,78</w:t>
            </w:r>
            <w:r w:rsidR="00AB3DD1">
              <w:rPr>
                <w:rFonts w:ascii="Browallia New" w:hAnsi="Browallia New" w:cs="Browallia New"/>
              </w:rPr>
              <w:t>2</w:t>
            </w:r>
          </w:p>
        </w:tc>
        <w:tc>
          <w:tcPr>
            <w:tcW w:w="236" w:type="dxa"/>
            <w:tcBorders>
              <w:left w:val="nil"/>
            </w:tcBorders>
            <w:vAlign w:val="bottom"/>
          </w:tcPr>
          <w:p w14:paraId="485629C5" w14:textId="77777777" w:rsidR="004B4F3F" w:rsidRPr="005C2BD1" w:rsidRDefault="004B4F3F" w:rsidP="004B4F3F">
            <w:pPr>
              <w:rPr>
                <w:rFonts w:ascii="Browallia New" w:hAnsi="Browallia New" w:cs="Browallia New"/>
              </w:rPr>
            </w:pPr>
          </w:p>
        </w:tc>
        <w:tc>
          <w:tcPr>
            <w:tcW w:w="1260" w:type="dxa"/>
            <w:tcBorders>
              <w:top w:val="single" w:sz="4" w:space="0" w:color="auto"/>
            </w:tcBorders>
          </w:tcPr>
          <w:p w14:paraId="485629C6" w14:textId="22CE0653"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1,745,552</w:t>
            </w:r>
          </w:p>
        </w:tc>
        <w:tc>
          <w:tcPr>
            <w:tcW w:w="236" w:type="dxa"/>
            <w:tcBorders>
              <w:left w:val="nil"/>
            </w:tcBorders>
            <w:vAlign w:val="bottom"/>
          </w:tcPr>
          <w:p w14:paraId="485629C7" w14:textId="77777777" w:rsidR="004B4F3F" w:rsidRPr="005C2BD1" w:rsidRDefault="004B4F3F" w:rsidP="004B4F3F">
            <w:pPr>
              <w:ind w:right="30"/>
              <w:rPr>
                <w:rFonts w:ascii="Browallia New" w:hAnsi="Browallia New" w:cs="Browallia New"/>
              </w:rPr>
            </w:pPr>
          </w:p>
        </w:tc>
        <w:tc>
          <w:tcPr>
            <w:tcW w:w="1260" w:type="dxa"/>
            <w:tcBorders>
              <w:top w:val="single" w:sz="4" w:space="0" w:color="auto"/>
            </w:tcBorders>
          </w:tcPr>
          <w:p w14:paraId="485629C8" w14:textId="4E11A248" w:rsidR="004B4F3F" w:rsidRPr="000540A0" w:rsidRDefault="00C949E9" w:rsidP="004B4F3F">
            <w:pPr>
              <w:jc w:val="right"/>
              <w:rPr>
                <w:rFonts w:ascii="Browallia New" w:hAnsi="Browallia New" w:cs="Browallia New"/>
              </w:rPr>
            </w:pPr>
            <w:r>
              <w:rPr>
                <w:rFonts w:ascii="Browallia New" w:hAnsi="Browallia New" w:cs="Browallia New"/>
                <w:cs/>
              </w:rPr>
              <w:fldChar w:fldCharType="begin"/>
            </w:r>
            <w:r>
              <w:rPr>
                <w:rFonts w:ascii="Browallia New" w:hAnsi="Browallia New" w:cs="Browallia New"/>
                <w:cs/>
              </w:rPr>
              <w:instrText xml:space="preserve"> =</w:instrText>
            </w:r>
            <w:r>
              <w:rPr>
                <w:rFonts w:ascii="Browallia New" w:hAnsi="Browallia New" w:cs="Browallia New"/>
              </w:rPr>
              <w:instrText>SUM(ABOVE)</w:instrText>
            </w:r>
            <w:r>
              <w:rPr>
                <w:rFonts w:ascii="Browallia New" w:hAnsi="Browallia New" w:cs="Browallia New"/>
                <w:cs/>
              </w:rPr>
              <w:instrText xml:space="preserve"> </w:instrText>
            </w:r>
            <w:r>
              <w:rPr>
                <w:rFonts w:ascii="Browallia New" w:hAnsi="Browallia New" w:cs="Browallia New"/>
                <w:cs/>
              </w:rPr>
              <w:fldChar w:fldCharType="separate"/>
            </w:r>
            <w:r w:rsidR="006D76B0" w:rsidRPr="006D76B0">
              <w:rPr>
                <w:rFonts w:ascii="Browallia New" w:hAnsi="Browallia New" w:cs="Browallia New"/>
                <w:noProof/>
              </w:rPr>
              <w:t>1</w:t>
            </w:r>
            <w:r>
              <w:rPr>
                <w:rFonts w:ascii="Browallia New" w:hAnsi="Browallia New" w:cs="Browallia New"/>
                <w:noProof/>
              </w:rPr>
              <w:t>,</w:t>
            </w:r>
            <w:r w:rsidR="006D76B0" w:rsidRPr="006D76B0">
              <w:rPr>
                <w:rFonts w:ascii="Browallia New" w:hAnsi="Browallia New" w:cs="Browallia New"/>
                <w:noProof/>
              </w:rPr>
              <w:t>478</w:t>
            </w:r>
            <w:r>
              <w:rPr>
                <w:rFonts w:ascii="Browallia New" w:hAnsi="Browallia New" w:cs="Browallia New"/>
                <w:noProof/>
              </w:rPr>
              <w:t>,</w:t>
            </w:r>
            <w:r w:rsidR="006D76B0" w:rsidRPr="006D76B0">
              <w:rPr>
                <w:rFonts w:ascii="Browallia New" w:hAnsi="Browallia New" w:cs="Browallia New"/>
                <w:noProof/>
              </w:rPr>
              <w:t>515</w:t>
            </w:r>
            <w:r>
              <w:rPr>
                <w:rFonts w:ascii="Browallia New" w:hAnsi="Browallia New" w:cs="Browallia New"/>
                <w:cs/>
              </w:rPr>
              <w:fldChar w:fldCharType="end"/>
            </w:r>
          </w:p>
        </w:tc>
        <w:tc>
          <w:tcPr>
            <w:tcW w:w="236" w:type="dxa"/>
            <w:vAlign w:val="bottom"/>
          </w:tcPr>
          <w:p w14:paraId="485629C9" w14:textId="77777777" w:rsidR="004B4F3F" w:rsidRPr="005C2BD1" w:rsidRDefault="004B4F3F" w:rsidP="004B4F3F">
            <w:pPr>
              <w:pStyle w:val="a"/>
              <w:ind w:left="-157" w:right="30"/>
              <w:rPr>
                <w:rFonts w:ascii="Browallia New" w:hAnsi="Browallia New" w:cs="Browallia New"/>
                <w:sz w:val="28"/>
                <w:szCs w:val="28"/>
              </w:rPr>
            </w:pPr>
          </w:p>
        </w:tc>
        <w:tc>
          <w:tcPr>
            <w:tcW w:w="1282" w:type="dxa"/>
            <w:tcBorders>
              <w:top w:val="single" w:sz="4" w:space="0" w:color="auto"/>
            </w:tcBorders>
          </w:tcPr>
          <w:p w14:paraId="485629CA" w14:textId="158B77B4" w:rsidR="004B4F3F" w:rsidRPr="005C2BD1" w:rsidRDefault="004B4F3F" w:rsidP="004B4F3F">
            <w:pPr>
              <w:jc w:val="right"/>
              <w:rPr>
                <w:rFonts w:ascii="Browallia New" w:hAnsi="Browallia New" w:cs="Browallia New"/>
              </w:rPr>
            </w:pPr>
            <w:r w:rsidRPr="00302A9E">
              <w:rPr>
                <w:rFonts w:ascii="Browallia New" w:hAnsi="Browallia New" w:cs="Browallia New"/>
                <w:lang w:val="th-TH"/>
              </w:rPr>
              <w:t>1,705,972</w:t>
            </w:r>
          </w:p>
        </w:tc>
      </w:tr>
      <w:tr w:rsidR="004B4F3F" w:rsidRPr="005C2BD1" w14:paraId="5FED9DD9" w14:textId="77777777" w:rsidTr="000540A0">
        <w:trPr>
          <w:cantSplit/>
          <w:trHeight w:val="20"/>
        </w:trPr>
        <w:tc>
          <w:tcPr>
            <w:tcW w:w="3249" w:type="dxa"/>
            <w:vAlign w:val="bottom"/>
          </w:tcPr>
          <w:p w14:paraId="10DA30A1" w14:textId="41E0F39B" w:rsidR="004B4F3F" w:rsidRPr="005C2BD1" w:rsidRDefault="007F216B" w:rsidP="004B4F3F">
            <w:pPr>
              <w:tabs>
                <w:tab w:val="left" w:pos="540"/>
              </w:tabs>
              <w:ind w:left="-108"/>
              <w:rPr>
                <w:rFonts w:ascii="Browallia New" w:hAnsi="Browallia New" w:cs="Browallia New"/>
                <w:cs/>
                <w:lang w:val="th-TH"/>
              </w:rPr>
            </w:pPr>
            <w:r w:rsidRPr="00B80644">
              <w:rPr>
                <w:rFonts w:ascii="Browallia New" w:hAnsi="Browallia New" w:cs="Browallia New" w:hint="cs"/>
                <w:u w:val="single"/>
                <w:cs/>
                <w:lang w:val="th-TH"/>
              </w:rPr>
              <w:t>หัก</w:t>
            </w:r>
            <w:r>
              <w:rPr>
                <w:rFonts w:ascii="Browallia New" w:hAnsi="Browallia New" w:cs="Browallia New" w:hint="cs"/>
                <w:cs/>
                <w:lang w:val="th-TH"/>
              </w:rPr>
              <w:t xml:space="preserve"> ค่าเผื่อการลดมูลค่าของสินค้า</w:t>
            </w:r>
          </w:p>
        </w:tc>
        <w:tc>
          <w:tcPr>
            <w:tcW w:w="1260" w:type="dxa"/>
            <w:tcBorders>
              <w:left w:val="nil"/>
              <w:bottom w:val="single" w:sz="4" w:space="0" w:color="auto"/>
            </w:tcBorders>
          </w:tcPr>
          <w:p w14:paraId="1D884A7C" w14:textId="165B2A6A" w:rsidR="004B4F3F" w:rsidRPr="004B4F3F" w:rsidDel="00CD32AB" w:rsidRDefault="00C949E9" w:rsidP="004B4F3F">
            <w:pPr>
              <w:jc w:val="right"/>
              <w:rPr>
                <w:rFonts w:ascii="Browallia New" w:hAnsi="Browallia New" w:cs="Browallia New"/>
                <w:cs/>
              </w:rPr>
            </w:pPr>
            <w:r>
              <w:rPr>
                <w:rFonts w:ascii="Browallia New" w:hAnsi="Browallia New" w:cs="Browallia New"/>
              </w:rPr>
              <w:t>(1,894)</w:t>
            </w:r>
          </w:p>
        </w:tc>
        <w:tc>
          <w:tcPr>
            <w:tcW w:w="236" w:type="dxa"/>
            <w:tcBorders>
              <w:left w:val="nil"/>
            </w:tcBorders>
            <w:vAlign w:val="bottom"/>
          </w:tcPr>
          <w:p w14:paraId="109E4127" w14:textId="77777777" w:rsidR="004B4F3F" w:rsidRPr="005C2BD1" w:rsidRDefault="004B4F3F" w:rsidP="004B4F3F">
            <w:pPr>
              <w:rPr>
                <w:rFonts w:ascii="Browallia New" w:hAnsi="Browallia New" w:cs="Browallia New"/>
              </w:rPr>
            </w:pPr>
          </w:p>
        </w:tc>
        <w:tc>
          <w:tcPr>
            <w:tcW w:w="1260" w:type="dxa"/>
            <w:tcBorders>
              <w:bottom w:val="single" w:sz="4" w:space="0" w:color="auto"/>
            </w:tcBorders>
          </w:tcPr>
          <w:p w14:paraId="2236414C" w14:textId="50188A68" w:rsidR="004B4F3F" w:rsidRPr="00302A9E" w:rsidRDefault="00C949E9" w:rsidP="000540A0">
            <w:pPr>
              <w:jc w:val="center"/>
              <w:rPr>
                <w:rFonts w:ascii="Browallia New" w:hAnsi="Browallia New" w:cs="Browallia New"/>
                <w:cs/>
                <w:lang w:val="th-TH"/>
              </w:rPr>
            </w:pPr>
            <w:r>
              <w:rPr>
                <w:rFonts w:ascii="Browallia New" w:hAnsi="Browallia New" w:cs="Browallia New" w:hint="cs"/>
                <w:cs/>
                <w:lang w:val="th-TH"/>
              </w:rPr>
              <w:t xml:space="preserve">      </w:t>
            </w:r>
            <w:r w:rsidR="00C740AC">
              <w:rPr>
                <w:rFonts w:ascii="Browallia New" w:hAnsi="Browallia New" w:cs="Browallia New" w:hint="cs"/>
                <w:cs/>
                <w:lang w:val="th-TH"/>
              </w:rPr>
              <w:t xml:space="preserve"> </w:t>
            </w:r>
            <w:r>
              <w:rPr>
                <w:rFonts w:ascii="Browallia New" w:hAnsi="Browallia New" w:cs="Browallia New" w:hint="cs"/>
                <w:cs/>
                <w:lang w:val="th-TH"/>
              </w:rPr>
              <w:t>-</w:t>
            </w:r>
          </w:p>
        </w:tc>
        <w:tc>
          <w:tcPr>
            <w:tcW w:w="236" w:type="dxa"/>
            <w:tcBorders>
              <w:left w:val="nil"/>
            </w:tcBorders>
            <w:vAlign w:val="bottom"/>
          </w:tcPr>
          <w:p w14:paraId="1673C911" w14:textId="77777777" w:rsidR="004B4F3F" w:rsidRPr="005C2BD1" w:rsidRDefault="004B4F3F" w:rsidP="004B4F3F">
            <w:pPr>
              <w:ind w:right="30"/>
              <w:rPr>
                <w:rFonts w:ascii="Browallia New" w:hAnsi="Browallia New" w:cs="Browallia New"/>
              </w:rPr>
            </w:pPr>
          </w:p>
        </w:tc>
        <w:tc>
          <w:tcPr>
            <w:tcW w:w="1260" w:type="dxa"/>
            <w:tcBorders>
              <w:bottom w:val="single" w:sz="4" w:space="0" w:color="auto"/>
            </w:tcBorders>
          </w:tcPr>
          <w:p w14:paraId="72F55D73" w14:textId="2C868AF9" w:rsidR="004B4F3F" w:rsidRPr="004B4F3F" w:rsidDel="00CD32AB" w:rsidRDefault="00C949E9" w:rsidP="004B4F3F">
            <w:pPr>
              <w:jc w:val="right"/>
              <w:rPr>
                <w:rFonts w:ascii="Browallia New" w:hAnsi="Browallia New" w:cs="Browallia New"/>
                <w:cs/>
              </w:rPr>
            </w:pPr>
            <w:r>
              <w:rPr>
                <w:rFonts w:ascii="Browallia New" w:hAnsi="Browallia New" w:cs="Browallia New"/>
              </w:rPr>
              <w:t>(1,894)</w:t>
            </w:r>
          </w:p>
        </w:tc>
        <w:tc>
          <w:tcPr>
            <w:tcW w:w="236" w:type="dxa"/>
            <w:vAlign w:val="bottom"/>
          </w:tcPr>
          <w:p w14:paraId="4A0F0188" w14:textId="77777777" w:rsidR="004B4F3F" w:rsidRPr="005C2BD1" w:rsidRDefault="004B4F3F" w:rsidP="004B4F3F">
            <w:pPr>
              <w:pStyle w:val="a"/>
              <w:ind w:left="-157" w:right="30"/>
              <w:rPr>
                <w:rFonts w:ascii="Browallia New" w:hAnsi="Browallia New" w:cs="Browallia New"/>
                <w:sz w:val="28"/>
                <w:szCs w:val="28"/>
              </w:rPr>
            </w:pPr>
          </w:p>
        </w:tc>
        <w:tc>
          <w:tcPr>
            <w:tcW w:w="1282" w:type="dxa"/>
            <w:tcBorders>
              <w:bottom w:val="single" w:sz="4" w:space="0" w:color="auto"/>
            </w:tcBorders>
          </w:tcPr>
          <w:p w14:paraId="3CBAA8E1" w14:textId="63AAFA39" w:rsidR="004B4F3F" w:rsidRPr="00302A9E" w:rsidRDefault="00C949E9" w:rsidP="000540A0">
            <w:pPr>
              <w:jc w:val="center"/>
              <w:rPr>
                <w:rFonts w:ascii="Browallia New" w:hAnsi="Browallia New" w:cs="Browallia New"/>
                <w:cs/>
                <w:lang w:val="th-TH"/>
              </w:rPr>
            </w:pPr>
            <w:r>
              <w:rPr>
                <w:rFonts w:ascii="Browallia New" w:hAnsi="Browallia New" w:cs="Browallia New" w:hint="cs"/>
                <w:cs/>
                <w:lang w:val="th-TH"/>
              </w:rPr>
              <w:t xml:space="preserve">     </w:t>
            </w:r>
            <w:r w:rsidR="00C740AC">
              <w:rPr>
                <w:rFonts w:ascii="Browallia New" w:hAnsi="Browallia New" w:cs="Browallia New" w:hint="cs"/>
                <w:cs/>
                <w:lang w:val="th-TH"/>
              </w:rPr>
              <w:t xml:space="preserve"> </w:t>
            </w:r>
            <w:r>
              <w:rPr>
                <w:rFonts w:ascii="Browallia New" w:hAnsi="Browallia New" w:cs="Browallia New" w:hint="cs"/>
                <w:cs/>
                <w:lang w:val="th-TH"/>
              </w:rPr>
              <w:t xml:space="preserve"> -</w:t>
            </w:r>
          </w:p>
        </w:tc>
      </w:tr>
      <w:tr w:rsidR="004B4F3F" w:rsidRPr="005C2BD1" w14:paraId="2BE4634E" w14:textId="77777777" w:rsidTr="000540A0">
        <w:trPr>
          <w:cantSplit/>
          <w:trHeight w:val="20"/>
        </w:trPr>
        <w:tc>
          <w:tcPr>
            <w:tcW w:w="3249" w:type="dxa"/>
            <w:vAlign w:val="bottom"/>
          </w:tcPr>
          <w:p w14:paraId="40CB169C" w14:textId="04122FD4" w:rsidR="004B4F3F" w:rsidRPr="005C2BD1" w:rsidRDefault="007F216B" w:rsidP="004B4F3F">
            <w:pPr>
              <w:tabs>
                <w:tab w:val="left" w:pos="540"/>
              </w:tabs>
              <w:ind w:left="-108"/>
              <w:rPr>
                <w:rFonts w:ascii="Browallia New" w:hAnsi="Browallia New" w:cs="Browallia New"/>
                <w:cs/>
                <w:lang w:val="th-TH"/>
              </w:rPr>
            </w:pPr>
            <w:r>
              <w:rPr>
                <w:rFonts w:ascii="Browallia New" w:hAnsi="Browallia New" w:cs="Browallia New" w:hint="cs"/>
                <w:cs/>
                <w:lang w:val="th-TH"/>
              </w:rPr>
              <w:t>สุทธิ</w:t>
            </w:r>
          </w:p>
        </w:tc>
        <w:tc>
          <w:tcPr>
            <w:tcW w:w="1260" w:type="dxa"/>
            <w:tcBorders>
              <w:top w:val="single" w:sz="4" w:space="0" w:color="auto"/>
              <w:left w:val="nil"/>
              <w:bottom w:val="single" w:sz="12" w:space="0" w:color="auto"/>
            </w:tcBorders>
          </w:tcPr>
          <w:p w14:paraId="4A2F28C7" w14:textId="00388EB2" w:rsidR="004B4F3F" w:rsidRPr="004B4F3F" w:rsidDel="00CD32AB" w:rsidRDefault="00C949E9" w:rsidP="004B4F3F">
            <w:pPr>
              <w:jc w:val="right"/>
              <w:rPr>
                <w:rFonts w:ascii="Browallia New" w:hAnsi="Browallia New" w:cs="Browallia New"/>
                <w:cs/>
              </w:rPr>
            </w:pPr>
            <w:r>
              <w:rPr>
                <w:rFonts w:ascii="Browallia New" w:hAnsi="Browallia New" w:cs="Browallia New"/>
              </w:rPr>
              <w:t>1,</w:t>
            </w:r>
            <w:r w:rsidR="005C6901">
              <w:rPr>
                <w:rFonts w:ascii="Browallia New" w:hAnsi="Browallia New" w:cs="Browallia New"/>
              </w:rPr>
              <w:t>518</w:t>
            </w:r>
            <w:r>
              <w:rPr>
                <w:rFonts w:ascii="Browallia New" w:hAnsi="Browallia New" w:cs="Browallia New"/>
              </w:rPr>
              <w:t>,</w:t>
            </w:r>
            <w:r w:rsidR="005C6901">
              <w:rPr>
                <w:rFonts w:ascii="Browallia New" w:hAnsi="Browallia New" w:cs="Browallia New"/>
              </w:rPr>
              <w:t>88</w:t>
            </w:r>
            <w:r w:rsidR="00AB3DD1">
              <w:rPr>
                <w:rFonts w:ascii="Browallia New" w:hAnsi="Browallia New" w:cs="Browallia New"/>
              </w:rPr>
              <w:t>8</w:t>
            </w:r>
          </w:p>
        </w:tc>
        <w:tc>
          <w:tcPr>
            <w:tcW w:w="236" w:type="dxa"/>
            <w:tcBorders>
              <w:left w:val="nil"/>
            </w:tcBorders>
            <w:vAlign w:val="bottom"/>
          </w:tcPr>
          <w:p w14:paraId="0E3C266C" w14:textId="77777777" w:rsidR="004B4F3F" w:rsidRPr="005C2BD1" w:rsidRDefault="004B4F3F" w:rsidP="004B4F3F">
            <w:pPr>
              <w:rPr>
                <w:rFonts w:ascii="Browallia New" w:hAnsi="Browallia New" w:cs="Browallia New"/>
              </w:rPr>
            </w:pPr>
          </w:p>
        </w:tc>
        <w:tc>
          <w:tcPr>
            <w:tcW w:w="1260" w:type="dxa"/>
            <w:tcBorders>
              <w:top w:val="single" w:sz="4" w:space="0" w:color="auto"/>
              <w:bottom w:val="single" w:sz="12" w:space="0" w:color="auto"/>
            </w:tcBorders>
          </w:tcPr>
          <w:p w14:paraId="349AC5B1" w14:textId="4DE4E0AC" w:rsidR="004B4F3F" w:rsidRPr="00302A9E" w:rsidRDefault="006D76B0" w:rsidP="004B4F3F">
            <w:pPr>
              <w:jc w:val="right"/>
              <w:rPr>
                <w:rFonts w:ascii="Browallia New" w:hAnsi="Browallia New" w:cs="Browallia New"/>
                <w:cs/>
                <w:lang w:val="th-TH"/>
              </w:rPr>
            </w:pPr>
            <w:r w:rsidRPr="006D76B0">
              <w:rPr>
                <w:rFonts w:ascii="Browallia New" w:hAnsi="Browallia New" w:cs="Browallia New" w:hint="cs"/>
              </w:rPr>
              <w:t>1</w:t>
            </w:r>
            <w:r w:rsidR="00C949E9">
              <w:rPr>
                <w:rFonts w:ascii="Browallia New" w:hAnsi="Browallia New" w:cs="Browallia New" w:hint="cs"/>
                <w:cs/>
                <w:lang w:val="th-TH"/>
              </w:rPr>
              <w:t>,</w:t>
            </w:r>
            <w:r w:rsidRPr="006D76B0">
              <w:rPr>
                <w:rFonts w:ascii="Browallia New" w:hAnsi="Browallia New" w:cs="Browallia New" w:hint="cs"/>
              </w:rPr>
              <w:t>745</w:t>
            </w:r>
            <w:r w:rsidR="00C949E9">
              <w:rPr>
                <w:rFonts w:ascii="Browallia New" w:hAnsi="Browallia New" w:cs="Browallia New" w:hint="cs"/>
                <w:cs/>
                <w:lang w:val="th-TH"/>
              </w:rPr>
              <w:t>,</w:t>
            </w:r>
            <w:r w:rsidRPr="006D76B0">
              <w:rPr>
                <w:rFonts w:ascii="Browallia New" w:hAnsi="Browallia New" w:cs="Browallia New" w:hint="cs"/>
              </w:rPr>
              <w:t>552</w:t>
            </w:r>
          </w:p>
        </w:tc>
        <w:tc>
          <w:tcPr>
            <w:tcW w:w="236" w:type="dxa"/>
            <w:tcBorders>
              <w:left w:val="nil"/>
            </w:tcBorders>
            <w:vAlign w:val="bottom"/>
          </w:tcPr>
          <w:p w14:paraId="309EE394" w14:textId="77777777" w:rsidR="004B4F3F" w:rsidRPr="005C2BD1" w:rsidRDefault="004B4F3F" w:rsidP="004B4F3F">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7EA66BB3" w:rsidR="004B4F3F" w:rsidRPr="004B4F3F" w:rsidDel="00CD32AB" w:rsidRDefault="00C949E9" w:rsidP="004B4F3F">
            <w:pPr>
              <w:jc w:val="right"/>
              <w:rPr>
                <w:rFonts w:ascii="Browallia New" w:hAnsi="Browallia New" w:cs="Browallia New"/>
              </w:rPr>
            </w:pPr>
            <w:r>
              <w:rPr>
                <w:rFonts w:ascii="Browallia New" w:hAnsi="Browallia New" w:cs="Browallia New"/>
              </w:rPr>
              <w:t>1,476,621</w:t>
            </w:r>
          </w:p>
        </w:tc>
        <w:tc>
          <w:tcPr>
            <w:tcW w:w="236" w:type="dxa"/>
            <w:vAlign w:val="bottom"/>
          </w:tcPr>
          <w:p w14:paraId="00BA97EF" w14:textId="77777777" w:rsidR="004B4F3F" w:rsidRPr="005C2BD1" w:rsidRDefault="004B4F3F" w:rsidP="004B4F3F">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66AEC6F5" w:rsidR="004B4F3F" w:rsidRPr="00302A9E" w:rsidRDefault="006D76B0" w:rsidP="004B4F3F">
            <w:pPr>
              <w:jc w:val="right"/>
              <w:rPr>
                <w:rFonts w:ascii="Browallia New" w:hAnsi="Browallia New" w:cs="Browallia New"/>
                <w:cs/>
                <w:lang w:val="th-TH"/>
              </w:rPr>
            </w:pPr>
            <w:r w:rsidRPr="006D76B0">
              <w:rPr>
                <w:rFonts w:ascii="Browallia New" w:hAnsi="Browallia New" w:cs="Browallia New" w:hint="cs"/>
              </w:rPr>
              <w:t>1</w:t>
            </w:r>
            <w:r w:rsidR="00C949E9">
              <w:rPr>
                <w:rFonts w:ascii="Browallia New" w:hAnsi="Browallia New" w:cs="Browallia New" w:hint="cs"/>
                <w:cs/>
                <w:lang w:val="th-TH"/>
              </w:rPr>
              <w:t>,</w:t>
            </w:r>
            <w:r w:rsidRPr="006D76B0">
              <w:rPr>
                <w:rFonts w:ascii="Browallia New" w:hAnsi="Browallia New" w:cs="Browallia New" w:hint="cs"/>
              </w:rPr>
              <w:t>705</w:t>
            </w:r>
            <w:r w:rsidR="00C949E9">
              <w:rPr>
                <w:rFonts w:ascii="Browallia New" w:hAnsi="Browallia New" w:cs="Browallia New" w:hint="cs"/>
                <w:cs/>
                <w:lang w:val="th-TH"/>
              </w:rPr>
              <w:t>,</w:t>
            </w:r>
            <w:r w:rsidRPr="006D76B0">
              <w:rPr>
                <w:rFonts w:ascii="Browallia New" w:hAnsi="Browallia New" w:cs="Browallia New" w:hint="cs"/>
              </w:rPr>
              <w:t>972</w:t>
            </w:r>
          </w:p>
        </w:tc>
      </w:tr>
    </w:tbl>
    <w:p w14:paraId="52AA851D" w14:textId="5CAE5555" w:rsidR="00444913" w:rsidRDefault="00444913">
      <w:pPr>
        <w:rPr>
          <w:rFonts w:ascii="Browallia New" w:hAnsi="Browallia New" w:cs="Browallia New"/>
        </w:rPr>
      </w:pPr>
    </w:p>
    <w:p w14:paraId="7D197CCA" w14:textId="6DDD7BE4" w:rsidR="006A0F2F" w:rsidRDefault="006A0F2F" w:rsidP="006A0F2F">
      <w:pPr>
        <w:ind w:left="374"/>
        <w:jc w:val="thaiDistribute"/>
        <w:rPr>
          <w:rFonts w:ascii="Browallia New" w:hAnsi="Browallia New" w:cs="Browallia New"/>
        </w:rPr>
      </w:pPr>
      <w:r w:rsidRPr="00076B52">
        <w:rPr>
          <w:rFonts w:ascii="Browallia New" w:hAnsi="Browallia New" w:cs="Browallia New"/>
          <w:cs/>
        </w:rPr>
        <w:t>บริษัท</w:t>
      </w:r>
      <w:r>
        <w:rPr>
          <w:rFonts w:ascii="Browallia New" w:hAnsi="Browallia New" w:cs="Browallia New" w:hint="cs"/>
          <w:cs/>
        </w:rPr>
        <w:t>และบริษัทย่อย</w:t>
      </w:r>
      <w:r w:rsidRPr="00076B52">
        <w:rPr>
          <w:rFonts w:ascii="Browallia New" w:hAnsi="Browallia New" w:cs="Browallia New"/>
          <w:cs/>
        </w:rPr>
        <w:t>มีรายการเคล</w:t>
      </w:r>
      <w:r w:rsidR="00A731C7">
        <w:rPr>
          <w:rFonts w:ascii="Browallia New" w:hAnsi="Browallia New" w:cs="Browallia New" w:hint="cs"/>
          <w:cs/>
        </w:rPr>
        <w:t>ื่</w:t>
      </w:r>
      <w:r w:rsidRPr="00076B52">
        <w:rPr>
          <w:rFonts w:ascii="Browallia New" w:hAnsi="Browallia New" w:cs="Browallia New"/>
          <w:cs/>
        </w:rPr>
        <w:t>อนไหวของค่าเผื่อมูลค่าสินค้า</w:t>
      </w:r>
      <w:r w:rsidR="00B50D61">
        <w:rPr>
          <w:rFonts w:ascii="Browallia New" w:hAnsi="Browallia New" w:cs="Browallia New" w:hint="cs"/>
          <w:cs/>
        </w:rPr>
        <w:t>เพิ่มขึ้น</w:t>
      </w:r>
      <w:r w:rsidRPr="00076B52">
        <w:rPr>
          <w:rFonts w:ascii="Browallia New" w:hAnsi="Browallia New" w:cs="Browallia New"/>
          <w:cs/>
        </w:rPr>
        <w:t>สำหรับ</w:t>
      </w:r>
      <w:r w:rsidR="003062D8">
        <w:rPr>
          <w:rFonts w:ascii="Browallia New" w:hAnsi="Browallia New" w:cs="Browallia New" w:hint="cs"/>
          <w:cs/>
          <w:lang w:val="en-GB"/>
        </w:rPr>
        <w:t>งวดสามเดือน</w:t>
      </w:r>
      <w:r w:rsidRPr="00076B52">
        <w:rPr>
          <w:rFonts w:ascii="Browallia New" w:hAnsi="Browallia New" w:cs="Browallia New"/>
          <w:cs/>
        </w:rPr>
        <w:t>สิ้นสุดวันท</w:t>
      </w:r>
      <w:r w:rsidR="00A731C7">
        <w:rPr>
          <w:rFonts w:ascii="Browallia New" w:hAnsi="Browallia New" w:cs="Browallia New" w:hint="cs"/>
          <w:cs/>
        </w:rPr>
        <w:t>ี่</w:t>
      </w:r>
      <w:r w:rsidRPr="00076B52">
        <w:rPr>
          <w:rFonts w:ascii="Browallia New" w:hAnsi="Browallia New" w:cs="Browallia New"/>
          <w:cs/>
        </w:rPr>
        <w:t xml:space="preserve"> </w:t>
      </w:r>
      <w:r w:rsidRPr="00076B52">
        <w:rPr>
          <w:rFonts w:ascii="Browallia New" w:hAnsi="Browallia New" w:cs="Browallia New"/>
        </w:rPr>
        <w:t>31</w:t>
      </w:r>
      <w:r w:rsidRPr="00076B52">
        <w:rPr>
          <w:rFonts w:ascii="Browallia New" w:hAnsi="Browallia New" w:cs="Browallia New"/>
          <w:cs/>
        </w:rPr>
        <w:t xml:space="preserve"> </w:t>
      </w:r>
      <w:r>
        <w:rPr>
          <w:rFonts w:ascii="Browallia New" w:hAnsi="Browallia New" w:cs="Browallia New" w:hint="cs"/>
          <w:cs/>
        </w:rPr>
        <w:t>มีนาคม</w:t>
      </w:r>
      <w:r w:rsidRPr="00076B52">
        <w:rPr>
          <w:rFonts w:ascii="Browallia New" w:hAnsi="Browallia New" w:cs="Browallia New"/>
          <w:cs/>
        </w:rPr>
        <w:t xml:space="preserve"> </w:t>
      </w:r>
      <w:r w:rsidRPr="00076B52">
        <w:rPr>
          <w:rFonts w:ascii="Browallia New" w:hAnsi="Browallia New" w:cs="Browallia New"/>
        </w:rPr>
        <w:t>256</w:t>
      </w:r>
      <w:r w:rsidR="00533575">
        <w:rPr>
          <w:rFonts w:ascii="Browallia New" w:hAnsi="Browallia New" w:cs="Browallia New"/>
        </w:rPr>
        <w:t>6</w:t>
      </w:r>
      <w:r w:rsidRPr="00076B52">
        <w:rPr>
          <w:rFonts w:ascii="Browallia New" w:hAnsi="Browallia New" w:cs="Browallia New"/>
          <w:lang w:val="en-GB"/>
        </w:rPr>
        <w:t xml:space="preserve"> </w:t>
      </w:r>
      <w:r w:rsidRPr="00076B52">
        <w:rPr>
          <w:rFonts w:ascii="Browallia New" w:hAnsi="Browallia New" w:cs="Browallia New"/>
          <w:cs/>
        </w:rPr>
        <w:t>ดังต่อไปนี้</w:t>
      </w:r>
    </w:p>
    <w:p w14:paraId="55D53C3B" w14:textId="77777777" w:rsidR="006A0F2F" w:rsidRPr="002B6AB1" w:rsidRDefault="006A0F2F" w:rsidP="006A0F2F">
      <w:pPr>
        <w:ind w:left="374"/>
        <w:jc w:val="thaiDistribute"/>
        <w:rPr>
          <w:rFonts w:ascii="Browallia New" w:hAnsi="Browallia New" w:cs="Browallia New"/>
          <w:sz w:val="20"/>
          <w:szCs w:val="20"/>
        </w:rPr>
      </w:pPr>
    </w:p>
    <w:p w14:paraId="70747E2B" w14:textId="77777777" w:rsidR="006A0F2F" w:rsidRPr="00076B52" w:rsidRDefault="006A0F2F" w:rsidP="006A0F2F">
      <w:pPr>
        <w:ind w:left="6906" w:firstLine="294"/>
        <w:jc w:val="right"/>
        <w:rPr>
          <w:rFonts w:ascii="Browallia New" w:hAnsi="Browallia New" w:cs="Browallia New"/>
        </w:rPr>
      </w:pPr>
      <w:r w:rsidRPr="00076B52">
        <w:rPr>
          <w:rFonts w:ascii="Browallia New" w:hAnsi="Browallia New" w:cs="Browallia New"/>
          <w:cs/>
        </w:rPr>
        <w:t xml:space="preserve">(หน่วย </w:t>
      </w:r>
      <w:r w:rsidRPr="00076B52">
        <w:rPr>
          <w:rFonts w:ascii="Browallia New" w:hAnsi="Browallia New" w:cs="Browallia New"/>
          <w:lang w:val="en-GB"/>
        </w:rPr>
        <w:t>:</w:t>
      </w:r>
      <w:r w:rsidRPr="00076B52">
        <w:rPr>
          <w:rFonts w:ascii="Browallia New" w:hAnsi="Browallia New" w:cs="Browallia New" w:hint="cs"/>
          <w:cs/>
        </w:rPr>
        <w:t xml:space="preserve"> พัน</w:t>
      </w:r>
      <w:r w:rsidRPr="00076B52">
        <w:rPr>
          <w:rFonts w:ascii="Browallia New" w:hAnsi="Browallia New" w:cs="Browallia New"/>
          <w:cs/>
        </w:rPr>
        <w:t>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076B52" w14:paraId="55ACAB0E" w14:textId="77777777" w:rsidTr="000540A0">
        <w:trPr>
          <w:cantSplit/>
          <w:trHeight w:val="258"/>
        </w:trPr>
        <w:tc>
          <w:tcPr>
            <w:tcW w:w="6030" w:type="dxa"/>
          </w:tcPr>
          <w:p w14:paraId="4019368D" w14:textId="77777777" w:rsidR="006A0F2F" w:rsidRPr="00076B52" w:rsidRDefault="006A0F2F" w:rsidP="00EC1B50">
            <w:pPr>
              <w:pStyle w:val="3"/>
              <w:tabs>
                <w:tab w:val="clear" w:pos="360"/>
                <w:tab w:val="clear" w:pos="720"/>
              </w:tabs>
              <w:rPr>
                <w:rFonts w:ascii="Browallia New" w:hAnsi="Browallia New" w:cs="Browallia New"/>
                <w:sz w:val="28"/>
                <w:szCs w:val="28"/>
              </w:rPr>
            </w:pPr>
          </w:p>
        </w:tc>
        <w:tc>
          <w:tcPr>
            <w:tcW w:w="270" w:type="dxa"/>
          </w:tcPr>
          <w:p w14:paraId="224E8DAD" w14:textId="77777777" w:rsidR="006A0F2F" w:rsidRPr="00076B52" w:rsidRDefault="006A0F2F" w:rsidP="00EC1B50">
            <w:pPr>
              <w:ind w:right="-108"/>
              <w:rPr>
                <w:rFonts w:ascii="Browallia New" w:hAnsi="Browallia New" w:cs="Browallia New"/>
                <w:cs/>
              </w:rPr>
            </w:pPr>
          </w:p>
        </w:tc>
        <w:tc>
          <w:tcPr>
            <w:tcW w:w="2745" w:type="dxa"/>
            <w:tcBorders>
              <w:bottom w:val="single" w:sz="4" w:space="0" w:color="auto"/>
            </w:tcBorders>
            <w:vAlign w:val="bottom"/>
          </w:tcPr>
          <w:p w14:paraId="3A9DE024" w14:textId="77777777" w:rsidR="006A0F2F" w:rsidRPr="00076B52" w:rsidRDefault="006A0F2F" w:rsidP="00EC1B50">
            <w:pPr>
              <w:ind w:left="-105" w:right="-108"/>
              <w:jc w:val="center"/>
              <w:rPr>
                <w:rFonts w:ascii="Browallia New" w:hAnsi="Browallia New" w:cs="Browallia New"/>
                <w:cs/>
              </w:rPr>
            </w:pPr>
            <w:r w:rsidRPr="00076B52">
              <w:rPr>
                <w:rFonts w:ascii="Browallia New" w:hAnsi="Browallia New" w:cs="Browallia New" w:hint="cs"/>
                <w:cs/>
              </w:rPr>
              <w:t>งบการเงินรวมและ</w:t>
            </w:r>
            <w:r>
              <w:rPr>
                <w:rFonts w:ascii="Browallia New" w:hAnsi="Browallia New" w:cs="Browallia New"/>
              </w:rPr>
              <w:br/>
            </w:r>
            <w:r w:rsidRPr="00076B52">
              <w:rPr>
                <w:rFonts w:ascii="Browallia New" w:hAnsi="Browallia New" w:cs="Browallia New"/>
                <w:cs/>
              </w:rPr>
              <w:t>งบการเงินเฉพาะของบริษัท</w:t>
            </w:r>
          </w:p>
        </w:tc>
      </w:tr>
      <w:tr w:rsidR="006A0F2F" w:rsidRPr="00076B52" w14:paraId="12DAE37C" w14:textId="77777777" w:rsidTr="000540A0">
        <w:trPr>
          <w:cantSplit/>
          <w:trHeight w:val="258"/>
        </w:trPr>
        <w:tc>
          <w:tcPr>
            <w:tcW w:w="6030" w:type="dxa"/>
          </w:tcPr>
          <w:p w14:paraId="5C2B1A17" w14:textId="77777777" w:rsidR="006A0F2F" w:rsidRPr="00076B52" w:rsidRDefault="006A0F2F" w:rsidP="00EC1B50">
            <w:pPr>
              <w:pStyle w:val="3"/>
              <w:tabs>
                <w:tab w:val="clear" w:pos="360"/>
                <w:tab w:val="clear" w:pos="720"/>
              </w:tabs>
              <w:rPr>
                <w:rFonts w:ascii="Browallia New" w:hAnsi="Browallia New" w:cs="Browallia New"/>
                <w:sz w:val="28"/>
                <w:szCs w:val="28"/>
              </w:rPr>
            </w:pPr>
          </w:p>
        </w:tc>
        <w:tc>
          <w:tcPr>
            <w:tcW w:w="270" w:type="dxa"/>
          </w:tcPr>
          <w:p w14:paraId="7C94D4AB" w14:textId="77777777" w:rsidR="006A0F2F" w:rsidRPr="00076B52" w:rsidRDefault="006A0F2F" w:rsidP="00EC1B50">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53CFDA6A" w:rsidR="006A0F2F" w:rsidRPr="00076B52" w:rsidRDefault="006A0F2F" w:rsidP="00EC1B50">
            <w:pPr>
              <w:ind w:left="-105" w:right="-108"/>
              <w:jc w:val="center"/>
              <w:rPr>
                <w:rFonts w:ascii="Browallia New" w:hAnsi="Browallia New" w:cs="Browallia New"/>
                <w:cs/>
              </w:rPr>
            </w:pPr>
            <w:r w:rsidRPr="00076B52">
              <w:rPr>
                <w:rFonts w:ascii="Browallia New" w:hAnsi="Browallia New" w:cs="Browallia New"/>
              </w:rPr>
              <w:t>256</w:t>
            </w:r>
            <w:r w:rsidR="00533575">
              <w:rPr>
                <w:rFonts w:ascii="Browallia New" w:hAnsi="Browallia New" w:cs="Browallia New"/>
              </w:rPr>
              <w:t>6</w:t>
            </w:r>
          </w:p>
        </w:tc>
      </w:tr>
      <w:tr w:rsidR="006A0F2F" w:rsidRPr="00076B52" w14:paraId="25C12826" w14:textId="77777777" w:rsidTr="000540A0">
        <w:trPr>
          <w:cantSplit/>
          <w:trHeight w:val="60"/>
        </w:trPr>
        <w:tc>
          <w:tcPr>
            <w:tcW w:w="6030" w:type="dxa"/>
          </w:tcPr>
          <w:p w14:paraId="7255BF38" w14:textId="77777777" w:rsidR="006A0F2F" w:rsidRPr="00076B52" w:rsidRDefault="006A0F2F" w:rsidP="00EC1B50">
            <w:pPr>
              <w:pStyle w:val="3"/>
              <w:tabs>
                <w:tab w:val="clear" w:pos="360"/>
                <w:tab w:val="clear" w:pos="720"/>
              </w:tabs>
              <w:rPr>
                <w:rFonts w:ascii="Browallia New" w:hAnsi="Browallia New" w:cs="Browallia New"/>
                <w:sz w:val="28"/>
                <w:szCs w:val="28"/>
                <w:u w:val="single"/>
                <w:cs/>
              </w:rPr>
            </w:pPr>
          </w:p>
        </w:tc>
        <w:tc>
          <w:tcPr>
            <w:tcW w:w="270" w:type="dxa"/>
          </w:tcPr>
          <w:p w14:paraId="5E95C9DE" w14:textId="77777777" w:rsidR="006A0F2F" w:rsidRPr="00076B52" w:rsidRDefault="006A0F2F" w:rsidP="00EC1B50">
            <w:pPr>
              <w:pStyle w:val="3"/>
              <w:tabs>
                <w:tab w:val="clear" w:pos="360"/>
                <w:tab w:val="clear" w:pos="720"/>
              </w:tabs>
              <w:jc w:val="center"/>
              <w:rPr>
                <w:rFonts w:ascii="Browallia New" w:hAnsi="Browallia New" w:cs="Browallia New"/>
                <w:sz w:val="28"/>
                <w:szCs w:val="28"/>
                <w:lang w:val="en-GB"/>
              </w:rPr>
            </w:pPr>
          </w:p>
        </w:tc>
        <w:tc>
          <w:tcPr>
            <w:tcW w:w="2745" w:type="dxa"/>
          </w:tcPr>
          <w:p w14:paraId="336E33AC" w14:textId="77777777" w:rsidR="006A0F2F" w:rsidRPr="00076B52" w:rsidRDefault="006A0F2F" w:rsidP="00EC1B50">
            <w:pPr>
              <w:pStyle w:val="3"/>
              <w:tabs>
                <w:tab w:val="clear" w:pos="360"/>
                <w:tab w:val="clear" w:pos="720"/>
              </w:tabs>
              <w:jc w:val="center"/>
              <w:rPr>
                <w:rFonts w:ascii="Browallia New" w:hAnsi="Browallia New" w:cs="Browallia New"/>
                <w:sz w:val="28"/>
                <w:szCs w:val="28"/>
                <w:lang w:val="en-GB"/>
              </w:rPr>
            </w:pPr>
          </w:p>
        </w:tc>
      </w:tr>
      <w:tr w:rsidR="006A0F2F" w:rsidRPr="00076B52" w14:paraId="4EA10F85" w14:textId="77777777" w:rsidTr="000540A0">
        <w:trPr>
          <w:cantSplit/>
          <w:trHeight w:val="258"/>
        </w:trPr>
        <w:tc>
          <w:tcPr>
            <w:tcW w:w="6030" w:type="dxa"/>
          </w:tcPr>
          <w:p w14:paraId="7E2E0B66" w14:textId="4ACB6300" w:rsidR="006A0F2F" w:rsidRPr="001C00FA" w:rsidRDefault="006A0F2F" w:rsidP="00EC1B50">
            <w:pPr>
              <w:tabs>
                <w:tab w:val="left" w:pos="540"/>
              </w:tabs>
              <w:jc w:val="thaiDistribute"/>
              <w:rPr>
                <w:rFonts w:ascii="Browallia New" w:hAnsi="Browallia New" w:cs="Browallia New"/>
              </w:rPr>
            </w:pPr>
            <w:r w:rsidRPr="00076B52">
              <w:rPr>
                <w:rFonts w:ascii="Browallia New" w:hAnsi="Browallia New" w:cs="Browallia New" w:hint="cs"/>
                <w:cs/>
                <w:lang w:val="en-GB"/>
              </w:rPr>
              <w:t xml:space="preserve">ยอดคงเหลือ ณ วันที่ </w:t>
            </w:r>
            <w:r w:rsidRPr="00076B52">
              <w:rPr>
                <w:rFonts w:ascii="Browallia New" w:hAnsi="Browallia New" w:cs="Browallia New"/>
              </w:rPr>
              <w:t>1</w:t>
            </w:r>
            <w:r w:rsidRPr="00076B52">
              <w:rPr>
                <w:rFonts w:ascii="Browallia New" w:hAnsi="Browallia New" w:cs="Browallia New"/>
                <w:lang w:val="en-GB"/>
              </w:rPr>
              <w:t xml:space="preserve"> </w:t>
            </w:r>
            <w:r w:rsidRPr="00076B52">
              <w:rPr>
                <w:rFonts w:ascii="Browallia New" w:hAnsi="Browallia New" w:cs="Browallia New" w:hint="cs"/>
                <w:cs/>
                <w:lang w:val="en-GB"/>
              </w:rPr>
              <w:t>มกราคม</w:t>
            </w:r>
            <w:r w:rsidRPr="00076B52">
              <w:rPr>
                <w:rFonts w:ascii="Browallia New" w:hAnsi="Browallia New" w:cs="Browallia New"/>
                <w:cs/>
                <w:lang w:val="en-GB"/>
              </w:rPr>
              <w:t xml:space="preserve"> </w:t>
            </w:r>
            <w:r>
              <w:rPr>
                <w:rFonts w:ascii="Browallia New" w:hAnsi="Browallia New" w:cs="Browallia New"/>
              </w:rPr>
              <w:t>256</w:t>
            </w:r>
            <w:r w:rsidR="00533575">
              <w:rPr>
                <w:rFonts w:ascii="Browallia New" w:hAnsi="Browallia New" w:cs="Browallia New"/>
              </w:rPr>
              <w:t>6</w:t>
            </w:r>
          </w:p>
        </w:tc>
        <w:tc>
          <w:tcPr>
            <w:tcW w:w="270" w:type="dxa"/>
          </w:tcPr>
          <w:p w14:paraId="477840D7" w14:textId="77777777" w:rsidR="006A0F2F" w:rsidRPr="00076B52" w:rsidRDefault="006A0F2F" w:rsidP="00EC1B50">
            <w:pPr>
              <w:jc w:val="right"/>
              <w:rPr>
                <w:rFonts w:ascii="Browallia New" w:hAnsi="Browallia New" w:cs="Browallia New"/>
                <w:cs/>
              </w:rPr>
            </w:pPr>
          </w:p>
        </w:tc>
        <w:tc>
          <w:tcPr>
            <w:tcW w:w="2745" w:type="dxa"/>
          </w:tcPr>
          <w:p w14:paraId="6B5C4A73" w14:textId="3B503B64" w:rsidR="006A0F2F" w:rsidRPr="00076B52" w:rsidRDefault="00E00991" w:rsidP="000540A0">
            <w:pPr>
              <w:jc w:val="center"/>
              <w:rPr>
                <w:rFonts w:ascii="Browallia New" w:hAnsi="Browallia New" w:cs="Browallia New"/>
              </w:rPr>
            </w:pPr>
            <w:r>
              <w:rPr>
                <w:rFonts w:ascii="Browallia New" w:hAnsi="Browallia New" w:cs="Browallia New"/>
              </w:rPr>
              <w:t xml:space="preserve">                           </w:t>
            </w:r>
            <w:r w:rsidR="00697F70">
              <w:rPr>
                <w:rFonts w:ascii="Browallia New" w:hAnsi="Browallia New" w:cs="Browallia New" w:hint="cs"/>
                <w:cs/>
              </w:rPr>
              <w:t xml:space="preserve"> </w:t>
            </w:r>
            <w:r>
              <w:rPr>
                <w:rFonts w:ascii="Browallia New" w:hAnsi="Browallia New" w:cs="Browallia New"/>
              </w:rPr>
              <w:t xml:space="preserve">  -</w:t>
            </w:r>
          </w:p>
        </w:tc>
      </w:tr>
      <w:tr w:rsidR="006A0F2F" w:rsidRPr="00076B52" w14:paraId="712407CD" w14:textId="77777777" w:rsidTr="000540A0">
        <w:trPr>
          <w:cantSplit/>
          <w:trHeight w:val="258"/>
        </w:trPr>
        <w:tc>
          <w:tcPr>
            <w:tcW w:w="6030" w:type="dxa"/>
          </w:tcPr>
          <w:p w14:paraId="13DD30F8" w14:textId="4B0D46A1" w:rsidR="006A0F2F" w:rsidRPr="00076B52" w:rsidRDefault="00F740BD" w:rsidP="00EC1B5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Pr>
                <w:rFonts w:ascii="Browallia New" w:hAnsi="Browallia New" w:cs="Browallia New" w:hint="cs"/>
                <w:cs/>
              </w:rPr>
              <w:t>เพิ่มขึ้น</w:t>
            </w:r>
          </w:p>
        </w:tc>
        <w:tc>
          <w:tcPr>
            <w:tcW w:w="270" w:type="dxa"/>
          </w:tcPr>
          <w:p w14:paraId="27AC50CB" w14:textId="77777777" w:rsidR="006A0F2F" w:rsidRPr="00076B52" w:rsidRDefault="006A0F2F" w:rsidP="00EC1B50">
            <w:pPr>
              <w:jc w:val="right"/>
              <w:rPr>
                <w:rFonts w:ascii="Browallia New" w:hAnsi="Browallia New" w:cs="Browallia New"/>
              </w:rPr>
            </w:pPr>
          </w:p>
        </w:tc>
        <w:tc>
          <w:tcPr>
            <w:tcW w:w="2745" w:type="dxa"/>
            <w:tcBorders>
              <w:bottom w:val="single" w:sz="4" w:space="0" w:color="auto"/>
            </w:tcBorders>
          </w:tcPr>
          <w:p w14:paraId="18A44627" w14:textId="133C2E07" w:rsidR="006A0F2F" w:rsidRPr="00076B52" w:rsidRDefault="00E00991" w:rsidP="00EC1B50">
            <w:pPr>
              <w:jc w:val="right"/>
              <w:rPr>
                <w:rFonts w:ascii="Browallia New" w:hAnsi="Browallia New" w:cs="Browallia New"/>
              </w:rPr>
            </w:pPr>
            <w:r>
              <w:rPr>
                <w:rFonts w:ascii="Browallia New" w:hAnsi="Browallia New" w:cs="Browallia New"/>
              </w:rPr>
              <w:t>1,894</w:t>
            </w:r>
          </w:p>
        </w:tc>
      </w:tr>
      <w:tr w:rsidR="006A0F2F" w:rsidRPr="00076B52" w14:paraId="4A49EC09" w14:textId="77777777" w:rsidTr="000540A0">
        <w:trPr>
          <w:cantSplit/>
          <w:trHeight w:val="247"/>
        </w:trPr>
        <w:tc>
          <w:tcPr>
            <w:tcW w:w="6030" w:type="dxa"/>
          </w:tcPr>
          <w:p w14:paraId="0E4C482D" w14:textId="621F0485" w:rsidR="006A0F2F" w:rsidRPr="00076B52" w:rsidRDefault="006A0F2F" w:rsidP="00EC1B50">
            <w:pPr>
              <w:tabs>
                <w:tab w:val="left" w:pos="540"/>
              </w:tabs>
              <w:jc w:val="thaiDistribute"/>
              <w:rPr>
                <w:rFonts w:ascii="Browallia New" w:hAnsi="Browallia New" w:cs="Browallia New"/>
                <w:lang w:val="en-GB"/>
              </w:rPr>
            </w:pPr>
            <w:r w:rsidRPr="00076B52">
              <w:rPr>
                <w:rFonts w:ascii="Browallia New" w:hAnsi="Browallia New" w:cs="Browallia New"/>
                <w:cs/>
                <w:lang w:val="en-GB"/>
              </w:rPr>
              <w:t xml:space="preserve">ยอดคงเหลือ ณ วันที่ </w:t>
            </w:r>
            <w:r w:rsidRPr="00076B52">
              <w:rPr>
                <w:rFonts w:ascii="Browallia New" w:hAnsi="Browallia New" w:cs="Browallia New"/>
              </w:rPr>
              <w:t>31</w:t>
            </w:r>
            <w:r w:rsidRPr="00076B52">
              <w:rPr>
                <w:rFonts w:ascii="Browallia New" w:hAnsi="Browallia New" w:cs="Browallia New"/>
                <w:cs/>
              </w:rPr>
              <w:t xml:space="preserve"> </w:t>
            </w:r>
            <w:r w:rsidR="002F06AA">
              <w:rPr>
                <w:rFonts w:ascii="Browallia New" w:hAnsi="Browallia New" w:cs="Browallia New" w:hint="cs"/>
                <w:cs/>
              </w:rPr>
              <w:t>มีนาคม</w:t>
            </w:r>
            <w:r w:rsidRPr="00076B52">
              <w:rPr>
                <w:rFonts w:ascii="Browallia New" w:hAnsi="Browallia New" w:cs="Browallia New"/>
                <w:cs/>
              </w:rPr>
              <w:t xml:space="preserve"> </w:t>
            </w:r>
            <w:r>
              <w:rPr>
                <w:rFonts w:ascii="Browallia New" w:hAnsi="Browallia New" w:cs="Browallia New"/>
              </w:rPr>
              <w:t>256</w:t>
            </w:r>
            <w:r w:rsidR="002F06AA">
              <w:rPr>
                <w:rFonts w:ascii="Browallia New" w:hAnsi="Browallia New" w:cs="Browallia New"/>
              </w:rPr>
              <w:t>6</w:t>
            </w:r>
          </w:p>
        </w:tc>
        <w:tc>
          <w:tcPr>
            <w:tcW w:w="270" w:type="dxa"/>
          </w:tcPr>
          <w:p w14:paraId="1F798DD6" w14:textId="77777777" w:rsidR="006A0F2F" w:rsidRPr="00076B52" w:rsidRDefault="006A0F2F" w:rsidP="00EC1B50">
            <w:pPr>
              <w:jc w:val="right"/>
              <w:rPr>
                <w:rFonts w:ascii="Browallia New" w:hAnsi="Browallia New" w:cs="Browallia New"/>
              </w:rPr>
            </w:pPr>
          </w:p>
        </w:tc>
        <w:tc>
          <w:tcPr>
            <w:tcW w:w="2745" w:type="dxa"/>
            <w:tcBorders>
              <w:top w:val="single" w:sz="4" w:space="0" w:color="auto"/>
              <w:bottom w:val="single" w:sz="12" w:space="0" w:color="auto"/>
            </w:tcBorders>
            <w:vAlign w:val="bottom"/>
          </w:tcPr>
          <w:p w14:paraId="15431A05" w14:textId="33D12073" w:rsidR="006A0F2F" w:rsidRPr="00076B52" w:rsidRDefault="006A0F2F" w:rsidP="000540A0">
            <w:pPr>
              <w:jc w:val="right"/>
              <w:rPr>
                <w:rFonts w:ascii="Browallia New" w:hAnsi="Browallia New" w:cs="Browallia New"/>
              </w:rPr>
            </w:pPr>
            <w:r w:rsidRPr="000540A0">
              <w:rPr>
                <w:rFonts w:ascii="Browallia New" w:hAnsi="Browallia New" w:cs="Browallia New"/>
              </w:rPr>
              <w:t xml:space="preserve"> </w:t>
            </w:r>
            <w:r w:rsidR="00E00991" w:rsidRPr="000540A0">
              <w:rPr>
                <w:rFonts w:ascii="Browallia New" w:hAnsi="Browallia New" w:cs="Browallia New"/>
              </w:rPr>
              <w:t>1,894</w:t>
            </w:r>
            <w:r w:rsidRPr="000540A0">
              <w:rPr>
                <w:rFonts w:ascii="Browallia New" w:hAnsi="Browallia New" w:cs="Browallia New"/>
              </w:rPr>
              <w:t xml:space="preserve">                              </w:t>
            </w:r>
          </w:p>
        </w:tc>
      </w:tr>
    </w:tbl>
    <w:p w14:paraId="10F0F448" w14:textId="77777777" w:rsidR="006A0F2F" w:rsidRDefault="006A0F2F" w:rsidP="006A0F2F">
      <w:pPr>
        <w:tabs>
          <w:tab w:val="left" w:pos="7655"/>
          <w:tab w:val="left" w:pos="7797"/>
          <w:tab w:val="left" w:pos="7938"/>
        </w:tabs>
        <w:ind w:left="387"/>
        <w:jc w:val="thaiDistribute"/>
        <w:rPr>
          <w:rFonts w:ascii="Browallia New" w:hAnsi="Browallia New" w:cs="Browallia New"/>
          <w:lang w:val="en-GB"/>
        </w:rPr>
      </w:pPr>
    </w:p>
    <w:p w14:paraId="06D82DED" w14:textId="0478EDAF" w:rsidR="006A0F2F" w:rsidRPr="00076B52" w:rsidRDefault="006A0F2F" w:rsidP="006A0F2F">
      <w:pPr>
        <w:tabs>
          <w:tab w:val="left" w:pos="7655"/>
          <w:tab w:val="left" w:pos="7797"/>
          <w:tab w:val="left" w:pos="7938"/>
        </w:tabs>
        <w:ind w:left="378"/>
        <w:jc w:val="thaiDistribute"/>
        <w:rPr>
          <w:rFonts w:ascii="Browallia New" w:hAnsi="Browallia New" w:cs="Browallia New"/>
          <w:lang w:val="en-GB"/>
        </w:rPr>
      </w:pPr>
      <w:r w:rsidRPr="00296343">
        <w:rPr>
          <w:rFonts w:ascii="Browallia New" w:hAnsi="Browallia New" w:cs="Browallia New"/>
          <w:cs/>
          <w:lang w:val="en-GB"/>
        </w:rPr>
        <w:t>ต้นทุนสินค้าที่บันทึกเป็นค่าใช้จ่ายสำหรับ</w:t>
      </w:r>
      <w:r w:rsidR="00F7349F">
        <w:rPr>
          <w:rFonts w:ascii="Browallia New" w:hAnsi="Browallia New" w:cs="Browallia New" w:hint="cs"/>
          <w:cs/>
          <w:lang w:val="en-GB"/>
        </w:rPr>
        <w:t>งวดสามเดือน</w:t>
      </w:r>
      <w:r w:rsidRPr="00296343">
        <w:rPr>
          <w:rFonts w:ascii="Browallia New" w:hAnsi="Browallia New" w:cs="Browallia New"/>
          <w:cs/>
          <w:lang w:val="en-GB"/>
        </w:rPr>
        <w:t xml:space="preserve">สิ้นสุดวันที่ </w:t>
      </w:r>
      <w:r w:rsidRPr="00296343">
        <w:rPr>
          <w:rFonts w:ascii="Browallia New" w:hAnsi="Browallia New" w:cs="Browallia New"/>
        </w:rPr>
        <w:t>31</w:t>
      </w:r>
      <w:r w:rsidRPr="00296343">
        <w:rPr>
          <w:rFonts w:ascii="Browallia New" w:hAnsi="Browallia New" w:cs="Browallia New"/>
          <w:lang w:val="en-GB"/>
        </w:rPr>
        <w:t xml:space="preserve"> </w:t>
      </w:r>
      <w:r w:rsidR="002F5A5E" w:rsidRPr="000540A0">
        <w:rPr>
          <w:rFonts w:ascii="Browallia New" w:hAnsi="Browallia New" w:cs="Browallia New"/>
          <w:cs/>
          <w:lang w:val="en-GB"/>
        </w:rPr>
        <w:t>มีนาคม</w:t>
      </w:r>
      <w:r w:rsidRPr="00296343">
        <w:rPr>
          <w:rFonts w:ascii="Browallia New" w:hAnsi="Browallia New" w:cs="Browallia New"/>
          <w:cs/>
          <w:lang w:val="en-GB"/>
        </w:rPr>
        <w:t xml:space="preserve"> </w:t>
      </w:r>
      <w:r w:rsidRPr="00296343">
        <w:rPr>
          <w:rFonts w:ascii="Browallia New" w:hAnsi="Browallia New" w:cs="Browallia New"/>
        </w:rPr>
        <w:t>256</w:t>
      </w:r>
      <w:r w:rsidR="002F5A5E" w:rsidRPr="000540A0">
        <w:rPr>
          <w:rFonts w:ascii="Browallia New" w:hAnsi="Browallia New" w:cs="Browallia New"/>
        </w:rPr>
        <w:t>6</w:t>
      </w:r>
      <w:r w:rsidRPr="00296343">
        <w:rPr>
          <w:rFonts w:ascii="Browallia New" w:hAnsi="Browallia New" w:cs="Browallia New"/>
          <w:lang w:val="en-GB"/>
        </w:rPr>
        <w:t xml:space="preserve"> </w:t>
      </w:r>
      <w:r w:rsidRPr="00296343">
        <w:rPr>
          <w:rFonts w:ascii="Browallia New" w:hAnsi="Browallia New" w:cs="Browallia New"/>
          <w:cs/>
          <w:lang w:val="en-GB"/>
        </w:rPr>
        <w:t xml:space="preserve">และ </w:t>
      </w:r>
      <w:r w:rsidRPr="00296343">
        <w:rPr>
          <w:rFonts w:ascii="Browallia New" w:hAnsi="Browallia New" w:cs="Browallia New"/>
        </w:rPr>
        <w:t>256</w:t>
      </w:r>
      <w:r w:rsidR="002F5A5E" w:rsidRPr="000540A0">
        <w:rPr>
          <w:rFonts w:ascii="Browallia New" w:hAnsi="Browallia New" w:cs="Browallia New"/>
        </w:rPr>
        <w:t>5</w:t>
      </w:r>
      <w:r w:rsidRPr="00296343">
        <w:rPr>
          <w:rFonts w:ascii="Browallia New" w:hAnsi="Browallia New" w:cs="Browallia New"/>
          <w:lang w:val="en-GB"/>
        </w:rPr>
        <w:t xml:space="preserve"> </w:t>
      </w:r>
      <w:r w:rsidRPr="00296343">
        <w:rPr>
          <w:rFonts w:ascii="Browallia New" w:hAnsi="Browallia New" w:cs="Browallia New"/>
          <w:cs/>
          <w:lang w:val="en-GB"/>
        </w:rPr>
        <w:t>มีดังนี้</w:t>
      </w:r>
    </w:p>
    <w:p w14:paraId="2E668051" w14:textId="77777777" w:rsidR="006A0F2F" w:rsidRPr="000540A0"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076B52" w14:paraId="5CB70A65" w14:textId="77777777" w:rsidTr="000540A0">
        <w:trPr>
          <w:cantSplit/>
        </w:trPr>
        <w:tc>
          <w:tcPr>
            <w:tcW w:w="3636" w:type="dxa"/>
          </w:tcPr>
          <w:p w14:paraId="2D556524" w14:textId="77777777" w:rsidR="006A0F2F" w:rsidRPr="00076B52" w:rsidRDefault="006A0F2F" w:rsidP="00EC1B50">
            <w:pPr>
              <w:pStyle w:val="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076B52" w:rsidRDefault="006A0F2F" w:rsidP="00EC1B5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076B52" w:rsidRDefault="006A0F2F" w:rsidP="00EC1B50">
            <w:pPr>
              <w:pStyle w:val="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076B52" w:rsidRDefault="006A0F2F" w:rsidP="00EC1B50">
            <w:pPr>
              <w:pStyle w:val="3"/>
              <w:tabs>
                <w:tab w:val="clear" w:pos="360"/>
                <w:tab w:val="clear" w:pos="720"/>
              </w:tabs>
              <w:jc w:val="right"/>
              <w:rPr>
                <w:rFonts w:ascii="Browallia New" w:hAnsi="Browallia New" w:cs="Browallia New"/>
                <w:sz w:val="28"/>
                <w:szCs w:val="28"/>
              </w:rPr>
            </w:pPr>
            <w:r w:rsidRPr="00076B52">
              <w:rPr>
                <w:rFonts w:ascii="Browallia New" w:hAnsi="Browallia New" w:cs="Browallia New"/>
                <w:sz w:val="28"/>
                <w:szCs w:val="28"/>
              </w:rPr>
              <w:t>(</w:t>
            </w:r>
            <w:proofErr w:type="gramStart"/>
            <w:r w:rsidRPr="00076B52">
              <w:rPr>
                <w:rFonts w:ascii="Browallia New" w:hAnsi="Browallia New" w:cs="Browallia New"/>
                <w:sz w:val="28"/>
                <w:szCs w:val="28"/>
                <w:cs/>
              </w:rPr>
              <w:t xml:space="preserve">หน่วย </w:t>
            </w:r>
            <w:r w:rsidRPr="00076B52">
              <w:rPr>
                <w:rFonts w:ascii="Browallia New" w:hAnsi="Browallia New" w:cs="Browallia New"/>
                <w:sz w:val="28"/>
                <w:szCs w:val="28"/>
                <w:lang w:val="en-GB"/>
              </w:rPr>
              <w:t>:</w:t>
            </w:r>
            <w:proofErr w:type="gramEnd"/>
            <w:r w:rsidRPr="00076B52">
              <w:rPr>
                <w:rFonts w:ascii="Browallia New" w:hAnsi="Browallia New" w:cs="Browallia New"/>
                <w:sz w:val="28"/>
                <w:szCs w:val="28"/>
                <w:cs/>
                <w:lang w:val="en-GB"/>
              </w:rPr>
              <w:t xml:space="preserve"> พัน</w:t>
            </w:r>
            <w:r w:rsidRPr="00076B52">
              <w:rPr>
                <w:rFonts w:ascii="Browallia New" w:hAnsi="Browallia New" w:cs="Browallia New"/>
                <w:sz w:val="28"/>
                <w:szCs w:val="28"/>
                <w:cs/>
              </w:rPr>
              <w:t>บาท)</w:t>
            </w:r>
          </w:p>
        </w:tc>
      </w:tr>
      <w:tr w:rsidR="006A0F2F" w:rsidRPr="00076B52" w14:paraId="5FF82EB0" w14:textId="77777777" w:rsidTr="000540A0">
        <w:trPr>
          <w:cantSplit/>
        </w:trPr>
        <w:tc>
          <w:tcPr>
            <w:tcW w:w="3636" w:type="dxa"/>
          </w:tcPr>
          <w:p w14:paraId="7516B515" w14:textId="77777777" w:rsidR="006A0F2F" w:rsidRPr="00076B52" w:rsidRDefault="006A0F2F" w:rsidP="00EC1B50">
            <w:pPr>
              <w:pStyle w:val="3"/>
              <w:tabs>
                <w:tab w:val="clear" w:pos="360"/>
                <w:tab w:val="clear" w:pos="720"/>
              </w:tabs>
              <w:jc w:val="center"/>
              <w:rPr>
                <w:rFonts w:ascii="Browallia New" w:hAnsi="Browallia New" w:cs="Browallia New"/>
                <w:sz w:val="28"/>
                <w:szCs w:val="28"/>
              </w:rPr>
            </w:pPr>
            <w:r w:rsidRPr="00076B52">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77777777" w:rsidR="006A0F2F" w:rsidRPr="00076B52" w:rsidRDefault="006A0F2F" w:rsidP="00EC1B50">
            <w:pPr>
              <w:jc w:val="center"/>
              <w:rPr>
                <w:rFonts w:ascii="Browallia New" w:hAnsi="Browallia New" w:cs="Browallia New"/>
              </w:rPr>
            </w:pPr>
            <w:r w:rsidRPr="00076B52">
              <w:rPr>
                <w:rFonts w:ascii="Browallia New" w:hAnsi="Browallia New" w:cs="Browallia New"/>
                <w:cs/>
              </w:rPr>
              <w:t>งบการเงินรวม</w:t>
            </w:r>
          </w:p>
        </w:tc>
        <w:tc>
          <w:tcPr>
            <w:tcW w:w="236" w:type="dxa"/>
            <w:tcBorders>
              <w:left w:val="nil"/>
            </w:tcBorders>
          </w:tcPr>
          <w:p w14:paraId="0FE3EED3" w14:textId="77777777" w:rsidR="006A0F2F" w:rsidRPr="00076B52" w:rsidRDefault="006A0F2F" w:rsidP="00EC1B50">
            <w:pPr>
              <w:ind w:right="72"/>
              <w:rPr>
                <w:rFonts w:ascii="Browallia New" w:hAnsi="Browallia New" w:cs="Browallia New"/>
              </w:rPr>
            </w:pPr>
          </w:p>
        </w:tc>
        <w:tc>
          <w:tcPr>
            <w:tcW w:w="2633" w:type="dxa"/>
            <w:gridSpan w:val="3"/>
            <w:tcBorders>
              <w:bottom w:val="single" w:sz="4" w:space="0" w:color="auto"/>
            </w:tcBorders>
          </w:tcPr>
          <w:p w14:paraId="364DC12A" w14:textId="77777777" w:rsidR="006A0F2F" w:rsidRPr="00076B52" w:rsidRDefault="006A0F2F" w:rsidP="00EC1B50">
            <w:pPr>
              <w:ind w:right="72"/>
              <w:jc w:val="center"/>
              <w:rPr>
                <w:rFonts w:ascii="Browallia New" w:hAnsi="Browallia New" w:cs="Browallia New"/>
              </w:rPr>
            </w:pPr>
            <w:r w:rsidRPr="00076B52">
              <w:rPr>
                <w:rFonts w:ascii="Browallia New" w:hAnsi="Browallia New" w:cs="Browallia New"/>
                <w:cs/>
              </w:rPr>
              <w:t>งบการเงินเฉพาะของบริษัท</w:t>
            </w:r>
          </w:p>
        </w:tc>
      </w:tr>
      <w:tr w:rsidR="006A0F2F" w:rsidRPr="00076B52" w14:paraId="250B73B3" w14:textId="77777777" w:rsidTr="000540A0">
        <w:trPr>
          <w:cantSplit/>
        </w:trPr>
        <w:tc>
          <w:tcPr>
            <w:tcW w:w="3636" w:type="dxa"/>
          </w:tcPr>
          <w:p w14:paraId="4F240C40" w14:textId="77777777" w:rsidR="006A0F2F" w:rsidRPr="00076B52" w:rsidRDefault="006A0F2F" w:rsidP="00EC1B50">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7684DC22"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6</w:t>
            </w:r>
          </w:p>
        </w:tc>
        <w:tc>
          <w:tcPr>
            <w:tcW w:w="236" w:type="dxa"/>
            <w:tcBorders>
              <w:top w:val="single" w:sz="4" w:space="0" w:color="auto"/>
              <w:left w:val="nil"/>
            </w:tcBorders>
            <w:vAlign w:val="bottom"/>
          </w:tcPr>
          <w:p w14:paraId="7A0FE992" w14:textId="77777777" w:rsidR="006A0F2F" w:rsidRPr="00076B52" w:rsidRDefault="006A0F2F" w:rsidP="00EC1B50">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73385910"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5</w:t>
            </w:r>
          </w:p>
        </w:tc>
        <w:tc>
          <w:tcPr>
            <w:tcW w:w="236" w:type="dxa"/>
            <w:tcBorders>
              <w:left w:val="nil"/>
            </w:tcBorders>
          </w:tcPr>
          <w:p w14:paraId="0D43D162" w14:textId="77777777" w:rsidR="006A0F2F" w:rsidRPr="00076B52" w:rsidRDefault="006A0F2F" w:rsidP="00EC1B50">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23DC75CD"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6</w:t>
            </w:r>
          </w:p>
        </w:tc>
        <w:tc>
          <w:tcPr>
            <w:tcW w:w="236" w:type="dxa"/>
            <w:tcBorders>
              <w:top w:val="single" w:sz="4" w:space="0" w:color="auto"/>
            </w:tcBorders>
            <w:vAlign w:val="bottom"/>
          </w:tcPr>
          <w:p w14:paraId="72575D5F" w14:textId="77777777" w:rsidR="006A0F2F" w:rsidRPr="00076B52" w:rsidRDefault="006A0F2F" w:rsidP="00EC1B50">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57629A70"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5</w:t>
            </w:r>
          </w:p>
        </w:tc>
      </w:tr>
      <w:tr w:rsidR="006A0F2F" w:rsidRPr="00076B52" w14:paraId="5F1C18A3" w14:textId="77777777" w:rsidTr="000540A0">
        <w:trPr>
          <w:cantSplit/>
          <w:trHeight w:val="368"/>
        </w:trPr>
        <w:tc>
          <w:tcPr>
            <w:tcW w:w="3636" w:type="dxa"/>
            <w:vAlign w:val="bottom"/>
          </w:tcPr>
          <w:p w14:paraId="43625F43" w14:textId="77777777" w:rsidR="006A0F2F" w:rsidRPr="00076B52" w:rsidRDefault="006A0F2F" w:rsidP="00EC1B50">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076B52" w:rsidRDefault="006A0F2F" w:rsidP="00EC1B50">
            <w:pPr>
              <w:jc w:val="right"/>
              <w:rPr>
                <w:rFonts w:ascii="Browallia New" w:hAnsi="Browallia New" w:cs="Browallia New"/>
                <w:sz w:val="20"/>
                <w:szCs w:val="20"/>
              </w:rPr>
            </w:pPr>
          </w:p>
        </w:tc>
        <w:tc>
          <w:tcPr>
            <w:tcW w:w="236" w:type="dxa"/>
            <w:tcBorders>
              <w:left w:val="nil"/>
            </w:tcBorders>
          </w:tcPr>
          <w:p w14:paraId="40AAAC3F" w14:textId="77777777" w:rsidR="006A0F2F" w:rsidRPr="00076B52" w:rsidRDefault="006A0F2F" w:rsidP="00EC1B50">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076B52" w:rsidRDefault="006A0F2F" w:rsidP="00EC1B50">
            <w:pPr>
              <w:jc w:val="right"/>
              <w:rPr>
                <w:rFonts w:ascii="Browallia New" w:hAnsi="Browallia New" w:cs="Browallia New"/>
                <w:sz w:val="20"/>
                <w:szCs w:val="20"/>
              </w:rPr>
            </w:pPr>
          </w:p>
        </w:tc>
        <w:tc>
          <w:tcPr>
            <w:tcW w:w="236" w:type="dxa"/>
            <w:tcBorders>
              <w:left w:val="nil"/>
            </w:tcBorders>
          </w:tcPr>
          <w:p w14:paraId="5C4BDE77" w14:textId="77777777" w:rsidR="006A0F2F" w:rsidRPr="00076B52" w:rsidRDefault="006A0F2F" w:rsidP="00EC1B50">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076B52" w:rsidRDefault="006A0F2F" w:rsidP="00EC1B50">
            <w:pPr>
              <w:jc w:val="right"/>
              <w:rPr>
                <w:rFonts w:ascii="Browallia New" w:hAnsi="Browallia New" w:cs="Browallia New"/>
                <w:sz w:val="20"/>
                <w:szCs w:val="20"/>
              </w:rPr>
            </w:pPr>
          </w:p>
        </w:tc>
        <w:tc>
          <w:tcPr>
            <w:tcW w:w="236" w:type="dxa"/>
          </w:tcPr>
          <w:p w14:paraId="21A04E74" w14:textId="77777777" w:rsidR="006A0F2F" w:rsidRPr="00076B52" w:rsidRDefault="006A0F2F" w:rsidP="00EC1B50">
            <w:pPr>
              <w:pStyle w:val="a"/>
              <w:ind w:left="-157" w:right="0"/>
              <w:rPr>
                <w:rFonts w:ascii="Browallia New" w:hAnsi="Browallia New" w:cs="Browallia New"/>
                <w:sz w:val="20"/>
                <w:szCs w:val="20"/>
              </w:rPr>
            </w:pPr>
          </w:p>
        </w:tc>
        <w:tc>
          <w:tcPr>
            <w:tcW w:w="1204" w:type="dxa"/>
          </w:tcPr>
          <w:p w14:paraId="1DEE6EC4" w14:textId="77777777" w:rsidR="006A0F2F" w:rsidRPr="00076B52" w:rsidRDefault="006A0F2F" w:rsidP="00EC1B50">
            <w:pPr>
              <w:jc w:val="right"/>
              <w:rPr>
                <w:rFonts w:ascii="Browallia New" w:hAnsi="Browallia New" w:cs="Browallia New"/>
                <w:sz w:val="20"/>
                <w:szCs w:val="20"/>
              </w:rPr>
            </w:pPr>
          </w:p>
        </w:tc>
      </w:tr>
      <w:tr w:rsidR="006A0F2F" w:rsidRPr="00076B52" w14:paraId="39D102E6" w14:textId="77777777" w:rsidTr="000540A0">
        <w:trPr>
          <w:cantSplit/>
        </w:trPr>
        <w:tc>
          <w:tcPr>
            <w:tcW w:w="3636" w:type="dxa"/>
          </w:tcPr>
          <w:p w14:paraId="53EA1156" w14:textId="77777777" w:rsidR="006A0F2F" w:rsidRPr="00076B52" w:rsidRDefault="006A0F2F" w:rsidP="00EC1B50">
            <w:pPr>
              <w:tabs>
                <w:tab w:val="left" w:pos="540"/>
              </w:tabs>
              <w:ind w:left="-108"/>
              <w:rPr>
                <w:rFonts w:ascii="Browallia New" w:hAnsi="Browallia New" w:cs="Browallia New"/>
                <w:cs/>
                <w:lang w:val="th-TH"/>
              </w:rPr>
            </w:pPr>
            <w:r w:rsidRPr="00076B52">
              <w:rPr>
                <w:rFonts w:ascii="Browallia New" w:hAnsi="Browallia New" w:cs="Browallia New"/>
                <w:cs/>
              </w:rPr>
              <w:t>ต้นทุนขายสินค้า</w:t>
            </w:r>
          </w:p>
        </w:tc>
        <w:tc>
          <w:tcPr>
            <w:tcW w:w="1134" w:type="dxa"/>
            <w:tcBorders>
              <w:left w:val="nil"/>
            </w:tcBorders>
          </w:tcPr>
          <w:p w14:paraId="55A7EE34" w14:textId="48C5C2D1" w:rsidR="006A0F2F" w:rsidRPr="00076B52" w:rsidRDefault="00C41C79" w:rsidP="00EC1B50">
            <w:pPr>
              <w:jc w:val="right"/>
              <w:rPr>
                <w:rFonts w:ascii="Browallia New" w:hAnsi="Browallia New" w:cs="Browallia New"/>
              </w:rPr>
            </w:pPr>
            <w:r>
              <w:rPr>
                <w:rFonts w:ascii="Browallia New" w:hAnsi="Browallia New" w:cs="Browallia New"/>
              </w:rPr>
              <w:t>1</w:t>
            </w:r>
            <w:r w:rsidR="006A0F2F">
              <w:rPr>
                <w:rFonts w:ascii="Browallia New" w:hAnsi="Browallia New" w:cs="Browallia New"/>
              </w:rPr>
              <w:t>,</w:t>
            </w:r>
            <w:r>
              <w:rPr>
                <w:rFonts w:ascii="Browallia New" w:hAnsi="Browallia New" w:cs="Browallia New"/>
              </w:rPr>
              <w:t>209</w:t>
            </w:r>
            <w:r w:rsidR="006A0F2F">
              <w:rPr>
                <w:rFonts w:ascii="Browallia New" w:hAnsi="Browallia New" w:cs="Browallia New"/>
              </w:rPr>
              <w:t>,</w:t>
            </w:r>
            <w:r>
              <w:rPr>
                <w:rFonts w:ascii="Browallia New" w:hAnsi="Browallia New" w:cs="Browallia New"/>
              </w:rPr>
              <w:t>16</w:t>
            </w:r>
            <w:r w:rsidR="00F740BD">
              <w:rPr>
                <w:rFonts w:ascii="Browallia New" w:hAnsi="Browallia New" w:cs="Browallia New"/>
              </w:rPr>
              <w:t>5</w:t>
            </w:r>
          </w:p>
        </w:tc>
        <w:tc>
          <w:tcPr>
            <w:tcW w:w="236" w:type="dxa"/>
            <w:tcBorders>
              <w:left w:val="nil"/>
            </w:tcBorders>
          </w:tcPr>
          <w:p w14:paraId="266A1231" w14:textId="77777777" w:rsidR="006A0F2F" w:rsidRPr="00076B52" w:rsidRDefault="006A0F2F" w:rsidP="00EC1B50">
            <w:pPr>
              <w:rPr>
                <w:rFonts w:ascii="Browallia New" w:hAnsi="Browallia New" w:cs="Browallia New"/>
              </w:rPr>
            </w:pPr>
          </w:p>
        </w:tc>
        <w:tc>
          <w:tcPr>
            <w:tcW w:w="1134" w:type="dxa"/>
          </w:tcPr>
          <w:p w14:paraId="4E489859" w14:textId="25C6B1CC" w:rsidR="006A0F2F" w:rsidRPr="00076B52" w:rsidRDefault="00664BFB" w:rsidP="00EC1B50">
            <w:pPr>
              <w:jc w:val="right"/>
              <w:rPr>
                <w:rFonts w:ascii="Browallia New" w:hAnsi="Browallia New" w:cs="Browallia New"/>
              </w:rPr>
            </w:pPr>
            <w:r>
              <w:rPr>
                <w:rFonts w:ascii="Browallia New" w:hAnsi="Browallia New" w:cs="Browallia New"/>
              </w:rPr>
              <w:t>1</w:t>
            </w:r>
            <w:r w:rsidR="006A0F2F" w:rsidRPr="00076B52">
              <w:rPr>
                <w:rFonts w:ascii="Browallia New" w:hAnsi="Browallia New" w:cs="Browallia New"/>
              </w:rPr>
              <w:t>,</w:t>
            </w:r>
            <w:r>
              <w:rPr>
                <w:rFonts w:ascii="Browallia New" w:hAnsi="Browallia New" w:cs="Browallia New"/>
              </w:rPr>
              <w:t>241</w:t>
            </w:r>
            <w:r w:rsidR="006A0F2F" w:rsidRPr="00076B52">
              <w:rPr>
                <w:rFonts w:ascii="Browallia New" w:hAnsi="Browallia New" w:cs="Browallia New"/>
              </w:rPr>
              <w:t>,</w:t>
            </w:r>
            <w:r>
              <w:rPr>
                <w:rFonts w:ascii="Browallia New" w:hAnsi="Browallia New" w:cs="Browallia New"/>
              </w:rPr>
              <w:t>160</w:t>
            </w:r>
          </w:p>
        </w:tc>
        <w:tc>
          <w:tcPr>
            <w:tcW w:w="236" w:type="dxa"/>
            <w:tcBorders>
              <w:left w:val="nil"/>
            </w:tcBorders>
          </w:tcPr>
          <w:p w14:paraId="52097129" w14:textId="77777777" w:rsidR="006A0F2F" w:rsidRPr="00076B52" w:rsidRDefault="006A0F2F" w:rsidP="00EC1B50">
            <w:pPr>
              <w:ind w:right="30"/>
              <w:rPr>
                <w:rFonts w:ascii="Browallia New" w:hAnsi="Browallia New" w:cs="Browallia New"/>
              </w:rPr>
            </w:pPr>
          </w:p>
        </w:tc>
        <w:tc>
          <w:tcPr>
            <w:tcW w:w="1193" w:type="dxa"/>
          </w:tcPr>
          <w:p w14:paraId="4F472223" w14:textId="5B61AABC" w:rsidR="006A0F2F" w:rsidRPr="00076B52" w:rsidRDefault="00205332" w:rsidP="00EC1B50">
            <w:pPr>
              <w:jc w:val="right"/>
              <w:rPr>
                <w:rFonts w:ascii="Browallia New" w:hAnsi="Browallia New" w:cs="Browallia New"/>
              </w:rPr>
            </w:pPr>
            <w:r>
              <w:rPr>
                <w:rFonts w:ascii="Browallia New" w:hAnsi="Browallia New" w:cs="Browallia New"/>
              </w:rPr>
              <w:t>1</w:t>
            </w:r>
            <w:r w:rsidR="006A0F2F">
              <w:rPr>
                <w:rFonts w:ascii="Browallia New" w:hAnsi="Browallia New" w:cs="Browallia New"/>
              </w:rPr>
              <w:t>,</w:t>
            </w:r>
            <w:r>
              <w:rPr>
                <w:rFonts w:ascii="Browallia New" w:hAnsi="Browallia New" w:cs="Browallia New"/>
              </w:rPr>
              <w:t>200</w:t>
            </w:r>
            <w:r w:rsidR="006A0F2F">
              <w:rPr>
                <w:rFonts w:ascii="Browallia New" w:hAnsi="Browallia New" w:cs="Browallia New"/>
              </w:rPr>
              <w:t>,</w:t>
            </w:r>
            <w:r w:rsidR="00B217D3">
              <w:rPr>
                <w:rFonts w:ascii="Browallia New" w:hAnsi="Browallia New" w:cs="Browallia New"/>
              </w:rPr>
              <w:t>054</w:t>
            </w:r>
          </w:p>
        </w:tc>
        <w:tc>
          <w:tcPr>
            <w:tcW w:w="236" w:type="dxa"/>
          </w:tcPr>
          <w:p w14:paraId="76F5764C" w14:textId="77777777" w:rsidR="006A0F2F" w:rsidRPr="00076B52" w:rsidRDefault="006A0F2F" w:rsidP="00EC1B50">
            <w:pPr>
              <w:pStyle w:val="a"/>
              <w:ind w:left="-157" w:right="30"/>
              <w:rPr>
                <w:rFonts w:ascii="Browallia New" w:hAnsi="Browallia New" w:cs="Browallia New"/>
                <w:sz w:val="28"/>
                <w:szCs w:val="28"/>
              </w:rPr>
            </w:pPr>
          </w:p>
        </w:tc>
        <w:tc>
          <w:tcPr>
            <w:tcW w:w="1204" w:type="dxa"/>
          </w:tcPr>
          <w:p w14:paraId="41C83CCB" w14:textId="043294AF" w:rsidR="006A0F2F" w:rsidRPr="00076B52" w:rsidRDefault="00D44FD6" w:rsidP="00EC1B50">
            <w:pPr>
              <w:jc w:val="right"/>
              <w:rPr>
                <w:rFonts w:ascii="Browallia New" w:hAnsi="Browallia New" w:cs="Browallia New"/>
              </w:rPr>
            </w:pPr>
            <w:r>
              <w:rPr>
                <w:rFonts w:ascii="Browallia New" w:hAnsi="Browallia New" w:cs="Browallia New"/>
              </w:rPr>
              <w:t>1</w:t>
            </w:r>
            <w:r w:rsidR="006A0F2F" w:rsidRPr="00076B52">
              <w:rPr>
                <w:rFonts w:ascii="Browallia New" w:hAnsi="Browallia New" w:cs="Browallia New"/>
              </w:rPr>
              <w:t>,</w:t>
            </w:r>
            <w:r>
              <w:rPr>
                <w:rFonts w:ascii="Browallia New" w:hAnsi="Browallia New" w:cs="Browallia New"/>
              </w:rPr>
              <w:t>231</w:t>
            </w:r>
            <w:r w:rsidR="006A0F2F" w:rsidRPr="00076B52">
              <w:rPr>
                <w:rFonts w:ascii="Browallia New" w:hAnsi="Browallia New" w:cs="Browallia New"/>
              </w:rPr>
              <w:t>,</w:t>
            </w:r>
            <w:r>
              <w:rPr>
                <w:rFonts w:ascii="Browallia New" w:hAnsi="Browallia New" w:cs="Browallia New"/>
              </w:rPr>
              <w:t>796</w:t>
            </w:r>
          </w:p>
        </w:tc>
      </w:tr>
      <w:tr w:rsidR="006A0F2F" w:rsidRPr="00076B52" w14:paraId="75E70E37" w14:textId="77777777" w:rsidTr="000540A0">
        <w:trPr>
          <w:cantSplit/>
        </w:trPr>
        <w:tc>
          <w:tcPr>
            <w:tcW w:w="3636" w:type="dxa"/>
          </w:tcPr>
          <w:p w14:paraId="22691284" w14:textId="7280056E" w:rsidR="006A0F2F" w:rsidRPr="00076B52" w:rsidRDefault="006A0F2F" w:rsidP="00EC1B50">
            <w:pPr>
              <w:tabs>
                <w:tab w:val="left" w:pos="1451"/>
              </w:tabs>
              <w:ind w:left="99" w:right="-7" w:hanging="207"/>
              <w:rPr>
                <w:rFonts w:ascii="Browallia New" w:hAnsi="Browallia New" w:cs="Browallia New"/>
              </w:rPr>
            </w:pPr>
            <w:r w:rsidRPr="00076B52">
              <w:rPr>
                <w:rFonts w:ascii="Browallia New" w:hAnsi="Browallia New" w:cs="Browallia New" w:hint="cs"/>
                <w:cs/>
              </w:rPr>
              <w:t>ค่าเผื่อ</w:t>
            </w:r>
            <w:r w:rsidR="00346DCD">
              <w:rPr>
                <w:rFonts w:ascii="Browallia New" w:hAnsi="Browallia New" w:cs="Browallia New" w:hint="cs"/>
                <w:cs/>
              </w:rPr>
              <w:t>ผล</w:t>
            </w:r>
            <w:r w:rsidRPr="00076B52">
              <w:rPr>
                <w:rFonts w:ascii="Browallia New" w:hAnsi="Browallia New" w:cs="Browallia New" w:hint="cs"/>
                <w:cs/>
              </w:rPr>
              <w:t xml:space="preserve">ขาดทุนจากมูลค่าสินค้าลดลง </w:t>
            </w:r>
          </w:p>
        </w:tc>
        <w:tc>
          <w:tcPr>
            <w:tcW w:w="1134" w:type="dxa"/>
            <w:tcBorders>
              <w:left w:val="nil"/>
              <w:bottom w:val="single" w:sz="4" w:space="0" w:color="auto"/>
            </w:tcBorders>
            <w:vAlign w:val="bottom"/>
          </w:tcPr>
          <w:p w14:paraId="33F80714" w14:textId="4C5C3F8A" w:rsidR="006A0F2F" w:rsidRPr="00076B52" w:rsidRDefault="00C41C79" w:rsidP="00EC1B50">
            <w:pPr>
              <w:jc w:val="right"/>
              <w:rPr>
                <w:rFonts w:ascii="Browallia New" w:hAnsi="Browallia New" w:cs="Browallia New"/>
              </w:rPr>
            </w:pPr>
            <w:r>
              <w:rPr>
                <w:rFonts w:ascii="Browallia New" w:hAnsi="Browallia New" w:cs="Browallia New"/>
              </w:rPr>
              <w:t>1,894</w:t>
            </w:r>
          </w:p>
        </w:tc>
        <w:tc>
          <w:tcPr>
            <w:tcW w:w="236" w:type="dxa"/>
            <w:tcBorders>
              <w:left w:val="nil"/>
            </w:tcBorders>
            <w:vAlign w:val="bottom"/>
          </w:tcPr>
          <w:p w14:paraId="4D345BCA" w14:textId="77777777" w:rsidR="006A0F2F" w:rsidRPr="00076B52" w:rsidRDefault="006A0F2F" w:rsidP="00EC1B50">
            <w:pPr>
              <w:jc w:val="right"/>
              <w:rPr>
                <w:rFonts w:ascii="Browallia New" w:hAnsi="Browallia New" w:cs="Browallia New"/>
              </w:rPr>
            </w:pPr>
          </w:p>
        </w:tc>
        <w:tc>
          <w:tcPr>
            <w:tcW w:w="1134" w:type="dxa"/>
            <w:tcBorders>
              <w:bottom w:val="single" w:sz="4" w:space="0" w:color="auto"/>
            </w:tcBorders>
            <w:vAlign w:val="bottom"/>
          </w:tcPr>
          <w:p w14:paraId="6CB21FD5" w14:textId="2E9B4CFF" w:rsidR="006A0F2F" w:rsidRPr="00076B52" w:rsidRDefault="00664BFB" w:rsidP="000540A0">
            <w:pPr>
              <w:jc w:val="center"/>
              <w:rPr>
                <w:rFonts w:ascii="Browallia New" w:hAnsi="Browallia New" w:cs="Browallia New"/>
              </w:rPr>
            </w:pPr>
            <w:r>
              <w:rPr>
                <w:rFonts w:ascii="Browallia New" w:hAnsi="Browallia New" w:cs="Browallia New"/>
              </w:rPr>
              <w:t xml:space="preserve">  </w:t>
            </w:r>
            <w:r w:rsidR="00697F70">
              <w:rPr>
                <w:rFonts w:ascii="Browallia New" w:hAnsi="Browallia New" w:cs="Browallia New" w:hint="cs"/>
                <w:cs/>
              </w:rPr>
              <w:t xml:space="preserve"> </w:t>
            </w:r>
            <w:r>
              <w:rPr>
                <w:rFonts w:ascii="Browallia New" w:hAnsi="Browallia New" w:cs="Browallia New"/>
              </w:rPr>
              <w:t xml:space="preserve"> </w:t>
            </w:r>
            <w:r w:rsidR="00F71469">
              <w:rPr>
                <w:rFonts w:ascii="Browallia New" w:hAnsi="Browallia New" w:cs="Browallia New" w:hint="cs"/>
                <w:cs/>
              </w:rPr>
              <w:t xml:space="preserve"> </w:t>
            </w:r>
            <w:r>
              <w:rPr>
                <w:rFonts w:ascii="Browallia New" w:hAnsi="Browallia New" w:cs="Browallia New"/>
              </w:rPr>
              <w:t>-</w:t>
            </w:r>
          </w:p>
        </w:tc>
        <w:tc>
          <w:tcPr>
            <w:tcW w:w="236" w:type="dxa"/>
            <w:tcBorders>
              <w:left w:val="nil"/>
            </w:tcBorders>
            <w:vAlign w:val="bottom"/>
          </w:tcPr>
          <w:p w14:paraId="087C2B37" w14:textId="77777777" w:rsidR="006A0F2F" w:rsidRPr="00076B52" w:rsidRDefault="006A0F2F" w:rsidP="00EC1B50">
            <w:pPr>
              <w:ind w:right="30"/>
              <w:jc w:val="right"/>
              <w:rPr>
                <w:rFonts w:ascii="Browallia New" w:hAnsi="Browallia New" w:cs="Browallia New"/>
              </w:rPr>
            </w:pPr>
          </w:p>
        </w:tc>
        <w:tc>
          <w:tcPr>
            <w:tcW w:w="1193" w:type="dxa"/>
            <w:tcBorders>
              <w:bottom w:val="single" w:sz="4" w:space="0" w:color="auto"/>
            </w:tcBorders>
            <w:vAlign w:val="bottom"/>
          </w:tcPr>
          <w:p w14:paraId="1E9281C6" w14:textId="7C78400A" w:rsidR="006A0F2F" w:rsidRPr="00076B52" w:rsidRDefault="00EE361C" w:rsidP="00EC1B50">
            <w:pPr>
              <w:jc w:val="right"/>
              <w:rPr>
                <w:rFonts w:ascii="Browallia New" w:hAnsi="Browallia New" w:cs="Browallia New"/>
              </w:rPr>
            </w:pPr>
            <w:r>
              <w:rPr>
                <w:rFonts w:ascii="Browallia New" w:hAnsi="Browallia New" w:cs="Browallia New"/>
              </w:rPr>
              <w:t>1,894</w:t>
            </w:r>
          </w:p>
        </w:tc>
        <w:tc>
          <w:tcPr>
            <w:tcW w:w="236" w:type="dxa"/>
            <w:vAlign w:val="bottom"/>
          </w:tcPr>
          <w:p w14:paraId="75894385" w14:textId="77777777" w:rsidR="006A0F2F" w:rsidRPr="00076B52" w:rsidRDefault="006A0F2F" w:rsidP="00EC1B50">
            <w:pPr>
              <w:pStyle w:val="a"/>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55AB5DD2" w:rsidR="006A0F2F" w:rsidRPr="00076B52" w:rsidRDefault="00D44FD6" w:rsidP="000540A0">
            <w:pPr>
              <w:jc w:val="center"/>
              <w:rPr>
                <w:rFonts w:ascii="Browallia New" w:hAnsi="Browallia New" w:cs="Browallia New"/>
              </w:rPr>
            </w:pPr>
            <w:r>
              <w:rPr>
                <w:rFonts w:ascii="Browallia New" w:hAnsi="Browallia New" w:cs="Browallia New"/>
              </w:rPr>
              <w:t xml:space="preserve">    -</w:t>
            </w:r>
          </w:p>
        </w:tc>
      </w:tr>
      <w:tr w:rsidR="006A0F2F" w:rsidRPr="00D72109" w14:paraId="226A8000" w14:textId="77777777" w:rsidTr="000540A0">
        <w:trPr>
          <w:cantSplit/>
        </w:trPr>
        <w:tc>
          <w:tcPr>
            <w:tcW w:w="3636" w:type="dxa"/>
          </w:tcPr>
          <w:p w14:paraId="3C194CC4" w14:textId="77777777" w:rsidR="006A0F2F" w:rsidRPr="00076B52" w:rsidRDefault="006A0F2F" w:rsidP="00EC1B50">
            <w:pPr>
              <w:tabs>
                <w:tab w:val="left" w:pos="540"/>
              </w:tabs>
              <w:ind w:left="-108"/>
              <w:rPr>
                <w:rFonts w:ascii="Browallia New" w:hAnsi="Browallia New" w:cs="Browallia New"/>
              </w:rPr>
            </w:pPr>
            <w:r w:rsidRPr="00076B52">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291FAD5E" w:rsidR="006A0F2F" w:rsidRPr="00076B52" w:rsidRDefault="00C41C79" w:rsidP="00EC1B50">
            <w:pPr>
              <w:jc w:val="right"/>
              <w:rPr>
                <w:rFonts w:ascii="Browallia New" w:hAnsi="Browallia New" w:cs="Browallia New"/>
              </w:rPr>
            </w:pPr>
            <w:r>
              <w:rPr>
                <w:rFonts w:ascii="Browallia New" w:hAnsi="Browallia New" w:cs="Browallia New"/>
              </w:rPr>
              <w:t>1,211,05</w:t>
            </w:r>
            <w:r w:rsidR="00F740BD">
              <w:rPr>
                <w:rFonts w:ascii="Browallia New" w:hAnsi="Browallia New" w:cs="Browallia New"/>
              </w:rPr>
              <w:t>9</w:t>
            </w:r>
          </w:p>
        </w:tc>
        <w:tc>
          <w:tcPr>
            <w:tcW w:w="236" w:type="dxa"/>
            <w:tcBorders>
              <w:left w:val="nil"/>
            </w:tcBorders>
          </w:tcPr>
          <w:p w14:paraId="4DB4659A" w14:textId="77777777" w:rsidR="006A0F2F" w:rsidRPr="00076B52" w:rsidRDefault="006A0F2F" w:rsidP="00EC1B50">
            <w:pPr>
              <w:rPr>
                <w:rFonts w:ascii="Browallia New" w:hAnsi="Browallia New" w:cs="Browallia New"/>
              </w:rPr>
            </w:pPr>
          </w:p>
        </w:tc>
        <w:tc>
          <w:tcPr>
            <w:tcW w:w="1134" w:type="dxa"/>
            <w:tcBorders>
              <w:top w:val="single" w:sz="4" w:space="0" w:color="auto"/>
              <w:bottom w:val="single" w:sz="12" w:space="0" w:color="auto"/>
            </w:tcBorders>
          </w:tcPr>
          <w:p w14:paraId="1CAA9472" w14:textId="7B7FEE11" w:rsidR="006A0F2F" w:rsidRPr="00076B52" w:rsidRDefault="00664BFB" w:rsidP="00EC1B50">
            <w:pPr>
              <w:jc w:val="right"/>
              <w:rPr>
                <w:rFonts w:ascii="Browallia New" w:hAnsi="Browallia New" w:cs="Browallia New"/>
              </w:rPr>
            </w:pPr>
            <w:r>
              <w:rPr>
                <w:rFonts w:ascii="Browallia New" w:hAnsi="Browallia New" w:cs="Browallia New"/>
              </w:rPr>
              <w:t>1</w:t>
            </w:r>
            <w:r w:rsidR="006A0F2F" w:rsidRPr="00076B52">
              <w:rPr>
                <w:rFonts w:ascii="Browallia New" w:hAnsi="Browallia New" w:cs="Browallia New"/>
              </w:rPr>
              <w:t>,</w:t>
            </w:r>
            <w:r>
              <w:rPr>
                <w:rFonts w:ascii="Browallia New" w:hAnsi="Browallia New" w:cs="Browallia New"/>
              </w:rPr>
              <w:t>241</w:t>
            </w:r>
            <w:r w:rsidR="006A0F2F" w:rsidRPr="00076B52">
              <w:rPr>
                <w:rFonts w:ascii="Browallia New" w:hAnsi="Browallia New" w:cs="Browallia New"/>
              </w:rPr>
              <w:t>,</w:t>
            </w:r>
            <w:r>
              <w:rPr>
                <w:rFonts w:ascii="Browallia New" w:hAnsi="Browallia New" w:cs="Browallia New"/>
              </w:rPr>
              <w:t>160</w:t>
            </w:r>
          </w:p>
        </w:tc>
        <w:tc>
          <w:tcPr>
            <w:tcW w:w="236" w:type="dxa"/>
            <w:tcBorders>
              <w:left w:val="nil"/>
            </w:tcBorders>
          </w:tcPr>
          <w:p w14:paraId="570DA88A" w14:textId="77777777" w:rsidR="006A0F2F" w:rsidRPr="00076B52" w:rsidRDefault="006A0F2F" w:rsidP="00EC1B50">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7CAD518D" w:rsidR="006A0F2F" w:rsidRPr="00076B52" w:rsidRDefault="00EE361C" w:rsidP="00EC1B50">
            <w:pPr>
              <w:jc w:val="right"/>
              <w:rPr>
                <w:rFonts w:ascii="Browallia New" w:hAnsi="Browallia New" w:cs="Browallia New"/>
              </w:rPr>
            </w:pPr>
            <w:r>
              <w:rPr>
                <w:rFonts w:ascii="Browallia New" w:hAnsi="Browallia New" w:cs="Browallia New"/>
              </w:rPr>
              <w:t>1,201,948</w:t>
            </w:r>
          </w:p>
        </w:tc>
        <w:tc>
          <w:tcPr>
            <w:tcW w:w="236" w:type="dxa"/>
          </w:tcPr>
          <w:p w14:paraId="3617218C" w14:textId="77777777" w:rsidR="006A0F2F" w:rsidRPr="00076B52" w:rsidRDefault="006A0F2F" w:rsidP="00EC1B50">
            <w:pPr>
              <w:pStyle w:val="a"/>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1A0997E1" w:rsidR="006A0F2F" w:rsidRPr="000B1F3F" w:rsidRDefault="00240ABA" w:rsidP="00EC1B50">
            <w:pPr>
              <w:jc w:val="right"/>
              <w:rPr>
                <w:rFonts w:ascii="Browallia New" w:hAnsi="Browallia New" w:cs="Browallia New"/>
              </w:rPr>
            </w:pPr>
            <w:r>
              <w:rPr>
                <w:rFonts w:ascii="Browallia New" w:hAnsi="Browallia New" w:cs="Browallia New"/>
              </w:rPr>
              <w:t>1</w:t>
            </w:r>
            <w:r w:rsidR="006A0F2F" w:rsidRPr="00076B52">
              <w:rPr>
                <w:rFonts w:ascii="Browallia New" w:hAnsi="Browallia New" w:cs="Browallia New"/>
              </w:rPr>
              <w:t>,</w:t>
            </w:r>
            <w:r>
              <w:rPr>
                <w:rFonts w:ascii="Browallia New" w:hAnsi="Browallia New" w:cs="Browallia New"/>
              </w:rPr>
              <w:t>231</w:t>
            </w:r>
            <w:r w:rsidR="006A0F2F" w:rsidRPr="00076B52">
              <w:rPr>
                <w:rFonts w:ascii="Browallia New" w:hAnsi="Browallia New" w:cs="Browallia New"/>
              </w:rPr>
              <w:t>,</w:t>
            </w:r>
            <w:r w:rsidR="00D44FD6">
              <w:rPr>
                <w:rFonts w:ascii="Browallia New" w:hAnsi="Browallia New" w:cs="Browallia New"/>
              </w:rPr>
              <w:t>796</w:t>
            </w:r>
          </w:p>
        </w:tc>
      </w:tr>
    </w:tbl>
    <w:p w14:paraId="7DBE0F32" w14:textId="77777777" w:rsidR="00181F44" w:rsidRDefault="00181F44">
      <w:pPr>
        <w:rPr>
          <w:rFonts w:ascii="Browallia New" w:hAnsi="Browallia New" w:cs="Browallia New"/>
        </w:rPr>
      </w:pPr>
    </w:p>
    <w:p w14:paraId="29C4D63A" w14:textId="77777777" w:rsidR="00181F44" w:rsidRDefault="00181F44">
      <w:pPr>
        <w:rPr>
          <w:rFonts w:ascii="Browallia New" w:hAnsi="Browallia New" w:cs="Browallia New"/>
        </w:rPr>
      </w:pPr>
    </w:p>
    <w:p w14:paraId="5E13AE8C" w14:textId="682BC697" w:rsidR="001B5E65" w:rsidRDefault="001B5E65">
      <w:pPr>
        <w:rPr>
          <w:rFonts w:ascii="Browallia New" w:hAnsi="Browallia New" w:cs="Browallia New"/>
          <w:sz w:val="22"/>
        </w:rPr>
      </w:pPr>
      <w:r>
        <w:rPr>
          <w:rFonts w:ascii="Browallia New" w:hAnsi="Browallia New" w:cs="Browallia New"/>
        </w:rPr>
        <w:br w:type="page"/>
      </w:r>
    </w:p>
    <w:p w14:paraId="485629FF" w14:textId="71810AF8" w:rsidR="004C0874" w:rsidRPr="005C2BD1" w:rsidRDefault="004C0874" w:rsidP="00AA01B5">
      <w:pPr>
        <w:pStyle w:val="ListParagraph"/>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8937" w:type="dxa"/>
        <w:tblInd w:w="378" w:type="dxa"/>
        <w:tblLayout w:type="fixed"/>
        <w:tblLook w:val="0000" w:firstRow="0" w:lastRow="0" w:firstColumn="0" w:lastColumn="0" w:noHBand="0" w:noVBand="0"/>
      </w:tblPr>
      <w:tblGrid>
        <w:gridCol w:w="2061"/>
        <w:gridCol w:w="2487"/>
        <w:gridCol w:w="981"/>
        <w:gridCol w:w="236"/>
        <w:gridCol w:w="614"/>
        <w:gridCol w:w="426"/>
        <w:gridCol w:w="425"/>
        <w:gridCol w:w="850"/>
        <w:gridCol w:w="857"/>
      </w:tblGrid>
      <w:tr w:rsidR="00C3162A" w:rsidRPr="005C2BD1" w14:paraId="3A159717" w14:textId="77777777" w:rsidTr="005077CF">
        <w:trPr>
          <w:cantSplit/>
        </w:trPr>
        <w:tc>
          <w:tcPr>
            <w:tcW w:w="2061"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proofErr w:type="gramStart"/>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proofErr w:type="gramEnd"/>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5077CF">
        <w:trPr>
          <w:cantSplit/>
          <w:trHeight w:val="226"/>
        </w:trPr>
        <w:tc>
          <w:tcPr>
            <w:tcW w:w="2061"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A459AF" w:rsidRPr="005C2BD1" w14:paraId="0806F19F" w14:textId="77777777" w:rsidTr="005077CF">
        <w:trPr>
          <w:cantSplit/>
        </w:trPr>
        <w:tc>
          <w:tcPr>
            <w:tcW w:w="2061" w:type="dxa"/>
            <w:vAlign w:val="bottom"/>
          </w:tcPr>
          <w:p w14:paraId="228BC37C" w14:textId="77777777" w:rsidR="00A459AF" w:rsidRPr="005C2BD1" w:rsidRDefault="00A459AF" w:rsidP="00A459AF">
            <w:pPr>
              <w:pBdr>
                <w:bottom w:val="single" w:sz="4" w:space="1" w:color="auto"/>
              </w:pBdr>
              <w:ind w:right="-12"/>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A459AF" w:rsidRPr="005C2BD1" w:rsidRDefault="00A459AF" w:rsidP="00A459AF">
            <w:pPr>
              <w:pBdr>
                <w:bottom w:val="single" w:sz="4" w:space="1" w:color="auto"/>
              </w:pBdr>
              <w:ind w:right="-12"/>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5DD37C40" w:rsidR="00A459AF" w:rsidRPr="005C2BD1" w:rsidRDefault="00A459AF" w:rsidP="00A459AF">
            <w:pPr>
              <w:pBdr>
                <w:bottom w:val="single" w:sz="4" w:space="1" w:color="auto"/>
              </w:pBdr>
              <w:ind w:right="-12"/>
              <w:jc w:val="center"/>
              <w:rPr>
                <w:rFonts w:ascii="Browallia New" w:hAnsi="Browallia New" w:cs="Browallia New"/>
                <w:sz w:val="20"/>
                <w:szCs w:val="20"/>
                <w:lang w:val="en-GB"/>
              </w:rPr>
            </w:pPr>
            <w:r>
              <w:rPr>
                <w:rFonts w:ascii="Browallia New" w:hAnsi="Browallia New" w:cs="Browallia New"/>
                <w:sz w:val="20"/>
                <w:szCs w:val="20"/>
              </w:rPr>
              <w:t>31</w:t>
            </w:r>
            <w:r>
              <w:rPr>
                <w:rFonts w:ascii="Browallia New" w:hAnsi="Browallia New" w:cs="Browallia New" w:hint="cs"/>
                <w:sz w:val="20"/>
                <w:szCs w:val="20"/>
                <w:cs/>
              </w:rPr>
              <w:t xml:space="preserve"> มี.ค.</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6</w:t>
            </w:r>
          </w:p>
        </w:tc>
        <w:tc>
          <w:tcPr>
            <w:tcW w:w="851" w:type="dxa"/>
            <w:gridSpan w:val="2"/>
            <w:vAlign w:val="bottom"/>
          </w:tcPr>
          <w:p w14:paraId="1E4B9F2D" w14:textId="1552888E"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5</w:t>
            </w:r>
          </w:p>
        </w:tc>
        <w:tc>
          <w:tcPr>
            <w:tcW w:w="850" w:type="dxa"/>
            <w:vAlign w:val="bottom"/>
          </w:tcPr>
          <w:p w14:paraId="56263366" w14:textId="5056A3FB" w:rsidR="00A459AF" w:rsidRPr="005C2BD1" w:rsidRDefault="00A459AF" w:rsidP="00A459AF">
            <w:pPr>
              <w:pBdr>
                <w:bottom w:val="single" w:sz="4" w:space="1" w:color="auto"/>
              </w:pBdr>
              <w:ind w:right="-12"/>
              <w:jc w:val="center"/>
              <w:rPr>
                <w:rFonts w:ascii="Browallia New" w:hAnsi="Browallia New" w:cs="Browallia New"/>
                <w:sz w:val="20"/>
                <w:szCs w:val="20"/>
                <w:lang w:val="en-GB"/>
              </w:rPr>
            </w:pPr>
            <w:r>
              <w:rPr>
                <w:rFonts w:ascii="Browallia New" w:hAnsi="Browallia New" w:cs="Browallia New"/>
                <w:sz w:val="20"/>
                <w:szCs w:val="20"/>
              </w:rPr>
              <w:t>31</w:t>
            </w:r>
            <w:r>
              <w:rPr>
                <w:rFonts w:ascii="Browallia New" w:hAnsi="Browallia New" w:cs="Browallia New" w:hint="cs"/>
                <w:sz w:val="20"/>
                <w:szCs w:val="20"/>
                <w:cs/>
              </w:rPr>
              <w:t xml:space="preserve"> มี.ค.</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6</w:t>
            </w:r>
          </w:p>
        </w:tc>
        <w:tc>
          <w:tcPr>
            <w:tcW w:w="857" w:type="dxa"/>
            <w:vAlign w:val="bottom"/>
          </w:tcPr>
          <w:p w14:paraId="128EB6C9" w14:textId="504545A5"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5</w:t>
            </w:r>
          </w:p>
        </w:tc>
      </w:tr>
      <w:tr w:rsidR="00C3162A" w:rsidRPr="005C2BD1" w14:paraId="23243AAC" w14:textId="77777777" w:rsidTr="005077CF">
        <w:trPr>
          <w:cantSplit/>
          <w:trHeight w:hRule="exact" w:val="202"/>
        </w:trPr>
        <w:tc>
          <w:tcPr>
            <w:tcW w:w="4548" w:type="dxa"/>
            <w:gridSpan w:val="2"/>
          </w:tcPr>
          <w:p w14:paraId="0D7027DF" w14:textId="77777777" w:rsidR="00C3162A" w:rsidRPr="005C2BD1"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5077CF">
        <w:trPr>
          <w:cantSplit/>
        </w:trPr>
        <w:tc>
          <w:tcPr>
            <w:tcW w:w="4548" w:type="dxa"/>
            <w:gridSpan w:val="2"/>
          </w:tcPr>
          <w:p w14:paraId="3FEBA357" w14:textId="77777777" w:rsidR="00C3162A" w:rsidRPr="005C2BD1" w:rsidRDefault="00C3162A" w:rsidP="0010534A">
            <w:pPr>
              <w:pStyle w:val="a"/>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5077CF">
        <w:trPr>
          <w:cantSplit/>
          <w:trHeight w:val="69"/>
        </w:trPr>
        <w:tc>
          <w:tcPr>
            <w:tcW w:w="2061" w:type="dxa"/>
          </w:tcPr>
          <w:p w14:paraId="248E5299" w14:textId="77777777" w:rsidR="003424F9" w:rsidRPr="005C2BD1" w:rsidRDefault="003424F9" w:rsidP="003424F9">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สยามสตีล</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3424F9" w:rsidRPr="005C2BD1" w:rsidRDefault="003424F9" w:rsidP="008C319A">
            <w:pPr>
              <w:pStyle w:val="a"/>
              <w:ind w:left="82" w:right="-58" w:hanging="180"/>
              <w:jc w:val="left"/>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981" w:type="dxa"/>
            <w:vAlign w:val="bottom"/>
          </w:tcPr>
          <w:p w14:paraId="352EF01F" w14:textId="767CB10D" w:rsidR="003424F9" w:rsidRPr="005C2BD1" w:rsidRDefault="00B14C9E" w:rsidP="0036153A">
            <w:pPr>
              <w:tabs>
                <w:tab w:val="left" w:pos="540"/>
              </w:tabs>
              <w:ind w:left="-108" w:right="-36" w:firstLine="32"/>
              <w:jc w:val="right"/>
              <w:rPr>
                <w:rFonts w:ascii="Browallia New" w:hAnsi="Browallia New" w:cs="Browallia New"/>
                <w:sz w:val="20"/>
                <w:szCs w:val="20"/>
              </w:rPr>
            </w:pPr>
            <w:r>
              <w:rPr>
                <w:rFonts w:ascii="Browallia New" w:hAnsi="Browallia New" w:cs="Browallia New"/>
                <w:sz w:val="20"/>
                <w:szCs w:val="20"/>
              </w:rPr>
              <w:t>26,698</w:t>
            </w:r>
          </w:p>
        </w:tc>
        <w:tc>
          <w:tcPr>
            <w:tcW w:w="850" w:type="dxa"/>
            <w:gridSpan w:val="2"/>
            <w:vAlign w:val="bottom"/>
          </w:tcPr>
          <w:p w14:paraId="64BEAEA7" w14:textId="4367C518" w:rsidR="003424F9" w:rsidRPr="000540A0" w:rsidRDefault="000202E8" w:rsidP="000540A0">
            <w:pPr>
              <w:ind w:right="-12"/>
              <w:jc w:val="right"/>
              <w:rPr>
                <w:rFonts w:ascii="Browallia New" w:hAnsi="Browallia New" w:cs="Browallia New"/>
                <w:sz w:val="20"/>
                <w:szCs w:val="20"/>
              </w:rPr>
            </w:pPr>
            <w:r w:rsidRPr="000540A0">
              <w:rPr>
                <w:rFonts w:ascii="Browallia New" w:hAnsi="Browallia New" w:cs="Browallia New"/>
                <w:sz w:val="20"/>
                <w:szCs w:val="20"/>
              </w:rPr>
              <w:t>90.00</w:t>
            </w:r>
          </w:p>
        </w:tc>
        <w:tc>
          <w:tcPr>
            <w:tcW w:w="851" w:type="dxa"/>
            <w:gridSpan w:val="2"/>
            <w:vAlign w:val="bottom"/>
          </w:tcPr>
          <w:p w14:paraId="023F21E6" w14:textId="2CF58054" w:rsidR="003424F9" w:rsidRPr="0036153A" w:rsidRDefault="003424F9" w:rsidP="0036153A">
            <w:pPr>
              <w:ind w:right="-12"/>
              <w:jc w:val="right"/>
              <w:rPr>
                <w:rFonts w:ascii="Browallia New" w:hAnsi="Browallia New" w:cs="Browallia New"/>
                <w:sz w:val="20"/>
                <w:szCs w:val="20"/>
              </w:rPr>
            </w:pPr>
            <w:r>
              <w:rPr>
                <w:rFonts w:ascii="Browallia New" w:hAnsi="Browallia New" w:cs="Browallia New"/>
                <w:sz w:val="20"/>
                <w:szCs w:val="20"/>
              </w:rPr>
              <w:t>90.00</w:t>
            </w:r>
          </w:p>
        </w:tc>
        <w:tc>
          <w:tcPr>
            <w:tcW w:w="850" w:type="dxa"/>
            <w:vAlign w:val="bottom"/>
          </w:tcPr>
          <w:p w14:paraId="4B04373E" w14:textId="0FEAB504" w:rsidR="003424F9" w:rsidRPr="005C2BD1" w:rsidRDefault="000202E8" w:rsidP="0036153A">
            <w:pPr>
              <w:pBdr>
                <w:bottom w:val="single" w:sz="4" w:space="1" w:color="auto"/>
              </w:pBdr>
              <w:ind w:right="-12"/>
              <w:jc w:val="right"/>
              <w:rPr>
                <w:rFonts w:ascii="Browallia New" w:hAnsi="Browallia New" w:cs="Browallia New"/>
                <w:sz w:val="20"/>
                <w:szCs w:val="20"/>
              </w:rPr>
            </w:pPr>
            <w:r>
              <w:rPr>
                <w:rFonts w:ascii="Browallia New" w:hAnsi="Browallia New" w:cs="Browallia New"/>
                <w:sz w:val="20"/>
                <w:szCs w:val="20"/>
              </w:rPr>
              <w:t>24,029</w:t>
            </w:r>
          </w:p>
        </w:tc>
        <w:tc>
          <w:tcPr>
            <w:tcW w:w="857" w:type="dxa"/>
            <w:vAlign w:val="bottom"/>
          </w:tcPr>
          <w:p w14:paraId="7BC81253" w14:textId="261EDCE9" w:rsidR="003424F9" w:rsidRPr="005C2BD1" w:rsidRDefault="003424F9" w:rsidP="0036153A">
            <w:pPr>
              <w:pBdr>
                <w:bottom w:val="single" w:sz="4" w:space="1" w:color="auto"/>
              </w:pBdr>
              <w:ind w:right="-12"/>
              <w:jc w:val="right"/>
              <w:rPr>
                <w:rFonts w:ascii="Browallia New" w:hAnsi="Browallia New" w:cs="Browallia New"/>
                <w:sz w:val="20"/>
                <w:szCs w:val="20"/>
              </w:rPr>
            </w:pPr>
            <w:r w:rsidRPr="005C2BD1">
              <w:rPr>
                <w:rFonts w:ascii="Browallia New" w:hAnsi="Browallia New" w:cs="Browallia New"/>
                <w:sz w:val="20"/>
                <w:szCs w:val="20"/>
              </w:rPr>
              <w:t>24,029</w:t>
            </w:r>
          </w:p>
        </w:tc>
      </w:tr>
      <w:tr w:rsidR="003424F9" w:rsidRPr="005C2BD1" w14:paraId="3B6EE4CA" w14:textId="77777777" w:rsidTr="005077CF">
        <w:trPr>
          <w:cantSplit/>
          <w:trHeight w:val="66"/>
        </w:trPr>
        <w:tc>
          <w:tcPr>
            <w:tcW w:w="4548" w:type="dxa"/>
            <w:gridSpan w:val="2"/>
            <w:vAlign w:val="center"/>
          </w:tcPr>
          <w:p w14:paraId="0C16554B" w14:textId="77777777" w:rsidR="003424F9" w:rsidRPr="005C2BD1" w:rsidRDefault="003424F9" w:rsidP="003424F9">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981" w:type="dxa"/>
            <w:vAlign w:val="bottom"/>
          </w:tcPr>
          <w:p w14:paraId="4FD2D970" w14:textId="77777777" w:rsidR="003424F9" w:rsidRPr="005C2BD1"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5C2BD1"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5C2BD1"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595F4814" w:rsidR="003424F9" w:rsidRPr="005C2BD1" w:rsidRDefault="000202E8" w:rsidP="0036153A">
            <w:pPr>
              <w:pBdr>
                <w:bottom w:val="single" w:sz="12" w:space="1" w:color="auto"/>
              </w:pBdr>
              <w:ind w:right="-12"/>
              <w:jc w:val="right"/>
              <w:rPr>
                <w:rFonts w:ascii="Browallia New" w:hAnsi="Browallia New" w:cs="Browallia New"/>
                <w:sz w:val="20"/>
                <w:szCs w:val="20"/>
              </w:rPr>
            </w:pPr>
            <w:r>
              <w:rPr>
                <w:rFonts w:ascii="Browallia New" w:hAnsi="Browallia New" w:cs="Browallia New"/>
                <w:sz w:val="20"/>
                <w:szCs w:val="20"/>
              </w:rPr>
              <w:t>24,029</w:t>
            </w:r>
          </w:p>
        </w:tc>
        <w:tc>
          <w:tcPr>
            <w:tcW w:w="857" w:type="dxa"/>
            <w:vAlign w:val="bottom"/>
          </w:tcPr>
          <w:p w14:paraId="34299CBE" w14:textId="6A06897D" w:rsidR="003424F9" w:rsidRPr="005C2BD1" w:rsidRDefault="003424F9" w:rsidP="0036153A">
            <w:pPr>
              <w:pBdr>
                <w:bottom w:val="single" w:sz="12" w:space="1" w:color="auto"/>
              </w:pBdr>
              <w:ind w:right="-12"/>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71682DD2" w14:textId="41CF64A2" w:rsidR="00B375CA" w:rsidRDefault="00B375CA">
      <w:pPr>
        <w:rPr>
          <w:rFonts w:ascii="Browallia New" w:hAnsi="Browallia New" w:cs="Browallia New"/>
          <w:b/>
          <w:bCs/>
          <w:sz w:val="22"/>
          <w:cs/>
        </w:rPr>
      </w:pPr>
    </w:p>
    <w:p w14:paraId="48562A39" w14:textId="06E745AA" w:rsidR="00B059CC" w:rsidRPr="005C2BD1" w:rsidRDefault="004C0874" w:rsidP="003E0B20">
      <w:pPr>
        <w:pStyle w:val="ListParagraph"/>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126" w:type="dxa"/>
        <w:tblInd w:w="270" w:type="dxa"/>
        <w:tblLayout w:type="fixed"/>
        <w:tblLook w:val="0000" w:firstRow="0" w:lastRow="0" w:firstColumn="0" w:lastColumn="0" w:noHBand="0" w:noVBand="0"/>
      </w:tblPr>
      <w:tblGrid>
        <w:gridCol w:w="3330"/>
        <w:gridCol w:w="1530"/>
        <w:gridCol w:w="1985"/>
        <w:gridCol w:w="283"/>
        <w:gridCol w:w="1998"/>
      </w:tblGrid>
      <w:tr w:rsidR="004C0874" w:rsidRPr="005C2BD1" w14:paraId="48562A3D" w14:textId="77777777" w:rsidTr="00057D87">
        <w:trPr>
          <w:cantSplit/>
        </w:trPr>
        <w:tc>
          <w:tcPr>
            <w:tcW w:w="3330" w:type="dxa"/>
          </w:tcPr>
          <w:p w14:paraId="48562A3A"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1530" w:type="dxa"/>
            <w:tcBorders>
              <w:left w:val="nil"/>
            </w:tcBorders>
          </w:tcPr>
          <w:p w14:paraId="48562A3B"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057D87">
        <w:trPr>
          <w:cantSplit/>
        </w:trPr>
        <w:tc>
          <w:tcPr>
            <w:tcW w:w="3330" w:type="dxa"/>
          </w:tcPr>
          <w:p w14:paraId="48562A3E"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530"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057D87">
        <w:trPr>
          <w:cantSplit/>
        </w:trPr>
        <w:tc>
          <w:tcPr>
            <w:tcW w:w="3330" w:type="dxa"/>
          </w:tcPr>
          <w:p w14:paraId="48562A42" w14:textId="77777777" w:rsidR="004C0874" w:rsidRPr="005C2BD1" w:rsidRDefault="004C0874" w:rsidP="003E0B20">
            <w:pPr>
              <w:pStyle w:val="3"/>
              <w:tabs>
                <w:tab w:val="clear" w:pos="360"/>
                <w:tab w:val="clear" w:pos="720"/>
              </w:tabs>
              <w:rPr>
                <w:rFonts w:ascii="Browallia New" w:hAnsi="Browallia New" w:cs="Browallia New"/>
                <w:sz w:val="28"/>
                <w:szCs w:val="28"/>
              </w:rPr>
            </w:pPr>
          </w:p>
        </w:tc>
        <w:tc>
          <w:tcPr>
            <w:tcW w:w="1530"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098D648B" w:rsidR="004C0874" w:rsidRPr="005C2BD1" w:rsidRDefault="00A459AF" w:rsidP="003E0B20">
            <w:pPr>
              <w:ind w:left="-105" w:right="-108"/>
              <w:jc w:val="center"/>
              <w:rPr>
                <w:rFonts w:ascii="Browallia New" w:hAnsi="Browallia New" w:cs="Browallia New"/>
              </w:rPr>
            </w:pP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1056D156"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A459AF">
              <w:rPr>
                <w:rFonts w:ascii="Browallia New" w:hAnsi="Browallia New" w:cs="Browallia New"/>
              </w:rPr>
              <w:t>5</w:t>
            </w:r>
          </w:p>
        </w:tc>
      </w:tr>
      <w:tr w:rsidR="004C0874" w:rsidRPr="005C2BD1" w14:paraId="48562A4D" w14:textId="77777777" w:rsidTr="00057D87">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530"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C81C44" w:rsidRPr="005C2BD1" w14:paraId="48562A53" w14:textId="77777777" w:rsidTr="00057D87">
        <w:trPr>
          <w:cantSplit/>
        </w:trPr>
        <w:tc>
          <w:tcPr>
            <w:tcW w:w="3330" w:type="dxa"/>
            <w:vAlign w:val="bottom"/>
          </w:tcPr>
          <w:p w14:paraId="48562A4E" w14:textId="77777777" w:rsidR="00C81C44" w:rsidRPr="005C2BD1" w:rsidRDefault="00C81C44" w:rsidP="00C81C44">
            <w:pPr>
              <w:ind w:right="31"/>
              <w:rPr>
                <w:rFonts w:ascii="Browallia New" w:hAnsi="Browallia New" w:cs="Browallia New"/>
              </w:rPr>
            </w:pPr>
            <w:r w:rsidRPr="005C2BD1">
              <w:rPr>
                <w:rFonts w:ascii="Browallia New" w:hAnsi="Browallia New" w:cs="Browallia New"/>
                <w:cs/>
              </w:rPr>
              <w:t>ที่ดิน</w:t>
            </w:r>
          </w:p>
        </w:tc>
        <w:tc>
          <w:tcPr>
            <w:tcW w:w="1530" w:type="dxa"/>
            <w:tcBorders>
              <w:left w:val="nil"/>
            </w:tcBorders>
            <w:vAlign w:val="bottom"/>
          </w:tcPr>
          <w:p w14:paraId="48562A4F" w14:textId="77777777" w:rsidR="00C81C44" w:rsidRPr="005C2BD1" w:rsidRDefault="00C81C44" w:rsidP="00C81C44">
            <w:pPr>
              <w:ind w:left="-108" w:right="30"/>
              <w:jc w:val="right"/>
              <w:rPr>
                <w:rFonts w:ascii="Browallia New" w:hAnsi="Browallia New" w:cs="Browallia New"/>
              </w:rPr>
            </w:pPr>
          </w:p>
        </w:tc>
        <w:tc>
          <w:tcPr>
            <w:tcW w:w="1985" w:type="dxa"/>
            <w:vAlign w:val="bottom"/>
          </w:tcPr>
          <w:p w14:paraId="48562A50" w14:textId="6DA9837E" w:rsidR="00C81C44" w:rsidRPr="005C2BD1" w:rsidRDefault="008C7DA0" w:rsidP="00C81C44">
            <w:pPr>
              <w:ind w:left="-108"/>
              <w:jc w:val="right"/>
              <w:rPr>
                <w:rFonts w:ascii="Browallia New" w:hAnsi="Browallia New" w:cs="Browallia New"/>
                <w:cs/>
              </w:rPr>
            </w:pPr>
            <w:r>
              <w:rPr>
                <w:rFonts w:ascii="Browallia New" w:hAnsi="Browallia New" w:cs="Browallia New"/>
              </w:rPr>
              <w:t>24,621</w:t>
            </w:r>
          </w:p>
        </w:tc>
        <w:tc>
          <w:tcPr>
            <w:tcW w:w="283" w:type="dxa"/>
            <w:vAlign w:val="bottom"/>
          </w:tcPr>
          <w:p w14:paraId="48562A51" w14:textId="77777777" w:rsidR="00C81C44" w:rsidRPr="005C2BD1" w:rsidRDefault="00C81C44" w:rsidP="00C81C44">
            <w:pPr>
              <w:pStyle w:val="a"/>
              <w:ind w:left="-108" w:right="30"/>
              <w:rPr>
                <w:rFonts w:ascii="Browallia New" w:hAnsi="Browallia New" w:cs="Browallia New"/>
                <w:sz w:val="28"/>
                <w:szCs w:val="28"/>
                <w:lang w:eastAsia="en-US"/>
              </w:rPr>
            </w:pPr>
          </w:p>
        </w:tc>
        <w:tc>
          <w:tcPr>
            <w:tcW w:w="1998" w:type="dxa"/>
            <w:vAlign w:val="bottom"/>
          </w:tcPr>
          <w:p w14:paraId="48562A52" w14:textId="1B265BE8" w:rsidR="00C81C44" w:rsidRPr="005C2BD1" w:rsidRDefault="00C81C44" w:rsidP="00C81C44">
            <w:pPr>
              <w:ind w:left="-108"/>
              <w:jc w:val="right"/>
              <w:rPr>
                <w:rFonts w:ascii="Browallia New" w:hAnsi="Browallia New" w:cs="Browallia New"/>
              </w:rPr>
            </w:pPr>
            <w:r w:rsidRPr="00544B5B">
              <w:rPr>
                <w:rFonts w:ascii="Browallia New" w:hAnsi="Browallia New" w:cs="Browallia New"/>
              </w:rPr>
              <w:t>24</w:t>
            </w:r>
            <w:r w:rsidRPr="00A53E32">
              <w:rPr>
                <w:rFonts w:ascii="Browallia New" w:hAnsi="Browallia New" w:cs="Browallia New"/>
              </w:rPr>
              <w:t>,621</w:t>
            </w:r>
          </w:p>
        </w:tc>
      </w:tr>
      <w:tr w:rsidR="00C81C44" w:rsidRPr="005C2BD1" w14:paraId="48562A59" w14:textId="77777777" w:rsidTr="00057D87">
        <w:trPr>
          <w:cantSplit/>
        </w:trPr>
        <w:tc>
          <w:tcPr>
            <w:tcW w:w="3330" w:type="dxa"/>
            <w:vAlign w:val="bottom"/>
          </w:tcPr>
          <w:p w14:paraId="48562A54" w14:textId="77777777" w:rsidR="00C81C44" w:rsidRPr="005C2BD1" w:rsidRDefault="00C81C44" w:rsidP="00C81C44">
            <w:pPr>
              <w:ind w:right="31"/>
              <w:rPr>
                <w:rFonts w:ascii="Browallia New" w:hAnsi="Browallia New" w:cs="Browallia New"/>
              </w:rPr>
            </w:pPr>
            <w:r w:rsidRPr="005C2BD1">
              <w:rPr>
                <w:rFonts w:ascii="Browallia New" w:hAnsi="Browallia New" w:cs="Browallia New"/>
                <w:cs/>
              </w:rPr>
              <w:t>ที่ดินและอาคาร</w:t>
            </w:r>
          </w:p>
        </w:tc>
        <w:tc>
          <w:tcPr>
            <w:tcW w:w="1530" w:type="dxa"/>
            <w:tcBorders>
              <w:left w:val="nil"/>
            </w:tcBorders>
            <w:vAlign w:val="bottom"/>
          </w:tcPr>
          <w:p w14:paraId="48562A55" w14:textId="77777777" w:rsidR="00C81C44" w:rsidRPr="005C2BD1" w:rsidRDefault="00C81C44" w:rsidP="00C81C44">
            <w:pPr>
              <w:ind w:left="-108"/>
              <w:jc w:val="right"/>
              <w:rPr>
                <w:rFonts w:ascii="Browallia New" w:hAnsi="Browallia New" w:cs="Browallia New"/>
              </w:rPr>
            </w:pPr>
          </w:p>
        </w:tc>
        <w:tc>
          <w:tcPr>
            <w:tcW w:w="1985" w:type="dxa"/>
            <w:vAlign w:val="bottom"/>
          </w:tcPr>
          <w:p w14:paraId="48562A56" w14:textId="29A092BF" w:rsidR="00C81C44" w:rsidRPr="005C2BD1" w:rsidRDefault="008C7DA0" w:rsidP="00C81C44">
            <w:pPr>
              <w:ind w:left="-108"/>
              <w:jc w:val="right"/>
              <w:rPr>
                <w:rFonts w:ascii="Browallia New" w:hAnsi="Browallia New" w:cs="Browallia New"/>
              </w:rPr>
            </w:pPr>
            <w:r>
              <w:rPr>
                <w:rFonts w:ascii="Browallia New" w:hAnsi="Browallia New" w:cs="Browallia New"/>
              </w:rPr>
              <w:t>6,734</w:t>
            </w:r>
          </w:p>
        </w:tc>
        <w:tc>
          <w:tcPr>
            <w:tcW w:w="283" w:type="dxa"/>
            <w:vAlign w:val="bottom"/>
          </w:tcPr>
          <w:p w14:paraId="48562A57" w14:textId="77777777" w:rsidR="00C81C44" w:rsidRPr="005C2BD1" w:rsidRDefault="00C81C44" w:rsidP="00C81C44">
            <w:pPr>
              <w:pStyle w:val="a"/>
              <w:ind w:left="-108" w:right="0"/>
              <w:rPr>
                <w:rFonts w:ascii="Browallia New" w:hAnsi="Browallia New" w:cs="Browallia New"/>
                <w:sz w:val="28"/>
                <w:szCs w:val="28"/>
                <w:lang w:eastAsia="en-US"/>
              </w:rPr>
            </w:pPr>
          </w:p>
        </w:tc>
        <w:tc>
          <w:tcPr>
            <w:tcW w:w="1998" w:type="dxa"/>
            <w:vAlign w:val="bottom"/>
          </w:tcPr>
          <w:p w14:paraId="48562A58" w14:textId="102A7D76" w:rsidR="00C81C44" w:rsidRPr="005C2BD1" w:rsidRDefault="00C81C44" w:rsidP="00C81C44">
            <w:pPr>
              <w:ind w:left="-108"/>
              <w:jc w:val="right"/>
              <w:rPr>
                <w:rFonts w:ascii="Browallia New" w:hAnsi="Browallia New" w:cs="Browallia New"/>
              </w:rPr>
            </w:pPr>
            <w:r w:rsidRPr="00A53E32">
              <w:rPr>
                <w:rFonts w:ascii="Browallia New" w:hAnsi="Browallia New" w:cs="Browallia New"/>
              </w:rPr>
              <w:t>6,734</w:t>
            </w:r>
          </w:p>
        </w:tc>
      </w:tr>
      <w:tr w:rsidR="00C81C44" w:rsidRPr="005C2BD1" w14:paraId="48562A5F" w14:textId="77777777" w:rsidTr="00057D87">
        <w:trPr>
          <w:cantSplit/>
        </w:trPr>
        <w:tc>
          <w:tcPr>
            <w:tcW w:w="3330" w:type="dxa"/>
          </w:tcPr>
          <w:p w14:paraId="48562A5A" w14:textId="77777777" w:rsidR="00C81C44" w:rsidRPr="005C2BD1" w:rsidRDefault="00C81C44" w:rsidP="00C81C44">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530" w:type="dxa"/>
            <w:tcBorders>
              <w:left w:val="nil"/>
            </w:tcBorders>
            <w:vAlign w:val="bottom"/>
          </w:tcPr>
          <w:p w14:paraId="48562A5B" w14:textId="77777777" w:rsidR="00C81C44" w:rsidRPr="005C2BD1" w:rsidRDefault="00C81C44" w:rsidP="00C81C44">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491BC3B3" w:rsidR="00C81C44" w:rsidRPr="005C2BD1" w:rsidRDefault="008C7DA0" w:rsidP="00C81C44">
            <w:pPr>
              <w:ind w:left="-108"/>
              <w:jc w:val="right"/>
              <w:rPr>
                <w:rFonts w:ascii="Browallia New" w:hAnsi="Browallia New" w:cs="Browallia New"/>
              </w:rPr>
            </w:pPr>
            <w:r>
              <w:rPr>
                <w:rFonts w:ascii="Browallia New" w:hAnsi="Browallia New" w:cs="Browallia New"/>
              </w:rPr>
              <w:t>31,355</w:t>
            </w:r>
          </w:p>
        </w:tc>
        <w:tc>
          <w:tcPr>
            <w:tcW w:w="283" w:type="dxa"/>
            <w:vAlign w:val="bottom"/>
          </w:tcPr>
          <w:p w14:paraId="48562A5D" w14:textId="77777777" w:rsidR="00C81C44" w:rsidRPr="005C2BD1" w:rsidRDefault="00C81C44" w:rsidP="00C81C44">
            <w:pPr>
              <w:pStyle w:val="a"/>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492F8DD5" w:rsidR="00C81C44" w:rsidRPr="005C2BD1" w:rsidRDefault="00C81C44" w:rsidP="00C81C44">
            <w:pPr>
              <w:ind w:left="-108"/>
              <w:jc w:val="right"/>
              <w:rPr>
                <w:rFonts w:ascii="Browallia New" w:hAnsi="Browallia New" w:cs="Browallia New"/>
              </w:rPr>
            </w:pPr>
            <w:r w:rsidRPr="00A53E32">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56C6849D" w14:textId="1FD0719E" w:rsidR="001155D4" w:rsidRPr="005C2BD1" w:rsidRDefault="004C0874" w:rsidP="00C3162A">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C81C44" w:rsidRPr="005C4084">
        <w:rPr>
          <w:rStyle w:val="normaltextrun"/>
          <w:rFonts w:ascii="Browallia New" w:hAnsi="Browallia New" w:cs="Browallia New"/>
          <w:spacing w:val="-4"/>
        </w:rPr>
        <w:t>31</w:t>
      </w:r>
      <w:r w:rsidR="00C81C44" w:rsidRPr="005C4084">
        <w:rPr>
          <w:rStyle w:val="normaltextrun"/>
          <w:rFonts w:ascii="Browallia New" w:hAnsi="Browallia New" w:cs="Browallia New"/>
          <w:spacing w:val="-4"/>
          <w:cs/>
        </w:rPr>
        <w:t xml:space="preserve"> มีนาคม</w:t>
      </w:r>
      <w:r w:rsidR="00C81C44" w:rsidRPr="005C4084">
        <w:rPr>
          <w:rFonts w:ascii="Browallia New" w:hAnsi="Browallia New" w:cs="Browallia New" w:hint="cs"/>
          <w:spacing w:val="-4"/>
          <w:cs/>
        </w:rPr>
        <w:t xml:space="preserve"> </w:t>
      </w:r>
      <w:r w:rsidR="00C81C44" w:rsidRPr="005C4084">
        <w:rPr>
          <w:rFonts w:ascii="Browallia New" w:hAnsi="Browallia New" w:cs="Browallia New"/>
          <w:spacing w:val="-4"/>
        </w:rPr>
        <w:t>2566</w:t>
      </w:r>
      <w:r w:rsidR="00C81C44" w:rsidRPr="00693EDD">
        <w:rPr>
          <w:rFonts w:ascii="Browallia New" w:hAnsi="Browallia New" w:cs="Browallia New"/>
        </w:rPr>
        <w:t xml:space="preserve"> </w:t>
      </w:r>
      <w:r w:rsidR="00F60E66" w:rsidRPr="005C2BD1">
        <w:rPr>
          <w:rFonts w:ascii="Browallia New" w:hAnsi="Browallia New" w:cs="Browallia New"/>
        </w:rPr>
        <w:t xml:space="preserve"> </w:t>
      </w:r>
      <w:r w:rsidR="00656606" w:rsidRPr="001B0518">
        <w:rPr>
          <w:rFonts w:ascii="Browallia New" w:hAnsi="Browallia New" w:cs="Browallia New"/>
          <w:cs/>
        </w:rPr>
        <w:t>มูลค่ายุติธรรมของอสังหาริมทรัพย์เพ</w:t>
      </w:r>
      <w:r w:rsidR="00281C5C">
        <w:rPr>
          <w:rFonts w:ascii="Browallia New" w:hAnsi="Browallia New" w:cs="Browallia New" w:hint="cs"/>
          <w:cs/>
        </w:rPr>
        <w:t>ื่</w:t>
      </w:r>
      <w:r w:rsidR="00656606" w:rsidRPr="001B0518">
        <w:rPr>
          <w:rFonts w:ascii="Browallia New" w:hAnsi="Browallia New" w:cs="Browallia New"/>
          <w:cs/>
        </w:rPr>
        <w:t>อการลงทุนข้างต้น คำนวณโดยการเปรียบเทียบกับ</w:t>
      </w:r>
      <w:r w:rsidR="00656606" w:rsidRPr="00424CC3">
        <w:rPr>
          <w:rFonts w:ascii="Browallia New" w:hAnsi="Browallia New" w:cs="Browallia New"/>
          <w:cs/>
        </w:rPr>
        <w:t>ราคาตลาด</w:t>
      </w:r>
      <w:r w:rsidR="0055004D">
        <w:rPr>
          <w:rFonts w:ascii="Browallia New" w:hAnsi="Browallia New" w:cs="Browallia New" w:hint="cs"/>
          <w:cs/>
        </w:rPr>
        <w:t>โดยเฉล</w:t>
      </w:r>
      <w:r w:rsidR="00E8165E">
        <w:rPr>
          <w:rFonts w:ascii="Browallia New" w:hAnsi="Browallia New" w:cs="Browallia New" w:hint="cs"/>
          <w:cs/>
        </w:rPr>
        <w:t>ี่</w:t>
      </w:r>
      <w:r w:rsidR="0055004D">
        <w:rPr>
          <w:rFonts w:ascii="Browallia New" w:hAnsi="Browallia New" w:cs="Browallia New" w:hint="cs"/>
          <w:cs/>
        </w:rPr>
        <w:t>ย</w:t>
      </w:r>
      <w:r w:rsidR="00656606" w:rsidRPr="00424CC3">
        <w:rPr>
          <w:rFonts w:ascii="Browallia New" w:hAnsi="Browallia New" w:cs="Browallia New"/>
          <w:cs/>
        </w:rPr>
        <w:t>ของอสังหาริมทรัพย์บริเวณข้างเคียง</w:t>
      </w:r>
      <w:r w:rsidR="008F712D" w:rsidRPr="00424CC3">
        <w:rPr>
          <w:rFonts w:ascii="Browallia New" w:hAnsi="Browallia New" w:cs="Browallia New" w:hint="cs"/>
          <w:cs/>
        </w:rPr>
        <w:t>ล่าสุดเมื</w:t>
      </w:r>
      <w:r w:rsidR="00D83A4D">
        <w:rPr>
          <w:rFonts w:ascii="Browallia New" w:hAnsi="Browallia New" w:cs="Browallia New" w:hint="cs"/>
          <w:cs/>
        </w:rPr>
        <w:t>่</w:t>
      </w:r>
      <w:r w:rsidR="008F712D" w:rsidRPr="00424CC3">
        <w:rPr>
          <w:rFonts w:ascii="Browallia New" w:hAnsi="Browallia New" w:cs="Browallia New" w:hint="cs"/>
          <w:cs/>
        </w:rPr>
        <w:t>อวันท</w:t>
      </w:r>
      <w:r w:rsidR="004D037E">
        <w:rPr>
          <w:rFonts w:ascii="Browallia New" w:hAnsi="Browallia New" w:cs="Browallia New" w:hint="cs"/>
          <w:cs/>
        </w:rPr>
        <w:t>ี่</w:t>
      </w:r>
      <w:r w:rsidR="008F712D" w:rsidRPr="00424CC3">
        <w:rPr>
          <w:rFonts w:ascii="Browallia New" w:hAnsi="Browallia New" w:cs="Browallia New" w:hint="cs"/>
          <w:cs/>
        </w:rPr>
        <w:t xml:space="preserve"> </w:t>
      </w:r>
      <w:r w:rsidR="00BA2BED" w:rsidRPr="00424CC3">
        <w:rPr>
          <w:rFonts w:ascii="Browallia New" w:hAnsi="Browallia New" w:cs="Browallia New"/>
        </w:rPr>
        <w:t xml:space="preserve">31 </w:t>
      </w:r>
      <w:r w:rsidR="00BA2BED" w:rsidRPr="00424CC3">
        <w:rPr>
          <w:rFonts w:ascii="Browallia New" w:hAnsi="Browallia New" w:cs="Browallia New" w:hint="cs"/>
          <w:cs/>
        </w:rPr>
        <w:t xml:space="preserve">ธันวาคม </w:t>
      </w:r>
      <w:r w:rsidR="00BA2BED" w:rsidRPr="00424CC3">
        <w:rPr>
          <w:rFonts w:ascii="Browallia New" w:hAnsi="Browallia New" w:cs="Browallia New"/>
        </w:rPr>
        <w:t>256</w:t>
      </w:r>
      <w:r w:rsidR="00C81C44">
        <w:rPr>
          <w:rFonts w:ascii="Browallia New" w:hAnsi="Browallia New" w:cs="Browallia New"/>
        </w:rPr>
        <w:t>5</w:t>
      </w:r>
      <w:r w:rsidR="00656606" w:rsidRPr="00424CC3">
        <w:rPr>
          <w:rFonts w:ascii="Browallia New" w:hAnsi="Browallia New" w:cs="Browallia New"/>
          <w:cs/>
        </w:rPr>
        <w:t xml:space="preserve"> มีมูลค่าประมาณ</w:t>
      </w:r>
      <w:r w:rsidR="00656606" w:rsidRPr="00424CC3">
        <w:rPr>
          <w:rFonts w:ascii="Browallia New" w:eastAsia="Cordia New" w:hAnsi="Browallia New" w:cs="Browallia New"/>
        </w:rPr>
        <w:t xml:space="preserve"> </w:t>
      </w:r>
      <w:r w:rsidR="00AE2B69" w:rsidRPr="000540A0">
        <w:rPr>
          <w:rFonts w:ascii="Browallia New" w:hAnsi="Browallia New" w:cs="Browallia New"/>
        </w:rPr>
        <w:t>60.36</w:t>
      </w:r>
      <w:r w:rsidR="00AE2B69" w:rsidRPr="009F775E">
        <w:rPr>
          <w:rFonts w:ascii="Browallia New" w:eastAsia="Cordia New" w:hAnsi="Browallia New" w:cs="Browallia New"/>
        </w:rPr>
        <w:t xml:space="preserve"> </w:t>
      </w:r>
      <w:r w:rsidR="0060588E">
        <w:rPr>
          <w:rFonts w:ascii="Browallia New" w:eastAsia="Cordia New" w:hAnsi="Browallia New" w:cs="Browallia New"/>
        </w:rPr>
        <w:br/>
      </w:r>
      <w:r w:rsidR="00656606" w:rsidRPr="009F775E">
        <w:rPr>
          <w:rFonts w:ascii="Browallia New" w:hAnsi="Browallia New" w:cs="Browallia New"/>
          <w:cs/>
          <w:lang w:val="en-GB"/>
        </w:rPr>
        <w:t>ล้านบาท</w:t>
      </w:r>
      <w:r w:rsidR="00656606" w:rsidRPr="001B0518">
        <w:rPr>
          <w:rFonts w:ascii="Browallia New" w:hAnsi="Browallia New" w:cs="Browallia New"/>
          <w:lang w:val="en-GB"/>
        </w:rPr>
        <w:t xml:space="preserve"> (</w:t>
      </w:r>
      <w:r w:rsidR="00656606" w:rsidRPr="001B0518">
        <w:rPr>
          <w:rFonts w:ascii="Browallia New" w:hAnsi="Browallia New" w:cs="Browallia New"/>
        </w:rPr>
        <w:t>256</w:t>
      </w:r>
      <w:r w:rsidR="00C81C44">
        <w:rPr>
          <w:rFonts w:ascii="Browallia New" w:hAnsi="Browallia New" w:cs="Browallia New"/>
        </w:rPr>
        <w:t>5</w:t>
      </w:r>
      <w:r w:rsidR="00656606" w:rsidRPr="001B0518">
        <w:rPr>
          <w:rFonts w:ascii="Browallia New" w:hAnsi="Browallia New" w:cs="Browallia New"/>
          <w:lang w:val="en-GB"/>
        </w:rPr>
        <w:t xml:space="preserve"> : </w:t>
      </w:r>
      <w:r w:rsidR="00656606" w:rsidRPr="001B0518">
        <w:rPr>
          <w:rFonts w:ascii="Browallia New" w:hAnsi="Browallia New" w:cs="Browallia New"/>
        </w:rPr>
        <w:t>60</w:t>
      </w:r>
      <w:r w:rsidR="00656606" w:rsidRPr="001B0518">
        <w:rPr>
          <w:rFonts w:ascii="Browallia New" w:hAnsi="Browallia New" w:cs="Browallia New"/>
          <w:lang w:val="en-GB"/>
        </w:rPr>
        <w:t>.</w:t>
      </w:r>
      <w:r w:rsidR="00656606" w:rsidRPr="001B0518">
        <w:rPr>
          <w:rFonts w:ascii="Browallia New" w:hAnsi="Browallia New" w:cs="Browallia New"/>
        </w:rPr>
        <w:t>36</w:t>
      </w:r>
      <w:r w:rsidR="00656606" w:rsidRPr="001B0518">
        <w:rPr>
          <w:rFonts w:ascii="Browallia New" w:hAnsi="Browallia New" w:cs="Browallia New"/>
          <w:lang w:val="en-GB"/>
        </w:rPr>
        <w:t xml:space="preserve"> </w:t>
      </w:r>
      <w:r w:rsidR="00656606" w:rsidRPr="001B0518">
        <w:rPr>
          <w:rFonts w:ascii="Browallia New" w:hAnsi="Browallia New" w:cs="Browallia New" w:hint="cs"/>
          <w:cs/>
          <w:lang w:val="en-GB"/>
        </w:rPr>
        <w:t>ล้านบาท</w:t>
      </w:r>
      <w:r w:rsidR="00656606" w:rsidRPr="001B0518">
        <w:rPr>
          <w:rFonts w:ascii="Browallia New" w:hAnsi="Browallia New" w:cs="Browallia New"/>
          <w:lang w:val="en-GB"/>
        </w:rPr>
        <w:t>)</w:t>
      </w:r>
    </w:p>
    <w:p w14:paraId="3D053FA2" w14:textId="1AA371FF" w:rsidR="00DD24E2" w:rsidRDefault="00DD24E2">
      <w:pPr>
        <w:rPr>
          <w:rFonts w:ascii="Browallia New" w:hAnsi="Browallia New" w:cs="Browallia New"/>
          <w:b/>
          <w:bCs/>
          <w:sz w:val="22"/>
          <w:cs/>
        </w:rPr>
      </w:pPr>
    </w:p>
    <w:p w14:paraId="48562A63" w14:textId="43FE3DE9" w:rsidR="003E4706" w:rsidRPr="000B5D94" w:rsidRDefault="003E4706" w:rsidP="003E0B20">
      <w:pPr>
        <w:pStyle w:val="ListParagraph"/>
        <w:numPr>
          <w:ilvl w:val="0"/>
          <w:numId w:val="1"/>
        </w:numPr>
        <w:tabs>
          <w:tab w:val="clear" w:pos="360"/>
          <w:tab w:val="num" w:pos="1260"/>
        </w:tabs>
        <w:spacing w:after="0" w:line="240" w:lineRule="auto"/>
        <w:rPr>
          <w:rFonts w:ascii="Browallia New" w:hAnsi="Browallia New" w:cs="Browallia New"/>
          <w:b/>
          <w:bCs/>
        </w:rPr>
      </w:pPr>
      <w:r w:rsidRPr="000B5D94">
        <w:rPr>
          <w:rFonts w:ascii="Browallia New" w:hAnsi="Browallia New" w:cs="Browallia New"/>
          <w:b/>
          <w:bCs/>
          <w:cs/>
        </w:rPr>
        <w:t>ที่ดิน</w:t>
      </w:r>
      <w:r w:rsidR="00F60E66" w:rsidRPr="000B5D94">
        <w:rPr>
          <w:rFonts w:ascii="Browallia New" w:hAnsi="Browallia New" w:cs="Browallia New"/>
          <w:b/>
          <w:bCs/>
        </w:rPr>
        <w:t xml:space="preserve"> </w:t>
      </w:r>
      <w:r w:rsidRPr="000B5D94">
        <w:rPr>
          <w:rFonts w:ascii="Browallia New" w:hAnsi="Browallia New" w:cs="Browallia New"/>
          <w:b/>
          <w:bCs/>
          <w:cs/>
        </w:rPr>
        <w:t>อาคาร</w:t>
      </w:r>
      <w:r w:rsidR="00A704FE" w:rsidRPr="000B5D94">
        <w:rPr>
          <w:rFonts w:ascii="Browallia New" w:hAnsi="Browallia New" w:cs="Browallia New" w:hint="cs"/>
          <w:b/>
          <w:bCs/>
          <w:cs/>
        </w:rPr>
        <w:t xml:space="preserve"> </w:t>
      </w:r>
      <w:r w:rsidRPr="000B5D94">
        <w:rPr>
          <w:rFonts w:ascii="Browallia New" w:hAnsi="Browallia New" w:cs="Browallia New"/>
          <w:b/>
          <w:bCs/>
          <w:cs/>
        </w:rPr>
        <w:t>และอุปกรณ์</w:t>
      </w:r>
      <w:r w:rsidRPr="000B5D94">
        <w:rPr>
          <w:rFonts w:ascii="Browallia New" w:hAnsi="Browallia New" w:cs="Browallia New"/>
          <w:b/>
          <w:bCs/>
        </w:rPr>
        <w:t xml:space="preserve"> </w:t>
      </w:r>
    </w:p>
    <w:p w14:paraId="48562A64" w14:textId="77777777" w:rsidR="00B07976" w:rsidRPr="005C2BD1" w:rsidRDefault="00B07976" w:rsidP="00C3162A">
      <w:pPr>
        <w:ind w:left="360"/>
        <w:jc w:val="thaiDistribute"/>
        <w:rPr>
          <w:rFonts w:ascii="Browallia New" w:hAnsi="Browallia New" w:cs="Browallia New"/>
        </w:rPr>
      </w:pPr>
    </w:p>
    <w:p w14:paraId="48562A65" w14:textId="36672C2E"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w:t>
      </w:r>
      <w:r w:rsidR="00492A1A">
        <w:rPr>
          <w:rFonts w:ascii="Browallia New" w:hAnsi="Browallia New" w:cs="Browallia New" w:hint="cs"/>
          <w:cs/>
        </w:rPr>
        <w:t>ื่</w:t>
      </w:r>
      <w:r w:rsidRPr="005C2BD1">
        <w:rPr>
          <w:rFonts w:ascii="Browallia New" w:hAnsi="Browallia New" w:cs="Browallia New"/>
          <w:cs/>
        </w:rPr>
        <w:t>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w:t>
      </w:r>
      <w:r w:rsidR="001236B9">
        <w:rPr>
          <w:rFonts w:ascii="Browallia New" w:hAnsi="Browallia New" w:cs="Browallia New"/>
        </w:rPr>
        <w:t xml:space="preserve"> </w:t>
      </w:r>
      <w:r w:rsidRPr="005C2BD1">
        <w:rPr>
          <w:rFonts w:ascii="Browallia New" w:hAnsi="Browallia New" w:cs="Browallia New"/>
          <w:cs/>
        </w:rPr>
        <w:t>สำหรับงวด</w:t>
      </w:r>
      <w:r w:rsidR="000969BB">
        <w:rPr>
          <w:rFonts w:ascii="Browallia New" w:hAnsi="Browallia New" w:cs="Browallia New" w:hint="cs"/>
          <w:cs/>
        </w:rPr>
        <w:t>สาม</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rPr>
        <w:t xml:space="preserve"> </w:t>
      </w:r>
      <w:r w:rsidR="000969BB" w:rsidRPr="005C4084">
        <w:rPr>
          <w:rStyle w:val="normaltextrun"/>
          <w:rFonts w:ascii="Browallia New" w:hAnsi="Browallia New" w:cs="Browallia New"/>
          <w:spacing w:val="-4"/>
        </w:rPr>
        <w:t>31</w:t>
      </w:r>
      <w:r w:rsidR="000969BB" w:rsidRPr="005C4084">
        <w:rPr>
          <w:rStyle w:val="normaltextrun"/>
          <w:rFonts w:ascii="Browallia New" w:hAnsi="Browallia New" w:cs="Browallia New"/>
          <w:spacing w:val="-4"/>
          <w:cs/>
        </w:rPr>
        <w:t xml:space="preserve"> มีนาคม</w:t>
      </w:r>
      <w:r w:rsidR="000969BB" w:rsidRPr="005C4084">
        <w:rPr>
          <w:rFonts w:ascii="Browallia New" w:hAnsi="Browallia New" w:cs="Browallia New" w:hint="cs"/>
          <w:spacing w:val="-4"/>
          <w:cs/>
        </w:rPr>
        <w:t xml:space="preserve"> </w:t>
      </w:r>
      <w:r w:rsidR="000969BB" w:rsidRPr="005C4084">
        <w:rPr>
          <w:rFonts w:ascii="Browallia New" w:hAnsi="Browallia New" w:cs="Browallia New"/>
          <w:spacing w:val="-4"/>
        </w:rPr>
        <w:t>2566</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114" w:type="dxa"/>
        <w:tblInd w:w="270" w:type="dxa"/>
        <w:tblLayout w:type="fixed"/>
        <w:tblLook w:val="0000" w:firstRow="0" w:lastRow="0" w:firstColumn="0" w:lastColumn="0" w:noHBand="0" w:noVBand="0"/>
      </w:tblPr>
      <w:tblGrid>
        <w:gridCol w:w="711"/>
        <w:gridCol w:w="3981"/>
        <w:gridCol w:w="1984"/>
        <w:gridCol w:w="238"/>
        <w:gridCol w:w="2200"/>
      </w:tblGrid>
      <w:tr w:rsidR="003B4502" w:rsidRPr="005C2BD1" w14:paraId="48562A6B" w14:textId="77777777" w:rsidTr="000540A0">
        <w:tc>
          <w:tcPr>
            <w:tcW w:w="4692"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4"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200"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proofErr w:type="gramStart"/>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proofErr w:type="gramEnd"/>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0540A0">
        <w:tc>
          <w:tcPr>
            <w:tcW w:w="4692"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4"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200"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0540A0">
        <w:trPr>
          <w:trHeight w:val="58"/>
        </w:trPr>
        <w:tc>
          <w:tcPr>
            <w:tcW w:w="4692"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1984"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200"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0540A0">
        <w:tc>
          <w:tcPr>
            <w:tcW w:w="4692" w:type="dxa"/>
            <w:gridSpan w:val="2"/>
          </w:tcPr>
          <w:p w14:paraId="48562A76" w14:textId="2F16BB13"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0969BB">
              <w:rPr>
                <w:rFonts w:ascii="Browallia New" w:hAnsi="Browallia New" w:cs="Browallia New"/>
                <w:snapToGrid w:val="0"/>
                <w:lang w:eastAsia="th-TH"/>
              </w:rPr>
              <w:t>6</w:t>
            </w:r>
          </w:p>
        </w:tc>
        <w:tc>
          <w:tcPr>
            <w:tcW w:w="1984" w:type="dxa"/>
          </w:tcPr>
          <w:p w14:paraId="48562A77" w14:textId="1613A3FE" w:rsidR="00412226" w:rsidRPr="005C2BD1" w:rsidRDefault="005A6B9C" w:rsidP="003E0B20">
            <w:pPr>
              <w:tabs>
                <w:tab w:val="left" w:pos="3090"/>
                <w:tab w:val="left" w:pos="4860"/>
              </w:tabs>
              <w:ind w:left="-108" w:right="-33"/>
              <w:jc w:val="right"/>
              <w:rPr>
                <w:rFonts w:ascii="Browallia New" w:hAnsi="Browallia New" w:cs="Browallia New"/>
                <w:snapToGrid w:val="0"/>
                <w:lang w:eastAsia="th-TH"/>
              </w:rPr>
            </w:pPr>
            <w:r w:rsidRPr="005A6B9C">
              <w:rPr>
                <w:rFonts w:ascii="Browallia New" w:hAnsi="Browallia New" w:cs="Browallia New"/>
                <w:snapToGrid w:val="0"/>
                <w:lang w:eastAsia="th-TH"/>
              </w:rPr>
              <w:t>1,049,023</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200" w:type="dxa"/>
          </w:tcPr>
          <w:p w14:paraId="48562A79" w14:textId="0A8703D2" w:rsidR="00412226" w:rsidRPr="005C2BD1" w:rsidRDefault="006B69AD" w:rsidP="003E0B20">
            <w:pPr>
              <w:tabs>
                <w:tab w:val="left" w:pos="3090"/>
                <w:tab w:val="left" w:pos="4860"/>
              </w:tabs>
              <w:ind w:left="-159" w:right="-33"/>
              <w:jc w:val="right"/>
              <w:rPr>
                <w:rFonts w:ascii="Browallia New" w:hAnsi="Browallia New" w:cs="Browallia New"/>
                <w:snapToGrid w:val="0"/>
                <w:lang w:eastAsia="th-TH"/>
              </w:rPr>
            </w:pPr>
            <w:r w:rsidRPr="006B69AD">
              <w:rPr>
                <w:rFonts w:ascii="Browallia New" w:hAnsi="Browallia New" w:cs="Browallia New"/>
                <w:snapToGrid w:val="0"/>
                <w:lang w:eastAsia="th-TH"/>
              </w:rPr>
              <w:t>1,036,647</w:t>
            </w:r>
          </w:p>
        </w:tc>
      </w:tr>
      <w:tr w:rsidR="00F91956" w:rsidRPr="005C2BD1" w14:paraId="48562A80" w14:textId="77777777" w:rsidTr="000540A0">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3981" w:type="dxa"/>
          </w:tcPr>
          <w:p w14:paraId="48562A7C" w14:textId="066E7755" w:rsidR="00F91956" w:rsidRPr="0092598F" w:rsidRDefault="00F91956" w:rsidP="00F91956">
            <w:pPr>
              <w:tabs>
                <w:tab w:val="left" w:pos="453"/>
                <w:tab w:val="left" w:pos="1470"/>
              </w:tabs>
              <w:ind w:left="-108"/>
              <w:rPr>
                <w:rFonts w:ascii="Browallia New" w:hAnsi="Browallia New" w:cs="Browallia New"/>
                <w:snapToGrid w:val="0"/>
                <w:cs/>
                <w:lang w:eastAsia="th-TH"/>
              </w:rPr>
            </w:pPr>
            <w:r w:rsidRPr="0092598F">
              <w:rPr>
                <w:rFonts w:ascii="Browallia New" w:hAnsi="Browallia New" w:cs="Browallia New"/>
                <w:snapToGrid w:val="0"/>
                <w:cs/>
                <w:lang w:eastAsia="th-TH"/>
              </w:rPr>
              <w:t>ซื้อสินทรัพย์</w:t>
            </w:r>
            <w:r w:rsidR="00387127" w:rsidRPr="0092598F">
              <w:rPr>
                <w:rFonts w:ascii="Browallia New" w:hAnsi="Browallia New" w:cs="Browallia New" w:hint="cs"/>
                <w:snapToGrid w:val="0"/>
                <w:cs/>
                <w:lang w:eastAsia="th-TH"/>
              </w:rPr>
              <w:t>เพิ่ม</w:t>
            </w:r>
          </w:p>
        </w:tc>
        <w:tc>
          <w:tcPr>
            <w:tcW w:w="1984" w:type="dxa"/>
          </w:tcPr>
          <w:p w14:paraId="48562A7D" w14:textId="78AA39C5" w:rsidR="00F91956" w:rsidRPr="0092598F" w:rsidRDefault="0026419D" w:rsidP="00F91956">
            <w:pPr>
              <w:tabs>
                <w:tab w:val="left" w:pos="147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16,034</w:t>
            </w:r>
          </w:p>
        </w:tc>
        <w:tc>
          <w:tcPr>
            <w:tcW w:w="238" w:type="dxa"/>
          </w:tcPr>
          <w:p w14:paraId="48562A7E" w14:textId="77777777" w:rsidR="00F91956" w:rsidRPr="0092598F" w:rsidRDefault="00F91956" w:rsidP="00F91956">
            <w:pPr>
              <w:tabs>
                <w:tab w:val="left" w:pos="1470"/>
              </w:tabs>
              <w:ind w:right="-33"/>
              <w:jc w:val="right"/>
              <w:rPr>
                <w:rFonts w:ascii="Browallia New" w:hAnsi="Browallia New" w:cs="Browallia New"/>
                <w:snapToGrid w:val="0"/>
                <w:lang w:eastAsia="th-TH"/>
              </w:rPr>
            </w:pPr>
          </w:p>
        </w:tc>
        <w:tc>
          <w:tcPr>
            <w:tcW w:w="2200" w:type="dxa"/>
          </w:tcPr>
          <w:p w14:paraId="48562A7F" w14:textId="3A080A09" w:rsidR="00F91956" w:rsidRPr="005C2BD1" w:rsidRDefault="0040488A"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16,034</w:t>
            </w:r>
          </w:p>
        </w:tc>
      </w:tr>
      <w:tr w:rsidR="00F91956" w:rsidRPr="005C2BD1" w14:paraId="48562A86" w14:textId="77777777" w:rsidTr="000540A0">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3981" w:type="dxa"/>
          </w:tcPr>
          <w:p w14:paraId="48562A82" w14:textId="7D1C6895" w:rsidR="00F91956" w:rsidRPr="0092598F" w:rsidRDefault="00F91956" w:rsidP="00F91956">
            <w:pPr>
              <w:tabs>
                <w:tab w:val="left" w:pos="453"/>
                <w:tab w:val="left" w:pos="3090"/>
                <w:tab w:val="left" w:pos="4860"/>
              </w:tabs>
              <w:ind w:left="-108"/>
              <w:rPr>
                <w:rFonts w:ascii="Browallia New" w:hAnsi="Browallia New" w:cs="Browallia New"/>
                <w:snapToGrid w:val="0"/>
                <w:lang w:eastAsia="th-TH"/>
              </w:rPr>
            </w:pPr>
            <w:r w:rsidRPr="0092598F">
              <w:rPr>
                <w:rFonts w:ascii="Browallia New" w:hAnsi="Browallia New" w:cs="Browallia New"/>
                <w:snapToGrid w:val="0"/>
                <w:cs/>
                <w:lang w:eastAsia="th-TH"/>
              </w:rPr>
              <w:t>ขายและตัดจำหน่ายสินทรัพย์</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สุทธิ</w:t>
            </w:r>
          </w:p>
        </w:tc>
        <w:tc>
          <w:tcPr>
            <w:tcW w:w="1984" w:type="dxa"/>
          </w:tcPr>
          <w:p w14:paraId="48562A83" w14:textId="6175D0D6" w:rsidR="00F91956" w:rsidRPr="0092598F" w:rsidRDefault="0026419D"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(38,306)</w:t>
            </w:r>
          </w:p>
        </w:tc>
        <w:tc>
          <w:tcPr>
            <w:tcW w:w="238" w:type="dxa"/>
          </w:tcPr>
          <w:p w14:paraId="48562A84" w14:textId="77777777" w:rsidR="00F91956" w:rsidRPr="0092598F" w:rsidRDefault="00F91956" w:rsidP="00F91956">
            <w:pPr>
              <w:tabs>
                <w:tab w:val="left" w:pos="3090"/>
                <w:tab w:val="left" w:pos="4860"/>
              </w:tabs>
              <w:ind w:right="-33"/>
              <w:jc w:val="right"/>
              <w:rPr>
                <w:rFonts w:ascii="Browallia New" w:hAnsi="Browallia New" w:cs="Browallia New"/>
                <w:snapToGrid w:val="0"/>
                <w:lang w:eastAsia="th-TH"/>
              </w:rPr>
            </w:pPr>
          </w:p>
        </w:tc>
        <w:tc>
          <w:tcPr>
            <w:tcW w:w="2200" w:type="dxa"/>
          </w:tcPr>
          <w:p w14:paraId="48562A85" w14:textId="060E6998" w:rsidR="00F91956" w:rsidRPr="005C2BD1" w:rsidRDefault="0040488A"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(38,306)</w:t>
            </w:r>
          </w:p>
        </w:tc>
      </w:tr>
      <w:tr w:rsidR="00F91956" w:rsidRPr="005C2BD1" w14:paraId="48562A8C" w14:textId="77777777" w:rsidTr="000540A0">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3981" w:type="dxa"/>
          </w:tcPr>
          <w:p w14:paraId="0902C3A3" w14:textId="1AEF7273" w:rsidR="00F91956" w:rsidRPr="0092598F" w:rsidRDefault="00F91956" w:rsidP="00F91956">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snapToGrid w:val="0"/>
                <w:cs/>
                <w:lang w:val="en-GB" w:eastAsia="th-TH"/>
              </w:rPr>
              <w:t>ค่าเสื่อมราคาสำหรับงวด</w:t>
            </w:r>
          </w:p>
          <w:p w14:paraId="48562A88" w14:textId="7635EA42" w:rsidR="00DF6519" w:rsidRPr="000540A0" w:rsidRDefault="00157105" w:rsidP="0040488A">
            <w:pPr>
              <w:tabs>
                <w:tab w:val="left" w:pos="453"/>
                <w:tab w:val="left" w:pos="3090"/>
                <w:tab w:val="left" w:pos="4860"/>
              </w:tabs>
              <w:ind w:left="-108"/>
              <w:rPr>
                <w:rFonts w:ascii="Browallia New" w:hAnsi="Browallia New" w:cs="Browallia New"/>
                <w:snapToGrid w:val="0"/>
                <w:cs/>
                <w:lang w:val="en-GB" w:eastAsia="th-TH"/>
              </w:rPr>
            </w:pPr>
            <w:r w:rsidRPr="0092598F">
              <w:rPr>
                <w:rFonts w:ascii="Browallia New" w:hAnsi="Browallia New" w:cs="Browallia New" w:hint="cs"/>
                <w:snapToGrid w:val="0"/>
                <w:cs/>
                <w:lang w:val="en-GB" w:eastAsia="th-TH"/>
              </w:rPr>
              <w:t>ค่าเสื่อมราคาสะสม</w:t>
            </w:r>
            <w:r w:rsidR="00E01D9A">
              <w:rPr>
                <w:rFonts w:ascii="Browallia New" w:hAnsi="Browallia New" w:cs="Browallia New" w:hint="cs"/>
                <w:snapToGrid w:val="0"/>
                <w:cs/>
                <w:lang w:val="en-GB" w:eastAsia="th-TH"/>
              </w:rPr>
              <w:t>ของ</w:t>
            </w:r>
            <w:r w:rsidRPr="0092598F">
              <w:rPr>
                <w:rFonts w:ascii="Browallia New" w:hAnsi="Browallia New" w:cs="Browallia New" w:hint="cs"/>
                <w:snapToGrid w:val="0"/>
                <w:cs/>
                <w:lang w:val="en-GB" w:eastAsia="th-TH"/>
              </w:rPr>
              <w:t>สินทรัพย์ที่จำหน่า</w:t>
            </w:r>
            <w:r w:rsidR="0040488A">
              <w:rPr>
                <w:rFonts w:ascii="Browallia New" w:hAnsi="Browallia New" w:cs="Browallia New" w:hint="cs"/>
                <w:snapToGrid w:val="0"/>
                <w:cs/>
                <w:lang w:val="en-GB" w:eastAsia="th-TH"/>
              </w:rPr>
              <w:t>ย</w:t>
            </w:r>
          </w:p>
        </w:tc>
        <w:tc>
          <w:tcPr>
            <w:tcW w:w="1984" w:type="dxa"/>
          </w:tcPr>
          <w:p w14:paraId="1FE917FE" w14:textId="6A063657" w:rsidR="0040488A" w:rsidRDefault="0026419D"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(15,190)</w:t>
            </w:r>
          </w:p>
          <w:p w14:paraId="48562A89" w14:textId="233D5625" w:rsidR="003C7B13" w:rsidRPr="0092598F" w:rsidRDefault="0026419D"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38,306</w:t>
            </w:r>
          </w:p>
        </w:tc>
        <w:tc>
          <w:tcPr>
            <w:tcW w:w="238" w:type="dxa"/>
          </w:tcPr>
          <w:p w14:paraId="48562A8A" w14:textId="77777777" w:rsidR="00F91956" w:rsidRPr="0092598F" w:rsidRDefault="00F91956" w:rsidP="00F91956">
            <w:pPr>
              <w:rPr>
                <w:rFonts w:ascii="Browallia New" w:hAnsi="Browallia New" w:cs="Browallia New"/>
              </w:rPr>
            </w:pPr>
          </w:p>
        </w:tc>
        <w:tc>
          <w:tcPr>
            <w:tcW w:w="2200" w:type="dxa"/>
          </w:tcPr>
          <w:p w14:paraId="4A3C8FE8" w14:textId="2D24EB0E" w:rsidR="0040488A" w:rsidRDefault="0040488A"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(14,910)</w:t>
            </w:r>
          </w:p>
          <w:p w14:paraId="48562A8B" w14:textId="3EFA9CBD" w:rsidR="003C7B13" w:rsidRPr="005C2BD1" w:rsidRDefault="0040488A" w:rsidP="000540A0">
            <w:pPr>
              <w:tabs>
                <w:tab w:val="left" w:pos="1596"/>
                <w:tab w:val="left" w:pos="3090"/>
                <w:tab w:val="left" w:pos="4860"/>
              </w:tabs>
              <w:ind w:right="-33"/>
              <w:jc w:val="right"/>
              <w:rPr>
                <w:rFonts w:ascii="Browallia New" w:hAnsi="Browallia New" w:cs="Browallia New"/>
                <w:snapToGrid w:val="0"/>
                <w:lang w:eastAsia="th-TH"/>
              </w:rPr>
            </w:pPr>
            <w:r>
              <w:rPr>
                <w:rFonts w:ascii="Browallia New" w:hAnsi="Browallia New" w:cs="Browallia New"/>
                <w:snapToGrid w:val="0"/>
                <w:lang w:eastAsia="th-TH"/>
              </w:rPr>
              <w:t>38,306</w:t>
            </w:r>
          </w:p>
        </w:tc>
      </w:tr>
      <w:tr w:rsidR="008F6009" w:rsidRPr="005C2BD1" w14:paraId="48562A9D" w14:textId="77777777" w:rsidTr="000540A0">
        <w:trPr>
          <w:trHeight w:val="263"/>
        </w:trPr>
        <w:tc>
          <w:tcPr>
            <w:tcW w:w="4692" w:type="dxa"/>
            <w:gridSpan w:val="2"/>
          </w:tcPr>
          <w:p w14:paraId="48562A99" w14:textId="32144303" w:rsidR="008F6009" w:rsidRPr="0092598F" w:rsidRDefault="008F6009" w:rsidP="008F6009">
            <w:pPr>
              <w:tabs>
                <w:tab w:val="left" w:pos="3090"/>
                <w:tab w:val="left" w:pos="4860"/>
              </w:tabs>
              <w:rPr>
                <w:rFonts w:ascii="Browallia New" w:hAnsi="Browallia New" w:cs="Browallia New"/>
                <w:snapToGrid w:val="0"/>
                <w:lang w:eastAsia="th-TH"/>
              </w:rPr>
            </w:pPr>
            <w:r w:rsidRPr="0092598F">
              <w:rPr>
                <w:rFonts w:ascii="Browallia New" w:hAnsi="Browallia New" w:cs="Browallia New"/>
                <w:snapToGrid w:val="0"/>
                <w:cs/>
                <w:lang w:eastAsia="th-TH"/>
              </w:rPr>
              <w:t>มูลค่าสุทธิ</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ณ</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วันที่</w:t>
            </w:r>
            <w:r w:rsidRPr="0092598F">
              <w:rPr>
                <w:rFonts w:ascii="Browallia New" w:hAnsi="Browallia New" w:cs="Browallia New"/>
                <w:snapToGrid w:val="0"/>
                <w:lang w:eastAsia="th-TH"/>
              </w:rPr>
              <w:t xml:space="preserve"> </w:t>
            </w:r>
            <w:r w:rsidR="000969BB" w:rsidRPr="005C4084">
              <w:rPr>
                <w:rStyle w:val="normaltextrun"/>
                <w:rFonts w:ascii="Browallia New" w:hAnsi="Browallia New" w:cs="Browallia New"/>
                <w:spacing w:val="-4"/>
              </w:rPr>
              <w:t>31</w:t>
            </w:r>
            <w:r w:rsidR="000969BB" w:rsidRPr="005C4084">
              <w:rPr>
                <w:rStyle w:val="normaltextrun"/>
                <w:rFonts w:ascii="Browallia New" w:hAnsi="Browallia New" w:cs="Browallia New"/>
                <w:spacing w:val="-4"/>
                <w:cs/>
              </w:rPr>
              <w:t xml:space="preserve"> มีนาคม</w:t>
            </w:r>
            <w:r w:rsidR="000969BB" w:rsidRPr="005C4084">
              <w:rPr>
                <w:rFonts w:ascii="Browallia New" w:hAnsi="Browallia New" w:cs="Browallia New" w:hint="cs"/>
                <w:spacing w:val="-4"/>
                <w:cs/>
              </w:rPr>
              <w:t xml:space="preserve"> </w:t>
            </w:r>
            <w:r w:rsidR="000969BB" w:rsidRPr="005C4084">
              <w:rPr>
                <w:rFonts w:ascii="Browallia New" w:hAnsi="Browallia New" w:cs="Browallia New"/>
                <w:spacing w:val="-4"/>
              </w:rPr>
              <w:t>2566</w:t>
            </w:r>
          </w:p>
        </w:tc>
        <w:tc>
          <w:tcPr>
            <w:tcW w:w="1984" w:type="dxa"/>
            <w:tcBorders>
              <w:top w:val="single" w:sz="4" w:space="0" w:color="auto"/>
              <w:bottom w:val="single" w:sz="12" w:space="0" w:color="auto"/>
            </w:tcBorders>
          </w:tcPr>
          <w:p w14:paraId="48562A9A" w14:textId="4E5B89A1" w:rsidR="008F6009" w:rsidRPr="0092598F" w:rsidRDefault="0026419D" w:rsidP="008F6009">
            <w:pPr>
              <w:tabs>
                <w:tab w:val="left" w:pos="3090"/>
                <w:tab w:val="left" w:pos="4860"/>
              </w:tabs>
              <w:ind w:left="-108" w:right="-33"/>
              <w:jc w:val="right"/>
              <w:rPr>
                <w:rFonts w:ascii="Browallia New" w:hAnsi="Browallia New" w:cs="Browallia New"/>
                <w:snapToGrid w:val="0"/>
                <w:cs/>
                <w:lang w:eastAsia="th-TH"/>
              </w:rPr>
            </w:pPr>
            <w:r>
              <w:rPr>
                <w:rFonts w:ascii="Browallia New" w:hAnsi="Browallia New" w:cs="Browallia New"/>
                <w:snapToGrid w:val="0"/>
                <w:lang w:eastAsia="th-TH"/>
              </w:rPr>
              <w:t>1,049,867</w:t>
            </w:r>
          </w:p>
        </w:tc>
        <w:tc>
          <w:tcPr>
            <w:tcW w:w="238" w:type="dxa"/>
            <w:vAlign w:val="bottom"/>
          </w:tcPr>
          <w:p w14:paraId="48562A9B" w14:textId="77777777" w:rsidR="008F6009" w:rsidRPr="0092598F" w:rsidRDefault="008F6009" w:rsidP="008F6009">
            <w:pPr>
              <w:tabs>
                <w:tab w:val="left" w:pos="3090"/>
                <w:tab w:val="left" w:pos="4860"/>
              </w:tabs>
              <w:ind w:right="-33"/>
              <w:jc w:val="right"/>
              <w:rPr>
                <w:rFonts w:ascii="Browallia New" w:hAnsi="Browallia New" w:cs="Browallia New"/>
                <w:snapToGrid w:val="0"/>
                <w:lang w:eastAsia="th-TH"/>
              </w:rPr>
            </w:pPr>
          </w:p>
        </w:tc>
        <w:tc>
          <w:tcPr>
            <w:tcW w:w="2200" w:type="dxa"/>
            <w:tcBorders>
              <w:top w:val="single" w:sz="4" w:space="0" w:color="auto"/>
              <w:bottom w:val="single" w:sz="12" w:space="0" w:color="auto"/>
            </w:tcBorders>
            <w:vAlign w:val="bottom"/>
          </w:tcPr>
          <w:p w14:paraId="48562A9C" w14:textId="28BBC087" w:rsidR="008F6009" w:rsidRPr="005C2BD1" w:rsidRDefault="003A6598"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1,037,771</w:t>
            </w:r>
          </w:p>
        </w:tc>
      </w:tr>
    </w:tbl>
    <w:p w14:paraId="48562A9E" w14:textId="4C7E0F31" w:rsidR="003A6598" w:rsidRDefault="003A6598" w:rsidP="000540A0">
      <w:pPr>
        <w:pStyle w:val="ListParagraph"/>
        <w:spacing w:after="0" w:line="240" w:lineRule="auto"/>
        <w:ind w:left="360"/>
        <w:rPr>
          <w:rFonts w:ascii="Browallia New" w:hAnsi="Browallia New" w:cs="Browallia New"/>
        </w:rPr>
      </w:pPr>
    </w:p>
    <w:p w14:paraId="48562A9F" w14:textId="2514CDF2" w:rsidR="003E4706" w:rsidRPr="005C2BD1" w:rsidRDefault="003E4706" w:rsidP="003E0B20">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112" w:type="dxa"/>
        <w:tblInd w:w="261" w:type="dxa"/>
        <w:tblLayout w:type="fixed"/>
        <w:tblLook w:val="0000" w:firstRow="0" w:lastRow="0" w:firstColumn="0" w:lastColumn="0" w:noHBand="0" w:noVBand="0"/>
      </w:tblPr>
      <w:tblGrid>
        <w:gridCol w:w="3060"/>
        <w:gridCol w:w="1709"/>
        <w:gridCol w:w="241"/>
        <w:gridCol w:w="1877"/>
        <w:gridCol w:w="239"/>
        <w:gridCol w:w="1986"/>
      </w:tblGrid>
      <w:tr w:rsidR="00A632C1" w:rsidRPr="005C2BD1" w14:paraId="48562AA5" w14:textId="77777777" w:rsidTr="000540A0">
        <w:trPr>
          <w:cantSplit/>
        </w:trPr>
        <w:tc>
          <w:tcPr>
            <w:tcW w:w="3060" w:type="dxa"/>
          </w:tcPr>
          <w:p w14:paraId="48562AA1"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1709" w:type="dxa"/>
            <w:tcBorders>
              <w:left w:val="nil"/>
            </w:tcBorders>
          </w:tcPr>
          <w:p w14:paraId="48562AA2"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241" w:type="dxa"/>
          </w:tcPr>
          <w:p w14:paraId="48562AA3"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4102" w:type="dxa"/>
            <w:gridSpan w:val="3"/>
          </w:tcPr>
          <w:p w14:paraId="48562AA4" w14:textId="02076914" w:rsidR="00A632C1" w:rsidRPr="005C2BD1" w:rsidRDefault="00A632C1"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0540A0">
        <w:trPr>
          <w:cantSplit/>
        </w:trPr>
        <w:tc>
          <w:tcPr>
            <w:tcW w:w="3060" w:type="dxa"/>
          </w:tcPr>
          <w:p w14:paraId="48562AA6"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09" w:type="dxa"/>
            <w:vMerge w:val="restart"/>
            <w:tcBorders>
              <w:left w:val="nil"/>
              <w:bottom w:val="single" w:sz="4" w:space="0" w:color="auto"/>
            </w:tcBorders>
          </w:tcPr>
          <w:p w14:paraId="48562AA7" w14:textId="3540A616"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41" w:type="dxa"/>
          </w:tcPr>
          <w:p w14:paraId="48562AA8" w14:textId="77777777" w:rsidR="00A632C1" w:rsidRPr="005C2BD1" w:rsidRDefault="00A632C1" w:rsidP="003E0B20">
            <w:pPr>
              <w:ind w:right="72"/>
              <w:rPr>
                <w:rFonts w:ascii="Browallia New" w:hAnsi="Browallia New" w:cs="Browallia New"/>
              </w:rPr>
            </w:pPr>
          </w:p>
        </w:tc>
        <w:tc>
          <w:tcPr>
            <w:tcW w:w="4102"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DA5B8D" w:rsidRPr="005C2BD1" w14:paraId="48562AB1" w14:textId="77777777" w:rsidTr="000540A0">
        <w:trPr>
          <w:cantSplit/>
        </w:trPr>
        <w:tc>
          <w:tcPr>
            <w:tcW w:w="3060" w:type="dxa"/>
          </w:tcPr>
          <w:p w14:paraId="48562AAB" w14:textId="77777777" w:rsidR="00DA5B8D" w:rsidRPr="005C2BD1" w:rsidRDefault="00DA5B8D" w:rsidP="00DA5B8D">
            <w:pPr>
              <w:pStyle w:val="3"/>
              <w:tabs>
                <w:tab w:val="clear" w:pos="360"/>
                <w:tab w:val="clear" w:pos="720"/>
              </w:tabs>
              <w:rPr>
                <w:rFonts w:ascii="Browallia New" w:hAnsi="Browallia New" w:cs="Browallia New"/>
                <w:sz w:val="28"/>
                <w:szCs w:val="28"/>
              </w:rPr>
            </w:pPr>
          </w:p>
        </w:tc>
        <w:tc>
          <w:tcPr>
            <w:tcW w:w="1709" w:type="dxa"/>
            <w:vMerge/>
            <w:tcBorders>
              <w:left w:val="nil"/>
              <w:bottom w:val="single" w:sz="4" w:space="0" w:color="auto"/>
            </w:tcBorders>
          </w:tcPr>
          <w:p w14:paraId="48562AAC" w14:textId="77777777" w:rsidR="00DA5B8D" w:rsidRPr="005C2BD1" w:rsidRDefault="00DA5B8D" w:rsidP="00DA5B8D">
            <w:pPr>
              <w:ind w:right="72"/>
              <w:jc w:val="center"/>
              <w:rPr>
                <w:rFonts w:ascii="Browallia New" w:hAnsi="Browallia New" w:cs="Browallia New"/>
              </w:rPr>
            </w:pPr>
          </w:p>
        </w:tc>
        <w:tc>
          <w:tcPr>
            <w:tcW w:w="241" w:type="dxa"/>
          </w:tcPr>
          <w:p w14:paraId="48562AAD" w14:textId="77777777" w:rsidR="00DA5B8D" w:rsidRPr="005C2BD1" w:rsidRDefault="00DA5B8D" w:rsidP="00DA5B8D">
            <w:pPr>
              <w:ind w:right="72"/>
              <w:jc w:val="center"/>
              <w:rPr>
                <w:rFonts w:ascii="Browallia New" w:hAnsi="Browallia New" w:cs="Browallia New"/>
              </w:rPr>
            </w:pPr>
          </w:p>
        </w:tc>
        <w:tc>
          <w:tcPr>
            <w:tcW w:w="1877" w:type="dxa"/>
            <w:tcBorders>
              <w:top w:val="single" w:sz="4" w:space="0" w:color="auto"/>
              <w:bottom w:val="single" w:sz="4" w:space="0" w:color="auto"/>
            </w:tcBorders>
            <w:vAlign w:val="bottom"/>
          </w:tcPr>
          <w:p w14:paraId="48562AAE" w14:textId="34BD6860" w:rsidR="00DA5B8D" w:rsidRPr="005C2BD1" w:rsidRDefault="006B69AD" w:rsidP="00DA5B8D">
            <w:pPr>
              <w:ind w:left="-105" w:right="-108"/>
              <w:jc w:val="center"/>
              <w:rPr>
                <w:rFonts w:ascii="Browallia New" w:hAnsi="Browallia New" w:cs="Browallia New"/>
              </w:rPr>
            </w:pP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239" w:type="dxa"/>
            <w:tcBorders>
              <w:top w:val="single" w:sz="4" w:space="0" w:color="auto"/>
            </w:tcBorders>
            <w:vAlign w:val="bottom"/>
          </w:tcPr>
          <w:p w14:paraId="48562AAF" w14:textId="77777777" w:rsidR="00DA5B8D" w:rsidRPr="005C2BD1" w:rsidRDefault="00DA5B8D" w:rsidP="00DA5B8D">
            <w:pPr>
              <w:ind w:left="-105" w:right="-108"/>
              <w:jc w:val="right"/>
              <w:rPr>
                <w:rFonts w:ascii="Browallia New" w:hAnsi="Browallia New" w:cs="Browallia New"/>
                <w:u w:val="single"/>
              </w:rPr>
            </w:pPr>
          </w:p>
        </w:tc>
        <w:tc>
          <w:tcPr>
            <w:tcW w:w="1986" w:type="dxa"/>
            <w:tcBorders>
              <w:top w:val="single" w:sz="4" w:space="0" w:color="auto"/>
              <w:bottom w:val="single" w:sz="4" w:space="0" w:color="auto"/>
            </w:tcBorders>
            <w:vAlign w:val="bottom"/>
          </w:tcPr>
          <w:p w14:paraId="48562AB0" w14:textId="6159F042" w:rsidR="00DA5B8D" w:rsidRPr="005C2BD1" w:rsidRDefault="00DA5B8D" w:rsidP="000540A0">
            <w:pPr>
              <w:ind w:left="-105"/>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sidR="006B69AD">
              <w:rPr>
                <w:rFonts w:ascii="Browallia New" w:hAnsi="Browallia New" w:cs="Browallia New"/>
              </w:rPr>
              <w:t>5</w:t>
            </w:r>
          </w:p>
        </w:tc>
      </w:tr>
      <w:tr w:rsidR="00AD5B33" w:rsidRPr="005C2BD1" w14:paraId="48562AB8" w14:textId="77777777" w:rsidTr="000540A0">
        <w:trPr>
          <w:cantSplit/>
        </w:trPr>
        <w:tc>
          <w:tcPr>
            <w:tcW w:w="3060" w:type="dxa"/>
          </w:tcPr>
          <w:p w14:paraId="48562AB2" w14:textId="77777777" w:rsidR="00AD5B33" w:rsidRPr="005C2BD1" w:rsidRDefault="00AD5B33" w:rsidP="003E0B20">
            <w:pPr>
              <w:pStyle w:val="3"/>
              <w:tabs>
                <w:tab w:val="clear" w:pos="360"/>
                <w:tab w:val="clear" w:pos="720"/>
              </w:tabs>
              <w:rPr>
                <w:rFonts w:ascii="Browallia New" w:hAnsi="Browallia New" w:cs="Browallia New"/>
              </w:rPr>
            </w:pPr>
          </w:p>
        </w:tc>
        <w:tc>
          <w:tcPr>
            <w:tcW w:w="1709"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41"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1877"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39"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1986"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C55802" w:rsidRPr="005C2BD1" w14:paraId="452D197B" w14:textId="77777777" w:rsidTr="000540A0">
        <w:trPr>
          <w:cantSplit/>
        </w:trPr>
        <w:tc>
          <w:tcPr>
            <w:tcW w:w="3060" w:type="dxa"/>
          </w:tcPr>
          <w:p w14:paraId="4C95CECC" w14:textId="3AA221D0" w:rsidR="00C55802" w:rsidRPr="005C2BD1" w:rsidRDefault="00C55802" w:rsidP="00C55802">
            <w:pPr>
              <w:rPr>
                <w:rFonts w:ascii="Browallia New" w:hAnsi="Browallia New" w:cs="Browallia New"/>
              </w:rPr>
            </w:pPr>
            <w:r w:rsidRPr="005C2BD1">
              <w:rPr>
                <w:rFonts w:ascii="Browallia New" w:hAnsi="Browallia New" w:cs="Browallia New"/>
                <w:cs/>
              </w:rPr>
              <w:t>เงินเบิกเกินบัญชีธนาคาร</w:t>
            </w:r>
          </w:p>
        </w:tc>
        <w:tc>
          <w:tcPr>
            <w:tcW w:w="1709" w:type="dxa"/>
            <w:tcBorders>
              <w:left w:val="nil"/>
            </w:tcBorders>
          </w:tcPr>
          <w:p w14:paraId="2A2B458C" w14:textId="0311C3D3" w:rsidR="00C55802" w:rsidRPr="000540A0" w:rsidRDefault="00C55802" w:rsidP="00C55802">
            <w:pPr>
              <w:jc w:val="center"/>
              <w:rPr>
                <w:rFonts w:ascii="Browallia New" w:hAnsi="Browallia New" w:cs="Browallia New"/>
                <w:highlight w:val="yellow"/>
              </w:rPr>
            </w:pPr>
            <w:r w:rsidRPr="00BE6AD2">
              <w:rPr>
                <w:rFonts w:ascii="Browallia New" w:hAnsi="Browallia New" w:cs="Browallia New"/>
              </w:rPr>
              <w:t>6.</w:t>
            </w:r>
            <w:r w:rsidR="007358A7" w:rsidRPr="000540A0">
              <w:rPr>
                <w:rFonts w:ascii="Browallia New" w:hAnsi="Browallia New" w:cs="Browallia New"/>
              </w:rPr>
              <w:t>8</w:t>
            </w:r>
            <w:r w:rsidRPr="00BE6AD2">
              <w:rPr>
                <w:rFonts w:ascii="Browallia New" w:hAnsi="Browallia New" w:cs="Browallia New"/>
              </w:rPr>
              <w:t>7 - 6.</w:t>
            </w:r>
            <w:r w:rsidR="007358A7" w:rsidRPr="000540A0">
              <w:rPr>
                <w:rFonts w:ascii="Browallia New" w:hAnsi="Browallia New" w:cs="Browallia New"/>
              </w:rPr>
              <w:t>88</w:t>
            </w:r>
          </w:p>
        </w:tc>
        <w:tc>
          <w:tcPr>
            <w:tcW w:w="241" w:type="dxa"/>
          </w:tcPr>
          <w:p w14:paraId="5917D2BE" w14:textId="77777777" w:rsidR="00C55802" w:rsidRPr="005C2BD1" w:rsidRDefault="00C55802" w:rsidP="00C55802">
            <w:pPr>
              <w:ind w:right="72"/>
              <w:jc w:val="center"/>
              <w:rPr>
                <w:rFonts w:ascii="Browallia New" w:hAnsi="Browallia New" w:cs="Browallia New"/>
                <w:sz w:val="22"/>
                <w:szCs w:val="22"/>
              </w:rPr>
            </w:pPr>
          </w:p>
        </w:tc>
        <w:tc>
          <w:tcPr>
            <w:tcW w:w="1877" w:type="dxa"/>
            <w:vAlign w:val="bottom"/>
          </w:tcPr>
          <w:p w14:paraId="01FC966C" w14:textId="0F7D5CF8" w:rsidR="00C55802" w:rsidRPr="003B1044" w:rsidRDefault="000D030A" w:rsidP="00C55802">
            <w:pPr>
              <w:ind w:left="-105" w:right="-27"/>
              <w:jc w:val="right"/>
              <w:rPr>
                <w:rFonts w:ascii="Browallia New" w:hAnsi="Browallia New" w:cs="Browallia New"/>
              </w:rPr>
            </w:pPr>
            <w:r>
              <w:rPr>
                <w:rFonts w:ascii="Browallia New" w:hAnsi="Browallia New" w:cs="Browallia New"/>
              </w:rPr>
              <w:t>2,865</w:t>
            </w:r>
          </w:p>
        </w:tc>
        <w:tc>
          <w:tcPr>
            <w:tcW w:w="239" w:type="dxa"/>
            <w:vAlign w:val="bottom"/>
          </w:tcPr>
          <w:p w14:paraId="52236714" w14:textId="77777777" w:rsidR="00C55802" w:rsidRPr="005C2BD1" w:rsidRDefault="00C55802" w:rsidP="00C55802">
            <w:pPr>
              <w:ind w:left="-105" w:right="-27"/>
              <w:jc w:val="right"/>
              <w:rPr>
                <w:rFonts w:ascii="Browallia New" w:hAnsi="Browallia New" w:cs="Browallia New"/>
                <w:sz w:val="22"/>
                <w:szCs w:val="22"/>
                <w:u w:val="single"/>
              </w:rPr>
            </w:pPr>
          </w:p>
        </w:tc>
        <w:tc>
          <w:tcPr>
            <w:tcW w:w="1986" w:type="dxa"/>
          </w:tcPr>
          <w:p w14:paraId="33364CCD" w14:textId="57645AF4" w:rsidR="00C55802" w:rsidRPr="005C2BD1" w:rsidRDefault="00C55802" w:rsidP="00C55802">
            <w:pPr>
              <w:ind w:left="-105" w:right="-27"/>
              <w:jc w:val="right"/>
              <w:rPr>
                <w:rFonts w:ascii="Browallia New" w:hAnsi="Browallia New" w:cs="Browallia New"/>
                <w:sz w:val="22"/>
                <w:szCs w:val="22"/>
              </w:rPr>
            </w:pPr>
            <w:r w:rsidRPr="00CF0CC4">
              <w:rPr>
                <w:rFonts w:ascii="Browallia New" w:hAnsi="Browallia New" w:cs="Browallia New"/>
              </w:rPr>
              <w:t>3,405</w:t>
            </w:r>
          </w:p>
        </w:tc>
      </w:tr>
      <w:tr w:rsidR="00C55802" w:rsidRPr="005C2BD1" w14:paraId="48562ABF" w14:textId="77777777" w:rsidTr="000540A0">
        <w:trPr>
          <w:cantSplit/>
        </w:trPr>
        <w:tc>
          <w:tcPr>
            <w:tcW w:w="3060" w:type="dxa"/>
            <w:vAlign w:val="bottom"/>
          </w:tcPr>
          <w:p w14:paraId="48562AB9" w14:textId="45BB3CA5" w:rsidR="00C55802" w:rsidRPr="005C2BD1" w:rsidRDefault="00C55802" w:rsidP="00C55802">
            <w:pPr>
              <w:rPr>
                <w:rFonts w:ascii="Browallia New" w:hAnsi="Browallia New" w:cs="Browallia New"/>
                <w:cs/>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09" w:type="dxa"/>
            <w:tcBorders>
              <w:left w:val="nil"/>
            </w:tcBorders>
          </w:tcPr>
          <w:p w14:paraId="48562ABA" w14:textId="7FD14A7F" w:rsidR="00C55802" w:rsidRPr="00855107" w:rsidRDefault="00C55802" w:rsidP="00C55802">
            <w:pPr>
              <w:jc w:val="center"/>
              <w:rPr>
                <w:rFonts w:ascii="Browallia New" w:hAnsi="Browallia New" w:cs="Browallia New"/>
                <w:cs/>
              </w:rPr>
            </w:pPr>
            <w:r w:rsidRPr="00855107">
              <w:rPr>
                <w:rFonts w:ascii="Browallia New" w:hAnsi="Browallia New" w:cs="Browallia New"/>
              </w:rPr>
              <w:t>1.</w:t>
            </w:r>
            <w:r w:rsidR="007358A7" w:rsidRPr="000540A0">
              <w:rPr>
                <w:rFonts w:ascii="Browallia New" w:hAnsi="Browallia New" w:cs="Browallia New"/>
              </w:rPr>
              <w:t>98</w:t>
            </w:r>
            <w:r w:rsidR="007358A7" w:rsidRPr="00855107">
              <w:rPr>
                <w:rFonts w:ascii="Browallia New" w:hAnsi="Browallia New" w:cs="Browallia New"/>
              </w:rPr>
              <w:t xml:space="preserve"> </w:t>
            </w:r>
            <w:r w:rsidR="000C6E6C">
              <w:rPr>
                <w:rFonts w:ascii="Browallia New" w:hAnsi="Browallia New" w:cs="Browallia New"/>
              </w:rPr>
              <w:t>-</w:t>
            </w:r>
            <w:r w:rsidRPr="00855107">
              <w:rPr>
                <w:rFonts w:ascii="Browallia New" w:hAnsi="Browallia New" w:cs="Browallia New"/>
              </w:rPr>
              <w:t xml:space="preserve"> </w:t>
            </w:r>
            <w:r w:rsidR="007358A7" w:rsidRPr="000540A0">
              <w:rPr>
                <w:rFonts w:ascii="Browallia New" w:hAnsi="Browallia New" w:cs="Browallia New"/>
              </w:rPr>
              <w:t>2.65</w:t>
            </w:r>
          </w:p>
        </w:tc>
        <w:tc>
          <w:tcPr>
            <w:tcW w:w="241" w:type="dxa"/>
          </w:tcPr>
          <w:p w14:paraId="48562ABB" w14:textId="77777777" w:rsidR="00C55802" w:rsidRPr="005C2BD1" w:rsidRDefault="00C55802" w:rsidP="00C55802">
            <w:pPr>
              <w:rPr>
                <w:rFonts w:ascii="Browallia New" w:hAnsi="Browallia New" w:cs="Browallia New"/>
              </w:rPr>
            </w:pPr>
          </w:p>
        </w:tc>
        <w:tc>
          <w:tcPr>
            <w:tcW w:w="1877" w:type="dxa"/>
          </w:tcPr>
          <w:p w14:paraId="48562ABC" w14:textId="1B23EB77" w:rsidR="00C55802" w:rsidRPr="005C2BD1" w:rsidRDefault="000D030A" w:rsidP="00C55802">
            <w:pPr>
              <w:ind w:left="-105" w:right="-27"/>
              <w:jc w:val="right"/>
              <w:rPr>
                <w:rFonts w:ascii="Browallia New" w:hAnsi="Browallia New" w:cs="Browallia New"/>
              </w:rPr>
            </w:pPr>
            <w:r>
              <w:rPr>
                <w:rFonts w:ascii="Browallia New" w:hAnsi="Browallia New" w:cs="Browallia New"/>
              </w:rPr>
              <w:t>79,552</w:t>
            </w:r>
          </w:p>
        </w:tc>
        <w:tc>
          <w:tcPr>
            <w:tcW w:w="239" w:type="dxa"/>
          </w:tcPr>
          <w:p w14:paraId="48562ABD" w14:textId="77777777" w:rsidR="00C55802" w:rsidRPr="005C2BD1" w:rsidRDefault="00C55802" w:rsidP="00C55802">
            <w:pPr>
              <w:pStyle w:val="a"/>
              <w:ind w:left="-157" w:right="-27"/>
              <w:rPr>
                <w:rFonts w:ascii="Browallia New" w:hAnsi="Browallia New" w:cs="Browallia New"/>
                <w:sz w:val="28"/>
                <w:szCs w:val="28"/>
              </w:rPr>
            </w:pPr>
          </w:p>
        </w:tc>
        <w:tc>
          <w:tcPr>
            <w:tcW w:w="1986" w:type="dxa"/>
          </w:tcPr>
          <w:p w14:paraId="48562ABE" w14:textId="4C0CFB7D" w:rsidR="00C55802" w:rsidRPr="005C2BD1" w:rsidRDefault="00C55802" w:rsidP="00C55802">
            <w:pPr>
              <w:ind w:right="-27"/>
              <w:jc w:val="right"/>
              <w:rPr>
                <w:rFonts w:ascii="Browallia New" w:hAnsi="Browallia New" w:cs="Browallia New"/>
              </w:rPr>
            </w:pPr>
            <w:r w:rsidRPr="00CF0CC4">
              <w:rPr>
                <w:rFonts w:ascii="Browallia New" w:hAnsi="Browallia New" w:cs="Browallia New"/>
              </w:rPr>
              <w:t>205,739</w:t>
            </w:r>
          </w:p>
        </w:tc>
      </w:tr>
      <w:tr w:rsidR="00C55802" w:rsidRPr="005C2BD1" w14:paraId="48562ACD" w14:textId="77777777" w:rsidTr="000540A0">
        <w:trPr>
          <w:cantSplit/>
        </w:trPr>
        <w:tc>
          <w:tcPr>
            <w:tcW w:w="3060" w:type="dxa"/>
          </w:tcPr>
          <w:p w14:paraId="48562AC7" w14:textId="2FB755A8" w:rsidR="00C55802" w:rsidRPr="005C2BD1" w:rsidRDefault="00C55802" w:rsidP="00C55802">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709" w:type="dxa"/>
            <w:tcBorders>
              <w:left w:val="nil"/>
            </w:tcBorders>
          </w:tcPr>
          <w:p w14:paraId="48562AC8" w14:textId="071565E3" w:rsidR="00C55802" w:rsidRPr="00855107" w:rsidRDefault="00C55802" w:rsidP="00C55802">
            <w:pPr>
              <w:jc w:val="center"/>
              <w:rPr>
                <w:rFonts w:ascii="Browallia New" w:hAnsi="Browallia New" w:cs="Browallia New"/>
                <w:cs/>
              </w:rPr>
            </w:pPr>
            <w:r w:rsidRPr="00855107">
              <w:rPr>
                <w:rFonts w:ascii="Browallia New" w:hAnsi="Browallia New" w:cs="Browallia New"/>
              </w:rPr>
              <w:t>1.</w:t>
            </w:r>
            <w:r w:rsidR="007358A7" w:rsidRPr="000540A0">
              <w:rPr>
                <w:rFonts w:ascii="Browallia New" w:hAnsi="Browallia New" w:cs="Browallia New"/>
              </w:rPr>
              <w:t>71</w:t>
            </w:r>
            <w:r w:rsidRPr="00855107">
              <w:rPr>
                <w:rFonts w:ascii="Browallia New" w:hAnsi="Browallia New" w:cs="Browallia New"/>
              </w:rPr>
              <w:t xml:space="preserve"> - </w:t>
            </w:r>
            <w:r w:rsidR="007358A7" w:rsidRPr="000540A0">
              <w:rPr>
                <w:rFonts w:ascii="Browallia New" w:hAnsi="Browallia New" w:cs="Browallia New"/>
              </w:rPr>
              <w:t>9</w:t>
            </w:r>
            <w:r w:rsidRPr="00855107">
              <w:rPr>
                <w:rFonts w:ascii="Browallia New" w:hAnsi="Browallia New" w:cs="Browallia New"/>
              </w:rPr>
              <w:t>.</w:t>
            </w:r>
            <w:r w:rsidR="007358A7" w:rsidRPr="000540A0">
              <w:rPr>
                <w:rFonts w:ascii="Browallia New" w:hAnsi="Browallia New" w:cs="Browallia New"/>
              </w:rPr>
              <w:t>10</w:t>
            </w:r>
          </w:p>
        </w:tc>
        <w:tc>
          <w:tcPr>
            <w:tcW w:w="241" w:type="dxa"/>
          </w:tcPr>
          <w:p w14:paraId="48562AC9" w14:textId="77777777" w:rsidR="00C55802" w:rsidRPr="005C2BD1" w:rsidRDefault="00C55802" w:rsidP="00C55802">
            <w:pPr>
              <w:rPr>
                <w:rFonts w:ascii="Browallia New" w:hAnsi="Browallia New" w:cs="Browallia New"/>
              </w:rPr>
            </w:pPr>
          </w:p>
        </w:tc>
        <w:tc>
          <w:tcPr>
            <w:tcW w:w="1877" w:type="dxa"/>
            <w:tcBorders>
              <w:bottom w:val="single" w:sz="4" w:space="0" w:color="auto"/>
            </w:tcBorders>
          </w:tcPr>
          <w:p w14:paraId="48562ACA" w14:textId="5AF262DF" w:rsidR="00C55802" w:rsidRPr="005C2BD1" w:rsidRDefault="000D030A" w:rsidP="00C55802">
            <w:pPr>
              <w:ind w:left="-105" w:right="-27"/>
              <w:jc w:val="right"/>
              <w:rPr>
                <w:rFonts w:ascii="Browallia New" w:hAnsi="Browallia New" w:cs="Browallia New"/>
              </w:rPr>
            </w:pPr>
            <w:r>
              <w:rPr>
                <w:rFonts w:ascii="Browallia New" w:hAnsi="Browallia New" w:cs="Browallia New"/>
              </w:rPr>
              <w:t>445,415</w:t>
            </w:r>
          </w:p>
        </w:tc>
        <w:tc>
          <w:tcPr>
            <w:tcW w:w="239" w:type="dxa"/>
          </w:tcPr>
          <w:p w14:paraId="48562ACB" w14:textId="77777777" w:rsidR="00C55802" w:rsidRPr="005C2BD1" w:rsidRDefault="00C55802" w:rsidP="00C55802">
            <w:pPr>
              <w:pStyle w:val="a"/>
              <w:ind w:left="-157" w:right="-27"/>
              <w:rPr>
                <w:rFonts w:ascii="Browallia New" w:hAnsi="Browallia New" w:cs="Browallia New"/>
                <w:sz w:val="28"/>
                <w:szCs w:val="28"/>
                <w:lang w:eastAsia="en-US"/>
              </w:rPr>
            </w:pPr>
          </w:p>
        </w:tc>
        <w:tc>
          <w:tcPr>
            <w:tcW w:w="1986" w:type="dxa"/>
            <w:tcBorders>
              <w:bottom w:val="single" w:sz="4" w:space="0" w:color="auto"/>
            </w:tcBorders>
          </w:tcPr>
          <w:p w14:paraId="48562ACC" w14:textId="1FC7E1B3" w:rsidR="00C55802" w:rsidRPr="005C2BD1" w:rsidRDefault="00C55802" w:rsidP="00C55802">
            <w:pPr>
              <w:ind w:right="-27"/>
              <w:jc w:val="right"/>
              <w:rPr>
                <w:rFonts w:ascii="Browallia New" w:hAnsi="Browallia New" w:cs="Browallia New"/>
              </w:rPr>
            </w:pPr>
            <w:r w:rsidRPr="00CF0CC4">
              <w:rPr>
                <w:rFonts w:ascii="Browallia New" w:hAnsi="Browallia New" w:cs="Browallia New"/>
              </w:rPr>
              <w:t>578,071</w:t>
            </w:r>
          </w:p>
        </w:tc>
      </w:tr>
      <w:tr w:rsidR="00C55802" w:rsidRPr="005C2BD1" w14:paraId="48562AD4" w14:textId="77777777" w:rsidTr="000540A0">
        <w:trPr>
          <w:cantSplit/>
        </w:trPr>
        <w:tc>
          <w:tcPr>
            <w:tcW w:w="3060" w:type="dxa"/>
          </w:tcPr>
          <w:p w14:paraId="48562ACE" w14:textId="77777777" w:rsidR="00C55802" w:rsidRPr="005C2BD1" w:rsidRDefault="00C55802" w:rsidP="00C55802">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09" w:type="dxa"/>
            <w:tcBorders>
              <w:left w:val="nil"/>
            </w:tcBorders>
          </w:tcPr>
          <w:p w14:paraId="48562ACF" w14:textId="77777777" w:rsidR="00C55802" w:rsidRPr="005C2BD1" w:rsidRDefault="00C55802" w:rsidP="00C55802">
            <w:pPr>
              <w:rPr>
                <w:rFonts w:ascii="Browallia New" w:hAnsi="Browallia New" w:cs="Browallia New"/>
              </w:rPr>
            </w:pPr>
          </w:p>
        </w:tc>
        <w:tc>
          <w:tcPr>
            <w:tcW w:w="241" w:type="dxa"/>
          </w:tcPr>
          <w:p w14:paraId="48562AD0" w14:textId="77777777" w:rsidR="00C55802" w:rsidRPr="005C2BD1" w:rsidRDefault="00C55802" w:rsidP="00C55802">
            <w:pPr>
              <w:rPr>
                <w:rFonts w:ascii="Browallia New" w:hAnsi="Browallia New" w:cs="Browallia New"/>
              </w:rPr>
            </w:pPr>
          </w:p>
        </w:tc>
        <w:tc>
          <w:tcPr>
            <w:tcW w:w="1877" w:type="dxa"/>
            <w:tcBorders>
              <w:top w:val="single" w:sz="4" w:space="0" w:color="auto"/>
              <w:bottom w:val="single" w:sz="12" w:space="0" w:color="auto"/>
            </w:tcBorders>
          </w:tcPr>
          <w:p w14:paraId="48562AD1" w14:textId="522A5DF4" w:rsidR="00C55802" w:rsidRPr="005C2BD1" w:rsidRDefault="000D030A" w:rsidP="00C55802">
            <w:pPr>
              <w:ind w:left="-105" w:right="-27"/>
              <w:jc w:val="right"/>
              <w:rPr>
                <w:rFonts w:ascii="Browallia New" w:hAnsi="Browallia New" w:cs="Browallia New"/>
              </w:rPr>
            </w:pPr>
            <w:r>
              <w:rPr>
                <w:rFonts w:ascii="Browallia New" w:hAnsi="Browallia New" w:cs="Browallia New"/>
              </w:rPr>
              <w:t>527,832</w:t>
            </w:r>
          </w:p>
        </w:tc>
        <w:tc>
          <w:tcPr>
            <w:tcW w:w="239" w:type="dxa"/>
          </w:tcPr>
          <w:p w14:paraId="48562AD2" w14:textId="77777777" w:rsidR="00C55802" w:rsidRPr="005C2BD1" w:rsidRDefault="00C55802" w:rsidP="00C55802">
            <w:pPr>
              <w:pStyle w:val="a"/>
              <w:ind w:left="-157" w:right="-27"/>
              <w:rPr>
                <w:rFonts w:ascii="Browallia New" w:hAnsi="Browallia New" w:cs="Browallia New"/>
                <w:sz w:val="28"/>
                <w:szCs w:val="28"/>
                <w:lang w:eastAsia="en-US"/>
              </w:rPr>
            </w:pPr>
          </w:p>
        </w:tc>
        <w:tc>
          <w:tcPr>
            <w:tcW w:w="1986" w:type="dxa"/>
            <w:tcBorders>
              <w:top w:val="single" w:sz="4" w:space="0" w:color="auto"/>
              <w:bottom w:val="single" w:sz="12" w:space="0" w:color="auto"/>
            </w:tcBorders>
          </w:tcPr>
          <w:p w14:paraId="48562AD3" w14:textId="3E632FE2" w:rsidR="00C55802" w:rsidRPr="005C2BD1" w:rsidRDefault="00C55802" w:rsidP="00C55802">
            <w:pPr>
              <w:ind w:right="-27"/>
              <w:jc w:val="right"/>
              <w:rPr>
                <w:rFonts w:ascii="Browallia New" w:hAnsi="Browallia New" w:cs="Browallia New"/>
                <w:cs/>
              </w:rPr>
            </w:pPr>
            <w:r w:rsidRPr="00CF0CC4">
              <w:rPr>
                <w:rFonts w:ascii="Browallia New" w:hAnsi="Browallia New" w:cs="Browallia New"/>
              </w:rPr>
              <w:t>787,215</w:t>
            </w:r>
          </w:p>
        </w:tc>
      </w:tr>
    </w:tbl>
    <w:p w14:paraId="48562AD5" w14:textId="072CE7AA" w:rsidR="00C61514" w:rsidRDefault="00C61514" w:rsidP="00C3162A">
      <w:pPr>
        <w:ind w:left="360"/>
        <w:jc w:val="thaiDistribute"/>
        <w:rPr>
          <w:rFonts w:ascii="Browallia New" w:hAnsi="Browallia New" w:cs="Browallia New"/>
        </w:rPr>
      </w:pPr>
    </w:p>
    <w:tbl>
      <w:tblPr>
        <w:tblW w:w="9121" w:type="dxa"/>
        <w:tblInd w:w="261" w:type="dxa"/>
        <w:tblLayout w:type="fixed"/>
        <w:tblLook w:val="0000" w:firstRow="0" w:lastRow="0" w:firstColumn="0" w:lastColumn="0" w:noHBand="0" w:noVBand="0"/>
      </w:tblPr>
      <w:tblGrid>
        <w:gridCol w:w="3060"/>
        <w:gridCol w:w="1725"/>
        <w:gridCol w:w="237"/>
        <w:gridCol w:w="1865"/>
        <w:gridCol w:w="252"/>
        <w:gridCol w:w="1982"/>
      </w:tblGrid>
      <w:tr w:rsidR="0041105D" w:rsidRPr="005C2BD1" w14:paraId="48562ADB" w14:textId="77777777" w:rsidTr="000540A0">
        <w:trPr>
          <w:cantSplit/>
        </w:trPr>
        <w:tc>
          <w:tcPr>
            <w:tcW w:w="3060" w:type="dxa"/>
          </w:tcPr>
          <w:p w14:paraId="48562AD7"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1725" w:type="dxa"/>
            <w:tcBorders>
              <w:left w:val="nil"/>
            </w:tcBorders>
          </w:tcPr>
          <w:p w14:paraId="48562AD8"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237" w:type="dxa"/>
          </w:tcPr>
          <w:p w14:paraId="48562AD9"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4099" w:type="dxa"/>
            <w:gridSpan w:val="3"/>
          </w:tcPr>
          <w:p w14:paraId="48562ADA" w14:textId="2E5FDA38" w:rsidR="0041105D" w:rsidRPr="005C2BD1" w:rsidRDefault="0041105D"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proofErr w:type="gramStart"/>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proofErr w:type="gramEnd"/>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0540A0">
        <w:trPr>
          <w:cantSplit/>
        </w:trPr>
        <w:tc>
          <w:tcPr>
            <w:tcW w:w="3060" w:type="dxa"/>
          </w:tcPr>
          <w:p w14:paraId="48562ADC"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25" w:type="dxa"/>
            <w:vMerge w:val="restart"/>
            <w:tcBorders>
              <w:left w:val="nil"/>
              <w:bottom w:val="single" w:sz="4" w:space="0" w:color="auto"/>
            </w:tcBorders>
            <w:vAlign w:val="bottom"/>
          </w:tcPr>
          <w:p w14:paraId="48562ADD" w14:textId="0C305F4E"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37" w:type="dxa"/>
          </w:tcPr>
          <w:p w14:paraId="48562ADE" w14:textId="77777777" w:rsidR="0041105D" w:rsidRPr="005C2BD1" w:rsidRDefault="0041105D" w:rsidP="003E0B20">
            <w:pPr>
              <w:ind w:right="72"/>
              <w:rPr>
                <w:rFonts w:ascii="Browallia New" w:hAnsi="Browallia New" w:cs="Browallia New"/>
              </w:rPr>
            </w:pPr>
          </w:p>
        </w:tc>
        <w:tc>
          <w:tcPr>
            <w:tcW w:w="4099"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1193" w:rsidRPr="005C2BD1" w14:paraId="48562AE7" w14:textId="77777777" w:rsidTr="000540A0">
        <w:trPr>
          <w:cantSplit/>
        </w:trPr>
        <w:tc>
          <w:tcPr>
            <w:tcW w:w="3060" w:type="dxa"/>
          </w:tcPr>
          <w:p w14:paraId="48562AE1" w14:textId="77777777" w:rsidR="001C1193" w:rsidRPr="005E5AB2" w:rsidRDefault="001C1193" w:rsidP="001C1193">
            <w:pPr>
              <w:pStyle w:val="3"/>
              <w:tabs>
                <w:tab w:val="clear" w:pos="360"/>
                <w:tab w:val="clear" w:pos="720"/>
              </w:tabs>
              <w:rPr>
                <w:rFonts w:ascii="Browallia New" w:hAnsi="Browallia New" w:cs="Browallia New"/>
                <w:sz w:val="28"/>
                <w:szCs w:val="28"/>
              </w:rPr>
            </w:pPr>
          </w:p>
        </w:tc>
        <w:tc>
          <w:tcPr>
            <w:tcW w:w="1725" w:type="dxa"/>
            <w:vMerge/>
            <w:tcBorders>
              <w:left w:val="nil"/>
              <w:bottom w:val="single" w:sz="4" w:space="0" w:color="auto"/>
            </w:tcBorders>
          </w:tcPr>
          <w:p w14:paraId="48562AE2" w14:textId="77777777" w:rsidR="001C1193" w:rsidRPr="005C2BD1" w:rsidRDefault="001C1193" w:rsidP="001C1193">
            <w:pPr>
              <w:ind w:right="72"/>
              <w:jc w:val="center"/>
              <w:rPr>
                <w:rFonts w:ascii="Browallia New" w:hAnsi="Browallia New" w:cs="Browallia New"/>
              </w:rPr>
            </w:pPr>
          </w:p>
        </w:tc>
        <w:tc>
          <w:tcPr>
            <w:tcW w:w="237" w:type="dxa"/>
          </w:tcPr>
          <w:p w14:paraId="48562AE3" w14:textId="77777777" w:rsidR="001C1193" w:rsidRPr="005C2BD1" w:rsidRDefault="001C1193" w:rsidP="001C1193">
            <w:pPr>
              <w:ind w:right="72"/>
              <w:jc w:val="center"/>
              <w:rPr>
                <w:rFonts w:ascii="Browallia New" w:hAnsi="Browallia New" w:cs="Browallia New"/>
              </w:rPr>
            </w:pPr>
          </w:p>
        </w:tc>
        <w:tc>
          <w:tcPr>
            <w:tcW w:w="1865" w:type="dxa"/>
            <w:tcBorders>
              <w:top w:val="single" w:sz="4" w:space="0" w:color="auto"/>
              <w:bottom w:val="single" w:sz="4" w:space="0" w:color="auto"/>
            </w:tcBorders>
            <w:vAlign w:val="bottom"/>
          </w:tcPr>
          <w:p w14:paraId="48562AE4" w14:textId="7929A66C" w:rsidR="001C1193" w:rsidRPr="005C2BD1" w:rsidRDefault="006B69AD" w:rsidP="001C1193">
            <w:pPr>
              <w:ind w:left="-105" w:right="-108"/>
              <w:jc w:val="center"/>
              <w:rPr>
                <w:rFonts w:ascii="Browallia New" w:hAnsi="Browallia New" w:cs="Browallia New"/>
              </w:rPr>
            </w:pP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252" w:type="dxa"/>
            <w:tcBorders>
              <w:top w:val="single" w:sz="4" w:space="0" w:color="auto"/>
            </w:tcBorders>
            <w:vAlign w:val="bottom"/>
          </w:tcPr>
          <w:p w14:paraId="48562AE5" w14:textId="77777777" w:rsidR="001C1193" w:rsidRPr="005C2BD1" w:rsidRDefault="001C1193" w:rsidP="001C1193">
            <w:pPr>
              <w:ind w:left="-105" w:right="-108"/>
              <w:jc w:val="right"/>
              <w:rPr>
                <w:rFonts w:ascii="Browallia New" w:hAnsi="Browallia New" w:cs="Browallia New"/>
                <w:u w:val="single"/>
              </w:rPr>
            </w:pPr>
          </w:p>
        </w:tc>
        <w:tc>
          <w:tcPr>
            <w:tcW w:w="1982" w:type="dxa"/>
            <w:tcBorders>
              <w:top w:val="single" w:sz="4" w:space="0" w:color="auto"/>
              <w:bottom w:val="single" w:sz="4" w:space="0" w:color="auto"/>
            </w:tcBorders>
            <w:vAlign w:val="bottom"/>
          </w:tcPr>
          <w:p w14:paraId="48562AE6" w14:textId="4DE28348" w:rsidR="001C1193" w:rsidRPr="005C2BD1" w:rsidRDefault="001C1193" w:rsidP="000540A0">
            <w:pPr>
              <w:ind w:left="-105"/>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sidR="006B69AD">
              <w:rPr>
                <w:rFonts w:ascii="Browallia New" w:hAnsi="Browallia New" w:cs="Browallia New"/>
              </w:rPr>
              <w:t>5</w:t>
            </w:r>
          </w:p>
        </w:tc>
      </w:tr>
      <w:tr w:rsidR="00AD5B33" w:rsidRPr="005C2BD1" w14:paraId="48562AEE" w14:textId="77777777" w:rsidTr="000540A0">
        <w:trPr>
          <w:cantSplit/>
        </w:trPr>
        <w:tc>
          <w:tcPr>
            <w:tcW w:w="3060" w:type="dxa"/>
          </w:tcPr>
          <w:p w14:paraId="48562AE8" w14:textId="77777777" w:rsidR="00AD5B33" w:rsidRPr="005C2BD1" w:rsidRDefault="00AD5B33" w:rsidP="003E0B20">
            <w:pPr>
              <w:pStyle w:val="3"/>
              <w:tabs>
                <w:tab w:val="clear" w:pos="360"/>
                <w:tab w:val="clear" w:pos="720"/>
              </w:tabs>
              <w:rPr>
                <w:rFonts w:ascii="Browallia New" w:hAnsi="Browallia New" w:cs="Browallia New"/>
                <w:sz w:val="28"/>
                <w:szCs w:val="28"/>
              </w:rPr>
            </w:pPr>
          </w:p>
        </w:tc>
        <w:tc>
          <w:tcPr>
            <w:tcW w:w="1725"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37" w:type="dxa"/>
          </w:tcPr>
          <w:p w14:paraId="48562AEA" w14:textId="77777777" w:rsidR="00AD5B33" w:rsidRPr="005C2BD1" w:rsidRDefault="00AD5B33" w:rsidP="003E0B20">
            <w:pPr>
              <w:ind w:right="72"/>
              <w:jc w:val="center"/>
              <w:rPr>
                <w:rFonts w:ascii="Browallia New" w:hAnsi="Browallia New" w:cs="Browallia New"/>
              </w:rPr>
            </w:pPr>
          </w:p>
        </w:tc>
        <w:tc>
          <w:tcPr>
            <w:tcW w:w="1865"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52"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1982"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1B061D" w:rsidRPr="005C2BD1" w14:paraId="7E51BDEB" w14:textId="77777777" w:rsidTr="000540A0">
        <w:trPr>
          <w:cantSplit/>
        </w:trPr>
        <w:tc>
          <w:tcPr>
            <w:tcW w:w="3060" w:type="dxa"/>
          </w:tcPr>
          <w:p w14:paraId="582BB681" w14:textId="2FA8C069" w:rsidR="001B061D" w:rsidRPr="005C2BD1" w:rsidRDefault="001B061D" w:rsidP="001B061D">
            <w:pPr>
              <w:rPr>
                <w:rFonts w:ascii="Browallia New" w:hAnsi="Browallia New" w:cs="Browallia New"/>
              </w:rPr>
            </w:pPr>
            <w:r w:rsidRPr="005C2BD1">
              <w:rPr>
                <w:rFonts w:ascii="Browallia New" w:hAnsi="Browallia New" w:cs="Browallia New"/>
                <w:cs/>
              </w:rPr>
              <w:t>เงินเบิกเกินบัญชีธนาคาร</w:t>
            </w:r>
          </w:p>
        </w:tc>
        <w:tc>
          <w:tcPr>
            <w:tcW w:w="1725" w:type="dxa"/>
            <w:tcBorders>
              <w:left w:val="nil"/>
            </w:tcBorders>
          </w:tcPr>
          <w:p w14:paraId="20056AFA" w14:textId="14118FC4" w:rsidR="001B061D" w:rsidRPr="00703E38" w:rsidRDefault="001B061D" w:rsidP="001B061D">
            <w:pPr>
              <w:jc w:val="center"/>
              <w:rPr>
                <w:rFonts w:ascii="Browallia New" w:hAnsi="Browallia New" w:cs="Browallia New"/>
              </w:rPr>
            </w:pPr>
            <w:r w:rsidRPr="00703E38">
              <w:rPr>
                <w:rFonts w:ascii="Browallia New" w:hAnsi="Browallia New" w:cs="Browallia New"/>
              </w:rPr>
              <w:t>6</w:t>
            </w:r>
            <w:r w:rsidRPr="00703E38">
              <w:rPr>
                <w:rFonts w:ascii="Browallia New" w:hAnsi="Browallia New" w:cs="Browallia New"/>
                <w:cs/>
              </w:rPr>
              <w:t>.</w:t>
            </w:r>
            <w:r w:rsidR="00855107" w:rsidRPr="000540A0">
              <w:rPr>
                <w:rFonts w:ascii="Browallia New" w:hAnsi="Browallia New" w:cs="Browallia New"/>
              </w:rPr>
              <w:t>8</w:t>
            </w:r>
            <w:r w:rsidRPr="00703E38">
              <w:rPr>
                <w:rFonts w:ascii="Browallia New" w:hAnsi="Browallia New" w:cs="Browallia New"/>
              </w:rPr>
              <w:t>7</w:t>
            </w:r>
            <w:r w:rsidRPr="00703E38">
              <w:rPr>
                <w:rFonts w:ascii="Browallia New" w:hAnsi="Browallia New" w:cs="Browallia New"/>
                <w:cs/>
              </w:rPr>
              <w:t xml:space="preserve"> - </w:t>
            </w:r>
            <w:r w:rsidRPr="00703E38">
              <w:rPr>
                <w:rFonts w:ascii="Browallia New" w:hAnsi="Browallia New" w:cs="Browallia New"/>
              </w:rPr>
              <w:t>6</w:t>
            </w:r>
            <w:r w:rsidRPr="00703E38">
              <w:rPr>
                <w:rFonts w:ascii="Browallia New" w:hAnsi="Browallia New" w:cs="Browallia New"/>
                <w:cs/>
              </w:rPr>
              <w:t>.</w:t>
            </w:r>
            <w:r w:rsidR="00855107" w:rsidRPr="000540A0">
              <w:rPr>
                <w:rFonts w:ascii="Browallia New" w:hAnsi="Browallia New" w:cs="Browallia New"/>
              </w:rPr>
              <w:t>8</w:t>
            </w:r>
            <w:r w:rsidR="003750AC">
              <w:rPr>
                <w:rFonts w:ascii="Browallia New" w:hAnsi="Browallia New" w:cs="Browallia New"/>
              </w:rPr>
              <w:t>8</w:t>
            </w:r>
          </w:p>
        </w:tc>
        <w:tc>
          <w:tcPr>
            <w:tcW w:w="237" w:type="dxa"/>
          </w:tcPr>
          <w:p w14:paraId="0AE5B2D2" w14:textId="77777777" w:rsidR="001B061D" w:rsidRPr="005C2BD1" w:rsidRDefault="001B061D" w:rsidP="001B061D">
            <w:pPr>
              <w:ind w:right="72"/>
              <w:jc w:val="center"/>
              <w:rPr>
                <w:rFonts w:ascii="Browallia New" w:hAnsi="Browallia New" w:cs="Browallia New"/>
              </w:rPr>
            </w:pPr>
          </w:p>
        </w:tc>
        <w:tc>
          <w:tcPr>
            <w:tcW w:w="1865" w:type="dxa"/>
            <w:vAlign w:val="bottom"/>
          </w:tcPr>
          <w:p w14:paraId="2909C608" w14:textId="00C51724" w:rsidR="001B061D" w:rsidRPr="005C2BD1" w:rsidRDefault="000D030A" w:rsidP="001B061D">
            <w:pPr>
              <w:ind w:left="-105" w:right="-15"/>
              <w:jc w:val="right"/>
              <w:rPr>
                <w:rFonts w:ascii="Browallia New" w:hAnsi="Browallia New" w:cs="Browallia New"/>
              </w:rPr>
            </w:pPr>
            <w:r>
              <w:rPr>
                <w:rFonts w:ascii="Browallia New" w:hAnsi="Browallia New" w:cs="Browallia New"/>
              </w:rPr>
              <w:t>2,865</w:t>
            </w:r>
          </w:p>
        </w:tc>
        <w:tc>
          <w:tcPr>
            <w:tcW w:w="252" w:type="dxa"/>
            <w:vAlign w:val="bottom"/>
          </w:tcPr>
          <w:p w14:paraId="76FEED08" w14:textId="77777777" w:rsidR="001B061D" w:rsidRPr="005C2BD1" w:rsidRDefault="001B061D" w:rsidP="001B061D">
            <w:pPr>
              <w:ind w:left="-105" w:right="-15"/>
              <w:jc w:val="right"/>
              <w:rPr>
                <w:rFonts w:ascii="Browallia New" w:hAnsi="Browallia New" w:cs="Browallia New"/>
                <w:u w:val="single"/>
              </w:rPr>
            </w:pPr>
          </w:p>
        </w:tc>
        <w:tc>
          <w:tcPr>
            <w:tcW w:w="1982" w:type="dxa"/>
          </w:tcPr>
          <w:p w14:paraId="2CD83ABA" w14:textId="241577C0" w:rsidR="001B061D" w:rsidRPr="005C2BD1" w:rsidRDefault="001B061D" w:rsidP="001B061D">
            <w:pPr>
              <w:ind w:left="-105" w:right="-15"/>
              <w:jc w:val="right"/>
              <w:rPr>
                <w:rFonts w:ascii="Browallia New" w:hAnsi="Browallia New" w:cs="Browallia New"/>
              </w:rPr>
            </w:pPr>
            <w:r w:rsidRPr="00CF0CC4">
              <w:rPr>
                <w:rFonts w:ascii="Browallia New" w:hAnsi="Browallia New" w:cs="Browallia New"/>
              </w:rPr>
              <w:t>3,405</w:t>
            </w:r>
          </w:p>
        </w:tc>
      </w:tr>
      <w:tr w:rsidR="001B061D" w:rsidRPr="005C2BD1" w14:paraId="732F640A" w14:textId="77777777" w:rsidTr="000540A0">
        <w:trPr>
          <w:cantSplit/>
        </w:trPr>
        <w:tc>
          <w:tcPr>
            <w:tcW w:w="3060" w:type="dxa"/>
          </w:tcPr>
          <w:p w14:paraId="2FB6C64F" w14:textId="0306FA29" w:rsidR="001B061D" w:rsidRPr="005C2BD1" w:rsidRDefault="001B061D" w:rsidP="001B061D">
            <w:pPr>
              <w:rPr>
                <w:rFonts w:ascii="Browallia New" w:hAnsi="Browallia New" w:cs="Browallia New"/>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25" w:type="dxa"/>
            <w:tcBorders>
              <w:left w:val="nil"/>
            </w:tcBorders>
          </w:tcPr>
          <w:p w14:paraId="11E29FD1" w14:textId="527ED271" w:rsidR="001B061D" w:rsidRPr="00703E38" w:rsidRDefault="001B061D" w:rsidP="001B061D">
            <w:pPr>
              <w:jc w:val="center"/>
              <w:rPr>
                <w:rFonts w:ascii="Browallia New" w:hAnsi="Browallia New" w:cs="Browallia New"/>
              </w:rPr>
            </w:pPr>
            <w:r w:rsidRPr="00703E38">
              <w:rPr>
                <w:rFonts w:ascii="Browallia New" w:hAnsi="Browallia New" w:cs="Browallia New"/>
              </w:rPr>
              <w:t>1.</w:t>
            </w:r>
            <w:r w:rsidR="00855107" w:rsidRPr="000540A0">
              <w:rPr>
                <w:rFonts w:ascii="Browallia New" w:hAnsi="Browallia New" w:cs="Browallia New"/>
              </w:rPr>
              <w:t>98</w:t>
            </w:r>
            <w:r w:rsidR="00855107" w:rsidRPr="00703E38">
              <w:rPr>
                <w:rFonts w:ascii="Browallia New" w:hAnsi="Browallia New" w:cs="Browallia New"/>
                <w:cs/>
              </w:rPr>
              <w:t xml:space="preserve"> </w:t>
            </w:r>
            <w:r w:rsidRPr="00703E38">
              <w:rPr>
                <w:rFonts w:ascii="Browallia New" w:hAnsi="Browallia New" w:cs="Browallia New"/>
              </w:rPr>
              <w:t xml:space="preserve">- </w:t>
            </w:r>
            <w:r w:rsidR="00855107" w:rsidRPr="000540A0">
              <w:rPr>
                <w:rFonts w:ascii="Browallia New" w:hAnsi="Browallia New" w:cs="Browallia New"/>
              </w:rPr>
              <w:t>2</w:t>
            </w:r>
            <w:r w:rsidRPr="00703E38">
              <w:rPr>
                <w:rFonts w:ascii="Browallia New" w:hAnsi="Browallia New" w:cs="Browallia New"/>
              </w:rPr>
              <w:t>.6</w:t>
            </w:r>
            <w:r w:rsidR="00855107" w:rsidRPr="000540A0">
              <w:rPr>
                <w:rFonts w:ascii="Browallia New" w:hAnsi="Browallia New" w:cs="Browallia New"/>
              </w:rPr>
              <w:t>5</w:t>
            </w:r>
          </w:p>
        </w:tc>
        <w:tc>
          <w:tcPr>
            <w:tcW w:w="237" w:type="dxa"/>
          </w:tcPr>
          <w:p w14:paraId="3E19C39B" w14:textId="77777777" w:rsidR="001B061D" w:rsidRPr="005C2BD1" w:rsidRDefault="001B061D" w:rsidP="001B061D">
            <w:pPr>
              <w:ind w:right="72"/>
              <w:jc w:val="center"/>
              <w:rPr>
                <w:rFonts w:ascii="Browallia New" w:hAnsi="Browallia New" w:cs="Browallia New"/>
              </w:rPr>
            </w:pPr>
          </w:p>
        </w:tc>
        <w:tc>
          <w:tcPr>
            <w:tcW w:w="1865" w:type="dxa"/>
            <w:vAlign w:val="bottom"/>
          </w:tcPr>
          <w:p w14:paraId="7D71F15D" w14:textId="665C265F" w:rsidR="001B061D" w:rsidRPr="005C2BD1" w:rsidRDefault="000D030A" w:rsidP="001B061D">
            <w:pPr>
              <w:ind w:left="-105" w:right="-15"/>
              <w:jc w:val="right"/>
              <w:rPr>
                <w:rFonts w:ascii="Browallia New" w:hAnsi="Browallia New" w:cs="Browallia New"/>
              </w:rPr>
            </w:pPr>
            <w:r>
              <w:rPr>
                <w:rFonts w:ascii="Browallia New" w:hAnsi="Browallia New" w:cs="Browallia New"/>
              </w:rPr>
              <w:t>79,552</w:t>
            </w:r>
          </w:p>
        </w:tc>
        <w:tc>
          <w:tcPr>
            <w:tcW w:w="252" w:type="dxa"/>
            <w:vAlign w:val="bottom"/>
          </w:tcPr>
          <w:p w14:paraId="174577BF" w14:textId="77777777" w:rsidR="001B061D" w:rsidRPr="005C2BD1" w:rsidRDefault="001B061D" w:rsidP="001B061D">
            <w:pPr>
              <w:ind w:left="-105" w:right="-15"/>
              <w:jc w:val="right"/>
              <w:rPr>
                <w:rFonts w:ascii="Browallia New" w:hAnsi="Browallia New" w:cs="Browallia New"/>
                <w:u w:val="single"/>
              </w:rPr>
            </w:pPr>
          </w:p>
        </w:tc>
        <w:tc>
          <w:tcPr>
            <w:tcW w:w="1982" w:type="dxa"/>
          </w:tcPr>
          <w:p w14:paraId="5F0F90B5" w14:textId="7838E4DF" w:rsidR="001B061D" w:rsidRPr="005C2BD1" w:rsidRDefault="001B061D" w:rsidP="001B061D">
            <w:pPr>
              <w:ind w:left="-105" w:right="-15"/>
              <w:jc w:val="right"/>
              <w:rPr>
                <w:rFonts w:ascii="Browallia New" w:hAnsi="Browallia New" w:cs="Browallia New"/>
              </w:rPr>
            </w:pPr>
            <w:r w:rsidRPr="00CF0CC4">
              <w:rPr>
                <w:rFonts w:ascii="Browallia New" w:hAnsi="Browallia New" w:cs="Browallia New"/>
              </w:rPr>
              <w:t>205,739</w:t>
            </w:r>
          </w:p>
        </w:tc>
      </w:tr>
      <w:tr w:rsidR="001B061D" w:rsidRPr="005C2BD1" w14:paraId="48562AF5" w14:textId="77777777" w:rsidTr="000540A0">
        <w:trPr>
          <w:cantSplit/>
        </w:trPr>
        <w:tc>
          <w:tcPr>
            <w:tcW w:w="3060" w:type="dxa"/>
            <w:vAlign w:val="bottom"/>
          </w:tcPr>
          <w:p w14:paraId="48562AEF" w14:textId="296AC2A0" w:rsidR="001B061D" w:rsidRPr="005C2BD1" w:rsidRDefault="001B061D" w:rsidP="001B061D">
            <w:pPr>
              <w:rPr>
                <w:rFonts w:ascii="Browallia New" w:hAnsi="Browallia New" w:cs="Browallia New"/>
              </w:rPr>
            </w:pPr>
            <w:r>
              <w:rPr>
                <w:rFonts w:ascii="Browallia New" w:hAnsi="Browallia New" w:cs="Browallia New" w:hint="cs"/>
                <w:cs/>
              </w:rPr>
              <w:t>เงินกู้ยืมระยะสั้น</w:t>
            </w:r>
          </w:p>
        </w:tc>
        <w:tc>
          <w:tcPr>
            <w:tcW w:w="1725" w:type="dxa"/>
            <w:tcBorders>
              <w:left w:val="nil"/>
            </w:tcBorders>
          </w:tcPr>
          <w:p w14:paraId="48562AF0" w14:textId="6F933FA5" w:rsidR="001B061D" w:rsidRPr="00703E38" w:rsidRDefault="001B061D" w:rsidP="001B061D">
            <w:pPr>
              <w:jc w:val="center"/>
              <w:rPr>
                <w:rFonts w:ascii="Browallia New" w:hAnsi="Browallia New" w:cs="Browallia New"/>
              </w:rPr>
            </w:pPr>
            <w:r w:rsidRPr="00703E38">
              <w:rPr>
                <w:rFonts w:ascii="Browallia New" w:hAnsi="Browallia New" w:cs="Browallia New"/>
              </w:rPr>
              <w:t>1.</w:t>
            </w:r>
            <w:r w:rsidR="00855107" w:rsidRPr="000540A0">
              <w:rPr>
                <w:rFonts w:ascii="Browallia New" w:hAnsi="Browallia New" w:cs="Browallia New"/>
              </w:rPr>
              <w:t>71</w:t>
            </w:r>
            <w:r w:rsidRPr="00703E38">
              <w:rPr>
                <w:rFonts w:ascii="Browallia New" w:hAnsi="Browallia New" w:cs="Browallia New"/>
              </w:rPr>
              <w:t xml:space="preserve"> - </w:t>
            </w:r>
            <w:r w:rsidR="00855107" w:rsidRPr="000540A0">
              <w:rPr>
                <w:rFonts w:ascii="Browallia New" w:hAnsi="Browallia New" w:cs="Browallia New"/>
              </w:rPr>
              <w:t>2</w:t>
            </w:r>
            <w:r w:rsidRPr="00703E38">
              <w:rPr>
                <w:rFonts w:ascii="Browallia New" w:hAnsi="Browallia New" w:cs="Browallia New"/>
              </w:rPr>
              <w:t>.</w:t>
            </w:r>
            <w:r w:rsidR="00855107" w:rsidRPr="000540A0">
              <w:rPr>
                <w:rFonts w:ascii="Browallia New" w:hAnsi="Browallia New" w:cs="Browallia New"/>
              </w:rPr>
              <w:t>45</w:t>
            </w:r>
          </w:p>
        </w:tc>
        <w:tc>
          <w:tcPr>
            <w:tcW w:w="237" w:type="dxa"/>
          </w:tcPr>
          <w:p w14:paraId="48562AF1" w14:textId="77777777" w:rsidR="001B061D" w:rsidRPr="005C2BD1" w:rsidRDefault="001B061D" w:rsidP="001B061D">
            <w:pPr>
              <w:rPr>
                <w:rFonts w:ascii="Browallia New" w:hAnsi="Browallia New" w:cs="Browallia New"/>
              </w:rPr>
            </w:pPr>
          </w:p>
        </w:tc>
        <w:tc>
          <w:tcPr>
            <w:tcW w:w="1865" w:type="dxa"/>
          </w:tcPr>
          <w:p w14:paraId="48562AF2" w14:textId="7EFD98DF" w:rsidR="001B061D" w:rsidRPr="005C2BD1" w:rsidRDefault="000D030A" w:rsidP="001B061D">
            <w:pPr>
              <w:ind w:right="-15"/>
              <w:jc w:val="right"/>
              <w:rPr>
                <w:rFonts w:ascii="Browallia New" w:hAnsi="Browallia New" w:cs="Browallia New"/>
              </w:rPr>
            </w:pPr>
            <w:r>
              <w:rPr>
                <w:rFonts w:ascii="Browallia New" w:hAnsi="Browallia New" w:cs="Browallia New"/>
              </w:rPr>
              <w:t>422,640</w:t>
            </w:r>
          </w:p>
        </w:tc>
        <w:tc>
          <w:tcPr>
            <w:tcW w:w="252" w:type="dxa"/>
          </w:tcPr>
          <w:p w14:paraId="48562AF3" w14:textId="77777777" w:rsidR="001B061D" w:rsidRPr="005C2BD1" w:rsidRDefault="001B061D" w:rsidP="001B061D">
            <w:pPr>
              <w:pStyle w:val="a"/>
              <w:ind w:left="-157" w:right="-15"/>
              <w:rPr>
                <w:rFonts w:ascii="Browallia New" w:hAnsi="Browallia New" w:cs="Browallia New"/>
                <w:sz w:val="28"/>
                <w:szCs w:val="28"/>
              </w:rPr>
            </w:pPr>
          </w:p>
        </w:tc>
        <w:tc>
          <w:tcPr>
            <w:tcW w:w="1982" w:type="dxa"/>
          </w:tcPr>
          <w:p w14:paraId="48562AF4" w14:textId="61DE8DA2" w:rsidR="001B061D" w:rsidRPr="005C2BD1" w:rsidRDefault="001B061D" w:rsidP="001B061D">
            <w:pPr>
              <w:ind w:right="-15"/>
              <w:jc w:val="right"/>
              <w:rPr>
                <w:rFonts w:ascii="Browallia New" w:hAnsi="Browallia New" w:cs="Browallia New"/>
              </w:rPr>
            </w:pPr>
            <w:r w:rsidRPr="00CF0CC4">
              <w:rPr>
                <w:rFonts w:ascii="Browallia New" w:hAnsi="Browallia New" w:cs="Browallia New"/>
              </w:rPr>
              <w:t>550,166</w:t>
            </w:r>
          </w:p>
        </w:tc>
      </w:tr>
      <w:tr w:rsidR="001B061D" w:rsidRPr="005C2BD1" w14:paraId="48562B0A" w14:textId="77777777" w:rsidTr="000540A0">
        <w:trPr>
          <w:cantSplit/>
        </w:trPr>
        <w:tc>
          <w:tcPr>
            <w:tcW w:w="3060" w:type="dxa"/>
          </w:tcPr>
          <w:p w14:paraId="48562B04" w14:textId="77777777" w:rsidR="001B061D" w:rsidRPr="005C2BD1" w:rsidRDefault="001B061D" w:rsidP="001B061D">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25" w:type="dxa"/>
            <w:tcBorders>
              <w:left w:val="nil"/>
            </w:tcBorders>
          </w:tcPr>
          <w:p w14:paraId="48562B05" w14:textId="77777777" w:rsidR="001B061D" w:rsidRPr="005C2BD1" w:rsidRDefault="001B061D" w:rsidP="001B061D">
            <w:pPr>
              <w:rPr>
                <w:rFonts w:ascii="Browallia New" w:hAnsi="Browallia New" w:cs="Browallia New"/>
              </w:rPr>
            </w:pPr>
          </w:p>
        </w:tc>
        <w:tc>
          <w:tcPr>
            <w:tcW w:w="237" w:type="dxa"/>
          </w:tcPr>
          <w:p w14:paraId="48562B06" w14:textId="77777777" w:rsidR="001B061D" w:rsidRPr="005C2BD1" w:rsidRDefault="001B061D" w:rsidP="001B061D">
            <w:pPr>
              <w:rPr>
                <w:rFonts w:ascii="Browallia New" w:hAnsi="Browallia New" w:cs="Browallia New"/>
              </w:rPr>
            </w:pPr>
          </w:p>
        </w:tc>
        <w:tc>
          <w:tcPr>
            <w:tcW w:w="1865" w:type="dxa"/>
            <w:tcBorders>
              <w:top w:val="single" w:sz="4" w:space="0" w:color="auto"/>
              <w:bottom w:val="single" w:sz="12" w:space="0" w:color="auto"/>
            </w:tcBorders>
          </w:tcPr>
          <w:p w14:paraId="48562B07" w14:textId="31EC6BF9" w:rsidR="001B061D" w:rsidRPr="005C2BD1" w:rsidRDefault="000D030A" w:rsidP="001B061D">
            <w:pPr>
              <w:ind w:right="-15"/>
              <w:jc w:val="right"/>
              <w:rPr>
                <w:rFonts w:ascii="Browallia New" w:hAnsi="Browallia New" w:cs="Browallia New"/>
              </w:rPr>
            </w:pPr>
            <w:r>
              <w:rPr>
                <w:rFonts w:ascii="Browallia New" w:hAnsi="Browallia New" w:cs="Browallia New"/>
              </w:rPr>
              <w:t>505,057</w:t>
            </w:r>
          </w:p>
        </w:tc>
        <w:tc>
          <w:tcPr>
            <w:tcW w:w="252" w:type="dxa"/>
          </w:tcPr>
          <w:p w14:paraId="48562B08" w14:textId="77777777" w:rsidR="001B061D" w:rsidRPr="005C2BD1" w:rsidRDefault="001B061D" w:rsidP="001B061D">
            <w:pPr>
              <w:pStyle w:val="a"/>
              <w:ind w:left="-157" w:right="-15"/>
              <w:rPr>
                <w:rFonts w:ascii="Browallia New" w:hAnsi="Browallia New" w:cs="Browallia New"/>
                <w:sz w:val="28"/>
                <w:szCs w:val="28"/>
                <w:lang w:eastAsia="en-US"/>
              </w:rPr>
            </w:pPr>
          </w:p>
        </w:tc>
        <w:tc>
          <w:tcPr>
            <w:tcW w:w="1982" w:type="dxa"/>
            <w:tcBorders>
              <w:top w:val="single" w:sz="4" w:space="0" w:color="auto"/>
              <w:bottom w:val="single" w:sz="12" w:space="0" w:color="auto"/>
            </w:tcBorders>
          </w:tcPr>
          <w:p w14:paraId="48562B09" w14:textId="55F70D6B" w:rsidR="001B061D" w:rsidRPr="005C2BD1" w:rsidRDefault="001B061D" w:rsidP="001B061D">
            <w:pPr>
              <w:ind w:right="-15"/>
              <w:jc w:val="right"/>
              <w:rPr>
                <w:rFonts w:ascii="Browallia New" w:hAnsi="Browallia New" w:cs="Browallia New"/>
                <w:cs/>
              </w:rPr>
            </w:pPr>
            <w:r w:rsidRPr="00CF0CC4">
              <w:rPr>
                <w:rFonts w:ascii="Browallia New" w:hAnsi="Browallia New" w:cs="Browallia New"/>
              </w:rPr>
              <w:t>759,310</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02778B66" w:rsidR="00E74075" w:rsidRPr="005C2BD1" w:rsidRDefault="00D24B7D" w:rsidP="00F8200D">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1B061D" w:rsidRPr="005C4084">
        <w:rPr>
          <w:rStyle w:val="normaltextrun"/>
          <w:rFonts w:ascii="Browallia New" w:hAnsi="Browallia New" w:cs="Browallia New"/>
          <w:spacing w:val="-4"/>
        </w:rPr>
        <w:t>31</w:t>
      </w:r>
      <w:r w:rsidR="001B061D" w:rsidRPr="005C4084">
        <w:rPr>
          <w:rStyle w:val="normaltextrun"/>
          <w:rFonts w:ascii="Browallia New" w:hAnsi="Browallia New" w:cs="Browallia New"/>
          <w:spacing w:val="-4"/>
          <w:cs/>
        </w:rPr>
        <w:t xml:space="preserve"> มีนาคม</w:t>
      </w:r>
      <w:r w:rsidR="001B061D" w:rsidRPr="005C4084">
        <w:rPr>
          <w:rFonts w:ascii="Browallia New" w:hAnsi="Browallia New" w:cs="Browallia New" w:hint="cs"/>
          <w:spacing w:val="-4"/>
          <w:cs/>
        </w:rPr>
        <w:t xml:space="preserve"> </w:t>
      </w:r>
      <w:r w:rsidR="001B061D" w:rsidRPr="005C4084">
        <w:rPr>
          <w:rFonts w:ascii="Browallia New" w:hAnsi="Browallia New" w:cs="Browallia New"/>
          <w:spacing w:val="-4"/>
        </w:rPr>
        <w:t>2566</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1B061D">
        <w:rPr>
          <w:rFonts w:ascii="Browallia New" w:hAnsi="Browallia New" w:cs="Browallia New"/>
        </w:rPr>
        <w:t>5</w:t>
      </w:r>
      <w:r w:rsidR="00A65582" w:rsidRPr="005C2BD1">
        <w:rPr>
          <w:rFonts w:ascii="Browallia New" w:hAnsi="Browallia New" w:cs="Browallia New"/>
        </w:rPr>
        <w:t xml:space="preserve"> </w:t>
      </w:r>
      <w:r w:rsidR="001236B9">
        <w:rPr>
          <w:rFonts w:ascii="Browallia New" w:hAnsi="Browallia New" w:cs="Browallia New" w:hint="cs"/>
          <w:cs/>
        </w:rPr>
        <w:t>กลุ</w:t>
      </w:r>
      <w:r w:rsidR="003B5AA6">
        <w:rPr>
          <w:rFonts w:ascii="Browallia New" w:hAnsi="Browallia New" w:cs="Browallia New" w:hint="cs"/>
          <w:cs/>
        </w:rPr>
        <w:t>่ม</w:t>
      </w:r>
      <w:r w:rsidRPr="005C2BD1">
        <w:rPr>
          <w:rFonts w:ascii="Browallia New" w:hAnsi="Browallia New" w:cs="Browallia New"/>
          <w:cs/>
        </w:rPr>
        <w:t>บริษัทมีวงเงินเบิกเกินบัญชี</w:t>
      </w:r>
      <w:r w:rsidR="0038132E">
        <w:rPr>
          <w:rFonts w:ascii="Browallia New" w:hAnsi="Browallia New" w:cs="Browallia New" w:hint="cs"/>
          <w:cs/>
        </w:rPr>
        <w:t xml:space="preserve"> หนี้สินตั๋วสัญญา</w:t>
      </w:r>
      <w:r w:rsidR="001D6108">
        <w:rPr>
          <w:rFonts w:ascii="Browallia New" w:hAnsi="Browallia New" w:cs="Browallia New" w:hint="cs"/>
          <w:cs/>
        </w:rPr>
        <w:t>ใช้เงิน</w:t>
      </w:r>
      <w:r w:rsidR="000C25BB">
        <w:rPr>
          <w:rFonts w:ascii="Browallia New" w:hAnsi="Browallia New" w:cs="Browallia New" w:hint="cs"/>
          <w:cs/>
        </w:rPr>
        <w:t xml:space="preserve">                            </w:t>
      </w:r>
      <w:r w:rsidRPr="005C2BD1">
        <w:rPr>
          <w:rFonts w:ascii="Browallia New" w:hAnsi="Browallia New" w:cs="Browallia New"/>
          <w:cs/>
        </w:rPr>
        <w:t>หนี้สินภายใต้สัญญา</w:t>
      </w:r>
      <w:r w:rsidR="003113EB">
        <w:rPr>
          <w:rFonts w:ascii="Browallia New" w:hAnsi="Browallia New" w:cs="Browallia New"/>
        </w:rPr>
        <w:t xml:space="preserve"> </w:t>
      </w:r>
      <w:proofErr w:type="spellStart"/>
      <w:r w:rsidRPr="005C2BD1">
        <w:rPr>
          <w:rFonts w:ascii="Browallia New" w:hAnsi="Browallia New" w:cs="Browallia New"/>
          <w:cs/>
        </w:rPr>
        <w:t>ทรั</w:t>
      </w:r>
      <w:proofErr w:type="spellEnd"/>
      <w:r w:rsidRPr="005C2BD1">
        <w:rPr>
          <w:rFonts w:ascii="Browallia New" w:hAnsi="Browallia New" w:cs="Browallia New"/>
          <w:cs/>
        </w:rPr>
        <w:t>สต์รี</w:t>
      </w:r>
      <w:proofErr w:type="spellStart"/>
      <w:r w:rsidRPr="005C2BD1">
        <w:rPr>
          <w:rFonts w:ascii="Browallia New" w:hAnsi="Browallia New" w:cs="Browallia New"/>
          <w:cs/>
        </w:rPr>
        <w:t>ซีทส์</w:t>
      </w:r>
      <w:proofErr w:type="spellEnd"/>
      <w:r w:rsidR="003113EB">
        <w:rPr>
          <w:rFonts w:ascii="Browallia New" w:hAnsi="Browallia New" w:cs="Browallia New"/>
        </w:rPr>
        <w:t xml:space="preserve"> </w:t>
      </w:r>
      <w:r w:rsidR="0038132E">
        <w:rPr>
          <w:rFonts w:ascii="Browallia New" w:hAnsi="Browallia New" w:cs="Browallia New" w:hint="cs"/>
          <w:cs/>
        </w:rPr>
        <w:t xml:space="preserve">และสินเชื่ออื่น </w:t>
      </w:r>
      <w:r w:rsidR="002C331F" w:rsidRPr="005C2BD1">
        <w:rPr>
          <w:rFonts w:ascii="Browallia New" w:hAnsi="Browallia New" w:cs="Browallia New"/>
          <w:cs/>
        </w:rPr>
        <w:t>เป็นจำนวน</w:t>
      </w:r>
      <w:r w:rsidR="002C331F" w:rsidRPr="00A22F81">
        <w:rPr>
          <w:rFonts w:ascii="Browallia New" w:hAnsi="Browallia New" w:cs="Browallia New"/>
          <w:cs/>
        </w:rPr>
        <w:t>เงิน</w:t>
      </w:r>
      <w:r w:rsidR="002C331F" w:rsidRPr="00CC4469">
        <w:rPr>
          <w:rFonts w:ascii="Browallia New" w:hAnsi="Browallia New" w:cs="Browallia New"/>
          <w:cs/>
        </w:rPr>
        <w:t>รวม</w:t>
      </w:r>
      <w:r w:rsidR="00F60E66" w:rsidRPr="00CC4469">
        <w:rPr>
          <w:rFonts w:ascii="Browallia New" w:hAnsi="Browallia New" w:cs="Browallia New"/>
        </w:rPr>
        <w:t xml:space="preserve"> </w:t>
      </w:r>
      <w:r w:rsidR="00703E38">
        <w:rPr>
          <w:rFonts w:ascii="Browallia New" w:hAnsi="Browallia New" w:cs="Browallia New"/>
        </w:rPr>
        <w:t>6,140</w:t>
      </w:r>
      <w:r w:rsidR="008D4312" w:rsidRPr="00CC4469">
        <w:rPr>
          <w:rFonts w:ascii="Browallia New" w:hAnsi="Browallia New" w:cs="Browallia New"/>
        </w:rPr>
        <w:t xml:space="preserve"> </w:t>
      </w:r>
      <w:r w:rsidRPr="00CC4469">
        <w:rPr>
          <w:rFonts w:ascii="Browallia New" w:hAnsi="Browallia New" w:cs="Browallia New"/>
          <w:cs/>
        </w:rPr>
        <w:t>ล้านบาท</w:t>
      </w:r>
      <w:r w:rsidR="000C25BB">
        <w:rPr>
          <w:rFonts w:ascii="Browallia New" w:hAnsi="Browallia New" w:cs="Browallia New" w:hint="cs"/>
          <w:cs/>
        </w:rPr>
        <w:t xml:space="preserve"> </w:t>
      </w:r>
    </w:p>
    <w:p w14:paraId="73AE6140" w14:textId="3A9435EE" w:rsidR="003113EB" w:rsidRDefault="003113EB">
      <w:pPr>
        <w:rPr>
          <w:rFonts w:ascii="Browallia New" w:hAnsi="Browallia New" w:cs="Browallia New"/>
          <w:b/>
          <w:bCs/>
          <w:cs/>
        </w:rPr>
      </w:pPr>
    </w:p>
    <w:p w14:paraId="48562B0F" w14:textId="2583D8FD" w:rsidR="00BB6530" w:rsidRPr="005C2BD1" w:rsidRDefault="001A1BFF" w:rsidP="003E0B20">
      <w:pPr>
        <w:numPr>
          <w:ilvl w:val="0"/>
          <w:numId w:val="1"/>
        </w:numPr>
        <w:tabs>
          <w:tab w:val="clear" w:pos="360"/>
        </w:tabs>
        <w:ind w:left="374" w:hanging="374"/>
        <w:rPr>
          <w:rFonts w:ascii="Browallia New" w:hAnsi="Browallia New" w:cs="Browallia New"/>
          <w:b/>
          <w:bCs/>
        </w:rPr>
      </w:pPr>
      <w:r w:rsidRPr="008D2C15">
        <w:rPr>
          <w:rFonts w:ascii="Browallia New" w:hAnsi="Browallia New" w:cs="Browallia New"/>
          <w:b/>
          <w:bCs/>
          <w:cs/>
        </w:rPr>
        <w:t>ภาระผูกพันผลประโยชน์พนักงาน</w:t>
      </w:r>
    </w:p>
    <w:p w14:paraId="48562B10" w14:textId="77777777" w:rsidR="00F2675C" w:rsidRPr="000540A0" w:rsidRDefault="00F2675C" w:rsidP="00C3162A">
      <w:pPr>
        <w:ind w:left="360"/>
        <w:jc w:val="thaiDistribute"/>
        <w:rPr>
          <w:rFonts w:ascii="Browallia New" w:hAnsi="Browallia New" w:cs="Browallia New"/>
          <w:sz w:val="24"/>
          <w:szCs w:val="24"/>
        </w:rPr>
      </w:pPr>
    </w:p>
    <w:tbl>
      <w:tblPr>
        <w:tblW w:w="8973" w:type="dxa"/>
        <w:tblInd w:w="387" w:type="dxa"/>
        <w:tblLayout w:type="fixed"/>
        <w:tblCellMar>
          <w:left w:w="0" w:type="dxa"/>
          <w:right w:w="0" w:type="dxa"/>
        </w:tblCellMar>
        <w:tblLook w:val="04A0" w:firstRow="1" w:lastRow="0" w:firstColumn="1" w:lastColumn="0" w:noHBand="0" w:noVBand="1"/>
      </w:tblPr>
      <w:tblGrid>
        <w:gridCol w:w="5567"/>
        <w:gridCol w:w="1559"/>
        <w:gridCol w:w="283"/>
        <w:gridCol w:w="1564"/>
      </w:tblGrid>
      <w:tr w:rsidR="00854375" w:rsidRPr="005C2BD1" w14:paraId="48562B13" w14:textId="77777777" w:rsidTr="000540A0">
        <w:trPr>
          <w:cantSplit/>
        </w:trPr>
        <w:tc>
          <w:tcPr>
            <w:tcW w:w="8973"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0540A0">
        <w:trPr>
          <w:cantSplit/>
          <w:trHeight w:val="736"/>
        </w:trPr>
        <w:tc>
          <w:tcPr>
            <w:tcW w:w="5567" w:type="dxa"/>
          </w:tcPr>
          <w:p w14:paraId="48562B14" w14:textId="77777777" w:rsidR="00F2675C" w:rsidRPr="005C2BD1" w:rsidRDefault="00F2675C" w:rsidP="003E0B20">
            <w:pPr>
              <w:jc w:val="thaiDistribute"/>
              <w:rPr>
                <w:rFonts w:ascii="Browallia New" w:hAnsi="Browallia New" w:cs="Browallia New"/>
                <w:b/>
                <w:bCs/>
              </w:rPr>
            </w:pPr>
          </w:p>
        </w:tc>
        <w:tc>
          <w:tcPr>
            <w:tcW w:w="3406"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160644" w:rsidRPr="005C2BD1" w14:paraId="48562B1B" w14:textId="77777777" w:rsidTr="000540A0">
        <w:trPr>
          <w:cantSplit/>
        </w:trPr>
        <w:tc>
          <w:tcPr>
            <w:tcW w:w="5567" w:type="dxa"/>
          </w:tcPr>
          <w:p w14:paraId="48562B17" w14:textId="77777777" w:rsidR="00160644" w:rsidRPr="005C2BD1" w:rsidRDefault="00160644" w:rsidP="00160644">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59C135EC" w:rsidR="00160644" w:rsidRPr="005C2BD1" w:rsidRDefault="00160644" w:rsidP="00160644">
            <w:pPr>
              <w:ind w:left="-108" w:right="-108"/>
              <w:jc w:val="center"/>
              <w:rPr>
                <w:rFonts w:ascii="Browallia New" w:hAnsi="Browallia New" w:cs="Browallia New"/>
              </w:rPr>
            </w:pP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283" w:type="dxa"/>
            <w:vAlign w:val="bottom"/>
          </w:tcPr>
          <w:p w14:paraId="48562B19" w14:textId="77777777" w:rsidR="00160644" w:rsidRPr="005C2BD1" w:rsidRDefault="00160644" w:rsidP="00160644">
            <w:pPr>
              <w:ind w:left="-108" w:right="-108"/>
              <w:jc w:val="center"/>
              <w:rPr>
                <w:rFonts w:ascii="Browallia New" w:hAnsi="Browallia New" w:cs="Browallia New"/>
                <w:cs/>
              </w:rPr>
            </w:pPr>
          </w:p>
        </w:tc>
        <w:tc>
          <w:tcPr>
            <w:tcW w:w="1564" w:type="dxa"/>
            <w:tcBorders>
              <w:top w:val="single" w:sz="4" w:space="0" w:color="auto"/>
              <w:left w:val="nil"/>
              <w:bottom w:val="single" w:sz="4" w:space="0" w:color="auto"/>
              <w:right w:val="nil"/>
            </w:tcBorders>
            <w:vAlign w:val="bottom"/>
            <w:hideMark/>
          </w:tcPr>
          <w:p w14:paraId="48562B1A" w14:textId="7B79970F" w:rsidR="00160644" w:rsidRPr="005C2BD1" w:rsidRDefault="00160644" w:rsidP="000540A0">
            <w:pPr>
              <w:ind w:left="21" w:right="24"/>
              <w:jc w:val="center"/>
              <w:rPr>
                <w:rFonts w:ascii="Browallia New" w:hAnsi="Browallia New" w:cs="Browallia New"/>
                <w:cs/>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5</w:t>
            </w:r>
          </w:p>
        </w:tc>
      </w:tr>
      <w:tr w:rsidR="00F2675C" w:rsidRPr="005E190E" w14:paraId="48562B20" w14:textId="77777777" w:rsidTr="000540A0">
        <w:trPr>
          <w:cantSplit/>
        </w:trPr>
        <w:tc>
          <w:tcPr>
            <w:tcW w:w="5567" w:type="dxa"/>
          </w:tcPr>
          <w:p w14:paraId="48562B1C" w14:textId="77777777" w:rsidR="00F2675C" w:rsidRPr="005E190E" w:rsidRDefault="00F2675C" w:rsidP="003E0B20">
            <w:pPr>
              <w:jc w:val="center"/>
              <w:rPr>
                <w:rFonts w:ascii="Browallia New" w:hAnsi="Browallia New" w:cs="Browallia New"/>
                <w:sz w:val="20"/>
                <w:szCs w:val="20"/>
                <w:cs/>
              </w:rPr>
            </w:pPr>
          </w:p>
        </w:tc>
        <w:tc>
          <w:tcPr>
            <w:tcW w:w="1559" w:type="dxa"/>
            <w:tcBorders>
              <w:top w:val="single" w:sz="4" w:space="0" w:color="auto"/>
              <w:left w:val="nil"/>
              <w:bottom w:val="nil"/>
              <w:right w:val="nil"/>
            </w:tcBorders>
            <w:vAlign w:val="bottom"/>
          </w:tcPr>
          <w:p w14:paraId="48562B1D" w14:textId="77777777" w:rsidR="00F2675C" w:rsidRPr="005E190E" w:rsidRDefault="00F2675C" w:rsidP="003E0B20">
            <w:pPr>
              <w:ind w:left="-108" w:right="-108"/>
              <w:jc w:val="center"/>
              <w:rPr>
                <w:rFonts w:ascii="Browallia New" w:eastAsia="SimSun" w:hAnsi="Browallia New" w:cs="Browallia New"/>
                <w:sz w:val="20"/>
                <w:szCs w:val="20"/>
                <w:lang w:val="en-GB"/>
              </w:rPr>
            </w:pPr>
          </w:p>
        </w:tc>
        <w:tc>
          <w:tcPr>
            <w:tcW w:w="283" w:type="dxa"/>
            <w:vAlign w:val="bottom"/>
          </w:tcPr>
          <w:p w14:paraId="48562B1E" w14:textId="77777777" w:rsidR="00F2675C" w:rsidRPr="005E190E" w:rsidRDefault="00F2675C" w:rsidP="003E0B20">
            <w:pPr>
              <w:ind w:left="-108" w:right="-108"/>
              <w:jc w:val="center"/>
              <w:rPr>
                <w:rFonts w:ascii="Browallia New" w:hAnsi="Browallia New" w:cs="Browallia New"/>
                <w:sz w:val="20"/>
                <w:szCs w:val="20"/>
              </w:rPr>
            </w:pPr>
          </w:p>
        </w:tc>
        <w:tc>
          <w:tcPr>
            <w:tcW w:w="1564" w:type="dxa"/>
            <w:tcBorders>
              <w:top w:val="single" w:sz="4" w:space="0" w:color="auto"/>
              <w:left w:val="nil"/>
              <w:bottom w:val="nil"/>
              <w:right w:val="nil"/>
            </w:tcBorders>
            <w:vAlign w:val="bottom"/>
          </w:tcPr>
          <w:p w14:paraId="48562B1F" w14:textId="77777777" w:rsidR="00F2675C" w:rsidRPr="005E190E" w:rsidRDefault="00F2675C" w:rsidP="003E0B20">
            <w:pPr>
              <w:ind w:left="-108" w:right="-108"/>
              <w:jc w:val="center"/>
              <w:rPr>
                <w:rFonts w:ascii="Browallia New" w:hAnsi="Browallia New" w:cs="Browallia New"/>
                <w:sz w:val="20"/>
                <w:szCs w:val="20"/>
                <w:cs/>
                <w:lang w:val="en-GB"/>
              </w:rPr>
            </w:pPr>
          </w:p>
        </w:tc>
      </w:tr>
      <w:tr w:rsidR="00A17E1C" w:rsidRPr="005C2BD1" w14:paraId="48562B25" w14:textId="77777777" w:rsidTr="000540A0">
        <w:trPr>
          <w:cantSplit/>
        </w:trPr>
        <w:tc>
          <w:tcPr>
            <w:tcW w:w="5567" w:type="dxa"/>
          </w:tcPr>
          <w:p w14:paraId="48562B21" w14:textId="6F4F1E6F" w:rsidR="00A17E1C" w:rsidRPr="005C2BD1" w:rsidRDefault="00A17E1C" w:rsidP="00A17E1C">
            <w:pPr>
              <w:tabs>
                <w:tab w:val="left" w:pos="4318"/>
              </w:tabs>
              <w:rPr>
                <w:rFonts w:ascii="Browallia New" w:hAnsi="Browallia New" w:cs="Browallia New"/>
              </w:rPr>
            </w:pPr>
            <w:r>
              <w:rPr>
                <w:rFonts w:ascii="Browallia New" w:hAnsi="Browallia New" w:cs="Browallia New" w:hint="cs"/>
                <w:cs/>
              </w:rPr>
              <w:t>ยอดคงเหลือต้นงวด</w:t>
            </w:r>
          </w:p>
        </w:tc>
        <w:tc>
          <w:tcPr>
            <w:tcW w:w="1559" w:type="dxa"/>
            <w:tcBorders>
              <w:left w:val="nil"/>
            </w:tcBorders>
            <w:vAlign w:val="bottom"/>
          </w:tcPr>
          <w:p w14:paraId="48562B22" w14:textId="02A511D0" w:rsidR="00A17E1C" w:rsidRPr="009D3E90" w:rsidRDefault="00CA714F" w:rsidP="00A17E1C">
            <w:pPr>
              <w:tabs>
                <w:tab w:val="left" w:pos="720"/>
              </w:tabs>
              <w:ind w:right="106"/>
              <w:jc w:val="right"/>
              <w:rPr>
                <w:rFonts w:ascii="Browallia New" w:hAnsi="Browallia New" w:cs="Browallia New"/>
              </w:rPr>
            </w:pPr>
            <w:r>
              <w:rPr>
                <w:rFonts w:ascii="Browallia New" w:hAnsi="Browallia New" w:cs="Browallia New"/>
              </w:rPr>
              <w:t>106,395</w:t>
            </w:r>
          </w:p>
        </w:tc>
        <w:tc>
          <w:tcPr>
            <w:tcW w:w="283" w:type="dxa"/>
            <w:tcBorders>
              <w:left w:val="nil"/>
            </w:tcBorders>
            <w:vAlign w:val="bottom"/>
          </w:tcPr>
          <w:p w14:paraId="48562B23" w14:textId="77777777" w:rsidR="00A17E1C" w:rsidRPr="005C2BD1" w:rsidRDefault="00A17E1C" w:rsidP="00A17E1C">
            <w:pPr>
              <w:ind w:right="106"/>
              <w:jc w:val="right"/>
              <w:rPr>
                <w:rFonts w:ascii="Browallia New" w:hAnsi="Browallia New" w:cs="Browallia New"/>
                <w:lang w:val="en-GB" w:eastAsia="en-GB"/>
              </w:rPr>
            </w:pPr>
          </w:p>
        </w:tc>
        <w:tc>
          <w:tcPr>
            <w:tcW w:w="1564" w:type="dxa"/>
          </w:tcPr>
          <w:p w14:paraId="48562B24" w14:textId="11A919AE" w:rsidR="00A17E1C" w:rsidRPr="005C2BD1" w:rsidRDefault="00A17E1C" w:rsidP="00A17E1C">
            <w:pPr>
              <w:tabs>
                <w:tab w:val="left" w:pos="720"/>
              </w:tabs>
              <w:ind w:right="106"/>
              <w:jc w:val="right"/>
              <w:rPr>
                <w:rFonts w:ascii="Browallia New" w:hAnsi="Browallia New" w:cs="Browallia New"/>
                <w:lang w:val="en-GB"/>
              </w:rPr>
            </w:pPr>
            <w:r w:rsidRPr="00544B5B">
              <w:rPr>
                <w:rFonts w:ascii="Browallia New" w:hAnsi="Browallia New" w:cs="Browallia New"/>
              </w:rPr>
              <w:t>106</w:t>
            </w:r>
            <w:r w:rsidRPr="00C717CE">
              <w:rPr>
                <w:rFonts w:ascii="Browallia New" w:hAnsi="Browallia New" w:cs="Browallia New"/>
              </w:rPr>
              <w:t>,761</w:t>
            </w:r>
          </w:p>
        </w:tc>
      </w:tr>
      <w:tr w:rsidR="00A17E1C" w:rsidRPr="005C2BD1" w14:paraId="48562B2A" w14:textId="77777777" w:rsidTr="000540A0">
        <w:trPr>
          <w:cantSplit/>
        </w:trPr>
        <w:tc>
          <w:tcPr>
            <w:tcW w:w="5567" w:type="dxa"/>
          </w:tcPr>
          <w:p w14:paraId="48562B26" w14:textId="4061FF4B" w:rsidR="00A17E1C" w:rsidRPr="005C2BD1" w:rsidRDefault="00A17E1C" w:rsidP="00A17E1C">
            <w:pPr>
              <w:rPr>
                <w:rFonts w:ascii="Browallia New" w:hAnsi="Browallia New" w:cs="Browallia New"/>
                <w:lang w:val="en-GB"/>
              </w:rPr>
            </w:pPr>
            <w:r w:rsidRPr="000672E0">
              <w:rPr>
                <w:rFonts w:ascii="Browallia New" w:hAnsi="Browallia New" w:cs="Browallia New"/>
                <w:cs/>
              </w:rPr>
              <w:t>ต้นทุนบริกา</w:t>
            </w:r>
            <w:r>
              <w:rPr>
                <w:rFonts w:ascii="Browallia New" w:hAnsi="Browallia New" w:cs="Browallia New" w:hint="cs"/>
                <w:cs/>
              </w:rPr>
              <w:t>ร</w:t>
            </w:r>
            <w:r w:rsidRPr="000672E0">
              <w:rPr>
                <w:rFonts w:ascii="Browallia New" w:hAnsi="Browallia New" w:cs="Browallia New"/>
                <w:cs/>
              </w:rPr>
              <w:t>ปัจจุบัน</w:t>
            </w:r>
          </w:p>
        </w:tc>
        <w:tc>
          <w:tcPr>
            <w:tcW w:w="1559" w:type="dxa"/>
            <w:tcBorders>
              <w:left w:val="nil"/>
            </w:tcBorders>
            <w:vAlign w:val="bottom"/>
          </w:tcPr>
          <w:p w14:paraId="48562B27" w14:textId="14F7C1D5" w:rsidR="00A17E1C" w:rsidRPr="009D3E90" w:rsidRDefault="00CA714F" w:rsidP="00A17E1C">
            <w:pPr>
              <w:tabs>
                <w:tab w:val="left" w:pos="720"/>
              </w:tabs>
              <w:ind w:right="106"/>
              <w:jc w:val="right"/>
              <w:rPr>
                <w:rFonts w:ascii="Browallia New" w:hAnsi="Browallia New" w:cs="Browallia New"/>
              </w:rPr>
            </w:pPr>
            <w:r>
              <w:rPr>
                <w:rFonts w:ascii="Browallia New" w:hAnsi="Browallia New" w:cs="Browallia New"/>
              </w:rPr>
              <w:t>2,073</w:t>
            </w:r>
          </w:p>
        </w:tc>
        <w:tc>
          <w:tcPr>
            <w:tcW w:w="283" w:type="dxa"/>
            <w:tcBorders>
              <w:left w:val="nil"/>
            </w:tcBorders>
            <w:vAlign w:val="bottom"/>
          </w:tcPr>
          <w:p w14:paraId="48562B28" w14:textId="77777777" w:rsidR="00A17E1C" w:rsidRPr="005C2BD1" w:rsidRDefault="00A17E1C" w:rsidP="00A17E1C">
            <w:pPr>
              <w:ind w:right="106"/>
              <w:jc w:val="right"/>
              <w:rPr>
                <w:rFonts w:ascii="Browallia New" w:hAnsi="Browallia New" w:cs="Browallia New"/>
                <w:lang w:val="en-GB" w:eastAsia="en-GB"/>
              </w:rPr>
            </w:pPr>
          </w:p>
        </w:tc>
        <w:tc>
          <w:tcPr>
            <w:tcW w:w="1564" w:type="dxa"/>
          </w:tcPr>
          <w:p w14:paraId="48562B29" w14:textId="7FD3C4FE" w:rsidR="00A17E1C" w:rsidRPr="005C2BD1" w:rsidRDefault="00A17E1C" w:rsidP="00A17E1C">
            <w:pPr>
              <w:ind w:right="99"/>
              <w:jc w:val="right"/>
              <w:rPr>
                <w:rFonts w:ascii="Browallia New" w:hAnsi="Browallia New" w:cs="Browallia New"/>
                <w:lang w:val="en-GB"/>
              </w:rPr>
            </w:pPr>
            <w:r w:rsidRPr="00C717CE">
              <w:rPr>
                <w:rFonts w:ascii="Browallia New" w:hAnsi="Browallia New" w:cs="Browallia New"/>
              </w:rPr>
              <w:t>8,131</w:t>
            </w:r>
          </w:p>
        </w:tc>
      </w:tr>
      <w:tr w:rsidR="00A17E1C" w:rsidRPr="005C2BD1" w14:paraId="48562B34" w14:textId="77777777" w:rsidTr="000540A0">
        <w:trPr>
          <w:cantSplit/>
        </w:trPr>
        <w:tc>
          <w:tcPr>
            <w:tcW w:w="5567" w:type="dxa"/>
          </w:tcPr>
          <w:p w14:paraId="48562B30" w14:textId="7A394273" w:rsidR="00A17E1C" w:rsidRPr="005C2BD1" w:rsidRDefault="00A17E1C" w:rsidP="00A17E1C">
            <w:pPr>
              <w:tabs>
                <w:tab w:val="left" w:pos="4318"/>
              </w:tabs>
              <w:rPr>
                <w:rFonts w:ascii="Browallia New" w:hAnsi="Browallia New" w:cs="Browallia New"/>
              </w:rPr>
            </w:pPr>
            <w:r w:rsidRPr="006871CF">
              <w:rPr>
                <w:rFonts w:ascii="Browallia New" w:hAnsi="Browallia New" w:cs="Browallia New"/>
                <w:cs/>
              </w:rPr>
              <w:t>ดอกเบี้ยจ่าย</w:t>
            </w:r>
          </w:p>
        </w:tc>
        <w:tc>
          <w:tcPr>
            <w:tcW w:w="1559" w:type="dxa"/>
            <w:tcBorders>
              <w:left w:val="nil"/>
            </w:tcBorders>
            <w:vAlign w:val="bottom"/>
          </w:tcPr>
          <w:p w14:paraId="48562B31" w14:textId="01B7317D" w:rsidR="00A17E1C" w:rsidRPr="009D3E90" w:rsidRDefault="00CA714F" w:rsidP="00A17E1C">
            <w:pPr>
              <w:tabs>
                <w:tab w:val="left" w:pos="720"/>
              </w:tabs>
              <w:ind w:right="106"/>
              <w:jc w:val="right"/>
              <w:rPr>
                <w:rFonts w:ascii="Browallia New" w:hAnsi="Browallia New" w:cs="Browallia New"/>
                <w:cs/>
              </w:rPr>
            </w:pPr>
            <w:r>
              <w:rPr>
                <w:rFonts w:ascii="Browallia New" w:hAnsi="Browallia New" w:cs="Browallia New"/>
              </w:rPr>
              <w:t>568</w:t>
            </w:r>
          </w:p>
        </w:tc>
        <w:tc>
          <w:tcPr>
            <w:tcW w:w="283" w:type="dxa"/>
            <w:tcBorders>
              <w:left w:val="nil"/>
            </w:tcBorders>
            <w:vAlign w:val="bottom"/>
          </w:tcPr>
          <w:p w14:paraId="48562B32" w14:textId="77777777" w:rsidR="00A17E1C" w:rsidRPr="005C2BD1" w:rsidRDefault="00A17E1C" w:rsidP="00A17E1C">
            <w:pPr>
              <w:ind w:right="106"/>
              <w:jc w:val="right"/>
              <w:rPr>
                <w:rFonts w:ascii="Browallia New" w:hAnsi="Browallia New" w:cs="Browallia New"/>
                <w:lang w:val="en-GB" w:eastAsia="en-GB"/>
              </w:rPr>
            </w:pPr>
          </w:p>
        </w:tc>
        <w:tc>
          <w:tcPr>
            <w:tcW w:w="1564" w:type="dxa"/>
          </w:tcPr>
          <w:p w14:paraId="48562B33" w14:textId="6BF237B0" w:rsidR="00A17E1C" w:rsidRPr="005C2BD1" w:rsidRDefault="00A17E1C" w:rsidP="00A17E1C">
            <w:pPr>
              <w:ind w:right="99"/>
              <w:jc w:val="right"/>
              <w:rPr>
                <w:rFonts w:ascii="Browallia New" w:hAnsi="Browallia New" w:cs="Browallia New"/>
                <w:lang w:val="en-GB"/>
              </w:rPr>
            </w:pPr>
            <w:r w:rsidRPr="00C717CE">
              <w:rPr>
                <w:rFonts w:ascii="Browallia New" w:hAnsi="Browallia New" w:cs="Browallia New"/>
              </w:rPr>
              <w:t>2,19</w:t>
            </w:r>
            <w:r w:rsidRPr="00302A9E">
              <w:rPr>
                <w:rFonts w:ascii="Browallia New" w:hAnsi="Browallia New" w:cs="Browallia New"/>
              </w:rPr>
              <w:t>8</w:t>
            </w:r>
          </w:p>
        </w:tc>
      </w:tr>
      <w:tr w:rsidR="00A17E1C" w:rsidRPr="005C2BD1" w14:paraId="660587D9" w14:textId="77777777" w:rsidTr="000540A0">
        <w:trPr>
          <w:cantSplit/>
        </w:trPr>
        <w:tc>
          <w:tcPr>
            <w:tcW w:w="5567" w:type="dxa"/>
          </w:tcPr>
          <w:p w14:paraId="4AB45BF1" w14:textId="0332F101" w:rsidR="00A17E1C" w:rsidRPr="000672E0" w:rsidRDefault="00A17E1C" w:rsidP="00A17E1C">
            <w:pPr>
              <w:tabs>
                <w:tab w:val="left" w:pos="4318"/>
              </w:tabs>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w:t>
            </w:r>
            <w:r>
              <w:rPr>
                <w:rFonts w:ascii="Browallia New" w:hAnsi="Browallia New" w:cs="Browallia New" w:hint="cs"/>
                <w:cs/>
              </w:rPr>
              <w:t>งวด</w:t>
            </w:r>
          </w:p>
        </w:tc>
        <w:tc>
          <w:tcPr>
            <w:tcW w:w="1559" w:type="dxa"/>
            <w:tcBorders>
              <w:left w:val="nil"/>
              <w:bottom w:val="single" w:sz="4" w:space="0" w:color="auto"/>
            </w:tcBorders>
            <w:vAlign w:val="bottom"/>
          </w:tcPr>
          <w:p w14:paraId="043804F8" w14:textId="7444CB64" w:rsidR="00A17E1C" w:rsidRPr="009D3E90" w:rsidRDefault="00CA714F" w:rsidP="00A17E1C">
            <w:pPr>
              <w:tabs>
                <w:tab w:val="left" w:pos="720"/>
              </w:tabs>
              <w:ind w:right="106"/>
              <w:jc w:val="right"/>
              <w:rPr>
                <w:rFonts w:ascii="Browallia New" w:hAnsi="Browallia New" w:cs="Browallia New"/>
                <w:cs/>
              </w:rPr>
            </w:pPr>
            <w:r>
              <w:rPr>
                <w:rFonts w:ascii="Browallia New" w:hAnsi="Browallia New" w:cs="Browallia New"/>
              </w:rPr>
              <w:t>(848)</w:t>
            </w:r>
          </w:p>
        </w:tc>
        <w:tc>
          <w:tcPr>
            <w:tcW w:w="283" w:type="dxa"/>
            <w:tcBorders>
              <w:left w:val="nil"/>
            </w:tcBorders>
            <w:vAlign w:val="bottom"/>
          </w:tcPr>
          <w:p w14:paraId="74235E74" w14:textId="77777777" w:rsidR="00A17E1C" w:rsidRPr="005C2BD1" w:rsidRDefault="00A17E1C" w:rsidP="00A17E1C">
            <w:pPr>
              <w:ind w:right="106"/>
              <w:jc w:val="right"/>
              <w:rPr>
                <w:rFonts w:ascii="Browallia New" w:hAnsi="Browallia New" w:cs="Browallia New"/>
                <w:lang w:val="en-GB" w:eastAsia="en-GB"/>
              </w:rPr>
            </w:pPr>
          </w:p>
        </w:tc>
        <w:tc>
          <w:tcPr>
            <w:tcW w:w="1564" w:type="dxa"/>
            <w:tcBorders>
              <w:bottom w:val="single" w:sz="4" w:space="0" w:color="auto"/>
            </w:tcBorders>
            <w:vAlign w:val="bottom"/>
          </w:tcPr>
          <w:p w14:paraId="0BEB8978" w14:textId="0E3BA5E1" w:rsidR="00A17E1C" w:rsidRPr="005C2BD1" w:rsidRDefault="00A17E1C" w:rsidP="00A17E1C">
            <w:pPr>
              <w:ind w:right="99"/>
              <w:jc w:val="right"/>
              <w:rPr>
                <w:rFonts w:ascii="Browallia New" w:hAnsi="Browallia New" w:cs="Browallia New"/>
                <w:lang w:val="en-GB"/>
              </w:rPr>
            </w:pPr>
            <w:r w:rsidRPr="00C717CE">
              <w:rPr>
                <w:rFonts w:ascii="Browallia New" w:hAnsi="Browallia New" w:cs="Browallia New"/>
                <w:cs/>
              </w:rPr>
              <w:t>(</w:t>
            </w:r>
            <w:r w:rsidRPr="00C717CE">
              <w:rPr>
                <w:rFonts w:ascii="Browallia New" w:hAnsi="Browallia New" w:cs="Browallia New"/>
              </w:rPr>
              <w:t>10,695</w:t>
            </w:r>
            <w:r w:rsidRPr="00C717CE">
              <w:rPr>
                <w:rFonts w:ascii="Browallia New" w:hAnsi="Browallia New" w:cs="Browallia New"/>
                <w:cs/>
              </w:rPr>
              <w:t>)</w:t>
            </w:r>
          </w:p>
        </w:tc>
      </w:tr>
      <w:tr w:rsidR="00A17E1C" w:rsidRPr="005C2BD1" w14:paraId="38003711" w14:textId="77777777" w:rsidTr="000540A0">
        <w:trPr>
          <w:cantSplit/>
        </w:trPr>
        <w:tc>
          <w:tcPr>
            <w:tcW w:w="5567" w:type="dxa"/>
          </w:tcPr>
          <w:p w14:paraId="422A2A6F" w14:textId="4C2ADEB0" w:rsidR="00A17E1C" w:rsidRPr="000672E0" w:rsidRDefault="00A17E1C" w:rsidP="00A17E1C">
            <w:pPr>
              <w:tabs>
                <w:tab w:val="left" w:pos="4318"/>
              </w:tabs>
              <w:rPr>
                <w:rFonts w:ascii="Browallia New" w:hAnsi="Browallia New" w:cs="Browallia New"/>
                <w:cs/>
              </w:rPr>
            </w:pPr>
            <w:r>
              <w:rPr>
                <w:rFonts w:ascii="Browallia New" w:hAnsi="Browallia New" w:cs="Browallia New" w:hint="cs"/>
                <w:cs/>
              </w:rPr>
              <w:t>รวม</w:t>
            </w:r>
          </w:p>
        </w:tc>
        <w:tc>
          <w:tcPr>
            <w:tcW w:w="1559" w:type="dxa"/>
            <w:tcBorders>
              <w:top w:val="single" w:sz="4" w:space="0" w:color="auto"/>
              <w:left w:val="nil"/>
            </w:tcBorders>
            <w:vAlign w:val="bottom"/>
          </w:tcPr>
          <w:p w14:paraId="66AAB9F7" w14:textId="2157679B" w:rsidR="00A17E1C" w:rsidRPr="009D3E90" w:rsidRDefault="00CA714F" w:rsidP="00A17E1C">
            <w:pPr>
              <w:tabs>
                <w:tab w:val="left" w:pos="720"/>
              </w:tabs>
              <w:ind w:right="106"/>
              <w:jc w:val="right"/>
              <w:rPr>
                <w:rFonts w:ascii="Browallia New" w:hAnsi="Browallia New" w:cs="Browallia New"/>
                <w:cs/>
              </w:rPr>
            </w:pPr>
            <w:r>
              <w:rPr>
                <w:rFonts w:ascii="Browallia New" w:hAnsi="Browallia New" w:cs="Browallia New"/>
              </w:rPr>
              <w:t>108,188</w:t>
            </w:r>
          </w:p>
        </w:tc>
        <w:tc>
          <w:tcPr>
            <w:tcW w:w="283" w:type="dxa"/>
            <w:tcBorders>
              <w:left w:val="nil"/>
            </w:tcBorders>
            <w:vAlign w:val="bottom"/>
          </w:tcPr>
          <w:p w14:paraId="3EAD2A2C" w14:textId="77777777" w:rsidR="00A17E1C" w:rsidRPr="005C2BD1" w:rsidRDefault="00A17E1C" w:rsidP="00A17E1C">
            <w:pPr>
              <w:ind w:right="106"/>
              <w:jc w:val="right"/>
              <w:rPr>
                <w:rFonts w:ascii="Browallia New" w:hAnsi="Browallia New" w:cs="Browallia New"/>
                <w:lang w:val="en-GB" w:eastAsia="en-GB"/>
              </w:rPr>
            </w:pPr>
          </w:p>
        </w:tc>
        <w:tc>
          <w:tcPr>
            <w:tcW w:w="1564" w:type="dxa"/>
            <w:tcBorders>
              <w:top w:val="single" w:sz="4" w:space="0" w:color="auto"/>
            </w:tcBorders>
            <w:vAlign w:val="bottom"/>
          </w:tcPr>
          <w:p w14:paraId="1437B3FA" w14:textId="312E67FF" w:rsidR="00A17E1C" w:rsidRPr="005C2BD1" w:rsidRDefault="00A17E1C" w:rsidP="00A17E1C">
            <w:pPr>
              <w:ind w:right="99"/>
              <w:jc w:val="right"/>
              <w:rPr>
                <w:rFonts w:ascii="Browallia New" w:hAnsi="Browallia New" w:cs="Browallia New"/>
                <w:lang w:val="en-GB"/>
              </w:rPr>
            </w:pPr>
            <w:r w:rsidRPr="00C717CE">
              <w:rPr>
                <w:rFonts w:ascii="Browallia New" w:hAnsi="Browallia New" w:cs="Browallia New"/>
                <w:lang w:val="en-GB"/>
              </w:rPr>
              <w:t>106,39</w:t>
            </w:r>
            <w:r w:rsidRPr="00302A9E">
              <w:rPr>
                <w:rFonts w:ascii="Browallia New" w:hAnsi="Browallia New" w:cs="Browallia New"/>
                <w:lang w:val="en-GB"/>
              </w:rPr>
              <w:t>5</w:t>
            </w:r>
          </w:p>
        </w:tc>
      </w:tr>
      <w:tr w:rsidR="00A17E1C" w:rsidRPr="005C2BD1" w14:paraId="48562B3F" w14:textId="77777777" w:rsidTr="000540A0">
        <w:trPr>
          <w:cantSplit/>
        </w:trPr>
        <w:tc>
          <w:tcPr>
            <w:tcW w:w="5567" w:type="dxa"/>
          </w:tcPr>
          <w:p w14:paraId="48562B3B" w14:textId="3513DC2A" w:rsidR="00A17E1C" w:rsidRPr="005C2BD1" w:rsidRDefault="00A17E1C" w:rsidP="00A17E1C">
            <w:pPr>
              <w:tabs>
                <w:tab w:val="left" w:pos="4318"/>
              </w:tabs>
              <w:ind w:left="283" w:hanging="283"/>
              <w:rPr>
                <w:rFonts w:ascii="Browallia New" w:hAnsi="Browallia New" w:cs="Browallia New"/>
                <w:cs/>
              </w:rPr>
            </w:pPr>
            <w:r w:rsidRPr="0082641D">
              <w:rPr>
                <w:rFonts w:ascii="Browallia New" w:hAnsi="Browallia New" w:cs="Browallia New" w:hint="cs"/>
                <w:u w:val="single"/>
                <w:cs/>
              </w:rPr>
              <w:t>หัก</w:t>
            </w:r>
            <w:r>
              <w:rPr>
                <w:rFonts w:ascii="Browallia New" w:hAnsi="Browallia New" w:cs="Browallia New" w:hint="cs"/>
                <w:cs/>
              </w:rPr>
              <w:t xml:space="preserve"> </w:t>
            </w:r>
            <w:r w:rsidRPr="000672E0">
              <w:rPr>
                <w:rFonts w:ascii="Browallia New" w:hAnsi="Browallia New" w:cs="Browallia New" w:hint="cs"/>
                <w:cs/>
              </w:rPr>
              <w:t>ส่วนที่ถึงกำหนดชำระภายในหนึ่งปี</w:t>
            </w:r>
          </w:p>
        </w:tc>
        <w:tc>
          <w:tcPr>
            <w:tcW w:w="1559" w:type="dxa"/>
            <w:tcBorders>
              <w:left w:val="nil"/>
              <w:bottom w:val="single" w:sz="4" w:space="0" w:color="auto"/>
            </w:tcBorders>
            <w:vAlign w:val="bottom"/>
          </w:tcPr>
          <w:p w14:paraId="48562B3C" w14:textId="38A098B0" w:rsidR="00A17E1C" w:rsidRPr="009D3E90" w:rsidRDefault="00CA714F" w:rsidP="00A17E1C">
            <w:pPr>
              <w:tabs>
                <w:tab w:val="left" w:pos="720"/>
              </w:tabs>
              <w:ind w:right="106"/>
              <w:jc w:val="right"/>
              <w:rPr>
                <w:rFonts w:ascii="Browallia New" w:hAnsi="Browallia New" w:cs="Browallia New"/>
                <w:cs/>
              </w:rPr>
            </w:pPr>
            <w:r>
              <w:rPr>
                <w:rFonts w:ascii="Browallia New" w:hAnsi="Browallia New" w:cs="Browallia New"/>
              </w:rPr>
              <w:t>(5,369)</w:t>
            </w:r>
          </w:p>
        </w:tc>
        <w:tc>
          <w:tcPr>
            <w:tcW w:w="283" w:type="dxa"/>
            <w:tcBorders>
              <w:left w:val="nil"/>
            </w:tcBorders>
            <w:vAlign w:val="bottom"/>
          </w:tcPr>
          <w:p w14:paraId="48562B3D" w14:textId="77777777" w:rsidR="00A17E1C" w:rsidRPr="005C2BD1" w:rsidRDefault="00A17E1C" w:rsidP="00A17E1C">
            <w:pPr>
              <w:ind w:right="106"/>
              <w:jc w:val="right"/>
              <w:rPr>
                <w:rFonts w:ascii="Browallia New" w:hAnsi="Browallia New" w:cs="Browallia New"/>
                <w:lang w:val="en-GB" w:eastAsia="en-GB"/>
              </w:rPr>
            </w:pPr>
          </w:p>
        </w:tc>
        <w:tc>
          <w:tcPr>
            <w:tcW w:w="1564" w:type="dxa"/>
            <w:tcBorders>
              <w:bottom w:val="single" w:sz="4" w:space="0" w:color="auto"/>
            </w:tcBorders>
            <w:vAlign w:val="center"/>
          </w:tcPr>
          <w:p w14:paraId="48562B3E" w14:textId="040E71B5" w:rsidR="00A17E1C" w:rsidRPr="005C2BD1" w:rsidRDefault="00A17E1C" w:rsidP="00A17E1C">
            <w:pPr>
              <w:tabs>
                <w:tab w:val="left" w:pos="720"/>
              </w:tabs>
              <w:ind w:right="106"/>
              <w:jc w:val="right"/>
              <w:rPr>
                <w:rFonts w:ascii="Browallia New" w:hAnsi="Browallia New" w:cs="Browallia New"/>
              </w:rPr>
            </w:pPr>
            <w:r w:rsidRPr="00C717CE">
              <w:rPr>
                <w:rFonts w:ascii="Browallia New" w:hAnsi="Browallia New" w:cs="Browallia New"/>
                <w:cs/>
                <w:lang w:val="en-GB"/>
              </w:rPr>
              <w:t>(</w:t>
            </w:r>
            <w:r w:rsidRPr="00C717CE">
              <w:rPr>
                <w:rFonts w:ascii="Browallia New" w:hAnsi="Browallia New" w:cs="Browallia New"/>
                <w:lang w:val="en-GB"/>
              </w:rPr>
              <w:t>5,793</w:t>
            </w:r>
            <w:r w:rsidRPr="00C717CE">
              <w:rPr>
                <w:rFonts w:ascii="Browallia New" w:hAnsi="Browallia New" w:cs="Browallia New"/>
                <w:cs/>
                <w:lang w:val="en-GB"/>
              </w:rPr>
              <w:t>)</w:t>
            </w:r>
          </w:p>
        </w:tc>
      </w:tr>
      <w:tr w:rsidR="00A17E1C" w:rsidRPr="005C2BD1" w14:paraId="48562B44" w14:textId="77777777" w:rsidTr="000540A0">
        <w:trPr>
          <w:cantSplit/>
        </w:trPr>
        <w:tc>
          <w:tcPr>
            <w:tcW w:w="5567" w:type="dxa"/>
          </w:tcPr>
          <w:p w14:paraId="48562B40" w14:textId="17698805" w:rsidR="00A17E1C" w:rsidRPr="005C2BD1" w:rsidRDefault="00A17E1C" w:rsidP="00A17E1C">
            <w:pPr>
              <w:ind w:left="252" w:hanging="252"/>
              <w:rPr>
                <w:rFonts w:ascii="Browallia New" w:hAnsi="Browallia New" w:cs="Browallia New"/>
                <w:cs/>
              </w:rPr>
            </w:pPr>
            <w:r>
              <w:rPr>
                <w:rFonts w:ascii="Browallia New" w:hAnsi="Browallia New" w:cs="Browallia New" w:hint="cs"/>
                <w:cs/>
              </w:rPr>
              <w:t>ยอดคงเหลือสิ้นงวด</w:t>
            </w:r>
          </w:p>
        </w:tc>
        <w:tc>
          <w:tcPr>
            <w:tcW w:w="1559" w:type="dxa"/>
            <w:tcBorders>
              <w:top w:val="single" w:sz="4" w:space="0" w:color="auto"/>
              <w:left w:val="nil"/>
              <w:bottom w:val="single" w:sz="12" w:space="0" w:color="auto"/>
            </w:tcBorders>
            <w:vAlign w:val="bottom"/>
          </w:tcPr>
          <w:p w14:paraId="48562B41" w14:textId="392CD118" w:rsidR="00A17E1C" w:rsidRPr="009D3E90" w:rsidRDefault="00CA714F" w:rsidP="00A17E1C">
            <w:pPr>
              <w:tabs>
                <w:tab w:val="left" w:pos="720"/>
              </w:tabs>
              <w:ind w:right="106"/>
              <w:jc w:val="right"/>
              <w:rPr>
                <w:rFonts w:ascii="Browallia New" w:hAnsi="Browallia New" w:cs="Browallia New"/>
              </w:rPr>
            </w:pPr>
            <w:r>
              <w:rPr>
                <w:rFonts w:ascii="Browallia New" w:hAnsi="Browallia New" w:cs="Browallia New"/>
              </w:rPr>
              <w:t>102,819</w:t>
            </w:r>
          </w:p>
        </w:tc>
        <w:tc>
          <w:tcPr>
            <w:tcW w:w="283" w:type="dxa"/>
            <w:tcBorders>
              <w:left w:val="nil"/>
            </w:tcBorders>
            <w:vAlign w:val="bottom"/>
          </w:tcPr>
          <w:p w14:paraId="48562B42" w14:textId="77777777" w:rsidR="00A17E1C" w:rsidRPr="005C2BD1" w:rsidRDefault="00A17E1C" w:rsidP="00A17E1C">
            <w:pPr>
              <w:ind w:right="106"/>
              <w:jc w:val="right"/>
              <w:rPr>
                <w:rFonts w:ascii="Browallia New" w:hAnsi="Browallia New" w:cs="Browallia New"/>
                <w:lang w:val="en-GB" w:eastAsia="en-GB"/>
              </w:rPr>
            </w:pPr>
          </w:p>
        </w:tc>
        <w:tc>
          <w:tcPr>
            <w:tcW w:w="1564" w:type="dxa"/>
            <w:tcBorders>
              <w:top w:val="single" w:sz="4" w:space="0" w:color="auto"/>
              <w:bottom w:val="single" w:sz="12" w:space="0" w:color="auto"/>
            </w:tcBorders>
            <w:vAlign w:val="bottom"/>
          </w:tcPr>
          <w:p w14:paraId="48562B43" w14:textId="075E633C" w:rsidR="00A17E1C" w:rsidRPr="005C2BD1" w:rsidRDefault="00A17E1C" w:rsidP="00A17E1C">
            <w:pPr>
              <w:tabs>
                <w:tab w:val="left" w:pos="720"/>
              </w:tabs>
              <w:ind w:right="106"/>
              <w:jc w:val="right"/>
              <w:rPr>
                <w:rFonts w:ascii="Browallia New" w:hAnsi="Browallia New" w:cs="Browallia New"/>
                <w:cs/>
              </w:rPr>
            </w:pPr>
            <w:r w:rsidRPr="00C717CE">
              <w:rPr>
                <w:rFonts w:ascii="Browallia New" w:hAnsi="Browallia New" w:cs="Browallia New"/>
                <w:lang w:val="en-GB"/>
              </w:rPr>
              <w:t>100,60</w:t>
            </w:r>
            <w:r w:rsidRPr="00302A9E">
              <w:rPr>
                <w:rFonts w:ascii="Browallia New" w:hAnsi="Browallia New" w:cs="Browallia New"/>
                <w:lang w:val="en-GB"/>
              </w:rPr>
              <w:t>2</w:t>
            </w:r>
          </w:p>
        </w:tc>
      </w:tr>
      <w:tr w:rsidR="00A17E1C" w:rsidRPr="005E190E" w14:paraId="48562B49" w14:textId="77777777" w:rsidTr="000540A0">
        <w:trPr>
          <w:cantSplit/>
        </w:trPr>
        <w:tc>
          <w:tcPr>
            <w:tcW w:w="5567" w:type="dxa"/>
          </w:tcPr>
          <w:p w14:paraId="48562B45" w14:textId="7766B563" w:rsidR="00A17E1C" w:rsidRPr="005E190E" w:rsidRDefault="00A17E1C" w:rsidP="00A17E1C">
            <w:pPr>
              <w:tabs>
                <w:tab w:val="left" w:pos="4318"/>
              </w:tabs>
              <w:rPr>
                <w:rFonts w:ascii="Browallia New" w:hAnsi="Browallia New" w:cs="Browallia New"/>
                <w:sz w:val="20"/>
                <w:szCs w:val="20"/>
                <w:u w:val="single"/>
                <w:cs/>
              </w:rPr>
            </w:pPr>
          </w:p>
        </w:tc>
        <w:tc>
          <w:tcPr>
            <w:tcW w:w="1559" w:type="dxa"/>
            <w:tcBorders>
              <w:top w:val="single" w:sz="12" w:space="0" w:color="auto"/>
              <w:left w:val="nil"/>
            </w:tcBorders>
            <w:vAlign w:val="bottom"/>
          </w:tcPr>
          <w:p w14:paraId="48562B46" w14:textId="5C78528F" w:rsidR="00A17E1C" w:rsidRPr="000540A0" w:rsidRDefault="00A17E1C" w:rsidP="00A17E1C">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A17E1C" w:rsidRPr="005E190E" w:rsidRDefault="00A17E1C" w:rsidP="00A17E1C">
            <w:pPr>
              <w:ind w:right="106"/>
              <w:jc w:val="right"/>
              <w:rPr>
                <w:rFonts w:ascii="Browallia New" w:hAnsi="Browallia New" w:cs="Browallia New"/>
                <w:sz w:val="20"/>
                <w:szCs w:val="20"/>
                <w:lang w:val="en-GB" w:eastAsia="en-GB"/>
              </w:rPr>
            </w:pPr>
          </w:p>
        </w:tc>
        <w:tc>
          <w:tcPr>
            <w:tcW w:w="1564" w:type="dxa"/>
            <w:tcBorders>
              <w:top w:val="single" w:sz="12" w:space="0" w:color="auto"/>
            </w:tcBorders>
            <w:vAlign w:val="bottom"/>
          </w:tcPr>
          <w:p w14:paraId="48562B48" w14:textId="3C607BC0" w:rsidR="00A17E1C" w:rsidRPr="005E190E" w:rsidRDefault="00A17E1C" w:rsidP="00A17E1C">
            <w:pPr>
              <w:tabs>
                <w:tab w:val="left" w:pos="720"/>
              </w:tabs>
              <w:ind w:right="106"/>
              <w:jc w:val="right"/>
              <w:rPr>
                <w:rFonts w:ascii="Browallia New" w:hAnsi="Browallia New" w:cs="Browallia New"/>
                <w:sz w:val="20"/>
                <w:szCs w:val="20"/>
              </w:rPr>
            </w:pPr>
          </w:p>
        </w:tc>
      </w:tr>
      <w:tr w:rsidR="00A17E1C" w:rsidRPr="005C2BD1" w14:paraId="48562B4E" w14:textId="77777777" w:rsidTr="000540A0">
        <w:trPr>
          <w:cantSplit/>
          <w:trHeight w:val="280"/>
        </w:trPr>
        <w:tc>
          <w:tcPr>
            <w:tcW w:w="5567" w:type="dxa"/>
          </w:tcPr>
          <w:p w14:paraId="48562B4A" w14:textId="32E02DE3" w:rsidR="00A17E1C" w:rsidRPr="005C2BD1" w:rsidRDefault="00A17E1C" w:rsidP="00A17E1C">
            <w:pPr>
              <w:rPr>
                <w:rFonts w:ascii="Browallia New" w:hAnsi="Browallia New" w:cs="Browallia New"/>
                <w:lang w:val="en-GB"/>
              </w:rPr>
            </w:pPr>
            <w:r w:rsidRPr="000672E0">
              <w:rPr>
                <w:rFonts w:ascii="Browallia New" w:hAnsi="Browallia New" w:cs="Browallia New"/>
                <w:cs/>
              </w:rPr>
              <w:t>ไม่ได้จัดตั้งเป็นกองทุนทั้งหมด</w:t>
            </w:r>
          </w:p>
        </w:tc>
        <w:tc>
          <w:tcPr>
            <w:tcW w:w="1559" w:type="dxa"/>
            <w:tcBorders>
              <w:left w:val="nil"/>
              <w:bottom w:val="single" w:sz="12" w:space="0" w:color="auto"/>
            </w:tcBorders>
            <w:vAlign w:val="bottom"/>
          </w:tcPr>
          <w:p w14:paraId="48562B4B" w14:textId="4E252B54" w:rsidR="00A17E1C" w:rsidRPr="000540A0" w:rsidRDefault="00647772" w:rsidP="00A17E1C">
            <w:pPr>
              <w:tabs>
                <w:tab w:val="left" w:pos="720"/>
              </w:tabs>
              <w:ind w:right="106"/>
              <w:jc w:val="right"/>
              <w:rPr>
                <w:rFonts w:ascii="Browallia New" w:hAnsi="Browallia New" w:cs="Browallia New"/>
                <w:cs/>
              </w:rPr>
            </w:pPr>
            <w:r>
              <w:rPr>
                <w:rFonts w:ascii="Browallia New" w:hAnsi="Browallia New" w:cs="Browallia New"/>
              </w:rPr>
              <w:t>108,188</w:t>
            </w:r>
          </w:p>
        </w:tc>
        <w:tc>
          <w:tcPr>
            <w:tcW w:w="283" w:type="dxa"/>
            <w:tcBorders>
              <w:left w:val="nil"/>
            </w:tcBorders>
            <w:vAlign w:val="bottom"/>
          </w:tcPr>
          <w:p w14:paraId="48562B4C" w14:textId="77777777" w:rsidR="00A17E1C" w:rsidRPr="005C2BD1" w:rsidRDefault="00A17E1C" w:rsidP="00A17E1C">
            <w:pPr>
              <w:ind w:right="106"/>
              <w:jc w:val="right"/>
              <w:rPr>
                <w:rFonts w:ascii="Browallia New" w:hAnsi="Browallia New" w:cs="Browallia New"/>
                <w:lang w:val="en-GB" w:eastAsia="en-GB"/>
              </w:rPr>
            </w:pPr>
          </w:p>
        </w:tc>
        <w:tc>
          <w:tcPr>
            <w:tcW w:w="1564" w:type="dxa"/>
            <w:tcBorders>
              <w:bottom w:val="single" w:sz="12" w:space="0" w:color="auto"/>
            </w:tcBorders>
            <w:vAlign w:val="bottom"/>
          </w:tcPr>
          <w:p w14:paraId="48562B4D" w14:textId="02FC149B" w:rsidR="00A17E1C" w:rsidRPr="005C2BD1" w:rsidRDefault="00A17E1C" w:rsidP="00A17E1C">
            <w:pPr>
              <w:tabs>
                <w:tab w:val="left" w:pos="720"/>
              </w:tabs>
              <w:ind w:right="106"/>
              <w:jc w:val="right"/>
              <w:rPr>
                <w:rFonts w:ascii="Browallia New" w:hAnsi="Browallia New" w:cs="Browallia New"/>
              </w:rPr>
            </w:pPr>
            <w:r w:rsidRPr="00C717CE">
              <w:rPr>
                <w:rFonts w:ascii="Browallia New" w:hAnsi="Browallia New" w:cs="Browallia New"/>
                <w:lang w:val="en-GB"/>
              </w:rPr>
              <w:t>106,39</w:t>
            </w:r>
            <w:r w:rsidRPr="00302A9E">
              <w:rPr>
                <w:rFonts w:ascii="Browallia New" w:hAnsi="Browallia New" w:cs="Browallia New"/>
                <w:lang w:val="en-GB"/>
              </w:rPr>
              <w:t>5</w:t>
            </w:r>
          </w:p>
        </w:tc>
      </w:tr>
    </w:tbl>
    <w:p w14:paraId="0A6CC608" w14:textId="23F7A593" w:rsidR="00C7749E" w:rsidRDefault="00C7749E">
      <w:pPr>
        <w:rPr>
          <w:rFonts w:ascii="Browallia New" w:hAnsi="Browallia New" w:cs="Browallia New"/>
          <w:sz w:val="22"/>
        </w:rPr>
      </w:pPr>
    </w:p>
    <w:p w14:paraId="48562E65" w14:textId="41ABF74B" w:rsidR="003A7824" w:rsidRPr="0097558C" w:rsidRDefault="00FF56AE" w:rsidP="00A81E65">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97558C">
        <w:rPr>
          <w:rFonts w:ascii="Browallia New" w:hAnsi="Browallia New" w:cs="Browallia New" w:hint="cs"/>
          <w:b/>
          <w:bCs/>
          <w:cs/>
        </w:rPr>
        <w:t>รายได้</w:t>
      </w:r>
    </w:p>
    <w:p w14:paraId="48562E66" w14:textId="1658B670" w:rsidR="00CE5D08" w:rsidRPr="00FC3BF2" w:rsidRDefault="00CE5D08" w:rsidP="000C25BB">
      <w:pPr>
        <w:ind w:left="360"/>
        <w:jc w:val="thaiDistribute"/>
        <w:rPr>
          <w:rFonts w:ascii="Browallia New" w:hAnsi="Browallia New" w:cs="Browallia New"/>
        </w:rPr>
      </w:pPr>
    </w:p>
    <w:p w14:paraId="645BA64D" w14:textId="3FDC6608" w:rsidR="00816006" w:rsidRPr="000C25BB" w:rsidRDefault="002F30BA" w:rsidP="00FC3BF2">
      <w:pPr>
        <w:ind w:left="387"/>
        <w:jc w:val="thaiDistribute"/>
        <w:rPr>
          <w:rFonts w:ascii="Browallia New" w:hAnsi="Browallia New" w:cs="Browallia New"/>
          <w:cs/>
        </w:rPr>
      </w:pPr>
      <w:r>
        <w:rPr>
          <w:rFonts w:ascii="Browallia New" w:hAnsi="Browallia New" w:cs="Browallia New" w:hint="cs"/>
          <w:cs/>
        </w:rPr>
        <w:t>ข้อมูลรายได้ของ</w:t>
      </w:r>
      <w:r w:rsidR="003654D7">
        <w:rPr>
          <w:rFonts w:ascii="Browallia New" w:hAnsi="Browallia New" w:cs="Browallia New" w:hint="cs"/>
          <w:cs/>
        </w:rPr>
        <w:t>กลุ่ม</w:t>
      </w:r>
      <w:r>
        <w:rPr>
          <w:rFonts w:ascii="Browallia New" w:hAnsi="Browallia New" w:cs="Browallia New" w:hint="cs"/>
          <w:cs/>
        </w:rPr>
        <w:t>บริษัทจำแนกตามวิธีการบันทึกรายได้ มีดังนี้</w:t>
      </w:r>
    </w:p>
    <w:p w14:paraId="01108E90" w14:textId="217D8DA6" w:rsidR="005D47F3" w:rsidRPr="00FC3BF2" w:rsidRDefault="005D47F3" w:rsidP="000C25BB">
      <w:pPr>
        <w:ind w:left="360"/>
        <w:jc w:val="thaiDistribute"/>
        <w:rPr>
          <w:rFonts w:ascii="Browallia New" w:hAnsi="Browallia New" w:cs="Browallia New"/>
          <w:sz w:val="24"/>
          <w:szCs w:val="24"/>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B64BD7" w:rsidRPr="006E22C9" w14:paraId="510AB7C2" w14:textId="77777777" w:rsidTr="000540A0">
        <w:trPr>
          <w:trHeight w:val="20"/>
        </w:trPr>
        <w:tc>
          <w:tcPr>
            <w:tcW w:w="1543" w:type="dxa"/>
            <w:vAlign w:val="bottom"/>
          </w:tcPr>
          <w:p w14:paraId="7BDC53E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E8B4CB6"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B64BD7" w:rsidRPr="006E22C9" w14:paraId="7C77C407" w14:textId="77777777" w:rsidTr="000540A0">
        <w:trPr>
          <w:trHeight w:val="20"/>
        </w:trPr>
        <w:tc>
          <w:tcPr>
            <w:tcW w:w="1543" w:type="dxa"/>
            <w:vAlign w:val="bottom"/>
          </w:tcPr>
          <w:p w14:paraId="23387EEC"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969D75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B64BD7" w:rsidRPr="006E22C9" w14:paraId="44584A64" w14:textId="77777777" w:rsidTr="000540A0">
        <w:trPr>
          <w:trHeight w:val="20"/>
        </w:trPr>
        <w:tc>
          <w:tcPr>
            <w:tcW w:w="1543" w:type="dxa"/>
            <w:vAlign w:val="bottom"/>
          </w:tcPr>
          <w:p w14:paraId="19A8380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57B4022" w14:textId="31E3ACF2"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sidR="009F5009">
              <w:rPr>
                <w:rFonts w:ascii="Browallia New" w:hAnsi="Browallia New" w:cs="Browallia New"/>
                <w:color w:val="000000"/>
                <w:sz w:val="20"/>
                <w:szCs w:val="20"/>
              </w:rPr>
              <w:t>31</w:t>
            </w:r>
            <w:r w:rsidR="009F5009">
              <w:rPr>
                <w:rFonts w:ascii="Browallia New" w:hAnsi="Browallia New" w:cs="Browallia New" w:hint="cs"/>
                <w:color w:val="000000"/>
                <w:sz w:val="20"/>
                <w:szCs w:val="20"/>
                <w:cs/>
              </w:rPr>
              <w:t xml:space="preserve"> มีนาคม</w:t>
            </w:r>
          </w:p>
        </w:tc>
      </w:tr>
      <w:tr w:rsidR="00B64BD7" w:rsidRPr="006E22C9" w14:paraId="3C16BBE3" w14:textId="77777777" w:rsidTr="000540A0">
        <w:trPr>
          <w:trHeight w:val="20"/>
        </w:trPr>
        <w:tc>
          <w:tcPr>
            <w:tcW w:w="1543" w:type="dxa"/>
            <w:vAlign w:val="bottom"/>
          </w:tcPr>
          <w:p w14:paraId="0A2AC9B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2688BD08" w14:textId="066E9C28"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9F5009">
              <w:rPr>
                <w:rFonts w:ascii="Browallia New" w:hAnsi="Browallia New" w:cs="Browallia New"/>
                <w:sz w:val="20"/>
                <w:szCs w:val="20"/>
              </w:rPr>
              <w:t>6</w:t>
            </w:r>
          </w:p>
        </w:tc>
        <w:tc>
          <w:tcPr>
            <w:tcW w:w="3847" w:type="dxa"/>
            <w:gridSpan w:val="5"/>
            <w:vAlign w:val="bottom"/>
          </w:tcPr>
          <w:p w14:paraId="66C8B00C" w14:textId="5C694EA5"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9F5009">
              <w:rPr>
                <w:rFonts w:ascii="Browallia New" w:hAnsi="Browallia New" w:cs="Browallia New"/>
                <w:sz w:val="20"/>
                <w:szCs w:val="20"/>
              </w:rPr>
              <w:t>5</w:t>
            </w:r>
          </w:p>
        </w:tc>
      </w:tr>
      <w:tr w:rsidR="00B64BD7" w:rsidRPr="006E22C9" w14:paraId="566AA629" w14:textId="77777777" w:rsidTr="000540A0">
        <w:trPr>
          <w:trHeight w:val="20"/>
        </w:trPr>
        <w:tc>
          <w:tcPr>
            <w:tcW w:w="1543" w:type="dxa"/>
            <w:vAlign w:val="bottom"/>
          </w:tcPr>
          <w:p w14:paraId="4F32D326"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BDB30EB"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2F09896"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731A9E03" w14:textId="77777777" w:rsidR="00B64BD7"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F2CCC07"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49C1AF5"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C310D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D6A71F4"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7A29A06"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3FB9FBD"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072BDB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87F167B"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7E8E2C3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4361BF"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4709AA8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8E034E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C5AEB7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7083B1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1D02C7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A477B4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6351DBD0"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B64BD7" w:rsidRPr="006E22C9" w14:paraId="5E5F2F9D" w14:textId="77777777" w:rsidTr="000540A0">
        <w:trPr>
          <w:trHeight w:val="20"/>
        </w:trPr>
        <w:tc>
          <w:tcPr>
            <w:tcW w:w="1543" w:type="dxa"/>
            <w:vAlign w:val="bottom"/>
          </w:tcPr>
          <w:p w14:paraId="5475467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21C24D5"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CBDD9AA"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1A544A3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EB0ED3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4881AE9"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047D39A2"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5318BF49"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76F3FA3"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01E9548B"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817" w:type="dxa"/>
            <w:vAlign w:val="bottom"/>
          </w:tcPr>
          <w:p w14:paraId="6F5D0394"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r>
      <w:tr w:rsidR="00143A3D" w:rsidRPr="006E22C9" w14:paraId="6CB075C5" w14:textId="77777777" w:rsidTr="000540A0">
        <w:trPr>
          <w:trHeight w:val="20"/>
        </w:trPr>
        <w:tc>
          <w:tcPr>
            <w:tcW w:w="1543" w:type="dxa"/>
          </w:tcPr>
          <w:p w14:paraId="04B28BB5" w14:textId="77777777" w:rsidR="00143A3D" w:rsidRPr="006E22C9" w:rsidRDefault="00143A3D" w:rsidP="00143A3D">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50A640EC" w14:textId="2170DB61" w:rsidR="00143A3D" w:rsidRPr="00BB65E2" w:rsidRDefault="00143A3D" w:rsidP="00143A3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1,055,328</w:t>
            </w:r>
          </w:p>
        </w:tc>
        <w:tc>
          <w:tcPr>
            <w:tcW w:w="806" w:type="dxa"/>
          </w:tcPr>
          <w:p w14:paraId="151570FC" w14:textId="7A481A3B" w:rsidR="00143A3D" w:rsidRPr="00BB65E2" w:rsidRDefault="00143A3D" w:rsidP="00143A3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85,078</w:t>
            </w:r>
          </w:p>
        </w:tc>
        <w:tc>
          <w:tcPr>
            <w:tcW w:w="696" w:type="dxa"/>
          </w:tcPr>
          <w:p w14:paraId="729C1F74" w14:textId="53B5D089" w:rsidR="00143A3D" w:rsidRPr="00BB65E2" w:rsidRDefault="00143A3D" w:rsidP="00143A3D">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20,078</w:t>
            </w:r>
          </w:p>
        </w:tc>
        <w:tc>
          <w:tcPr>
            <w:tcW w:w="675" w:type="dxa"/>
            <w:vAlign w:val="bottom"/>
          </w:tcPr>
          <w:p w14:paraId="6A6F8FE9" w14:textId="25D4088E" w:rsidR="00143A3D" w:rsidRPr="00BB65E2" w:rsidRDefault="00EF27B5" w:rsidP="00143A3D">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143A3D">
              <w:rPr>
                <w:rFonts w:ascii="Browallia New" w:hAnsi="Browallia New" w:cs="Browallia New"/>
                <w:sz w:val="20"/>
                <w:szCs w:val="20"/>
                <w:cs/>
              </w:rPr>
              <w:t>-</w:t>
            </w:r>
          </w:p>
        </w:tc>
        <w:tc>
          <w:tcPr>
            <w:tcW w:w="798" w:type="dxa"/>
          </w:tcPr>
          <w:p w14:paraId="54F0D7B4" w14:textId="42C66693" w:rsidR="00143A3D" w:rsidRPr="00BB65E2" w:rsidRDefault="00143A3D" w:rsidP="00143A3D">
            <w:pPr>
              <w:tabs>
                <w:tab w:val="left" w:pos="540"/>
              </w:tabs>
              <w:ind w:right="-33"/>
              <w:jc w:val="right"/>
              <w:rPr>
                <w:rFonts w:ascii="Browallia New" w:hAnsi="Browallia New" w:cs="Browallia New"/>
                <w:sz w:val="20"/>
                <w:szCs w:val="20"/>
              </w:rPr>
            </w:pPr>
            <w:r>
              <w:rPr>
                <w:rFonts w:ascii="Browallia New" w:hAnsi="Browallia New" w:cs="Browallia New"/>
                <w:sz w:val="20"/>
                <w:szCs w:val="20"/>
              </w:rPr>
              <w:t>1,160,484</w:t>
            </w:r>
          </w:p>
        </w:tc>
        <w:tc>
          <w:tcPr>
            <w:tcW w:w="856" w:type="dxa"/>
          </w:tcPr>
          <w:p w14:paraId="368FEA1C" w14:textId="0E120ADD" w:rsidR="00143A3D" w:rsidRPr="00BB65E2" w:rsidRDefault="00143A3D" w:rsidP="00143A3D">
            <w:pPr>
              <w:tabs>
                <w:tab w:val="left" w:pos="794"/>
                <w:tab w:val="left" w:pos="1361"/>
                <w:tab w:val="left" w:pos="1928"/>
              </w:tabs>
              <w:jc w:val="right"/>
              <w:rPr>
                <w:rFonts w:ascii="Browallia New" w:hAnsi="Browallia New" w:cs="Browallia New"/>
                <w:sz w:val="20"/>
                <w:szCs w:val="20"/>
              </w:rPr>
            </w:pPr>
            <w:r w:rsidRPr="00B47FB7">
              <w:rPr>
                <w:rFonts w:ascii="Browallia New" w:hAnsi="Browallia New" w:cs="Browallia New"/>
                <w:sz w:val="20"/>
                <w:szCs w:val="20"/>
              </w:rPr>
              <w:t>1,146,850</w:t>
            </w:r>
          </w:p>
        </w:tc>
        <w:tc>
          <w:tcPr>
            <w:tcW w:w="799" w:type="dxa"/>
          </w:tcPr>
          <w:p w14:paraId="4A150638" w14:textId="65376812" w:rsidR="00143A3D" w:rsidRPr="002C4FA7" w:rsidRDefault="00143A3D" w:rsidP="00143A3D">
            <w:pPr>
              <w:tabs>
                <w:tab w:val="left" w:pos="794"/>
                <w:tab w:val="left" w:pos="1361"/>
                <w:tab w:val="left" w:pos="1928"/>
              </w:tabs>
              <w:jc w:val="right"/>
              <w:rPr>
                <w:rFonts w:ascii="Browallia New" w:hAnsi="Browallia New" w:cs="Browallia New"/>
                <w:sz w:val="20"/>
                <w:szCs w:val="20"/>
              </w:rPr>
            </w:pPr>
            <w:r w:rsidRPr="00B47FB7">
              <w:rPr>
                <w:rFonts w:ascii="Browallia New" w:hAnsi="Browallia New" w:cs="Browallia New"/>
                <w:sz w:val="20"/>
                <w:szCs w:val="20"/>
              </w:rPr>
              <w:t>89,409</w:t>
            </w:r>
          </w:p>
        </w:tc>
        <w:tc>
          <w:tcPr>
            <w:tcW w:w="693" w:type="dxa"/>
          </w:tcPr>
          <w:p w14:paraId="239C6837" w14:textId="19A065B0" w:rsidR="00143A3D" w:rsidRPr="002C4FA7" w:rsidRDefault="00143A3D" w:rsidP="00143A3D">
            <w:pPr>
              <w:tabs>
                <w:tab w:val="left" w:pos="794"/>
                <w:tab w:val="left" w:pos="1361"/>
                <w:tab w:val="left" w:pos="1928"/>
              </w:tabs>
              <w:jc w:val="right"/>
              <w:rPr>
                <w:rFonts w:ascii="Browallia New" w:hAnsi="Browallia New" w:cs="Browallia New"/>
                <w:sz w:val="20"/>
                <w:szCs w:val="20"/>
              </w:rPr>
            </w:pPr>
            <w:r w:rsidRPr="00B47FB7">
              <w:rPr>
                <w:rFonts w:ascii="Browallia New" w:hAnsi="Browallia New" w:cs="Browallia New"/>
                <w:sz w:val="20"/>
                <w:szCs w:val="20"/>
              </w:rPr>
              <w:t>17,710</w:t>
            </w:r>
          </w:p>
        </w:tc>
        <w:tc>
          <w:tcPr>
            <w:tcW w:w="682" w:type="dxa"/>
            <w:vAlign w:val="bottom"/>
          </w:tcPr>
          <w:p w14:paraId="4256BF9A" w14:textId="3969E109" w:rsidR="00143A3D" w:rsidRPr="002C4FA7" w:rsidRDefault="00143A3D" w:rsidP="00143A3D">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817" w:type="dxa"/>
          </w:tcPr>
          <w:p w14:paraId="15014493" w14:textId="2DEAF6C7" w:rsidR="00143A3D" w:rsidRPr="002C4FA7" w:rsidRDefault="00143A3D" w:rsidP="00143A3D">
            <w:pPr>
              <w:tabs>
                <w:tab w:val="left" w:pos="794"/>
                <w:tab w:val="left" w:pos="1361"/>
                <w:tab w:val="left" w:pos="1928"/>
              </w:tabs>
              <w:ind w:right="-38"/>
              <w:jc w:val="right"/>
              <w:rPr>
                <w:rFonts w:ascii="Browallia New" w:hAnsi="Browallia New" w:cs="Browallia New"/>
                <w:sz w:val="20"/>
                <w:szCs w:val="20"/>
              </w:rPr>
            </w:pPr>
            <w:r w:rsidRPr="00B47FB7">
              <w:rPr>
                <w:rFonts w:ascii="Browallia New" w:hAnsi="Browallia New" w:cs="Browallia New"/>
                <w:sz w:val="20"/>
                <w:szCs w:val="20"/>
              </w:rPr>
              <w:t>1,253,969</w:t>
            </w:r>
          </w:p>
        </w:tc>
      </w:tr>
      <w:tr w:rsidR="00143A3D" w:rsidRPr="00424CC3" w14:paraId="7535595F" w14:textId="77777777" w:rsidTr="000540A0">
        <w:trPr>
          <w:trHeight w:val="20"/>
        </w:trPr>
        <w:tc>
          <w:tcPr>
            <w:tcW w:w="1543" w:type="dxa"/>
          </w:tcPr>
          <w:p w14:paraId="48A2F383" w14:textId="77777777" w:rsidR="00143A3D" w:rsidRPr="00424CC3" w:rsidRDefault="00143A3D" w:rsidP="00143A3D">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2E64C6A0" w14:textId="25DFC7D3" w:rsidR="00143A3D" w:rsidRPr="00BB65E2" w:rsidRDefault="00143A3D" w:rsidP="00143A3D">
            <w:pPr>
              <w:pBdr>
                <w:bottom w:val="single" w:sz="4" w:space="1" w:color="auto"/>
              </w:pBdr>
              <w:tabs>
                <w:tab w:val="left" w:pos="794"/>
                <w:tab w:val="left" w:pos="1361"/>
                <w:tab w:val="left" w:pos="1928"/>
              </w:tabs>
              <w:jc w:val="right"/>
              <w:rPr>
                <w:rFonts w:ascii="Browallia New" w:hAnsi="Browallia New" w:cs="Browallia New"/>
                <w:sz w:val="20"/>
                <w:szCs w:val="20"/>
              </w:rPr>
            </w:pPr>
            <w:r w:rsidRPr="00DA7A22">
              <w:rPr>
                <w:rFonts w:ascii="Browallia New" w:hAnsi="Browallia New" w:cs="Browallia New"/>
                <w:sz w:val="20"/>
                <w:szCs w:val="20"/>
              </w:rPr>
              <w:t>239,735</w:t>
            </w:r>
          </w:p>
        </w:tc>
        <w:tc>
          <w:tcPr>
            <w:tcW w:w="806" w:type="dxa"/>
          </w:tcPr>
          <w:p w14:paraId="6B24C063" w14:textId="0639FD1A" w:rsidR="00143A3D" w:rsidRPr="00BB65E2" w:rsidRDefault="00EF27B5" w:rsidP="00143A3D">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143A3D">
              <w:rPr>
                <w:rFonts w:ascii="Browallia New" w:hAnsi="Browallia New" w:cs="Browallia New"/>
                <w:sz w:val="20"/>
                <w:szCs w:val="20"/>
                <w:cs/>
              </w:rPr>
              <w:t>-</w:t>
            </w:r>
          </w:p>
        </w:tc>
        <w:tc>
          <w:tcPr>
            <w:tcW w:w="696" w:type="dxa"/>
            <w:shd w:val="clear" w:color="auto" w:fill="auto"/>
          </w:tcPr>
          <w:p w14:paraId="7BF5951D" w14:textId="4538DF12" w:rsidR="00143A3D" w:rsidRPr="00BB65E2" w:rsidRDefault="00143A3D" w:rsidP="00143A3D">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w:t>
            </w:r>
          </w:p>
        </w:tc>
        <w:tc>
          <w:tcPr>
            <w:tcW w:w="675" w:type="dxa"/>
            <w:shd w:val="clear" w:color="auto" w:fill="auto"/>
            <w:vAlign w:val="bottom"/>
          </w:tcPr>
          <w:p w14:paraId="1766832E" w14:textId="73B3B4E4" w:rsidR="00143A3D" w:rsidRPr="00BB65E2" w:rsidRDefault="00143A3D" w:rsidP="000540A0">
            <w:pPr>
              <w:pBdr>
                <w:bottom w:val="single" w:sz="4" w:space="1" w:color="auto"/>
              </w:pBdr>
              <w:tabs>
                <w:tab w:val="left" w:pos="794"/>
                <w:tab w:val="left" w:pos="1361"/>
                <w:tab w:val="left" w:pos="1928"/>
              </w:tabs>
              <w:jc w:val="right"/>
              <w:rPr>
                <w:rFonts w:ascii="Browallia New" w:hAnsi="Browallia New" w:cs="Browallia New"/>
                <w:sz w:val="20"/>
                <w:szCs w:val="20"/>
              </w:rPr>
            </w:pPr>
            <w:r w:rsidRPr="00DA7A22">
              <w:rPr>
                <w:rFonts w:ascii="Browallia New" w:hAnsi="Browallia New" w:cs="Browallia New"/>
                <w:sz w:val="20"/>
                <w:szCs w:val="20"/>
                <w:cs/>
              </w:rPr>
              <w:t>(</w:t>
            </w:r>
            <w:r w:rsidRPr="00DA7A22">
              <w:rPr>
                <w:rFonts w:ascii="Browallia New" w:hAnsi="Browallia New" w:cs="Browallia New"/>
                <w:sz w:val="20"/>
                <w:szCs w:val="20"/>
              </w:rPr>
              <w:t>409</w:t>
            </w:r>
            <w:r w:rsidRPr="00DA7A22">
              <w:rPr>
                <w:rFonts w:ascii="Browallia New" w:hAnsi="Browallia New" w:cs="Browallia New"/>
                <w:sz w:val="20"/>
                <w:szCs w:val="20"/>
                <w:cs/>
              </w:rPr>
              <w:t>)</w:t>
            </w:r>
          </w:p>
        </w:tc>
        <w:tc>
          <w:tcPr>
            <w:tcW w:w="798" w:type="dxa"/>
            <w:shd w:val="clear" w:color="auto" w:fill="auto"/>
          </w:tcPr>
          <w:p w14:paraId="52C3491C" w14:textId="48DD16B1" w:rsidR="00143A3D" w:rsidRPr="00BB65E2" w:rsidRDefault="00143A3D" w:rsidP="00143A3D">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239,369</w:t>
            </w:r>
          </w:p>
        </w:tc>
        <w:tc>
          <w:tcPr>
            <w:tcW w:w="856" w:type="dxa"/>
          </w:tcPr>
          <w:p w14:paraId="28D8A95D" w14:textId="2A0A0856" w:rsidR="00143A3D" w:rsidRPr="00BB65E2" w:rsidRDefault="00143A3D" w:rsidP="00143A3D">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171,297</w:t>
            </w:r>
          </w:p>
        </w:tc>
        <w:tc>
          <w:tcPr>
            <w:tcW w:w="799" w:type="dxa"/>
          </w:tcPr>
          <w:p w14:paraId="1AE627BC" w14:textId="23287966" w:rsidR="00143A3D" w:rsidRPr="00424CC3" w:rsidRDefault="00143A3D" w:rsidP="00143A3D">
            <w:pPr>
              <w:pBdr>
                <w:bottom w:val="single" w:sz="4" w:space="1" w:color="auto"/>
              </w:pBdr>
              <w:tabs>
                <w:tab w:val="left" w:pos="794"/>
                <w:tab w:val="left" w:pos="1361"/>
                <w:tab w:val="left" w:pos="1928"/>
              </w:tabs>
              <w:jc w:val="center"/>
              <w:rPr>
                <w:rFonts w:ascii="Browallia New" w:hAnsi="Browallia New" w:cs="Browallia New"/>
                <w:sz w:val="20"/>
                <w:szCs w:val="20"/>
              </w:rPr>
            </w:pPr>
            <w:r w:rsidRPr="00424CC3">
              <w:rPr>
                <w:rFonts w:ascii="Browallia New" w:hAnsi="Browallia New" w:cs="Browallia New"/>
                <w:sz w:val="20"/>
                <w:szCs w:val="20"/>
              </w:rPr>
              <w:t xml:space="preserve">   </w:t>
            </w:r>
            <w:r w:rsidRPr="00424CC3">
              <w:rPr>
                <w:rFonts w:ascii="Browallia New" w:hAnsi="Browallia New" w:cs="Browallia New"/>
                <w:sz w:val="20"/>
                <w:szCs w:val="20"/>
                <w:cs/>
              </w:rPr>
              <w:t>-</w:t>
            </w:r>
          </w:p>
        </w:tc>
        <w:tc>
          <w:tcPr>
            <w:tcW w:w="693" w:type="dxa"/>
          </w:tcPr>
          <w:p w14:paraId="0A8F0DB3" w14:textId="62C61199" w:rsidR="00143A3D" w:rsidRPr="00424CC3" w:rsidRDefault="00143A3D" w:rsidP="00143A3D">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190</w:t>
            </w:r>
          </w:p>
        </w:tc>
        <w:tc>
          <w:tcPr>
            <w:tcW w:w="682" w:type="dxa"/>
            <w:vAlign w:val="bottom"/>
          </w:tcPr>
          <w:p w14:paraId="2D0D3A8F" w14:textId="639E08BA" w:rsidR="00143A3D" w:rsidRPr="00424CC3" w:rsidRDefault="00143A3D" w:rsidP="000540A0">
            <w:pPr>
              <w:pBdr>
                <w:bottom w:val="single" w:sz="4"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 xml:space="preserve"> (196)</w:t>
            </w:r>
          </w:p>
        </w:tc>
        <w:tc>
          <w:tcPr>
            <w:tcW w:w="817" w:type="dxa"/>
          </w:tcPr>
          <w:p w14:paraId="6F8C5211" w14:textId="40C1A1DC" w:rsidR="00143A3D" w:rsidRPr="00424CC3" w:rsidRDefault="00143A3D" w:rsidP="00143A3D">
            <w:pPr>
              <w:pBdr>
                <w:bottom w:val="single" w:sz="4" w:space="1" w:color="auto"/>
              </w:pBdr>
              <w:tabs>
                <w:tab w:val="left" w:pos="540"/>
              </w:tabs>
              <w:ind w:right="-33"/>
              <w:jc w:val="right"/>
              <w:rPr>
                <w:rFonts w:ascii="Browallia New" w:hAnsi="Browallia New" w:cs="Browallia New"/>
                <w:sz w:val="20"/>
                <w:szCs w:val="20"/>
              </w:rPr>
            </w:pPr>
            <w:r w:rsidRPr="00424CC3">
              <w:rPr>
                <w:rFonts w:ascii="Browallia New" w:hAnsi="Browallia New" w:cs="Browallia New"/>
                <w:sz w:val="20"/>
                <w:szCs w:val="20"/>
              </w:rPr>
              <w:t>171,291</w:t>
            </w:r>
          </w:p>
        </w:tc>
      </w:tr>
      <w:tr w:rsidR="00143A3D" w:rsidRPr="006E22C9" w14:paraId="48BBF29D" w14:textId="77777777" w:rsidTr="000540A0">
        <w:trPr>
          <w:trHeight w:val="20"/>
        </w:trPr>
        <w:tc>
          <w:tcPr>
            <w:tcW w:w="1543" w:type="dxa"/>
          </w:tcPr>
          <w:p w14:paraId="1AB293D1" w14:textId="77777777" w:rsidR="00143A3D" w:rsidRPr="00424CC3" w:rsidRDefault="00143A3D" w:rsidP="00143A3D">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4FDD679B" w14:textId="292C7FFC" w:rsidR="00143A3D" w:rsidRPr="00BB65E2" w:rsidRDefault="00143A3D" w:rsidP="00143A3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1,295,063</w:t>
            </w:r>
          </w:p>
        </w:tc>
        <w:tc>
          <w:tcPr>
            <w:tcW w:w="806" w:type="dxa"/>
          </w:tcPr>
          <w:p w14:paraId="7BDC855D" w14:textId="6C9F5D3B" w:rsidR="00143A3D" w:rsidRPr="00BB65E2" w:rsidRDefault="00143A3D" w:rsidP="00143A3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85,078</w:t>
            </w:r>
          </w:p>
        </w:tc>
        <w:tc>
          <w:tcPr>
            <w:tcW w:w="696" w:type="dxa"/>
            <w:shd w:val="clear" w:color="auto" w:fill="auto"/>
          </w:tcPr>
          <w:p w14:paraId="55F53BBE" w14:textId="035D03D3" w:rsidR="00143A3D" w:rsidRPr="00BB65E2" w:rsidRDefault="00143A3D" w:rsidP="00143A3D">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20,121</w:t>
            </w:r>
          </w:p>
        </w:tc>
        <w:tc>
          <w:tcPr>
            <w:tcW w:w="675" w:type="dxa"/>
            <w:shd w:val="clear" w:color="auto" w:fill="auto"/>
            <w:vAlign w:val="bottom"/>
          </w:tcPr>
          <w:p w14:paraId="3C01C4B6" w14:textId="73FA8886" w:rsidR="00143A3D" w:rsidRPr="00BB65E2" w:rsidRDefault="00143A3D" w:rsidP="000540A0">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409</w:t>
            </w:r>
            <w:r>
              <w:rPr>
                <w:rFonts w:ascii="Browallia New" w:hAnsi="Browallia New" w:cs="Browallia New"/>
                <w:sz w:val="20"/>
                <w:szCs w:val="20"/>
                <w:cs/>
              </w:rPr>
              <w:t>)</w:t>
            </w:r>
          </w:p>
        </w:tc>
        <w:tc>
          <w:tcPr>
            <w:tcW w:w="798" w:type="dxa"/>
            <w:shd w:val="clear" w:color="auto" w:fill="auto"/>
          </w:tcPr>
          <w:p w14:paraId="2AE4480B" w14:textId="596AE856" w:rsidR="00143A3D" w:rsidRPr="00BB65E2" w:rsidRDefault="00143A3D" w:rsidP="00143A3D">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1,399,853</w:t>
            </w:r>
          </w:p>
        </w:tc>
        <w:tc>
          <w:tcPr>
            <w:tcW w:w="856" w:type="dxa"/>
          </w:tcPr>
          <w:p w14:paraId="12ACA43E" w14:textId="5F6B4A0A" w:rsidR="00143A3D" w:rsidRPr="00BB65E2" w:rsidRDefault="00143A3D" w:rsidP="00143A3D">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1,318,147</w:t>
            </w:r>
          </w:p>
        </w:tc>
        <w:tc>
          <w:tcPr>
            <w:tcW w:w="799" w:type="dxa"/>
          </w:tcPr>
          <w:p w14:paraId="042594A0" w14:textId="320448A9" w:rsidR="00143A3D" w:rsidRPr="00424CC3" w:rsidRDefault="00143A3D" w:rsidP="00143A3D">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89,409</w:t>
            </w:r>
          </w:p>
        </w:tc>
        <w:tc>
          <w:tcPr>
            <w:tcW w:w="693" w:type="dxa"/>
          </w:tcPr>
          <w:p w14:paraId="30C37726" w14:textId="69644BDE" w:rsidR="00143A3D" w:rsidRPr="00424CC3" w:rsidRDefault="00143A3D" w:rsidP="00143A3D">
            <w:pPr>
              <w:pBdr>
                <w:bottom w:val="single" w:sz="12" w:space="1" w:color="auto"/>
              </w:pBdr>
              <w:tabs>
                <w:tab w:val="left" w:pos="794"/>
                <w:tab w:val="left" w:pos="1361"/>
                <w:tab w:val="left" w:pos="1928"/>
              </w:tabs>
              <w:jc w:val="right"/>
              <w:rPr>
                <w:rFonts w:ascii="Browallia New" w:hAnsi="Browallia New" w:cs="Browallia New"/>
                <w:sz w:val="20"/>
                <w:szCs w:val="20"/>
              </w:rPr>
            </w:pPr>
            <w:r w:rsidRPr="00424CC3">
              <w:rPr>
                <w:rFonts w:ascii="Browallia New" w:hAnsi="Browallia New" w:cs="Browallia New"/>
                <w:sz w:val="20"/>
                <w:szCs w:val="20"/>
              </w:rPr>
              <w:t>17,900</w:t>
            </w:r>
          </w:p>
        </w:tc>
        <w:tc>
          <w:tcPr>
            <w:tcW w:w="682" w:type="dxa"/>
            <w:vAlign w:val="bottom"/>
          </w:tcPr>
          <w:p w14:paraId="55BEA90C" w14:textId="47BF60A2" w:rsidR="00143A3D" w:rsidRPr="00424CC3" w:rsidRDefault="00143A3D" w:rsidP="000540A0">
            <w:pPr>
              <w:pBdr>
                <w:bottom w:val="single" w:sz="12" w:space="1" w:color="auto"/>
              </w:pBdr>
              <w:tabs>
                <w:tab w:val="left" w:pos="794"/>
                <w:tab w:val="left" w:pos="1361"/>
                <w:tab w:val="left" w:pos="1928"/>
              </w:tabs>
              <w:jc w:val="right"/>
              <w:rPr>
                <w:rFonts w:ascii="Browallia New" w:hAnsi="Browallia New" w:cs="Browallia New"/>
                <w:sz w:val="20"/>
                <w:szCs w:val="20"/>
                <w:cs/>
              </w:rPr>
            </w:pPr>
            <w:r w:rsidRPr="00424CC3">
              <w:rPr>
                <w:rFonts w:ascii="Browallia New" w:hAnsi="Browallia New" w:cs="Browallia New"/>
                <w:sz w:val="20"/>
                <w:szCs w:val="20"/>
              </w:rPr>
              <w:t>(196)</w:t>
            </w:r>
          </w:p>
        </w:tc>
        <w:tc>
          <w:tcPr>
            <w:tcW w:w="817" w:type="dxa"/>
          </w:tcPr>
          <w:p w14:paraId="0E680CB3" w14:textId="13EB10A7" w:rsidR="00143A3D" w:rsidRPr="002C4FA7" w:rsidRDefault="00143A3D" w:rsidP="00143A3D">
            <w:pPr>
              <w:pBdr>
                <w:bottom w:val="single" w:sz="12" w:space="1" w:color="auto"/>
              </w:pBdr>
              <w:tabs>
                <w:tab w:val="left" w:pos="540"/>
              </w:tabs>
              <w:ind w:right="-33"/>
              <w:jc w:val="right"/>
              <w:rPr>
                <w:rFonts w:ascii="Browallia New" w:hAnsi="Browallia New" w:cs="Browallia New"/>
                <w:sz w:val="20"/>
                <w:szCs w:val="20"/>
              </w:rPr>
            </w:pPr>
            <w:r w:rsidRPr="00424CC3">
              <w:rPr>
                <w:rFonts w:ascii="Browallia New" w:hAnsi="Browallia New" w:cs="Browallia New"/>
                <w:sz w:val="20"/>
                <w:szCs w:val="20"/>
              </w:rPr>
              <w:t>1,425,260</w:t>
            </w:r>
          </w:p>
        </w:tc>
      </w:tr>
    </w:tbl>
    <w:p w14:paraId="4CF97B7C" w14:textId="77777777" w:rsidR="00B46BD5" w:rsidRPr="000540A0" w:rsidRDefault="00B46BD5">
      <w:pPr>
        <w:rPr>
          <w:rFonts w:ascii="Browallia New" w:hAnsi="Browallia New" w:cs="Browallia New"/>
          <w:sz w:val="36"/>
          <w:szCs w:val="36"/>
        </w:rPr>
      </w:pPr>
    </w:p>
    <w:p w14:paraId="094A3565" w14:textId="77777777" w:rsidR="007721A3" w:rsidRDefault="007721A3" w:rsidP="000C25BB">
      <w:pPr>
        <w:ind w:left="360"/>
        <w:jc w:val="thaiDistribute"/>
        <w:rPr>
          <w:rFonts w:ascii="Browallia New" w:hAnsi="Browallia New" w:cs="Browallia New"/>
          <w:sz w:val="22"/>
          <w:szCs w:val="22"/>
        </w:rPr>
      </w:pPr>
    </w:p>
    <w:tbl>
      <w:tblPr>
        <w:tblW w:w="9229" w:type="dxa"/>
        <w:tblInd w:w="288" w:type="dxa"/>
        <w:tblLook w:val="01E0" w:firstRow="1" w:lastRow="1" w:firstColumn="1" w:lastColumn="1" w:noHBand="0" w:noVBand="0"/>
      </w:tblPr>
      <w:tblGrid>
        <w:gridCol w:w="1555"/>
        <w:gridCol w:w="1134"/>
        <w:gridCol w:w="1070"/>
        <w:gridCol w:w="696"/>
        <w:gridCol w:w="914"/>
        <w:gridCol w:w="1072"/>
        <w:gridCol w:w="1067"/>
        <w:gridCol w:w="923"/>
        <w:gridCol w:w="798"/>
      </w:tblGrid>
      <w:tr w:rsidR="000E1DEB" w:rsidRPr="00E74223" w14:paraId="235C1315" w14:textId="77777777" w:rsidTr="00BF55B8">
        <w:trPr>
          <w:trHeight w:val="20"/>
        </w:trPr>
        <w:tc>
          <w:tcPr>
            <w:tcW w:w="1555" w:type="dxa"/>
            <w:vAlign w:val="bottom"/>
          </w:tcPr>
          <w:p w14:paraId="41FF9906"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7674" w:type="dxa"/>
            <w:gridSpan w:val="8"/>
            <w:vAlign w:val="bottom"/>
          </w:tcPr>
          <w:p w14:paraId="059E4224"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sidRPr="00E74223">
              <w:rPr>
                <w:rFonts w:ascii="Browallia New" w:hAnsi="Browallia New" w:cs="Browallia New"/>
                <w:sz w:val="20"/>
                <w:szCs w:val="20"/>
                <w:cs/>
              </w:rPr>
              <w:t>(หน่วย : พันบาท)</w:t>
            </w:r>
          </w:p>
        </w:tc>
      </w:tr>
      <w:tr w:rsidR="000E1DEB" w:rsidRPr="00E74223" w14:paraId="7F98B9CA" w14:textId="77777777" w:rsidTr="00BF55B8">
        <w:trPr>
          <w:trHeight w:val="20"/>
        </w:trPr>
        <w:tc>
          <w:tcPr>
            <w:tcW w:w="1555" w:type="dxa"/>
            <w:vAlign w:val="bottom"/>
          </w:tcPr>
          <w:p w14:paraId="1E54C25B"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7674" w:type="dxa"/>
            <w:gridSpan w:val="8"/>
            <w:vAlign w:val="bottom"/>
          </w:tcPr>
          <w:p w14:paraId="34B0D99A"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lang w:val="en-GB"/>
              </w:rPr>
              <w:t>งบการเงินเฉพาะของบริษัท</w:t>
            </w:r>
          </w:p>
        </w:tc>
      </w:tr>
      <w:tr w:rsidR="000E1DEB" w:rsidRPr="00E74223" w14:paraId="184138F0" w14:textId="77777777" w:rsidTr="00BF55B8">
        <w:trPr>
          <w:trHeight w:val="20"/>
        </w:trPr>
        <w:tc>
          <w:tcPr>
            <w:tcW w:w="1555" w:type="dxa"/>
            <w:vAlign w:val="bottom"/>
          </w:tcPr>
          <w:p w14:paraId="211C7A36"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7674" w:type="dxa"/>
            <w:gridSpan w:val="8"/>
            <w:vAlign w:val="bottom"/>
          </w:tcPr>
          <w:p w14:paraId="5C893EF6"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cs/>
              </w:rPr>
            </w:pPr>
            <w:r w:rsidRPr="00E74223">
              <w:rPr>
                <w:rFonts w:ascii="Browallia New" w:hAnsi="Browallia New" w:cs="Browallia New"/>
                <w:sz w:val="20"/>
                <w:szCs w:val="20"/>
                <w:cs/>
              </w:rPr>
              <w:t>สำหรับ</w:t>
            </w:r>
            <w:r w:rsidRPr="00E74223">
              <w:rPr>
                <w:rFonts w:ascii="Browallia New" w:hAnsi="Browallia New" w:cs="Browallia New"/>
                <w:color w:val="000000"/>
                <w:sz w:val="20"/>
                <w:szCs w:val="20"/>
                <w:cs/>
              </w:rPr>
              <w:t>งวด</w:t>
            </w:r>
            <w:r>
              <w:rPr>
                <w:rFonts w:ascii="Browallia New" w:hAnsi="Browallia New" w:cs="Browallia New" w:hint="cs"/>
                <w:color w:val="000000"/>
                <w:sz w:val="20"/>
                <w:szCs w:val="20"/>
                <w:cs/>
              </w:rPr>
              <w:t>สาม</w:t>
            </w:r>
            <w:r w:rsidRPr="00E74223">
              <w:rPr>
                <w:rFonts w:ascii="Browallia New" w:hAnsi="Browallia New" w:cs="Browallia New"/>
                <w:color w:val="000000"/>
                <w:sz w:val="20"/>
                <w:szCs w:val="20"/>
                <w:cs/>
              </w:rPr>
              <w:t xml:space="preserve">เดือนสิ้นสุดวันที่ </w:t>
            </w:r>
            <w:r w:rsidRPr="00322000">
              <w:rPr>
                <w:rFonts w:ascii="Browallia New" w:hAnsi="Browallia New" w:cs="Browallia New" w:hint="cs"/>
                <w:color w:val="000000"/>
                <w:sz w:val="20"/>
                <w:szCs w:val="20"/>
              </w:rPr>
              <w:t>31</w:t>
            </w:r>
            <w:r>
              <w:rPr>
                <w:rFonts w:ascii="Browallia New" w:hAnsi="Browallia New" w:cs="Browallia New"/>
                <w:color w:val="000000"/>
                <w:sz w:val="20"/>
                <w:szCs w:val="20"/>
                <w:cs/>
              </w:rPr>
              <w:t xml:space="preserve"> </w:t>
            </w:r>
            <w:r>
              <w:rPr>
                <w:rFonts w:ascii="Browallia New" w:hAnsi="Browallia New" w:cs="Browallia New" w:hint="cs"/>
                <w:color w:val="000000"/>
                <w:sz w:val="20"/>
                <w:szCs w:val="20"/>
                <w:cs/>
              </w:rPr>
              <w:t>มีนาคม</w:t>
            </w:r>
          </w:p>
        </w:tc>
      </w:tr>
      <w:tr w:rsidR="000E1DEB" w:rsidRPr="00E74223" w14:paraId="6C87A5EF" w14:textId="77777777" w:rsidTr="000540A0">
        <w:trPr>
          <w:trHeight w:val="20"/>
        </w:trPr>
        <w:tc>
          <w:tcPr>
            <w:tcW w:w="1555" w:type="dxa"/>
            <w:vAlign w:val="bottom"/>
          </w:tcPr>
          <w:p w14:paraId="1932134D"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3814" w:type="dxa"/>
            <w:gridSpan w:val="4"/>
            <w:vAlign w:val="bottom"/>
          </w:tcPr>
          <w:p w14:paraId="311B28B8"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w:t>
            </w:r>
            <w:r>
              <w:rPr>
                <w:rFonts w:ascii="Browallia New" w:hAnsi="Browallia New" w:cs="Browallia New"/>
                <w:sz w:val="20"/>
                <w:szCs w:val="20"/>
              </w:rPr>
              <w:t>6</w:t>
            </w:r>
          </w:p>
        </w:tc>
        <w:tc>
          <w:tcPr>
            <w:tcW w:w="3860" w:type="dxa"/>
            <w:gridSpan w:val="4"/>
            <w:vAlign w:val="bottom"/>
          </w:tcPr>
          <w:p w14:paraId="79F5FA13"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rPr>
              <w:t>256</w:t>
            </w:r>
            <w:r>
              <w:rPr>
                <w:rFonts w:ascii="Browallia New" w:hAnsi="Browallia New" w:cs="Browallia New"/>
                <w:sz w:val="20"/>
                <w:szCs w:val="20"/>
              </w:rPr>
              <w:t>5</w:t>
            </w:r>
          </w:p>
        </w:tc>
      </w:tr>
      <w:tr w:rsidR="000E1DEB" w:rsidRPr="00E74223" w14:paraId="3C4A542D" w14:textId="77777777" w:rsidTr="00BF55B8">
        <w:trPr>
          <w:trHeight w:val="20"/>
        </w:trPr>
        <w:tc>
          <w:tcPr>
            <w:tcW w:w="1555" w:type="dxa"/>
            <w:vAlign w:val="bottom"/>
          </w:tcPr>
          <w:p w14:paraId="2AF5A58E"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2CDD096F" w14:textId="77777777" w:rsidR="000E1DEB" w:rsidRPr="00E74223" w:rsidRDefault="000E1DEB" w:rsidP="00BF55B8">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ขายและ</w:t>
            </w:r>
          </w:p>
          <w:p w14:paraId="36BFC0CA" w14:textId="77777777" w:rsidR="000E1DEB" w:rsidRPr="00E74223" w:rsidRDefault="000E1DEB" w:rsidP="00BF55B8">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E74223">
              <w:rPr>
                <w:rFonts w:ascii="Browallia New" w:hAnsi="Browallia New" w:cs="Browallia New"/>
                <w:sz w:val="20"/>
                <w:szCs w:val="20"/>
                <w:cs/>
                <w:lang w:val="en-GB"/>
              </w:rPr>
              <w:t>รายได้จากงานติดตั้ง - สุทธิ</w:t>
            </w:r>
          </w:p>
        </w:tc>
        <w:tc>
          <w:tcPr>
            <w:tcW w:w="1070" w:type="dxa"/>
            <w:vAlign w:val="bottom"/>
          </w:tcPr>
          <w:p w14:paraId="7553DA93"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รายได้จากการให้บริการตัดเหล็ก</w:t>
            </w:r>
          </w:p>
        </w:tc>
        <w:tc>
          <w:tcPr>
            <w:tcW w:w="696" w:type="dxa"/>
            <w:vAlign w:val="bottom"/>
          </w:tcPr>
          <w:p w14:paraId="2CF52766"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cs/>
              </w:rPr>
            </w:pPr>
          </w:p>
          <w:p w14:paraId="53F54068"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02B4B325"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6949525A"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914" w:type="dxa"/>
            <w:vAlign w:val="bottom"/>
          </w:tcPr>
          <w:p w14:paraId="3CE94494"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c>
          <w:tcPr>
            <w:tcW w:w="1072" w:type="dxa"/>
            <w:vAlign w:val="bottom"/>
          </w:tcPr>
          <w:p w14:paraId="5BF8B23D"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E74223">
              <w:rPr>
                <w:rFonts w:ascii="Browallia New" w:hAnsi="Browallia New" w:cs="Browallia New"/>
                <w:sz w:val="20"/>
                <w:szCs w:val="20"/>
                <w:cs/>
                <w:lang w:val="en-GB"/>
              </w:rPr>
              <w:t>ขายและ</w:t>
            </w:r>
          </w:p>
          <w:p w14:paraId="6EDAAB25"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lang w:val="en-GB"/>
              </w:rPr>
              <w:t>รายได้จากงานติดตั้ง</w:t>
            </w:r>
            <w:r>
              <w:rPr>
                <w:rFonts w:ascii="Browallia New" w:hAnsi="Browallia New" w:cs="Browallia New" w:hint="cs"/>
                <w:sz w:val="20"/>
                <w:szCs w:val="20"/>
                <w:cs/>
                <w:lang w:val="en-GB"/>
              </w:rPr>
              <w:t xml:space="preserve"> </w:t>
            </w:r>
            <w:r w:rsidRPr="00E74223">
              <w:rPr>
                <w:rFonts w:ascii="Browallia New" w:hAnsi="Browallia New" w:cs="Browallia New"/>
                <w:sz w:val="20"/>
                <w:szCs w:val="20"/>
                <w:cs/>
                <w:lang w:val="en-GB"/>
              </w:rPr>
              <w:t>- สุทธิ</w:t>
            </w:r>
          </w:p>
        </w:tc>
        <w:tc>
          <w:tcPr>
            <w:tcW w:w="1067" w:type="dxa"/>
            <w:vAlign w:val="bottom"/>
          </w:tcPr>
          <w:p w14:paraId="55E4943D" w14:textId="77777777" w:rsidR="000E1DEB"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รายได้จากการ</w:t>
            </w:r>
          </w:p>
          <w:p w14:paraId="3D17D448"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ให้บริการตัดเหล็ก</w:t>
            </w:r>
          </w:p>
        </w:tc>
        <w:tc>
          <w:tcPr>
            <w:tcW w:w="923" w:type="dxa"/>
            <w:vAlign w:val="bottom"/>
          </w:tcPr>
          <w:p w14:paraId="5637AC1E"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รายได้</w:t>
            </w:r>
          </w:p>
          <w:p w14:paraId="30D2CC32"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จากการ</w:t>
            </w:r>
          </w:p>
          <w:p w14:paraId="21F07714"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ขนส่ง</w:t>
            </w:r>
          </w:p>
        </w:tc>
        <w:tc>
          <w:tcPr>
            <w:tcW w:w="798" w:type="dxa"/>
            <w:vAlign w:val="bottom"/>
          </w:tcPr>
          <w:p w14:paraId="2114F6BC" w14:textId="77777777"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sidRPr="00E74223">
              <w:rPr>
                <w:rFonts w:ascii="Browallia New" w:hAnsi="Browallia New" w:cs="Browallia New"/>
                <w:sz w:val="20"/>
                <w:szCs w:val="20"/>
                <w:cs/>
              </w:rPr>
              <w:t>รวม</w:t>
            </w:r>
          </w:p>
        </w:tc>
      </w:tr>
      <w:tr w:rsidR="000E1DEB" w:rsidRPr="00E74223" w14:paraId="13B7E00E" w14:textId="77777777" w:rsidTr="00BF55B8">
        <w:trPr>
          <w:trHeight w:val="20"/>
        </w:trPr>
        <w:tc>
          <w:tcPr>
            <w:tcW w:w="1555" w:type="dxa"/>
            <w:vAlign w:val="bottom"/>
          </w:tcPr>
          <w:p w14:paraId="0A8C1FF0"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3CB1E8A5"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1070" w:type="dxa"/>
            <w:vAlign w:val="bottom"/>
          </w:tcPr>
          <w:p w14:paraId="1036CD19"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2166F2AE"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914" w:type="dxa"/>
            <w:vAlign w:val="bottom"/>
          </w:tcPr>
          <w:p w14:paraId="0578B257"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rPr>
            </w:pPr>
          </w:p>
        </w:tc>
        <w:tc>
          <w:tcPr>
            <w:tcW w:w="1072" w:type="dxa"/>
            <w:vAlign w:val="bottom"/>
          </w:tcPr>
          <w:p w14:paraId="025E5EC5"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p>
        </w:tc>
        <w:tc>
          <w:tcPr>
            <w:tcW w:w="1067" w:type="dxa"/>
            <w:vAlign w:val="bottom"/>
          </w:tcPr>
          <w:p w14:paraId="796650A7"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p>
        </w:tc>
        <w:tc>
          <w:tcPr>
            <w:tcW w:w="923" w:type="dxa"/>
            <w:vAlign w:val="bottom"/>
          </w:tcPr>
          <w:p w14:paraId="65311380"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p>
        </w:tc>
        <w:tc>
          <w:tcPr>
            <w:tcW w:w="798" w:type="dxa"/>
            <w:vAlign w:val="bottom"/>
          </w:tcPr>
          <w:p w14:paraId="26C5F795"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p>
        </w:tc>
      </w:tr>
      <w:tr w:rsidR="000E1DEB" w:rsidRPr="00E74223" w14:paraId="5C2EBEA1" w14:textId="77777777" w:rsidTr="00BF55B8">
        <w:trPr>
          <w:trHeight w:val="20"/>
        </w:trPr>
        <w:tc>
          <w:tcPr>
            <w:tcW w:w="1555" w:type="dxa"/>
          </w:tcPr>
          <w:p w14:paraId="101B3329" w14:textId="77777777" w:rsidR="000E1DEB" w:rsidRPr="00E74223" w:rsidRDefault="000E1DEB" w:rsidP="00BF55B8">
            <w:pPr>
              <w:tabs>
                <w:tab w:val="left" w:pos="794"/>
                <w:tab w:val="left" w:pos="1361"/>
                <w:tab w:val="left" w:pos="1928"/>
              </w:tabs>
              <w:jc w:val="thaiDistribute"/>
              <w:rPr>
                <w:rFonts w:ascii="Browallia New" w:hAnsi="Browallia New" w:cs="Browallia New"/>
                <w:sz w:val="20"/>
                <w:szCs w:val="20"/>
                <w:cs/>
              </w:rPr>
            </w:pPr>
            <w:r w:rsidRPr="00E74223">
              <w:rPr>
                <w:rFonts w:ascii="Browallia New" w:hAnsi="Browallia New" w:cs="Browallia New"/>
                <w:sz w:val="20"/>
                <w:szCs w:val="20"/>
                <w:cs/>
              </w:rPr>
              <w:t>ณ เวลาใดเวลาหนึ่ง</w:t>
            </w:r>
          </w:p>
        </w:tc>
        <w:tc>
          <w:tcPr>
            <w:tcW w:w="1134" w:type="dxa"/>
          </w:tcPr>
          <w:p w14:paraId="7E86569A"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1,055,328</w:t>
            </w:r>
          </w:p>
        </w:tc>
        <w:tc>
          <w:tcPr>
            <w:tcW w:w="1070" w:type="dxa"/>
          </w:tcPr>
          <w:p w14:paraId="02B54052"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85,078</w:t>
            </w:r>
          </w:p>
        </w:tc>
        <w:tc>
          <w:tcPr>
            <w:tcW w:w="696" w:type="dxa"/>
          </w:tcPr>
          <w:p w14:paraId="7E712C54"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20,078</w:t>
            </w:r>
          </w:p>
        </w:tc>
        <w:tc>
          <w:tcPr>
            <w:tcW w:w="914" w:type="dxa"/>
          </w:tcPr>
          <w:p w14:paraId="56BE889B"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1,160,484</w:t>
            </w:r>
          </w:p>
        </w:tc>
        <w:tc>
          <w:tcPr>
            <w:tcW w:w="1072" w:type="dxa"/>
          </w:tcPr>
          <w:p w14:paraId="668B770D"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1,146,850</w:t>
            </w:r>
          </w:p>
        </w:tc>
        <w:tc>
          <w:tcPr>
            <w:tcW w:w="1067" w:type="dxa"/>
          </w:tcPr>
          <w:p w14:paraId="0F631846"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89,409</w:t>
            </w:r>
          </w:p>
        </w:tc>
        <w:tc>
          <w:tcPr>
            <w:tcW w:w="923" w:type="dxa"/>
          </w:tcPr>
          <w:p w14:paraId="67A6F424"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17,710</w:t>
            </w:r>
          </w:p>
        </w:tc>
        <w:tc>
          <w:tcPr>
            <w:tcW w:w="798" w:type="dxa"/>
          </w:tcPr>
          <w:p w14:paraId="0AF10A8F" w14:textId="77777777" w:rsidR="000E1DEB" w:rsidRPr="00E74223" w:rsidRDefault="000E1DEB" w:rsidP="00BF55B8">
            <w:pP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1,253,969</w:t>
            </w:r>
          </w:p>
        </w:tc>
      </w:tr>
      <w:tr w:rsidR="000E1DEB" w:rsidRPr="00E74223" w14:paraId="397FF95B" w14:textId="77777777" w:rsidTr="00BF55B8">
        <w:trPr>
          <w:trHeight w:val="20"/>
        </w:trPr>
        <w:tc>
          <w:tcPr>
            <w:tcW w:w="1555" w:type="dxa"/>
          </w:tcPr>
          <w:p w14:paraId="0854068D" w14:textId="77777777" w:rsidR="000E1DEB" w:rsidRPr="00E74223" w:rsidRDefault="000E1DEB" w:rsidP="00BF55B8">
            <w:pPr>
              <w:tabs>
                <w:tab w:val="left" w:pos="360"/>
              </w:tabs>
              <w:rPr>
                <w:rFonts w:ascii="Browallia New" w:hAnsi="Browallia New" w:cs="Browallia New"/>
                <w:sz w:val="20"/>
                <w:szCs w:val="20"/>
                <w:lang w:val="en-GB"/>
              </w:rPr>
            </w:pPr>
            <w:r w:rsidRPr="00E74223">
              <w:rPr>
                <w:rFonts w:ascii="Browallia New" w:hAnsi="Browallia New" w:cs="Browallia New"/>
                <w:sz w:val="20"/>
                <w:szCs w:val="20"/>
                <w:cs/>
              </w:rPr>
              <w:t>ตลอดช่วงระยะเวลา</w:t>
            </w:r>
          </w:p>
        </w:tc>
        <w:tc>
          <w:tcPr>
            <w:tcW w:w="1134" w:type="dxa"/>
          </w:tcPr>
          <w:p w14:paraId="1A8BFD75" w14:textId="77777777" w:rsidR="000E1DEB" w:rsidRPr="00E74223" w:rsidRDefault="000E1DEB" w:rsidP="00BF55B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230,141</w:t>
            </w:r>
          </w:p>
        </w:tc>
        <w:tc>
          <w:tcPr>
            <w:tcW w:w="1070" w:type="dxa"/>
          </w:tcPr>
          <w:p w14:paraId="078727C1" w14:textId="40CCF600" w:rsidR="000E1DEB" w:rsidRPr="00E74223" w:rsidRDefault="000332A3"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044A57">
              <w:rPr>
                <w:rFonts w:ascii="Browallia New" w:hAnsi="Browallia New" w:cs="Browallia New"/>
                <w:sz w:val="20"/>
                <w:szCs w:val="20"/>
              </w:rPr>
              <w:t xml:space="preserve"> </w:t>
            </w:r>
            <w:r>
              <w:rPr>
                <w:rFonts w:ascii="Browallia New" w:hAnsi="Browallia New" w:cs="Browallia New"/>
                <w:sz w:val="20"/>
                <w:szCs w:val="20"/>
              </w:rPr>
              <w:t xml:space="preserve">  </w:t>
            </w:r>
            <w:r w:rsidR="000E1DEB">
              <w:rPr>
                <w:rFonts w:ascii="Browallia New" w:hAnsi="Browallia New" w:cs="Browallia New"/>
                <w:sz w:val="20"/>
                <w:szCs w:val="20"/>
                <w:cs/>
              </w:rPr>
              <w:t>-</w:t>
            </w:r>
          </w:p>
        </w:tc>
        <w:tc>
          <w:tcPr>
            <w:tcW w:w="696" w:type="dxa"/>
          </w:tcPr>
          <w:p w14:paraId="670CDE11" w14:textId="77777777" w:rsidR="000E1DEB" w:rsidRPr="00E74223" w:rsidRDefault="000E1DEB" w:rsidP="00BF55B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43</w:t>
            </w:r>
          </w:p>
        </w:tc>
        <w:tc>
          <w:tcPr>
            <w:tcW w:w="914" w:type="dxa"/>
          </w:tcPr>
          <w:p w14:paraId="73B032E6" w14:textId="77777777" w:rsidR="000E1DEB" w:rsidRPr="00E74223" w:rsidRDefault="000E1DEB" w:rsidP="00BF55B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230,184</w:t>
            </w:r>
          </w:p>
        </w:tc>
        <w:tc>
          <w:tcPr>
            <w:tcW w:w="1072" w:type="dxa"/>
          </w:tcPr>
          <w:p w14:paraId="499DA401" w14:textId="77777777" w:rsidR="000E1DEB" w:rsidRPr="00E74223" w:rsidRDefault="000E1DEB" w:rsidP="00BF55B8">
            <w:pPr>
              <w:pBdr>
                <w:bottom w:val="single" w:sz="4"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162,430</w:t>
            </w:r>
          </w:p>
        </w:tc>
        <w:tc>
          <w:tcPr>
            <w:tcW w:w="1067" w:type="dxa"/>
          </w:tcPr>
          <w:p w14:paraId="3FA99D58" w14:textId="09294F8A" w:rsidR="000E1DEB" w:rsidRPr="00E74223" w:rsidRDefault="000E1DEB" w:rsidP="00BF55B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sidR="000332A3">
              <w:rPr>
                <w:rFonts w:ascii="Browallia New" w:hAnsi="Browallia New" w:cs="Browallia New"/>
                <w:sz w:val="20"/>
                <w:szCs w:val="20"/>
              </w:rPr>
              <w:t xml:space="preserve">    </w:t>
            </w:r>
            <w:r w:rsidR="00044A57">
              <w:rPr>
                <w:rFonts w:ascii="Browallia New" w:hAnsi="Browallia New" w:cs="Browallia New"/>
                <w:sz w:val="20"/>
                <w:szCs w:val="20"/>
              </w:rPr>
              <w:t xml:space="preserve"> </w:t>
            </w:r>
            <w:r w:rsidR="000332A3">
              <w:rPr>
                <w:rFonts w:ascii="Browallia New" w:hAnsi="Browallia New" w:cs="Browallia New"/>
                <w:sz w:val="20"/>
                <w:szCs w:val="20"/>
              </w:rPr>
              <w:t xml:space="preserve"> </w:t>
            </w:r>
            <w:r>
              <w:rPr>
                <w:rFonts w:ascii="Browallia New" w:hAnsi="Browallia New" w:cs="Browallia New"/>
                <w:sz w:val="20"/>
                <w:szCs w:val="20"/>
                <w:cs/>
              </w:rPr>
              <w:t xml:space="preserve"> </w:t>
            </w:r>
            <w:r w:rsidRPr="002F3A13">
              <w:rPr>
                <w:rFonts w:ascii="Browallia New" w:hAnsi="Browallia New" w:cs="Browallia New"/>
                <w:sz w:val="20"/>
                <w:szCs w:val="20"/>
                <w:cs/>
              </w:rPr>
              <w:t>-</w:t>
            </w:r>
          </w:p>
        </w:tc>
        <w:tc>
          <w:tcPr>
            <w:tcW w:w="923" w:type="dxa"/>
          </w:tcPr>
          <w:p w14:paraId="690610C8" w14:textId="77777777" w:rsidR="000E1DEB" w:rsidRPr="00E74223" w:rsidRDefault="000E1DEB" w:rsidP="00BF55B8">
            <w:pPr>
              <w:pBdr>
                <w:bottom w:val="single" w:sz="4"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190</w:t>
            </w:r>
          </w:p>
        </w:tc>
        <w:tc>
          <w:tcPr>
            <w:tcW w:w="798" w:type="dxa"/>
          </w:tcPr>
          <w:p w14:paraId="28BEC45D" w14:textId="77777777" w:rsidR="000E1DEB" w:rsidRPr="00E74223" w:rsidRDefault="000E1DEB" w:rsidP="00BF55B8">
            <w:pPr>
              <w:pBdr>
                <w:bottom w:val="single" w:sz="4"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162,620</w:t>
            </w:r>
          </w:p>
        </w:tc>
      </w:tr>
      <w:tr w:rsidR="000E1DEB" w:rsidRPr="00E74223" w14:paraId="2C72601D" w14:textId="77777777" w:rsidTr="00BF55B8">
        <w:trPr>
          <w:trHeight w:val="20"/>
        </w:trPr>
        <w:tc>
          <w:tcPr>
            <w:tcW w:w="1555" w:type="dxa"/>
          </w:tcPr>
          <w:p w14:paraId="7D8DDC2A" w14:textId="77777777" w:rsidR="000E1DEB" w:rsidRPr="00E74223" w:rsidRDefault="000E1DEB" w:rsidP="00BF55B8">
            <w:pPr>
              <w:tabs>
                <w:tab w:val="left" w:pos="360"/>
              </w:tabs>
              <w:rPr>
                <w:rFonts w:ascii="Browallia New" w:hAnsi="Browallia New" w:cs="Browallia New"/>
                <w:b/>
                <w:bCs/>
                <w:sz w:val="20"/>
                <w:szCs w:val="20"/>
                <w:cs/>
                <w:lang w:val="en-GB"/>
              </w:rPr>
            </w:pPr>
            <w:r w:rsidRPr="00E74223">
              <w:rPr>
                <w:rFonts w:ascii="Browallia New" w:hAnsi="Browallia New" w:cs="Browallia New"/>
                <w:sz w:val="20"/>
                <w:szCs w:val="20"/>
                <w:cs/>
              </w:rPr>
              <w:t>รวม</w:t>
            </w:r>
          </w:p>
        </w:tc>
        <w:tc>
          <w:tcPr>
            <w:tcW w:w="1134" w:type="dxa"/>
          </w:tcPr>
          <w:p w14:paraId="46443BBB"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1,285,469</w:t>
            </w:r>
          </w:p>
        </w:tc>
        <w:tc>
          <w:tcPr>
            <w:tcW w:w="1070" w:type="dxa"/>
          </w:tcPr>
          <w:p w14:paraId="42B4542B"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85,078</w:t>
            </w:r>
          </w:p>
        </w:tc>
        <w:tc>
          <w:tcPr>
            <w:tcW w:w="696" w:type="dxa"/>
          </w:tcPr>
          <w:p w14:paraId="1B0DCA4B"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20,121</w:t>
            </w:r>
          </w:p>
        </w:tc>
        <w:tc>
          <w:tcPr>
            <w:tcW w:w="914" w:type="dxa"/>
          </w:tcPr>
          <w:p w14:paraId="7B165C76"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1,390,668</w:t>
            </w:r>
          </w:p>
        </w:tc>
        <w:tc>
          <w:tcPr>
            <w:tcW w:w="1072" w:type="dxa"/>
          </w:tcPr>
          <w:p w14:paraId="23E60412"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1,309,280</w:t>
            </w:r>
          </w:p>
        </w:tc>
        <w:tc>
          <w:tcPr>
            <w:tcW w:w="1067" w:type="dxa"/>
          </w:tcPr>
          <w:p w14:paraId="4A36DAEA"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89,409</w:t>
            </w:r>
          </w:p>
        </w:tc>
        <w:tc>
          <w:tcPr>
            <w:tcW w:w="923" w:type="dxa"/>
          </w:tcPr>
          <w:p w14:paraId="35791B93"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rPr>
            </w:pPr>
            <w:r w:rsidRPr="002F3A13">
              <w:rPr>
                <w:rFonts w:ascii="Browallia New" w:hAnsi="Browallia New" w:cs="Browallia New"/>
                <w:sz w:val="20"/>
                <w:szCs w:val="20"/>
              </w:rPr>
              <w:t>17,900</w:t>
            </w:r>
          </w:p>
        </w:tc>
        <w:tc>
          <w:tcPr>
            <w:tcW w:w="798" w:type="dxa"/>
          </w:tcPr>
          <w:p w14:paraId="0223A4B5" w14:textId="77777777" w:rsidR="000E1DEB" w:rsidRPr="00E74223" w:rsidRDefault="000E1DEB" w:rsidP="00BF55B8">
            <w:pPr>
              <w:pBdr>
                <w:bottom w:val="single" w:sz="12" w:space="1" w:color="auto"/>
              </w:pBdr>
              <w:tabs>
                <w:tab w:val="left" w:pos="794"/>
                <w:tab w:val="left" w:pos="1361"/>
                <w:tab w:val="left" w:pos="1928"/>
              </w:tabs>
              <w:jc w:val="right"/>
              <w:rPr>
                <w:rFonts w:ascii="Browallia New" w:hAnsi="Browallia New" w:cs="Browallia New"/>
                <w:sz w:val="20"/>
                <w:szCs w:val="20"/>
                <w:cs/>
              </w:rPr>
            </w:pPr>
            <w:r w:rsidRPr="002F3A13">
              <w:rPr>
                <w:rFonts w:ascii="Browallia New" w:hAnsi="Browallia New" w:cs="Browallia New"/>
                <w:sz w:val="20"/>
                <w:szCs w:val="20"/>
              </w:rPr>
              <w:t>1,416,589</w:t>
            </w:r>
          </w:p>
        </w:tc>
      </w:tr>
    </w:tbl>
    <w:p w14:paraId="65A7957F" w14:textId="77777777" w:rsidR="007721A3" w:rsidRDefault="007721A3" w:rsidP="000C25BB">
      <w:pPr>
        <w:ind w:left="360"/>
        <w:jc w:val="thaiDistribute"/>
        <w:rPr>
          <w:rFonts w:ascii="Browallia New" w:hAnsi="Browallia New" w:cs="Browallia New"/>
          <w:sz w:val="22"/>
          <w:szCs w:val="22"/>
        </w:rPr>
      </w:pPr>
    </w:p>
    <w:p w14:paraId="43B95825" w14:textId="77777777" w:rsidR="00E54811" w:rsidRDefault="00E54811">
      <w:pPr>
        <w:rPr>
          <w:rFonts w:ascii="Browallia New" w:hAnsi="Browallia New" w:cs="Browallia New"/>
          <w:b/>
          <w:bCs/>
          <w:cs/>
        </w:rPr>
      </w:pPr>
      <w:r>
        <w:rPr>
          <w:rFonts w:ascii="Browallia New" w:hAnsi="Browallia New" w:cs="Browallia New"/>
          <w:b/>
          <w:bCs/>
          <w:cs/>
        </w:rPr>
        <w:br w:type="page"/>
      </w:r>
    </w:p>
    <w:p w14:paraId="40388A60" w14:textId="57D28EB3" w:rsidR="00AC0F99" w:rsidRPr="009064C0" w:rsidRDefault="00AC0F99" w:rsidP="00AC0F99">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9064C0">
        <w:rPr>
          <w:rFonts w:ascii="Browallia New" w:hAnsi="Browallia New" w:cs="Browallia New"/>
          <w:b/>
          <w:bCs/>
          <w:sz w:val="28"/>
          <w:cs/>
        </w:rPr>
        <w:t>การนำเสนอข้อมูลทางการเงินจำแนกตามส่วนงาน</w:t>
      </w:r>
    </w:p>
    <w:p w14:paraId="29767378" w14:textId="77777777" w:rsidR="00AC0F99" w:rsidRPr="0085607E"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6266D818" w:rsidR="00157756" w:rsidRDefault="003654D7" w:rsidP="00626867">
      <w:pPr>
        <w:tabs>
          <w:tab w:val="left" w:pos="794"/>
          <w:tab w:val="left" w:pos="1361"/>
          <w:tab w:val="left" w:pos="1928"/>
        </w:tabs>
        <w:ind w:left="378" w:right="-32"/>
        <w:jc w:val="thaiDistribute"/>
        <w:rPr>
          <w:rFonts w:ascii="Browallia New" w:hAnsi="Browallia New" w:cs="Browallia New"/>
          <w:cs/>
        </w:rPr>
      </w:pPr>
      <w:r>
        <w:rPr>
          <w:rFonts w:ascii="Browallia New" w:hAnsi="Browallia New" w:cs="Browallia New" w:hint="cs"/>
          <w:cs/>
        </w:rPr>
        <w:t>กลุ่ม</w:t>
      </w:r>
      <w:r w:rsidR="00E30265" w:rsidRPr="00E956BC">
        <w:rPr>
          <w:rFonts w:ascii="Browallia New" w:hAnsi="Browallia New" w:cs="Browallia New" w:hint="cs"/>
          <w:cs/>
        </w:rPr>
        <w:t xml:space="preserve">บริษัทดำเนินกิจการในการผลิตชิ้นส่วนที่ทำจากเหล็ก และให้บริการเกี่ยวกับธุรกิจเหล็ก รายละเอียดข้อมูลรายได้ที่สำคัญสำหรับงวดสามเดือนสิ้นสุดวันที่ </w:t>
      </w:r>
      <w:r w:rsidR="007C5B0E" w:rsidRPr="005C4084">
        <w:rPr>
          <w:rStyle w:val="normaltextrun"/>
          <w:rFonts w:ascii="Browallia New" w:hAnsi="Browallia New" w:cs="Browallia New"/>
          <w:spacing w:val="-4"/>
        </w:rPr>
        <w:t>31</w:t>
      </w:r>
      <w:r w:rsidR="007C5B0E" w:rsidRPr="005C4084">
        <w:rPr>
          <w:rStyle w:val="normaltextrun"/>
          <w:rFonts w:ascii="Browallia New" w:hAnsi="Browallia New" w:cs="Browallia New"/>
          <w:spacing w:val="-4"/>
          <w:cs/>
        </w:rPr>
        <w:t xml:space="preserve"> มีนาคม</w:t>
      </w:r>
      <w:r w:rsidR="007C5B0E" w:rsidRPr="005C4084">
        <w:rPr>
          <w:rFonts w:ascii="Browallia New" w:hAnsi="Browallia New" w:cs="Browallia New" w:hint="cs"/>
          <w:spacing w:val="-4"/>
          <w:cs/>
        </w:rPr>
        <w:t xml:space="preserve"> </w:t>
      </w:r>
      <w:r w:rsidR="007C5B0E" w:rsidRPr="005C4084">
        <w:rPr>
          <w:rFonts w:ascii="Browallia New" w:hAnsi="Browallia New" w:cs="Browallia New"/>
          <w:spacing w:val="-4"/>
        </w:rPr>
        <w:t>2566</w:t>
      </w:r>
      <w:r w:rsidR="00E30265" w:rsidRPr="00E956BC">
        <w:rPr>
          <w:rFonts w:ascii="Browallia New" w:hAnsi="Browallia New" w:cs="Browallia New"/>
        </w:rPr>
        <w:t xml:space="preserve"> </w:t>
      </w:r>
      <w:r w:rsidR="00E30265" w:rsidRPr="00E956BC">
        <w:rPr>
          <w:rFonts w:ascii="Browallia New" w:hAnsi="Browallia New" w:cs="Browallia New" w:hint="cs"/>
          <w:cs/>
        </w:rPr>
        <w:t xml:space="preserve">และ </w:t>
      </w:r>
      <w:r w:rsidR="00E30265" w:rsidRPr="00E956BC">
        <w:rPr>
          <w:rFonts w:ascii="Browallia New" w:hAnsi="Browallia New" w:cs="Browallia New"/>
        </w:rPr>
        <w:t>256</w:t>
      </w:r>
      <w:r w:rsidR="007C5B0E">
        <w:rPr>
          <w:rFonts w:ascii="Browallia New" w:hAnsi="Browallia New" w:cs="Browallia New"/>
        </w:rPr>
        <w:t>5</w:t>
      </w:r>
      <w:r w:rsidR="00E30265" w:rsidRPr="00E956BC">
        <w:rPr>
          <w:rFonts w:ascii="Browallia New" w:hAnsi="Browallia New" w:cs="Browallia New"/>
        </w:rPr>
        <w:t xml:space="preserve"> </w:t>
      </w:r>
      <w:r w:rsidR="00E30265" w:rsidRPr="00E956BC">
        <w:rPr>
          <w:rFonts w:ascii="Browallia New" w:hAnsi="Browallia New" w:cs="Browallia New" w:hint="cs"/>
          <w:cs/>
        </w:rPr>
        <w:t>มีดังนี้</w:t>
      </w:r>
    </w:p>
    <w:p w14:paraId="2FCD39ED" w14:textId="1E7CEF48" w:rsidR="00157756" w:rsidRDefault="00157756">
      <w:pPr>
        <w:rPr>
          <w:rFonts w:ascii="Browallia New" w:hAnsi="Browallia New" w:cs="Browallia New"/>
          <w:cs/>
        </w:rPr>
      </w:pPr>
    </w:p>
    <w:tbl>
      <w:tblPr>
        <w:tblW w:w="9476" w:type="dxa"/>
        <w:tblInd w:w="90" w:type="dxa"/>
        <w:tblLayout w:type="fixed"/>
        <w:tblLook w:val="01E0" w:firstRow="1" w:lastRow="1" w:firstColumn="1" w:lastColumn="1" w:noHBand="0" w:noVBand="0"/>
      </w:tblPr>
      <w:tblGrid>
        <w:gridCol w:w="1504"/>
        <w:gridCol w:w="884"/>
        <w:gridCol w:w="779"/>
        <w:gridCol w:w="703"/>
        <w:gridCol w:w="695"/>
        <w:gridCol w:w="884"/>
        <w:gridCol w:w="884"/>
        <w:gridCol w:w="786"/>
        <w:gridCol w:w="703"/>
        <w:gridCol w:w="767"/>
        <w:gridCol w:w="887"/>
      </w:tblGrid>
      <w:tr w:rsidR="00A625DB" w:rsidRPr="005C2BD1" w14:paraId="3F6D620B" w14:textId="77777777" w:rsidTr="000540A0">
        <w:trPr>
          <w:trHeight w:val="20"/>
        </w:trPr>
        <w:tc>
          <w:tcPr>
            <w:tcW w:w="1504" w:type="dxa"/>
            <w:vAlign w:val="bottom"/>
          </w:tcPr>
          <w:p w14:paraId="128FEB0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3638E31B" w14:textId="77777777" w:rsidR="00A625DB" w:rsidRPr="005C2BD1" w:rsidRDefault="00A625DB" w:rsidP="00384AC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A625DB" w:rsidRPr="005C2BD1" w14:paraId="15FA4972" w14:textId="77777777" w:rsidTr="000540A0">
        <w:trPr>
          <w:trHeight w:val="20"/>
        </w:trPr>
        <w:tc>
          <w:tcPr>
            <w:tcW w:w="1504" w:type="dxa"/>
            <w:vAlign w:val="bottom"/>
          </w:tcPr>
          <w:p w14:paraId="625714A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41C0A15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A625DB" w:rsidRPr="005C2BD1" w14:paraId="40DBFF94" w14:textId="77777777" w:rsidTr="000540A0">
        <w:trPr>
          <w:trHeight w:val="20"/>
        </w:trPr>
        <w:tc>
          <w:tcPr>
            <w:tcW w:w="1504" w:type="dxa"/>
            <w:vAlign w:val="bottom"/>
          </w:tcPr>
          <w:p w14:paraId="3DE04EC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613B73F2" w14:textId="69A456C3"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w:t>
            </w:r>
            <w:r w:rsidR="007C5B0E">
              <w:rPr>
                <w:rFonts w:ascii="Browallia New" w:hAnsi="Browallia New" w:cs="Browallia New"/>
                <w:color w:val="000000"/>
                <w:sz w:val="20"/>
                <w:szCs w:val="20"/>
              </w:rPr>
              <w:t>31</w:t>
            </w:r>
            <w:r w:rsidR="007C5B0E">
              <w:rPr>
                <w:rFonts w:ascii="Browallia New" w:hAnsi="Browallia New" w:cs="Browallia New" w:hint="cs"/>
                <w:color w:val="000000"/>
                <w:sz w:val="20"/>
                <w:szCs w:val="20"/>
                <w:cs/>
              </w:rPr>
              <w:t xml:space="preserve"> มีนาคม</w:t>
            </w:r>
          </w:p>
        </w:tc>
      </w:tr>
      <w:tr w:rsidR="00A625DB" w:rsidRPr="005C2BD1" w14:paraId="6270E55D" w14:textId="77777777" w:rsidTr="000540A0">
        <w:trPr>
          <w:trHeight w:val="20"/>
        </w:trPr>
        <w:tc>
          <w:tcPr>
            <w:tcW w:w="1504" w:type="dxa"/>
            <w:vAlign w:val="bottom"/>
          </w:tcPr>
          <w:p w14:paraId="52E8A37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3945" w:type="dxa"/>
            <w:gridSpan w:val="5"/>
            <w:vAlign w:val="bottom"/>
          </w:tcPr>
          <w:p w14:paraId="41D4BA44" w14:textId="60A1765E"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921256">
              <w:rPr>
                <w:rFonts w:ascii="Browallia New" w:hAnsi="Browallia New" w:cs="Browallia New"/>
                <w:sz w:val="20"/>
                <w:szCs w:val="20"/>
              </w:rPr>
              <w:t>6</w:t>
            </w:r>
          </w:p>
        </w:tc>
        <w:tc>
          <w:tcPr>
            <w:tcW w:w="4027" w:type="dxa"/>
            <w:gridSpan w:val="5"/>
            <w:vAlign w:val="bottom"/>
          </w:tcPr>
          <w:p w14:paraId="18FAA3F6" w14:textId="2D46D3D5"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921256">
              <w:rPr>
                <w:rFonts w:ascii="Browallia New" w:hAnsi="Browallia New" w:cs="Browallia New"/>
                <w:sz w:val="20"/>
                <w:szCs w:val="20"/>
              </w:rPr>
              <w:t>5</w:t>
            </w:r>
          </w:p>
        </w:tc>
      </w:tr>
      <w:tr w:rsidR="00A625DB" w:rsidRPr="005C2BD1" w14:paraId="14FFBC4B" w14:textId="77777777" w:rsidTr="000540A0">
        <w:trPr>
          <w:trHeight w:val="20"/>
        </w:trPr>
        <w:tc>
          <w:tcPr>
            <w:tcW w:w="1504" w:type="dxa"/>
            <w:vAlign w:val="bottom"/>
          </w:tcPr>
          <w:p w14:paraId="201C0830"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E72E663"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8FD52B5"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395AD594" w14:textId="77777777" w:rsidR="00A625DB"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6CC050D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3" w:type="dxa"/>
            <w:vAlign w:val="bottom"/>
          </w:tcPr>
          <w:p w14:paraId="28EA9CF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B94FE4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DECEE39"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57BCC2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5" w:type="dxa"/>
            <w:vAlign w:val="bottom"/>
          </w:tcPr>
          <w:p w14:paraId="2954175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A1115F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1C83792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7ACB5BE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66928AFB"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1EEAB10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C95237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707E7D9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FA5299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E39DCA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7" w:type="dxa"/>
            <w:vAlign w:val="bottom"/>
          </w:tcPr>
          <w:p w14:paraId="4CD3A99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6F1F0B4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A625DB" w:rsidRPr="00A625DB" w14:paraId="1EBCA0DA" w14:textId="77777777" w:rsidTr="000540A0">
        <w:trPr>
          <w:trHeight w:val="288"/>
        </w:trPr>
        <w:tc>
          <w:tcPr>
            <w:tcW w:w="1504" w:type="dxa"/>
            <w:vAlign w:val="bottom"/>
          </w:tcPr>
          <w:p w14:paraId="31E75081"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120834BD"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79" w:type="dxa"/>
            <w:vAlign w:val="bottom"/>
          </w:tcPr>
          <w:p w14:paraId="5FDC024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03" w:type="dxa"/>
            <w:vAlign w:val="bottom"/>
          </w:tcPr>
          <w:p w14:paraId="164FA8BF"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695" w:type="dxa"/>
            <w:vAlign w:val="bottom"/>
          </w:tcPr>
          <w:p w14:paraId="09096A27"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93A079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52416F16"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86" w:type="dxa"/>
            <w:vAlign w:val="bottom"/>
          </w:tcPr>
          <w:p w14:paraId="334F9348"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03" w:type="dxa"/>
            <w:vAlign w:val="bottom"/>
          </w:tcPr>
          <w:p w14:paraId="0ED2076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67" w:type="dxa"/>
            <w:vAlign w:val="bottom"/>
          </w:tcPr>
          <w:p w14:paraId="2A72B085"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EA975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r>
      <w:tr w:rsidR="00711FDE" w:rsidRPr="005C2BD1" w14:paraId="001F752C" w14:textId="77777777" w:rsidTr="000540A0">
        <w:trPr>
          <w:trHeight w:val="20"/>
        </w:trPr>
        <w:tc>
          <w:tcPr>
            <w:tcW w:w="2388" w:type="dxa"/>
            <w:gridSpan w:val="2"/>
            <w:vAlign w:val="bottom"/>
          </w:tcPr>
          <w:p w14:paraId="1DDC43BD" w14:textId="76A8BDFC" w:rsidR="00711FDE" w:rsidRPr="005C2BD1" w:rsidRDefault="00711FDE" w:rsidP="00711FDE">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261F5917"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1BA9A05F"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695" w:type="dxa"/>
            <w:vAlign w:val="bottom"/>
          </w:tcPr>
          <w:p w14:paraId="557A2E42"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B4D7A55"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65AFF58"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86" w:type="dxa"/>
            <w:vAlign w:val="bottom"/>
          </w:tcPr>
          <w:p w14:paraId="1C02C576"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03" w:type="dxa"/>
            <w:vAlign w:val="bottom"/>
          </w:tcPr>
          <w:p w14:paraId="315E0853"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67" w:type="dxa"/>
            <w:vAlign w:val="bottom"/>
          </w:tcPr>
          <w:p w14:paraId="7F72246D"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887" w:type="dxa"/>
            <w:vAlign w:val="bottom"/>
          </w:tcPr>
          <w:p w14:paraId="58EC665A"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r>
      <w:tr w:rsidR="003E704B" w:rsidRPr="005C2BD1" w14:paraId="7BEAB3C7" w14:textId="77777777" w:rsidTr="000540A0">
        <w:trPr>
          <w:trHeight w:val="20"/>
        </w:trPr>
        <w:tc>
          <w:tcPr>
            <w:tcW w:w="1504" w:type="dxa"/>
            <w:vAlign w:val="bottom"/>
          </w:tcPr>
          <w:p w14:paraId="51DED0BB" w14:textId="77777777" w:rsidR="003E704B" w:rsidRPr="002E71A8" w:rsidRDefault="003E704B" w:rsidP="003E704B">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tcPr>
          <w:p w14:paraId="6BFA752B" w14:textId="11396A7F" w:rsidR="003E704B" w:rsidRPr="002E71A8" w:rsidRDefault="003E704B" w:rsidP="003E704B">
            <w:pP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1,295,063</w:t>
            </w:r>
          </w:p>
        </w:tc>
        <w:tc>
          <w:tcPr>
            <w:tcW w:w="779" w:type="dxa"/>
          </w:tcPr>
          <w:p w14:paraId="026DD5AE" w14:textId="62B754FD" w:rsidR="003E704B" w:rsidRPr="002E71A8" w:rsidRDefault="003E704B" w:rsidP="003E704B">
            <w:pP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85,078</w:t>
            </w:r>
          </w:p>
        </w:tc>
        <w:tc>
          <w:tcPr>
            <w:tcW w:w="703" w:type="dxa"/>
          </w:tcPr>
          <w:p w14:paraId="4AAB2CC8" w14:textId="2E44595C" w:rsidR="003E704B" w:rsidRPr="002E71A8" w:rsidRDefault="003E704B" w:rsidP="003E704B">
            <w:pP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20,121</w:t>
            </w:r>
          </w:p>
        </w:tc>
        <w:tc>
          <w:tcPr>
            <w:tcW w:w="695" w:type="dxa"/>
          </w:tcPr>
          <w:p w14:paraId="23E1D3D2" w14:textId="0F24E409" w:rsidR="003E704B" w:rsidRPr="002E71A8" w:rsidRDefault="003E704B" w:rsidP="000540A0">
            <w:pP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(409)</w:t>
            </w:r>
          </w:p>
        </w:tc>
        <w:tc>
          <w:tcPr>
            <w:tcW w:w="884" w:type="dxa"/>
          </w:tcPr>
          <w:p w14:paraId="2987DDA2" w14:textId="154CD6EF" w:rsidR="003E704B" w:rsidRPr="002E71A8" w:rsidRDefault="003E704B" w:rsidP="003E704B">
            <w:pP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1,399,853</w:t>
            </w:r>
          </w:p>
        </w:tc>
        <w:tc>
          <w:tcPr>
            <w:tcW w:w="884" w:type="dxa"/>
            <w:vAlign w:val="bottom"/>
          </w:tcPr>
          <w:p w14:paraId="5C4E481F" w14:textId="3FDE4200" w:rsidR="003E704B" w:rsidRPr="005E1C7B" w:rsidRDefault="003E704B" w:rsidP="003E704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1,318,147</w:t>
            </w:r>
          </w:p>
        </w:tc>
        <w:tc>
          <w:tcPr>
            <w:tcW w:w="786" w:type="dxa"/>
            <w:vAlign w:val="bottom"/>
          </w:tcPr>
          <w:p w14:paraId="4231B6E9" w14:textId="4C96D629" w:rsidR="003E704B" w:rsidRPr="005E1C7B" w:rsidRDefault="003E704B" w:rsidP="003E704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89,409</w:t>
            </w:r>
          </w:p>
        </w:tc>
        <w:tc>
          <w:tcPr>
            <w:tcW w:w="703" w:type="dxa"/>
            <w:vAlign w:val="bottom"/>
          </w:tcPr>
          <w:p w14:paraId="0842E6D5" w14:textId="51A2CCC4" w:rsidR="003E704B" w:rsidRPr="005E1C7B" w:rsidRDefault="003E704B" w:rsidP="003E704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17,900</w:t>
            </w:r>
          </w:p>
        </w:tc>
        <w:tc>
          <w:tcPr>
            <w:tcW w:w="767" w:type="dxa"/>
            <w:vAlign w:val="bottom"/>
          </w:tcPr>
          <w:p w14:paraId="099E3939" w14:textId="3F120D16" w:rsidR="003E704B" w:rsidRPr="00227CF5" w:rsidRDefault="003E704B" w:rsidP="000540A0">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887" w:type="dxa"/>
            <w:vAlign w:val="bottom"/>
          </w:tcPr>
          <w:p w14:paraId="1605E9E5" w14:textId="328CD6BD" w:rsidR="003E704B" w:rsidRPr="00227CF5" w:rsidRDefault="003E704B" w:rsidP="003E704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1,425,260</w:t>
            </w:r>
          </w:p>
        </w:tc>
      </w:tr>
      <w:tr w:rsidR="00F85764" w:rsidRPr="005C2BD1" w14:paraId="2F1700FE" w14:textId="77777777" w:rsidTr="000540A0">
        <w:trPr>
          <w:trHeight w:val="20"/>
        </w:trPr>
        <w:tc>
          <w:tcPr>
            <w:tcW w:w="1504" w:type="dxa"/>
            <w:vAlign w:val="bottom"/>
          </w:tcPr>
          <w:p w14:paraId="44B69E7F" w14:textId="77777777" w:rsidR="00F85764" w:rsidRPr="005C2BD1" w:rsidRDefault="00F85764" w:rsidP="00F85764">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tcPr>
          <w:p w14:paraId="2CEB4BB9" w14:textId="2A0E2EEA" w:rsidR="00F85764" w:rsidRPr="00261025"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(1,132,138)</w:t>
            </w:r>
          </w:p>
        </w:tc>
        <w:tc>
          <w:tcPr>
            <w:tcW w:w="779" w:type="dxa"/>
          </w:tcPr>
          <w:p w14:paraId="59C4CD06" w14:textId="7D2A906F"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(74,396)</w:t>
            </w:r>
          </w:p>
        </w:tc>
        <w:tc>
          <w:tcPr>
            <w:tcW w:w="703" w:type="dxa"/>
          </w:tcPr>
          <w:p w14:paraId="6DFA50B2" w14:textId="64F3F2D3"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(4,961)</w:t>
            </w:r>
          </w:p>
        </w:tc>
        <w:tc>
          <w:tcPr>
            <w:tcW w:w="695" w:type="dxa"/>
          </w:tcPr>
          <w:p w14:paraId="36F69D9F" w14:textId="7DB77645"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cs/>
              </w:rPr>
            </w:pPr>
            <w:r w:rsidRPr="000540A0">
              <w:rPr>
                <w:rFonts w:ascii="Browallia New" w:hAnsi="Browallia New" w:cs="Browallia New"/>
                <w:sz w:val="20"/>
                <w:szCs w:val="20"/>
              </w:rPr>
              <w:t>436</w:t>
            </w:r>
          </w:p>
        </w:tc>
        <w:tc>
          <w:tcPr>
            <w:tcW w:w="884" w:type="dxa"/>
          </w:tcPr>
          <w:p w14:paraId="2E09B867" w14:textId="02412B4F" w:rsidR="00F85764" w:rsidRPr="005C2BD1" w:rsidRDefault="00F85764" w:rsidP="00F85764">
            <w:pPr>
              <w:pBdr>
                <w:bottom w:val="single" w:sz="4" w:space="1" w:color="auto"/>
              </w:pBdr>
              <w:tabs>
                <w:tab w:val="left" w:pos="540"/>
              </w:tabs>
              <w:ind w:right="-33"/>
              <w:jc w:val="right"/>
              <w:rPr>
                <w:rFonts w:ascii="Browallia New" w:hAnsi="Browallia New" w:cs="Browallia New"/>
                <w:sz w:val="20"/>
                <w:szCs w:val="20"/>
              </w:rPr>
            </w:pPr>
            <w:r w:rsidRPr="000540A0">
              <w:rPr>
                <w:rFonts w:ascii="Browallia New" w:hAnsi="Browallia New" w:cs="Browallia New"/>
                <w:sz w:val="20"/>
                <w:szCs w:val="20"/>
              </w:rPr>
              <w:t>(1,211,059)</w:t>
            </w:r>
          </w:p>
        </w:tc>
        <w:tc>
          <w:tcPr>
            <w:tcW w:w="884" w:type="dxa"/>
            <w:vAlign w:val="bottom"/>
          </w:tcPr>
          <w:p w14:paraId="45F40083" w14:textId="19271B17"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732F16">
              <w:rPr>
                <w:rFonts w:ascii="Browallia New" w:hAnsi="Browallia New" w:cs="Browallia New"/>
                <w:sz w:val="20"/>
                <w:szCs w:val="20"/>
                <w:cs/>
              </w:rPr>
              <w:t>(</w:t>
            </w:r>
            <w:r w:rsidRPr="00732F16">
              <w:rPr>
                <w:rFonts w:ascii="Browallia New" w:hAnsi="Browallia New" w:cs="Browallia New"/>
                <w:sz w:val="20"/>
                <w:szCs w:val="20"/>
              </w:rPr>
              <w:t>1,163,118</w:t>
            </w:r>
            <w:r w:rsidRPr="00732F16">
              <w:rPr>
                <w:rFonts w:ascii="Browallia New" w:hAnsi="Browallia New" w:cs="Browallia New"/>
                <w:sz w:val="20"/>
                <w:szCs w:val="20"/>
                <w:cs/>
              </w:rPr>
              <w:t>)</w:t>
            </w:r>
          </w:p>
        </w:tc>
        <w:tc>
          <w:tcPr>
            <w:tcW w:w="786" w:type="dxa"/>
            <w:vAlign w:val="bottom"/>
          </w:tcPr>
          <w:p w14:paraId="3CC48B2A" w14:textId="0C470D57"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72,736</w:t>
            </w:r>
            <w:r>
              <w:rPr>
                <w:rFonts w:ascii="Browallia New" w:hAnsi="Browallia New" w:cs="Browallia New"/>
                <w:sz w:val="20"/>
                <w:szCs w:val="20"/>
                <w:cs/>
              </w:rPr>
              <w:t>)</w:t>
            </w:r>
          </w:p>
        </w:tc>
        <w:tc>
          <w:tcPr>
            <w:tcW w:w="703" w:type="dxa"/>
            <w:vAlign w:val="bottom"/>
          </w:tcPr>
          <w:p w14:paraId="5B1BA179" w14:textId="1CD76DC4"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5,552</w:t>
            </w:r>
            <w:r>
              <w:rPr>
                <w:rFonts w:ascii="Browallia New" w:hAnsi="Browallia New" w:cs="Browallia New"/>
                <w:sz w:val="20"/>
                <w:szCs w:val="20"/>
                <w:cs/>
              </w:rPr>
              <w:t>)</w:t>
            </w:r>
          </w:p>
        </w:tc>
        <w:tc>
          <w:tcPr>
            <w:tcW w:w="767" w:type="dxa"/>
            <w:vAlign w:val="bottom"/>
          </w:tcPr>
          <w:p w14:paraId="4E0E8948" w14:textId="0F9AC3A9"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246</w:t>
            </w:r>
          </w:p>
        </w:tc>
        <w:tc>
          <w:tcPr>
            <w:tcW w:w="887" w:type="dxa"/>
            <w:vAlign w:val="bottom"/>
          </w:tcPr>
          <w:p w14:paraId="1EB55F55" w14:textId="3F50DA80" w:rsidR="00F85764" w:rsidRPr="00416F1B" w:rsidRDefault="00F85764" w:rsidP="00F8576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1,241,160</w:t>
            </w:r>
            <w:r>
              <w:rPr>
                <w:rFonts w:ascii="Browallia New" w:hAnsi="Browallia New" w:cs="Browallia New"/>
                <w:sz w:val="20"/>
                <w:szCs w:val="20"/>
                <w:cs/>
              </w:rPr>
              <w:t>)</w:t>
            </w:r>
          </w:p>
        </w:tc>
      </w:tr>
      <w:tr w:rsidR="00F85764" w:rsidRPr="005C2BD1" w14:paraId="3F8C4447" w14:textId="77777777" w:rsidTr="000540A0">
        <w:trPr>
          <w:trHeight w:val="20"/>
        </w:trPr>
        <w:tc>
          <w:tcPr>
            <w:tcW w:w="1504" w:type="dxa"/>
            <w:vAlign w:val="bottom"/>
          </w:tcPr>
          <w:p w14:paraId="208DE432" w14:textId="77777777" w:rsidR="00F85764" w:rsidRPr="005C2BD1" w:rsidRDefault="00F85764" w:rsidP="00F85764">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tcPr>
          <w:p w14:paraId="7E78166C" w14:textId="1BDB2B81"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162,925</w:t>
            </w:r>
          </w:p>
        </w:tc>
        <w:tc>
          <w:tcPr>
            <w:tcW w:w="779" w:type="dxa"/>
          </w:tcPr>
          <w:p w14:paraId="60011948" w14:textId="4220C6E2"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10,682</w:t>
            </w:r>
          </w:p>
        </w:tc>
        <w:tc>
          <w:tcPr>
            <w:tcW w:w="703" w:type="dxa"/>
          </w:tcPr>
          <w:p w14:paraId="2533B64D" w14:textId="7E7AAFD4"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15,160</w:t>
            </w:r>
          </w:p>
        </w:tc>
        <w:tc>
          <w:tcPr>
            <w:tcW w:w="695" w:type="dxa"/>
          </w:tcPr>
          <w:p w14:paraId="4BE564F7" w14:textId="43B84F27" w:rsidR="00F85764" w:rsidRPr="005C2BD1"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sidRPr="000540A0">
              <w:rPr>
                <w:rFonts w:ascii="Browallia New" w:hAnsi="Browallia New" w:cs="Browallia New"/>
                <w:sz w:val="20"/>
                <w:szCs w:val="20"/>
              </w:rPr>
              <w:t>27</w:t>
            </w:r>
          </w:p>
        </w:tc>
        <w:tc>
          <w:tcPr>
            <w:tcW w:w="884" w:type="dxa"/>
          </w:tcPr>
          <w:p w14:paraId="3A5F2C07" w14:textId="10C15DD1" w:rsidR="00F85764" w:rsidRPr="005C2BD1" w:rsidRDefault="00F85764" w:rsidP="00F85764">
            <w:pPr>
              <w:pBdr>
                <w:bottom w:val="single" w:sz="4" w:space="1" w:color="auto"/>
              </w:pBdr>
              <w:tabs>
                <w:tab w:val="left" w:pos="540"/>
              </w:tabs>
              <w:ind w:right="-33"/>
              <w:jc w:val="right"/>
              <w:rPr>
                <w:rFonts w:ascii="Browallia New" w:hAnsi="Browallia New" w:cs="Browallia New"/>
                <w:sz w:val="20"/>
                <w:szCs w:val="20"/>
              </w:rPr>
            </w:pPr>
            <w:r w:rsidRPr="000540A0">
              <w:rPr>
                <w:rFonts w:ascii="Browallia New" w:hAnsi="Browallia New" w:cs="Browallia New"/>
                <w:sz w:val="20"/>
                <w:szCs w:val="20"/>
              </w:rPr>
              <w:t>188,794</w:t>
            </w:r>
          </w:p>
        </w:tc>
        <w:tc>
          <w:tcPr>
            <w:tcW w:w="884" w:type="dxa"/>
            <w:vAlign w:val="bottom"/>
          </w:tcPr>
          <w:p w14:paraId="7028C947" w14:textId="6538DBD0"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155,029</w:t>
            </w:r>
          </w:p>
        </w:tc>
        <w:tc>
          <w:tcPr>
            <w:tcW w:w="786" w:type="dxa"/>
            <w:vAlign w:val="bottom"/>
          </w:tcPr>
          <w:p w14:paraId="67BEA698" w14:textId="51559FF1"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16,673</w:t>
            </w:r>
          </w:p>
        </w:tc>
        <w:tc>
          <w:tcPr>
            <w:tcW w:w="703" w:type="dxa"/>
            <w:vAlign w:val="bottom"/>
          </w:tcPr>
          <w:p w14:paraId="180A1486" w14:textId="5CE5B12C"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12,348</w:t>
            </w:r>
          </w:p>
        </w:tc>
        <w:tc>
          <w:tcPr>
            <w:tcW w:w="767" w:type="dxa"/>
            <w:vAlign w:val="bottom"/>
          </w:tcPr>
          <w:p w14:paraId="55C22375" w14:textId="72CACFE7" w:rsidR="00F85764" w:rsidRPr="00416F1B" w:rsidRDefault="00F85764" w:rsidP="00F8576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50</w:t>
            </w:r>
          </w:p>
        </w:tc>
        <w:tc>
          <w:tcPr>
            <w:tcW w:w="887" w:type="dxa"/>
            <w:vAlign w:val="bottom"/>
          </w:tcPr>
          <w:p w14:paraId="13D723FC" w14:textId="6996D8D6" w:rsidR="00F85764" w:rsidRPr="00416F1B" w:rsidRDefault="00F85764" w:rsidP="00F8576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184,100</w:t>
            </w:r>
          </w:p>
        </w:tc>
      </w:tr>
      <w:tr w:rsidR="00051AB9" w:rsidRPr="007B7502" w14:paraId="6459CC91" w14:textId="77777777" w:rsidTr="000540A0">
        <w:trPr>
          <w:trHeight w:val="216"/>
        </w:trPr>
        <w:tc>
          <w:tcPr>
            <w:tcW w:w="1504" w:type="dxa"/>
            <w:vAlign w:val="bottom"/>
          </w:tcPr>
          <w:p w14:paraId="03242772" w14:textId="77777777" w:rsidR="00051AB9" w:rsidRPr="007B7502" w:rsidRDefault="00051AB9" w:rsidP="00051AB9">
            <w:pPr>
              <w:tabs>
                <w:tab w:val="left" w:pos="360"/>
              </w:tabs>
              <w:rPr>
                <w:rFonts w:ascii="Browallia New" w:hAnsi="Browallia New" w:cs="Browallia New"/>
                <w:b/>
                <w:bCs/>
                <w:sz w:val="12"/>
                <w:szCs w:val="12"/>
                <w:cs/>
                <w:lang w:val="en-GB"/>
              </w:rPr>
            </w:pPr>
          </w:p>
        </w:tc>
        <w:tc>
          <w:tcPr>
            <w:tcW w:w="884" w:type="dxa"/>
            <w:vAlign w:val="bottom"/>
          </w:tcPr>
          <w:p w14:paraId="1D09F71D"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779" w:type="dxa"/>
            <w:vAlign w:val="bottom"/>
          </w:tcPr>
          <w:p w14:paraId="2259DDF2"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703" w:type="dxa"/>
            <w:vAlign w:val="bottom"/>
          </w:tcPr>
          <w:p w14:paraId="6CA43F30"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695" w:type="dxa"/>
            <w:vAlign w:val="bottom"/>
          </w:tcPr>
          <w:p w14:paraId="74191011"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884" w:type="dxa"/>
            <w:vAlign w:val="bottom"/>
          </w:tcPr>
          <w:p w14:paraId="008A514B" w14:textId="77777777" w:rsidR="00051AB9" w:rsidRPr="007B7502" w:rsidRDefault="00051AB9" w:rsidP="00051AB9">
            <w:pPr>
              <w:tabs>
                <w:tab w:val="left" w:pos="540"/>
              </w:tabs>
              <w:ind w:right="-33"/>
              <w:jc w:val="right"/>
              <w:rPr>
                <w:rFonts w:ascii="Browallia New" w:hAnsi="Browallia New" w:cs="Browallia New"/>
                <w:sz w:val="12"/>
                <w:szCs w:val="12"/>
              </w:rPr>
            </w:pPr>
          </w:p>
        </w:tc>
        <w:tc>
          <w:tcPr>
            <w:tcW w:w="884" w:type="dxa"/>
            <w:vAlign w:val="bottom"/>
          </w:tcPr>
          <w:p w14:paraId="555D5A20"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lang w:val="en-GB"/>
              </w:rPr>
            </w:pPr>
          </w:p>
        </w:tc>
        <w:tc>
          <w:tcPr>
            <w:tcW w:w="786" w:type="dxa"/>
            <w:vAlign w:val="bottom"/>
          </w:tcPr>
          <w:p w14:paraId="79575A16"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703" w:type="dxa"/>
            <w:vAlign w:val="bottom"/>
          </w:tcPr>
          <w:p w14:paraId="2727E8D7"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767" w:type="dxa"/>
            <w:vAlign w:val="bottom"/>
          </w:tcPr>
          <w:p w14:paraId="411C5AD8" w14:textId="77777777" w:rsidR="00051AB9" w:rsidRPr="007B7502" w:rsidRDefault="00051AB9" w:rsidP="00051AB9">
            <w:pPr>
              <w:tabs>
                <w:tab w:val="left" w:pos="794"/>
                <w:tab w:val="left" w:pos="1361"/>
                <w:tab w:val="left" w:pos="1928"/>
              </w:tabs>
              <w:jc w:val="right"/>
              <w:rPr>
                <w:rFonts w:ascii="Browallia New" w:hAnsi="Browallia New" w:cs="Browallia New"/>
                <w:sz w:val="12"/>
                <w:szCs w:val="12"/>
              </w:rPr>
            </w:pPr>
          </w:p>
        </w:tc>
        <w:tc>
          <w:tcPr>
            <w:tcW w:w="887" w:type="dxa"/>
            <w:vAlign w:val="bottom"/>
          </w:tcPr>
          <w:p w14:paraId="77D5E908" w14:textId="77777777" w:rsidR="00051AB9" w:rsidRPr="007B7502" w:rsidRDefault="00051AB9" w:rsidP="00051AB9">
            <w:pPr>
              <w:tabs>
                <w:tab w:val="left" w:pos="540"/>
              </w:tabs>
              <w:ind w:right="-33"/>
              <w:jc w:val="right"/>
              <w:rPr>
                <w:rFonts w:ascii="Browallia New" w:hAnsi="Browallia New" w:cs="Browallia New"/>
                <w:sz w:val="12"/>
                <w:szCs w:val="12"/>
              </w:rPr>
            </w:pPr>
          </w:p>
        </w:tc>
      </w:tr>
      <w:tr w:rsidR="008F79A9" w:rsidRPr="009064C0" w14:paraId="0BCD5432" w14:textId="77777777" w:rsidTr="000540A0">
        <w:trPr>
          <w:trHeight w:val="20"/>
        </w:trPr>
        <w:tc>
          <w:tcPr>
            <w:tcW w:w="3167" w:type="dxa"/>
            <w:gridSpan w:val="3"/>
            <w:vAlign w:val="bottom"/>
          </w:tcPr>
          <w:p w14:paraId="67771391" w14:textId="4F47C96B" w:rsidR="008F79A9" w:rsidRPr="009064C0" w:rsidRDefault="008F79A9" w:rsidP="000540A0">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hint="cs"/>
                <w:sz w:val="20"/>
                <w:szCs w:val="20"/>
                <w:cs/>
              </w:rPr>
              <w:t>ขาดทุน</w:t>
            </w:r>
            <w:r w:rsidRPr="009064C0">
              <w:rPr>
                <w:rFonts w:ascii="Browallia New" w:hAnsi="Browallia New" w:cs="Browallia New"/>
                <w:sz w:val="20"/>
                <w:szCs w:val="20"/>
                <w:cs/>
                <w:lang w:val="en-GB"/>
              </w:rPr>
              <w:t>จากอัตราแลกเปลี่ยน</w:t>
            </w:r>
          </w:p>
        </w:tc>
        <w:tc>
          <w:tcPr>
            <w:tcW w:w="703" w:type="dxa"/>
            <w:vAlign w:val="bottom"/>
          </w:tcPr>
          <w:p w14:paraId="5E367ECF"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695" w:type="dxa"/>
            <w:vAlign w:val="bottom"/>
          </w:tcPr>
          <w:p w14:paraId="6BABC2EF"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884" w:type="dxa"/>
            <w:vAlign w:val="bottom"/>
          </w:tcPr>
          <w:p w14:paraId="37622EB4" w14:textId="1006ECCF" w:rsidR="008F79A9" w:rsidRPr="009064C0" w:rsidRDefault="00290B37" w:rsidP="008F79A9">
            <w:pPr>
              <w:tabs>
                <w:tab w:val="left" w:pos="540"/>
              </w:tabs>
              <w:ind w:right="-33"/>
              <w:jc w:val="right"/>
              <w:rPr>
                <w:rFonts w:ascii="Browallia New" w:hAnsi="Browallia New" w:cs="Browallia New"/>
                <w:sz w:val="20"/>
                <w:szCs w:val="20"/>
              </w:rPr>
            </w:pPr>
            <w:r w:rsidRPr="00290B37">
              <w:rPr>
                <w:rFonts w:ascii="Browallia New" w:hAnsi="Browallia New" w:cs="Browallia New"/>
                <w:sz w:val="20"/>
                <w:szCs w:val="20"/>
              </w:rPr>
              <w:t>(508)</w:t>
            </w:r>
            <w:r w:rsidRPr="00290B37" w:rsidDel="007C5B0E">
              <w:rPr>
                <w:rFonts w:ascii="Browallia New" w:hAnsi="Browallia New" w:cs="Browallia New"/>
                <w:sz w:val="20"/>
                <w:szCs w:val="20"/>
              </w:rPr>
              <w:t xml:space="preserve"> </w:t>
            </w:r>
          </w:p>
        </w:tc>
        <w:tc>
          <w:tcPr>
            <w:tcW w:w="884" w:type="dxa"/>
            <w:vAlign w:val="bottom"/>
          </w:tcPr>
          <w:p w14:paraId="4CA68E2D"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2CA92592"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701327FB"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29F1AF23" w14:textId="4A97D07B"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887" w:type="dxa"/>
            <w:vAlign w:val="bottom"/>
          </w:tcPr>
          <w:p w14:paraId="37D89B5F" w14:textId="74B779FE" w:rsidR="008F79A9" w:rsidRPr="009064C0" w:rsidRDefault="008F79A9" w:rsidP="008F79A9">
            <w:pPr>
              <w:tabs>
                <w:tab w:val="left" w:pos="540"/>
              </w:tabs>
              <w:ind w:right="-33"/>
              <w:jc w:val="right"/>
              <w:rPr>
                <w:rFonts w:ascii="Browallia New" w:hAnsi="Browallia New" w:cs="Browallia New"/>
                <w:sz w:val="20"/>
                <w:szCs w:val="20"/>
              </w:rPr>
            </w:pPr>
            <w:r w:rsidRPr="009064C0">
              <w:rPr>
                <w:rFonts w:ascii="Browallia New" w:hAnsi="Browallia New" w:cs="Browallia New"/>
                <w:sz w:val="20"/>
                <w:szCs w:val="20"/>
                <w:cs/>
              </w:rPr>
              <w:t>(</w:t>
            </w:r>
            <w:r w:rsidRPr="009064C0">
              <w:rPr>
                <w:rFonts w:ascii="Browallia New" w:hAnsi="Browallia New" w:cs="Browallia New"/>
                <w:sz w:val="20"/>
                <w:szCs w:val="20"/>
              </w:rPr>
              <w:t>340</w:t>
            </w:r>
            <w:r w:rsidRPr="009064C0">
              <w:rPr>
                <w:rFonts w:ascii="Browallia New" w:hAnsi="Browallia New" w:cs="Browallia New"/>
                <w:sz w:val="20"/>
                <w:szCs w:val="20"/>
                <w:cs/>
              </w:rPr>
              <w:t>)</w:t>
            </w:r>
          </w:p>
        </w:tc>
      </w:tr>
      <w:tr w:rsidR="008F79A9" w:rsidRPr="005C2BD1" w14:paraId="29CB36A2" w14:textId="77777777" w:rsidTr="000540A0">
        <w:trPr>
          <w:trHeight w:val="20"/>
        </w:trPr>
        <w:tc>
          <w:tcPr>
            <w:tcW w:w="2388" w:type="dxa"/>
            <w:gridSpan w:val="2"/>
            <w:vAlign w:val="bottom"/>
          </w:tcPr>
          <w:p w14:paraId="5F23BCFB" w14:textId="77777777" w:rsidR="008F79A9" w:rsidRPr="009064C0" w:rsidRDefault="008F79A9" w:rsidP="008F79A9">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7915D993"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5648C7EC"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412A9BC0"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AA5E7A0" w14:textId="3DCFF956" w:rsidR="008F79A9" w:rsidRPr="00C911A7" w:rsidRDefault="00254EE1" w:rsidP="008F79A9">
            <w:pPr>
              <w:tabs>
                <w:tab w:val="left" w:pos="540"/>
              </w:tabs>
              <w:ind w:right="-33"/>
              <w:jc w:val="right"/>
              <w:rPr>
                <w:rFonts w:ascii="Browallia New" w:hAnsi="Browallia New" w:cs="Browallia New"/>
                <w:sz w:val="20"/>
                <w:szCs w:val="20"/>
              </w:rPr>
            </w:pPr>
            <w:r w:rsidRPr="00C911A7">
              <w:rPr>
                <w:rFonts w:ascii="Browallia New" w:hAnsi="Browallia New" w:cs="Browallia New"/>
                <w:sz w:val="20"/>
                <w:szCs w:val="20"/>
              </w:rPr>
              <w:t>(15,190)</w:t>
            </w:r>
            <w:r w:rsidRPr="00C911A7" w:rsidDel="007C5B0E">
              <w:rPr>
                <w:rFonts w:ascii="Browallia New" w:hAnsi="Browallia New" w:cs="Browallia New"/>
                <w:sz w:val="20"/>
                <w:szCs w:val="20"/>
              </w:rPr>
              <w:t xml:space="preserve"> </w:t>
            </w:r>
          </w:p>
        </w:tc>
        <w:tc>
          <w:tcPr>
            <w:tcW w:w="884" w:type="dxa"/>
            <w:vAlign w:val="bottom"/>
          </w:tcPr>
          <w:p w14:paraId="69B3948D"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2956E49A"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058CB9B2" w14:textId="77777777"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02BC9BAA" w14:textId="7588086D" w:rsidR="008F79A9" w:rsidRPr="009064C0" w:rsidRDefault="008F79A9" w:rsidP="008F79A9">
            <w:pPr>
              <w:tabs>
                <w:tab w:val="left" w:pos="794"/>
                <w:tab w:val="left" w:pos="1361"/>
                <w:tab w:val="left" w:pos="1928"/>
              </w:tabs>
              <w:jc w:val="right"/>
              <w:rPr>
                <w:rFonts w:ascii="Browallia New" w:hAnsi="Browallia New" w:cs="Browallia New"/>
                <w:sz w:val="20"/>
                <w:szCs w:val="20"/>
              </w:rPr>
            </w:pPr>
          </w:p>
        </w:tc>
        <w:tc>
          <w:tcPr>
            <w:tcW w:w="887" w:type="dxa"/>
            <w:vAlign w:val="bottom"/>
          </w:tcPr>
          <w:p w14:paraId="18AC6C80" w14:textId="6E9D4004" w:rsidR="008F79A9" w:rsidRPr="00416F1B" w:rsidRDefault="008F79A9" w:rsidP="008F79A9">
            <w:pPr>
              <w:tabs>
                <w:tab w:val="left" w:pos="540"/>
              </w:tabs>
              <w:ind w:right="-33"/>
              <w:jc w:val="right"/>
              <w:rPr>
                <w:rFonts w:ascii="Browallia New" w:hAnsi="Browallia New" w:cs="Browallia New"/>
                <w:sz w:val="20"/>
                <w:szCs w:val="20"/>
              </w:rPr>
            </w:pPr>
            <w:r w:rsidRPr="009064C0">
              <w:rPr>
                <w:rFonts w:ascii="Browallia New" w:hAnsi="Browallia New" w:cs="Browallia New"/>
                <w:sz w:val="20"/>
                <w:szCs w:val="20"/>
                <w:cs/>
              </w:rPr>
              <w:t>(</w:t>
            </w:r>
            <w:r w:rsidRPr="009064C0">
              <w:rPr>
                <w:rFonts w:ascii="Browallia New" w:hAnsi="Browallia New" w:cs="Browallia New"/>
                <w:sz w:val="20"/>
                <w:szCs w:val="20"/>
              </w:rPr>
              <w:t>18,473</w:t>
            </w:r>
            <w:r w:rsidRPr="009064C0">
              <w:rPr>
                <w:rFonts w:ascii="Browallia New" w:hAnsi="Browallia New" w:cs="Browallia New"/>
                <w:sz w:val="20"/>
                <w:szCs w:val="20"/>
                <w:cs/>
              </w:rPr>
              <w:t>)</w:t>
            </w:r>
          </w:p>
        </w:tc>
      </w:tr>
      <w:tr w:rsidR="008F79A9" w:rsidRPr="005C2BD1" w14:paraId="019AB894" w14:textId="77777777" w:rsidTr="000540A0">
        <w:trPr>
          <w:trHeight w:val="20"/>
        </w:trPr>
        <w:tc>
          <w:tcPr>
            <w:tcW w:w="1504" w:type="dxa"/>
            <w:vAlign w:val="bottom"/>
          </w:tcPr>
          <w:p w14:paraId="73FB9DF2" w14:textId="77777777" w:rsidR="008F79A9" w:rsidRPr="005C2BD1" w:rsidRDefault="008F79A9" w:rsidP="008F79A9">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16E7367E"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79" w:type="dxa"/>
            <w:vAlign w:val="bottom"/>
          </w:tcPr>
          <w:p w14:paraId="3F2230B4"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1DB33452"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7EEAF9D6" w14:textId="1E102348"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77F94F5" w14:textId="21ADC940" w:rsidR="008F79A9" w:rsidRPr="005C2BD1" w:rsidRDefault="00FD13C8" w:rsidP="008F79A9">
            <w:pPr>
              <w:tabs>
                <w:tab w:val="left" w:pos="540"/>
              </w:tabs>
              <w:ind w:right="-33"/>
              <w:jc w:val="right"/>
              <w:rPr>
                <w:rFonts w:ascii="Browallia New" w:hAnsi="Browallia New" w:cs="Browallia New"/>
                <w:sz w:val="20"/>
                <w:szCs w:val="20"/>
              </w:rPr>
            </w:pPr>
            <w:r w:rsidRPr="00FD13C8">
              <w:rPr>
                <w:rFonts w:ascii="Browallia New" w:hAnsi="Browallia New" w:cs="Browallia New"/>
                <w:sz w:val="20"/>
                <w:szCs w:val="20"/>
              </w:rPr>
              <w:t>(38,861)</w:t>
            </w:r>
            <w:r w:rsidRPr="00FD13C8" w:rsidDel="007C5B0E">
              <w:rPr>
                <w:rFonts w:ascii="Browallia New" w:hAnsi="Browallia New" w:cs="Browallia New"/>
                <w:sz w:val="20"/>
                <w:szCs w:val="20"/>
              </w:rPr>
              <w:t xml:space="preserve"> </w:t>
            </w:r>
          </w:p>
        </w:tc>
        <w:tc>
          <w:tcPr>
            <w:tcW w:w="884" w:type="dxa"/>
            <w:vAlign w:val="bottom"/>
          </w:tcPr>
          <w:p w14:paraId="14824B8E"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6599442D"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43D95807" w14:textId="16EADF1C"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0412CAAE" w14:textId="182A61E5"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887" w:type="dxa"/>
            <w:vAlign w:val="bottom"/>
          </w:tcPr>
          <w:p w14:paraId="5FF62949" w14:textId="230E5007" w:rsidR="008F79A9" w:rsidRPr="00416F1B" w:rsidRDefault="008F79A9" w:rsidP="008F79A9">
            <w:pPr>
              <w:tabs>
                <w:tab w:val="left" w:pos="540"/>
              </w:tabs>
              <w:ind w:right="-33"/>
              <w:jc w:val="right"/>
              <w:rPr>
                <w:rFonts w:ascii="Browallia New" w:hAnsi="Browallia New" w:cs="Browallia New"/>
                <w:sz w:val="20"/>
                <w:szCs w:val="20"/>
              </w:rPr>
            </w:pPr>
            <w:r>
              <w:rPr>
                <w:rFonts w:ascii="Browallia New" w:hAnsi="Browallia New" w:cs="Browallia New"/>
                <w:sz w:val="20"/>
                <w:szCs w:val="20"/>
              </w:rPr>
              <w:t>(40,196)</w:t>
            </w:r>
          </w:p>
        </w:tc>
      </w:tr>
      <w:tr w:rsidR="008F79A9" w:rsidRPr="005C2BD1" w14:paraId="6C819759" w14:textId="77777777" w:rsidTr="000540A0">
        <w:trPr>
          <w:trHeight w:val="20"/>
        </w:trPr>
        <w:tc>
          <w:tcPr>
            <w:tcW w:w="1504" w:type="dxa"/>
            <w:vAlign w:val="bottom"/>
          </w:tcPr>
          <w:p w14:paraId="27A7BE30" w14:textId="77777777" w:rsidR="008F79A9" w:rsidRPr="005C2BD1" w:rsidRDefault="008F79A9" w:rsidP="008F79A9">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93808A9"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79" w:type="dxa"/>
            <w:vAlign w:val="bottom"/>
          </w:tcPr>
          <w:p w14:paraId="25B11CD7"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AC3362"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673BF0D2" w14:textId="6C2631EF"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192874D" w14:textId="2F3D5B1F" w:rsidR="008F79A9" w:rsidRPr="005C2BD1" w:rsidRDefault="00FE2DCB" w:rsidP="008F79A9">
            <w:pPr>
              <w:tabs>
                <w:tab w:val="left" w:pos="540"/>
              </w:tabs>
              <w:ind w:right="-33"/>
              <w:jc w:val="right"/>
              <w:rPr>
                <w:rFonts w:ascii="Browallia New" w:hAnsi="Browallia New" w:cs="Browallia New"/>
                <w:sz w:val="20"/>
                <w:szCs w:val="20"/>
              </w:rPr>
            </w:pPr>
            <w:r w:rsidRPr="00FE2DCB">
              <w:rPr>
                <w:rFonts w:ascii="Browallia New" w:hAnsi="Browallia New" w:cs="Browallia New"/>
                <w:sz w:val="20"/>
                <w:szCs w:val="20"/>
              </w:rPr>
              <w:t>(5,156)</w:t>
            </w:r>
            <w:r w:rsidRPr="00FE2DCB" w:rsidDel="007C5B0E">
              <w:rPr>
                <w:rFonts w:ascii="Browallia New" w:hAnsi="Browallia New" w:cs="Browallia New"/>
                <w:sz w:val="20"/>
                <w:szCs w:val="20"/>
              </w:rPr>
              <w:t xml:space="preserve"> </w:t>
            </w:r>
          </w:p>
        </w:tc>
        <w:tc>
          <w:tcPr>
            <w:tcW w:w="884" w:type="dxa"/>
            <w:vAlign w:val="bottom"/>
          </w:tcPr>
          <w:p w14:paraId="6D5D54BC"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3088A03E"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047837C7" w14:textId="4B7DE1C1"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13008B30" w14:textId="280B49AE"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887" w:type="dxa"/>
            <w:vAlign w:val="bottom"/>
          </w:tcPr>
          <w:p w14:paraId="16E86544" w14:textId="5FDD78E5" w:rsidR="008F79A9" w:rsidRPr="00416F1B" w:rsidRDefault="008F79A9" w:rsidP="008F79A9">
            <w:pPr>
              <w:tabs>
                <w:tab w:val="left" w:pos="540"/>
              </w:tabs>
              <w:ind w:right="-33"/>
              <w:jc w:val="right"/>
              <w:rPr>
                <w:rFonts w:ascii="Browallia New" w:hAnsi="Browallia New" w:cs="Browallia New"/>
                <w:sz w:val="20"/>
                <w:szCs w:val="20"/>
              </w:rPr>
            </w:pPr>
            <w:r>
              <w:rPr>
                <w:rFonts w:ascii="Browallia New" w:hAnsi="Browallia New" w:cs="Browallia New"/>
                <w:sz w:val="20"/>
                <w:szCs w:val="20"/>
              </w:rPr>
              <w:t>(2,843)</w:t>
            </w:r>
          </w:p>
        </w:tc>
      </w:tr>
      <w:tr w:rsidR="008F79A9" w:rsidRPr="005C2BD1" w14:paraId="582C9991" w14:textId="77777777" w:rsidTr="000540A0">
        <w:trPr>
          <w:trHeight w:val="20"/>
        </w:trPr>
        <w:tc>
          <w:tcPr>
            <w:tcW w:w="2388" w:type="dxa"/>
            <w:gridSpan w:val="2"/>
            <w:vAlign w:val="bottom"/>
          </w:tcPr>
          <w:p w14:paraId="429833A2" w14:textId="77777777" w:rsidR="008F79A9" w:rsidRPr="005C2BD1" w:rsidRDefault="008F79A9" w:rsidP="008F79A9">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6401A2E5"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2DD30B40"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695" w:type="dxa"/>
            <w:vAlign w:val="bottom"/>
          </w:tcPr>
          <w:p w14:paraId="14636AD9"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884" w:type="dxa"/>
            <w:vAlign w:val="bottom"/>
          </w:tcPr>
          <w:p w14:paraId="4506BD15" w14:textId="4E73D1B7" w:rsidR="008F79A9" w:rsidRPr="005C2BD1" w:rsidRDefault="007B048F" w:rsidP="008F79A9">
            <w:pPr>
              <w:tabs>
                <w:tab w:val="left" w:pos="540"/>
              </w:tabs>
              <w:ind w:right="-33"/>
              <w:jc w:val="right"/>
              <w:rPr>
                <w:rFonts w:ascii="Browallia New" w:hAnsi="Browallia New" w:cs="Browallia New"/>
                <w:sz w:val="20"/>
                <w:szCs w:val="20"/>
              </w:rPr>
            </w:pPr>
            <w:r w:rsidRPr="007B048F">
              <w:rPr>
                <w:rFonts w:ascii="Browallia New" w:hAnsi="Browallia New" w:cs="Browallia New"/>
                <w:sz w:val="20"/>
                <w:szCs w:val="20"/>
              </w:rPr>
              <w:t>100,571</w:t>
            </w:r>
          </w:p>
        </w:tc>
        <w:tc>
          <w:tcPr>
            <w:tcW w:w="884" w:type="dxa"/>
            <w:vAlign w:val="bottom"/>
          </w:tcPr>
          <w:p w14:paraId="2E909596"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7BC775DA"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2E012EA6"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7E6752EB" w14:textId="46FFE6EC" w:rsidR="008F79A9" w:rsidRPr="00416F1B" w:rsidRDefault="008F79A9" w:rsidP="008F79A9">
            <w:pPr>
              <w:tabs>
                <w:tab w:val="left" w:pos="540"/>
              </w:tabs>
              <w:ind w:right="-33"/>
              <w:jc w:val="right"/>
              <w:rPr>
                <w:rFonts w:ascii="Browallia New" w:hAnsi="Browallia New" w:cs="Browallia New"/>
                <w:sz w:val="20"/>
                <w:szCs w:val="20"/>
              </w:rPr>
            </w:pPr>
          </w:p>
        </w:tc>
        <w:tc>
          <w:tcPr>
            <w:tcW w:w="887" w:type="dxa"/>
            <w:vAlign w:val="bottom"/>
          </w:tcPr>
          <w:p w14:paraId="5CE4FF8D" w14:textId="4C41423B" w:rsidR="008F79A9" w:rsidRPr="00416F1B" w:rsidRDefault="008F79A9" w:rsidP="008F79A9">
            <w:pPr>
              <w:tabs>
                <w:tab w:val="left" w:pos="540"/>
              </w:tabs>
              <w:ind w:right="-33"/>
              <w:jc w:val="right"/>
              <w:rPr>
                <w:rFonts w:ascii="Browallia New" w:hAnsi="Browallia New" w:cs="Browallia New"/>
                <w:sz w:val="20"/>
                <w:szCs w:val="20"/>
              </w:rPr>
            </w:pPr>
            <w:r>
              <w:rPr>
                <w:rFonts w:ascii="Browallia New" w:hAnsi="Browallia New" w:cs="Browallia New"/>
                <w:sz w:val="20"/>
                <w:szCs w:val="20"/>
              </w:rPr>
              <w:t>96,201</w:t>
            </w:r>
          </w:p>
        </w:tc>
      </w:tr>
      <w:tr w:rsidR="008F79A9" w:rsidRPr="00A625DB" w14:paraId="46F9CCA1" w14:textId="77777777" w:rsidTr="000540A0">
        <w:trPr>
          <w:trHeight w:val="279"/>
        </w:trPr>
        <w:tc>
          <w:tcPr>
            <w:tcW w:w="2388" w:type="dxa"/>
            <w:gridSpan w:val="2"/>
            <w:vAlign w:val="bottom"/>
          </w:tcPr>
          <w:p w14:paraId="420C253E" w14:textId="77777777" w:rsidR="008F79A9" w:rsidRPr="00A625DB" w:rsidRDefault="008F79A9" w:rsidP="008F79A9">
            <w:pPr>
              <w:tabs>
                <w:tab w:val="left" w:pos="794"/>
                <w:tab w:val="left" w:pos="1361"/>
                <w:tab w:val="left" w:pos="1928"/>
              </w:tabs>
              <w:rPr>
                <w:rFonts w:ascii="Browallia New" w:hAnsi="Browallia New" w:cs="Browallia New"/>
                <w:sz w:val="14"/>
                <w:szCs w:val="14"/>
                <w:cs/>
                <w:lang w:val="en-GB"/>
              </w:rPr>
            </w:pPr>
          </w:p>
        </w:tc>
        <w:tc>
          <w:tcPr>
            <w:tcW w:w="779" w:type="dxa"/>
            <w:vAlign w:val="bottom"/>
          </w:tcPr>
          <w:p w14:paraId="66FDA5FF" w14:textId="77777777" w:rsidR="008F79A9" w:rsidRPr="00A625DB" w:rsidRDefault="008F79A9" w:rsidP="008F79A9">
            <w:pPr>
              <w:tabs>
                <w:tab w:val="left" w:pos="794"/>
                <w:tab w:val="left" w:pos="1361"/>
                <w:tab w:val="left" w:pos="1928"/>
              </w:tabs>
              <w:jc w:val="right"/>
              <w:rPr>
                <w:rFonts w:ascii="Browallia New" w:hAnsi="Browallia New" w:cs="Browallia New"/>
                <w:sz w:val="14"/>
                <w:szCs w:val="14"/>
              </w:rPr>
            </w:pPr>
          </w:p>
        </w:tc>
        <w:tc>
          <w:tcPr>
            <w:tcW w:w="703" w:type="dxa"/>
            <w:vAlign w:val="bottom"/>
          </w:tcPr>
          <w:p w14:paraId="2BD605C0" w14:textId="77777777" w:rsidR="008F79A9" w:rsidRPr="00A625DB" w:rsidRDefault="008F79A9" w:rsidP="008F79A9">
            <w:pPr>
              <w:tabs>
                <w:tab w:val="left" w:pos="794"/>
                <w:tab w:val="left" w:pos="1361"/>
                <w:tab w:val="left" w:pos="1928"/>
              </w:tabs>
              <w:jc w:val="right"/>
              <w:rPr>
                <w:rFonts w:ascii="Browallia New" w:hAnsi="Browallia New" w:cs="Browallia New"/>
                <w:sz w:val="14"/>
                <w:szCs w:val="14"/>
              </w:rPr>
            </w:pPr>
          </w:p>
        </w:tc>
        <w:tc>
          <w:tcPr>
            <w:tcW w:w="695" w:type="dxa"/>
            <w:vAlign w:val="bottom"/>
          </w:tcPr>
          <w:p w14:paraId="4CA74F9F" w14:textId="77777777" w:rsidR="008F79A9" w:rsidRPr="00A625DB" w:rsidRDefault="008F79A9" w:rsidP="008F79A9">
            <w:pPr>
              <w:tabs>
                <w:tab w:val="left" w:pos="794"/>
                <w:tab w:val="left" w:pos="1361"/>
                <w:tab w:val="left" w:pos="1928"/>
              </w:tabs>
              <w:jc w:val="right"/>
              <w:rPr>
                <w:rFonts w:ascii="Browallia New" w:hAnsi="Browallia New" w:cs="Browallia New"/>
                <w:sz w:val="14"/>
                <w:szCs w:val="14"/>
              </w:rPr>
            </w:pPr>
          </w:p>
        </w:tc>
        <w:tc>
          <w:tcPr>
            <w:tcW w:w="884" w:type="dxa"/>
            <w:vAlign w:val="bottom"/>
          </w:tcPr>
          <w:p w14:paraId="49A65B6E" w14:textId="77777777" w:rsidR="008F79A9" w:rsidRPr="00A625DB" w:rsidRDefault="008F79A9" w:rsidP="008F79A9">
            <w:pPr>
              <w:tabs>
                <w:tab w:val="left" w:pos="540"/>
              </w:tabs>
              <w:ind w:right="-33"/>
              <w:jc w:val="right"/>
              <w:rPr>
                <w:rFonts w:ascii="Browallia New" w:hAnsi="Browallia New" w:cs="Browallia New"/>
                <w:sz w:val="14"/>
                <w:szCs w:val="14"/>
              </w:rPr>
            </w:pPr>
          </w:p>
        </w:tc>
        <w:tc>
          <w:tcPr>
            <w:tcW w:w="884" w:type="dxa"/>
            <w:vAlign w:val="bottom"/>
          </w:tcPr>
          <w:p w14:paraId="0E0E6E8B" w14:textId="77777777" w:rsidR="008F79A9" w:rsidRPr="00A625DB" w:rsidRDefault="008F79A9" w:rsidP="008F79A9">
            <w:pPr>
              <w:tabs>
                <w:tab w:val="left" w:pos="794"/>
                <w:tab w:val="left" w:pos="1361"/>
                <w:tab w:val="left" w:pos="1928"/>
              </w:tabs>
              <w:jc w:val="right"/>
              <w:rPr>
                <w:rFonts w:ascii="Browallia New" w:hAnsi="Browallia New" w:cs="Browallia New"/>
                <w:sz w:val="14"/>
                <w:szCs w:val="14"/>
              </w:rPr>
            </w:pPr>
          </w:p>
        </w:tc>
        <w:tc>
          <w:tcPr>
            <w:tcW w:w="786" w:type="dxa"/>
            <w:vAlign w:val="bottom"/>
          </w:tcPr>
          <w:p w14:paraId="5AB38D55" w14:textId="77777777" w:rsidR="008F79A9" w:rsidRPr="00A625DB" w:rsidRDefault="008F79A9" w:rsidP="008F79A9">
            <w:pPr>
              <w:tabs>
                <w:tab w:val="left" w:pos="794"/>
                <w:tab w:val="left" w:pos="1361"/>
                <w:tab w:val="left" w:pos="1928"/>
              </w:tabs>
              <w:jc w:val="right"/>
              <w:rPr>
                <w:rFonts w:ascii="Browallia New" w:hAnsi="Browallia New" w:cs="Browallia New"/>
                <w:sz w:val="14"/>
                <w:szCs w:val="14"/>
              </w:rPr>
            </w:pPr>
          </w:p>
        </w:tc>
        <w:tc>
          <w:tcPr>
            <w:tcW w:w="703" w:type="dxa"/>
            <w:vAlign w:val="bottom"/>
          </w:tcPr>
          <w:p w14:paraId="3541D09E" w14:textId="77777777" w:rsidR="008F79A9" w:rsidRPr="00A625DB" w:rsidRDefault="008F79A9" w:rsidP="008F79A9">
            <w:pPr>
              <w:tabs>
                <w:tab w:val="left" w:pos="794"/>
                <w:tab w:val="left" w:pos="1361"/>
                <w:tab w:val="left" w:pos="1928"/>
              </w:tabs>
              <w:jc w:val="right"/>
              <w:rPr>
                <w:rFonts w:ascii="Browallia New" w:hAnsi="Browallia New" w:cs="Browallia New"/>
                <w:sz w:val="14"/>
                <w:szCs w:val="14"/>
              </w:rPr>
            </w:pPr>
          </w:p>
        </w:tc>
        <w:tc>
          <w:tcPr>
            <w:tcW w:w="767" w:type="dxa"/>
            <w:vAlign w:val="bottom"/>
          </w:tcPr>
          <w:p w14:paraId="38ED15F7" w14:textId="77777777" w:rsidR="008F79A9" w:rsidRPr="00A625DB" w:rsidRDefault="008F79A9" w:rsidP="008F79A9">
            <w:pPr>
              <w:tabs>
                <w:tab w:val="left" w:pos="540"/>
              </w:tabs>
              <w:ind w:right="-33"/>
              <w:jc w:val="right"/>
              <w:rPr>
                <w:rFonts w:ascii="Browallia New" w:hAnsi="Browallia New" w:cs="Browallia New"/>
                <w:sz w:val="14"/>
                <w:szCs w:val="14"/>
              </w:rPr>
            </w:pPr>
          </w:p>
        </w:tc>
        <w:tc>
          <w:tcPr>
            <w:tcW w:w="887" w:type="dxa"/>
            <w:vAlign w:val="bottom"/>
          </w:tcPr>
          <w:p w14:paraId="7A707307" w14:textId="77777777" w:rsidR="008F79A9" w:rsidRPr="00A625DB" w:rsidRDefault="008F79A9" w:rsidP="008F79A9">
            <w:pPr>
              <w:tabs>
                <w:tab w:val="left" w:pos="540"/>
              </w:tabs>
              <w:ind w:right="-33"/>
              <w:jc w:val="right"/>
              <w:rPr>
                <w:rFonts w:ascii="Browallia New" w:hAnsi="Browallia New" w:cs="Browallia New"/>
                <w:sz w:val="14"/>
                <w:szCs w:val="14"/>
              </w:rPr>
            </w:pPr>
          </w:p>
        </w:tc>
      </w:tr>
      <w:tr w:rsidR="008F79A9" w:rsidRPr="005C2BD1" w14:paraId="1AED5D32" w14:textId="77777777" w:rsidTr="000540A0">
        <w:trPr>
          <w:trHeight w:val="20"/>
        </w:trPr>
        <w:tc>
          <w:tcPr>
            <w:tcW w:w="2388" w:type="dxa"/>
            <w:gridSpan w:val="2"/>
            <w:vAlign w:val="bottom"/>
          </w:tcPr>
          <w:p w14:paraId="782C0457" w14:textId="77777777" w:rsidR="008F79A9" w:rsidRPr="005C2BD1" w:rsidRDefault="008F79A9" w:rsidP="008F79A9">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4BAF853A"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2796D338"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695" w:type="dxa"/>
            <w:vAlign w:val="bottom"/>
          </w:tcPr>
          <w:p w14:paraId="6031DA51"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884" w:type="dxa"/>
            <w:vAlign w:val="bottom"/>
          </w:tcPr>
          <w:p w14:paraId="7391407F" w14:textId="74D3B27F" w:rsidR="008F79A9" w:rsidRPr="000C592E" w:rsidRDefault="00643D71" w:rsidP="000540A0">
            <w:pPr>
              <w:tabs>
                <w:tab w:val="left" w:pos="540"/>
              </w:tabs>
              <w:ind w:right="-33"/>
              <w:jc w:val="right"/>
              <w:rPr>
                <w:rFonts w:ascii="Browallia New" w:hAnsi="Browallia New" w:cs="Browallia New"/>
                <w:sz w:val="20"/>
                <w:szCs w:val="20"/>
              </w:rPr>
            </w:pPr>
            <w:r w:rsidRPr="00643D71">
              <w:rPr>
                <w:rFonts w:ascii="Browallia New" w:hAnsi="Browallia New" w:cs="Browallia New"/>
                <w:sz w:val="20"/>
                <w:szCs w:val="20"/>
              </w:rPr>
              <w:t>4,171,613</w:t>
            </w:r>
          </w:p>
        </w:tc>
        <w:tc>
          <w:tcPr>
            <w:tcW w:w="884" w:type="dxa"/>
            <w:vAlign w:val="bottom"/>
          </w:tcPr>
          <w:p w14:paraId="266437A2"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6DB7001D"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208C5691"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42E1C03C" w14:textId="77777777" w:rsidR="008F79A9" w:rsidRPr="00416F1B" w:rsidRDefault="008F79A9" w:rsidP="008F79A9">
            <w:pPr>
              <w:tabs>
                <w:tab w:val="left" w:pos="540"/>
              </w:tabs>
              <w:ind w:right="-33"/>
              <w:jc w:val="right"/>
              <w:rPr>
                <w:rFonts w:ascii="Browallia New" w:hAnsi="Browallia New" w:cs="Browallia New"/>
                <w:sz w:val="20"/>
                <w:szCs w:val="20"/>
              </w:rPr>
            </w:pPr>
          </w:p>
        </w:tc>
        <w:tc>
          <w:tcPr>
            <w:tcW w:w="887" w:type="dxa"/>
            <w:vAlign w:val="bottom"/>
          </w:tcPr>
          <w:p w14:paraId="6998832E" w14:textId="7873A48D" w:rsidR="008F79A9" w:rsidRPr="005C2BD1" w:rsidRDefault="008F79A9" w:rsidP="000540A0">
            <w:pPr>
              <w:tabs>
                <w:tab w:val="left" w:pos="540"/>
              </w:tabs>
              <w:ind w:right="-33"/>
              <w:jc w:val="right"/>
              <w:rPr>
                <w:rFonts w:ascii="Browallia New" w:hAnsi="Browallia New" w:cs="Browallia New"/>
                <w:sz w:val="20"/>
                <w:szCs w:val="20"/>
              </w:rPr>
            </w:pPr>
            <w:r>
              <w:rPr>
                <w:rFonts w:ascii="Browallia New" w:hAnsi="Browallia New" w:cs="Browallia New"/>
                <w:sz w:val="20"/>
                <w:szCs w:val="20"/>
              </w:rPr>
              <w:t>4,348,758</w:t>
            </w:r>
          </w:p>
        </w:tc>
      </w:tr>
      <w:tr w:rsidR="008F79A9" w:rsidRPr="005C2BD1" w14:paraId="018B5E3E" w14:textId="77777777" w:rsidTr="000540A0">
        <w:trPr>
          <w:trHeight w:val="20"/>
        </w:trPr>
        <w:tc>
          <w:tcPr>
            <w:tcW w:w="2388" w:type="dxa"/>
            <w:gridSpan w:val="2"/>
            <w:vAlign w:val="bottom"/>
          </w:tcPr>
          <w:p w14:paraId="0CC332B0" w14:textId="7067027D" w:rsidR="008F79A9" w:rsidRPr="00B27566" w:rsidRDefault="008F79A9" w:rsidP="008F79A9">
            <w:pPr>
              <w:tabs>
                <w:tab w:val="left" w:pos="794"/>
                <w:tab w:val="left" w:pos="1361"/>
                <w:tab w:val="left" w:pos="1928"/>
              </w:tabs>
              <w:rPr>
                <w:rFonts w:ascii="Browallia New" w:hAnsi="Browallia New" w:cs="Browallia New"/>
                <w:sz w:val="20"/>
                <w:szCs w:val="20"/>
                <w:cs/>
                <w:lang w:val="en-GB"/>
              </w:rPr>
            </w:pPr>
            <w:r w:rsidRPr="008F79A9">
              <w:rPr>
                <w:rFonts w:ascii="Browallia New" w:hAnsi="Browallia New" w:cs="Browallia New"/>
                <w:sz w:val="20"/>
                <w:szCs w:val="20"/>
                <w:cs/>
                <w:lang w:val="en-GB"/>
              </w:rPr>
              <w:t>หนี้สินรวม</w:t>
            </w:r>
          </w:p>
        </w:tc>
        <w:tc>
          <w:tcPr>
            <w:tcW w:w="779" w:type="dxa"/>
            <w:vAlign w:val="bottom"/>
          </w:tcPr>
          <w:p w14:paraId="377C4296"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35133442"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695" w:type="dxa"/>
            <w:vAlign w:val="bottom"/>
          </w:tcPr>
          <w:p w14:paraId="3CC8918F" w14:textId="77777777" w:rsidR="008F79A9" w:rsidRPr="005C2BD1" w:rsidRDefault="008F79A9" w:rsidP="008F79A9">
            <w:pPr>
              <w:tabs>
                <w:tab w:val="left" w:pos="794"/>
                <w:tab w:val="left" w:pos="1361"/>
                <w:tab w:val="left" w:pos="1928"/>
              </w:tabs>
              <w:jc w:val="right"/>
              <w:rPr>
                <w:rFonts w:ascii="Browallia New" w:hAnsi="Browallia New" w:cs="Browallia New"/>
                <w:sz w:val="20"/>
                <w:szCs w:val="20"/>
              </w:rPr>
            </w:pPr>
          </w:p>
        </w:tc>
        <w:tc>
          <w:tcPr>
            <w:tcW w:w="884" w:type="dxa"/>
            <w:vAlign w:val="bottom"/>
          </w:tcPr>
          <w:p w14:paraId="7584DCA9" w14:textId="7561C2F6" w:rsidR="008F79A9" w:rsidRPr="000C592E" w:rsidRDefault="00AE5425" w:rsidP="008F79A9">
            <w:pPr>
              <w:tabs>
                <w:tab w:val="left" w:pos="540"/>
              </w:tabs>
              <w:ind w:right="-33"/>
              <w:jc w:val="right"/>
              <w:rPr>
                <w:rFonts w:ascii="Browallia New" w:hAnsi="Browallia New" w:cs="Browallia New"/>
                <w:sz w:val="20"/>
                <w:szCs w:val="20"/>
              </w:rPr>
            </w:pPr>
            <w:r w:rsidRPr="00AE5425">
              <w:rPr>
                <w:rFonts w:ascii="Browallia New" w:hAnsi="Browallia New" w:cs="Browallia New"/>
                <w:sz w:val="20"/>
                <w:szCs w:val="20"/>
              </w:rPr>
              <w:t>1,007,472</w:t>
            </w:r>
          </w:p>
        </w:tc>
        <w:tc>
          <w:tcPr>
            <w:tcW w:w="884" w:type="dxa"/>
            <w:vAlign w:val="bottom"/>
          </w:tcPr>
          <w:p w14:paraId="051224B4"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86" w:type="dxa"/>
            <w:vAlign w:val="bottom"/>
          </w:tcPr>
          <w:p w14:paraId="2416B0AF"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03" w:type="dxa"/>
            <w:vAlign w:val="bottom"/>
          </w:tcPr>
          <w:p w14:paraId="1584F242" w14:textId="77777777" w:rsidR="008F79A9" w:rsidRPr="00416F1B" w:rsidRDefault="008F79A9" w:rsidP="008F79A9">
            <w:pPr>
              <w:tabs>
                <w:tab w:val="left" w:pos="794"/>
                <w:tab w:val="left" w:pos="1361"/>
                <w:tab w:val="left" w:pos="1928"/>
              </w:tabs>
              <w:jc w:val="right"/>
              <w:rPr>
                <w:rFonts w:ascii="Browallia New" w:hAnsi="Browallia New" w:cs="Browallia New"/>
                <w:sz w:val="20"/>
                <w:szCs w:val="20"/>
              </w:rPr>
            </w:pPr>
          </w:p>
        </w:tc>
        <w:tc>
          <w:tcPr>
            <w:tcW w:w="767" w:type="dxa"/>
            <w:vAlign w:val="bottom"/>
          </w:tcPr>
          <w:p w14:paraId="284E88CC" w14:textId="77777777" w:rsidR="008F79A9" w:rsidRPr="00416F1B" w:rsidRDefault="008F79A9" w:rsidP="008F79A9">
            <w:pPr>
              <w:tabs>
                <w:tab w:val="left" w:pos="540"/>
              </w:tabs>
              <w:ind w:right="-33"/>
              <w:jc w:val="right"/>
              <w:rPr>
                <w:rFonts w:ascii="Browallia New" w:hAnsi="Browallia New" w:cs="Browallia New"/>
                <w:sz w:val="20"/>
                <w:szCs w:val="20"/>
              </w:rPr>
            </w:pPr>
          </w:p>
        </w:tc>
        <w:tc>
          <w:tcPr>
            <w:tcW w:w="887" w:type="dxa"/>
            <w:vAlign w:val="bottom"/>
          </w:tcPr>
          <w:p w14:paraId="67E2C423" w14:textId="4B5C10A9" w:rsidR="008F79A9" w:rsidRPr="007241FF" w:rsidRDefault="008F79A9" w:rsidP="008F79A9">
            <w:pPr>
              <w:tabs>
                <w:tab w:val="left" w:pos="540"/>
              </w:tabs>
              <w:ind w:right="-33"/>
              <w:jc w:val="right"/>
              <w:rPr>
                <w:rFonts w:ascii="Browallia New" w:hAnsi="Browallia New" w:cs="Browallia New"/>
                <w:sz w:val="32"/>
                <w:szCs w:val="32"/>
              </w:rPr>
            </w:pPr>
            <w:r>
              <w:rPr>
                <w:rFonts w:ascii="Browallia New" w:hAnsi="Browallia New" w:cs="Browallia New"/>
                <w:sz w:val="20"/>
                <w:szCs w:val="20"/>
              </w:rPr>
              <w:t>1,258,079</w:t>
            </w:r>
          </w:p>
        </w:tc>
      </w:tr>
    </w:tbl>
    <w:p w14:paraId="37356B8B" w14:textId="6F92558F" w:rsidR="00EB5338" w:rsidRDefault="00EB5338">
      <w:pPr>
        <w:rPr>
          <w:rFonts w:ascii="Browallia New" w:hAnsi="Browallia New" w:cs="Browallia New"/>
          <w:b/>
          <w:bCs/>
          <w:sz w:val="22"/>
          <w:cs/>
        </w:rPr>
      </w:pPr>
    </w:p>
    <w:p w14:paraId="48562F98" w14:textId="7E4BA63D" w:rsidR="00FB7AB6" w:rsidRPr="005A23AE" w:rsidRDefault="00FB7AB6" w:rsidP="005A23AE">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0540A0" w:rsidRDefault="00CE5D08" w:rsidP="005A23AE">
      <w:pPr>
        <w:tabs>
          <w:tab w:val="left" w:pos="794"/>
          <w:tab w:val="left" w:pos="1361"/>
          <w:tab w:val="left" w:pos="1928"/>
        </w:tabs>
        <w:ind w:left="378" w:right="-32"/>
        <w:jc w:val="thaiDistribute"/>
        <w:rPr>
          <w:rFonts w:ascii="Browallia New" w:hAnsi="Browallia New" w:cs="Browallia New"/>
          <w:sz w:val="24"/>
          <w:szCs w:val="24"/>
        </w:rPr>
      </w:pPr>
    </w:p>
    <w:p w14:paraId="4449331F" w14:textId="164BAF71" w:rsidR="00C75280" w:rsidRPr="00B46BD5" w:rsidRDefault="003654D7" w:rsidP="000540A0">
      <w:pPr>
        <w:tabs>
          <w:tab w:val="left" w:pos="794"/>
          <w:tab w:val="left" w:pos="1361"/>
          <w:tab w:val="left" w:pos="1928"/>
        </w:tabs>
        <w:ind w:left="374" w:right="-29"/>
        <w:jc w:val="thaiDistribute"/>
        <w:rPr>
          <w:rFonts w:ascii="Browallia New" w:hAnsi="Browallia New" w:cs="Browallia New"/>
        </w:rPr>
      </w:pPr>
      <w:r w:rsidRPr="00B46BD5">
        <w:rPr>
          <w:rFonts w:ascii="Browallia New" w:hAnsi="Browallia New" w:cs="Browallia New"/>
          <w:cs/>
        </w:rPr>
        <w:t>กลุ่ม</w:t>
      </w:r>
      <w:r w:rsidR="00FB7AB6" w:rsidRPr="00B46BD5">
        <w:rPr>
          <w:rFonts w:ascii="Browallia New" w:hAnsi="Browallia New" w:cs="Browallia New"/>
          <w:cs/>
        </w:rPr>
        <w:t>บริษัทมีความเสี่ยงจากอัตราแลกเปลี่ยนซึ่งเกิดจากการ</w:t>
      </w:r>
      <w:r w:rsidR="00926305" w:rsidRPr="00B46BD5">
        <w:rPr>
          <w:rFonts w:ascii="Browallia New" w:hAnsi="Browallia New" w:cs="Browallia New"/>
          <w:cs/>
        </w:rPr>
        <w:t>ขายสินค้าไปต่างประเทศและซื้อสินค้า</w:t>
      </w:r>
      <w:r w:rsidR="00C35BA5" w:rsidRPr="00B46BD5">
        <w:rPr>
          <w:rFonts w:ascii="Browallia New" w:hAnsi="Browallia New" w:cs="Browallia New"/>
          <w:cs/>
        </w:rPr>
        <w:t>จากต่างประเทศ</w:t>
      </w:r>
      <w:r w:rsidR="00DF3D9A" w:rsidRPr="00B46BD5">
        <w:rPr>
          <w:rFonts w:ascii="Browallia New" w:hAnsi="Browallia New" w:cs="Browallia New"/>
          <w:cs/>
        </w:rPr>
        <w:t xml:space="preserve"> </w:t>
      </w:r>
      <w:r w:rsidR="00E9118B" w:rsidRPr="00B46BD5">
        <w:rPr>
          <w:rFonts w:ascii="Browallia New" w:hAnsi="Browallia New" w:cs="Browallia New"/>
        </w:rPr>
        <w:br/>
      </w:r>
      <w:r w:rsidR="00FB7AB6" w:rsidRPr="00B46BD5">
        <w:rPr>
          <w:rFonts w:ascii="Browallia New" w:hAnsi="Browallia New" w:cs="Browallia New"/>
          <w:cs/>
        </w:rPr>
        <w:t>เงินให้กู้ยืมแก่บริษัทย่อย</w:t>
      </w:r>
      <w:r w:rsidR="00F60E66" w:rsidRPr="00B46BD5">
        <w:rPr>
          <w:rFonts w:ascii="Browallia New" w:hAnsi="Browallia New" w:cs="Browallia New"/>
        </w:rPr>
        <w:t xml:space="preserve"> </w:t>
      </w:r>
      <w:r w:rsidR="00C35BA5" w:rsidRPr="00B46BD5">
        <w:rPr>
          <w:rFonts w:ascii="Browallia New" w:hAnsi="Browallia New" w:cs="Browallia New"/>
          <w:cs/>
        </w:rPr>
        <w:t>เงินเบิกเกินบัญชี</w:t>
      </w:r>
      <w:r w:rsidR="00FB7AB6" w:rsidRPr="00B46BD5">
        <w:rPr>
          <w:rFonts w:ascii="Browallia New" w:hAnsi="Browallia New" w:cs="Browallia New"/>
          <w:cs/>
        </w:rPr>
        <w:t>และเงินกู้ยืมระยะสั้นจากสถาบันการเงินที่เป็นเงินตราต่างประเทศ</w:t>
      </w:r>
      <w:r w:rsidR="00F60E66" w:rsidRPr="00B46BD5">
        <w:rPr>
          <w:rFonts w:ascii="Browallia New" w:hAnsi="Browallia New" w:cs="Browallia New"/>
        </w:rPr>
        <w:t xml:space="preserve"> </w:t>
      </w:r>
      <w:r w:rsidR="00FB7AB6" w:rsidRPr="00B46BD5">
        <w:rPr>
          <w:rFonts w:ascii="Browallia New" w:hAnsi="Browallia New" w:cs="Browallia New"/>
          <w:cs/>
        </w:rPr>
        <w:t>ณ</w:t>
      </w:r>
      <w:r w:rsidR="00F60E66" w:rsidRPr="00B46BD5">
        <w:rPr>
          <w:rFonts w:ascii="Browallia New" w:hAnsi="Browallia New" w:cs="Browallia New"/>
        </w:rPr>
        <w:t xml:space="preserve"> </w:t>
      </w:r>
      <w:r w:rsidR="00FB7AB6" w:rsidRPr="00B46BD5">
        <w:rPr>
          <w:rFonts w:ascii="Browallia New" w:hAnsi="Browallia New" w:cs="Browallia New"/>
          <w:cs/>
        </w:rPr>
        <w:t>วันที่</w:t>
      </w:r>
      <w:r w:rsidR="00F60E66" w:rsidRPr="00B46BD5">
        <w:rPr>
          <w:rFonts w:ascii="Browallia New" w:hAnsi="Browallia New" w:cs="Browallia New"/>
        </w:rPr>
        <w:t xml:space="preserve"> </w:t>
      </w:r>
      <w:r w:rsidR="008F79A9" w:rsidRPr="00B46BD5">
        <w:rPr>
          <w:rStyle w:val="normaltextrun"/>
          <w:rFonts w:ascii="Browallia New" w:hAnsi="Browallia New" w:cs="Browallia New"/>
          <w:spacing w:val="-4"/>
        </w:rPr>
        <w:t>31</w:t>
      </w:r>
      <w:r w:rsidR="008F79A9" w:rsidRPr="00B46BD5">
        <w:rPr>
          <w:rStyle w:val="normaltextrun"/>
          <w:rFonts w:ascii="Browallia New" w:hAnsi="Browallia New" w:cs="Browallia New"/>
          <w:spacing w:val="-4"/>
          <w:cs/>
        </w:rPr>
        <w:t xml:space="preserve"> มีนาคม</w:t>
      </w:r>
      <w:r w:rsidR="008F79A9" w:rsidRPr="00B46BD5">
        <w:rPr>
          <w:rFonts w:ascii="Browallia New" w:hAnsi="Browallia New" w:cs="Browallia New"/>
          <w:spacing w:val="-4"/>
          <w:cs/>
        </w:rPr>
        <w:t xml:space="preserve"> </w:t>
      </w:r>
      <w:r w:rsidR="008F79A9" w:rsidRPr="00B46BD5">
        <w:rPr>
          <w:rFonts w:ascii="Browallia New" w:hAnsi="Browallia New" w:cs="Browallia New"/>
          <w:spacing w:val="-4"/>
        </w:rPr>
        <w:t>2566</w:t>
      </w:r>
      <w:r w:rsidR="00F60E66" w:rsidRPr="00B46BD5">
        <w:rPr>
          <w:rFonts w:ascii="Browallia New" w:hAnsi="Browallia New" w:cs="Browallia New"/>
        </w:rPr>
        <w:t xml:space="preserve"> </w:t>
      </w:r>
      <w:r w:rsidR="00FB7AB6" w:rsidRPr="00B46BD5">
        <w:rPr>
          <w:rFonts w:ascii="Browallia New" w:hAnsi="Browallia New" w:cs="Browallia New"/>
          <w:cs/>
        </w:rPr>
        <w:t>และ</w:t>
      </w:r>
      <w:r w:rsidR="008B0694" w:rsidRPr="00B46BD5">
        <w:rPr>
          <w:rFonts w:ascii="Browallia New" w:hAnsi="Browallia New" w:cs="Browallia New"/>
        </w:rPr>
        <w:t xml:space="preserve"> 31</w:t>
      </w:r>
      <w:r w:rsidR="00F60E66" w:rsidRPr="00B46BD5">
        <w:rPr>
          <w:rFonts w:ascii="Browallia New" w:hAnsi="Browallia New" w:cs="Browallia New"/>
        </w:rPr>
        <w:t xml:space="preserve"> </w:t>
      </w:r>
      <w:r w:rsidR="00FB7AB6" w:rsidRPr="00B46BD5">
        <w:rPr>
          <w:rFonts w:ascii="Browallia New" w:hAnsi="Browallia New" w:cs="Browallia New"/>
          <w:cs/>
        </w:rPr>
        <w:t>ธันวาคม</w:t>
      </w:r>
      <w:r w:rsidR="00F60E66" w:rsidRPr="00B46BD5">
        <w:rPr>
          <w:rFonts w:ascii="Browallia New" w:hAnsi="Browallia New" w:cs="Browallia New"/>
        </w:rPr>
        <w:t xml:space="preserve"> </w:t>
      </w:r>
      <w:r w:rsidR="00CD38A5" w:rsidRPr="00B46BD5">
        <w:rPr>
          <w:rFonts w:ascii="Browallia New" w:hAnsi="Browallia New" w:cs="Browallia New"/>
        </w:rPr>
        <w:t>256</w:t>
      </w:r>
      <w:r w:rsidR="008F79A9" w:rsidRPr="00B46BD5">
        <w:rPr>
          <w:rFonts w:ascii="Browallia New" w:hAnsi="Browallia New" w:cs="Browallia New"/>
        </w:rPr>
        <w:t>5</w:t>
      </w:r>
      <w:r w:rsidR="00F60E66" w:rsidRPr="00B46BD5">
        <w:rPr>
          <w:rFonts w:ascii="Browallia New" w:hAnsi="Browallia New" w:cs="Browallia New"/>
        </w:rPr>
        <w:t xml:space="preserve"> </w:t>
      </w:r>
      <w:r w:rsidRPr="00B46BD5">
        <w:rPr>
          <w:rFonts w:ascii="Browallia New" w:hAnsi="Browallia New" w:cs="Browallia New"/>
          <w:cs/>
        </w:rPr>
        <w:t>กลุ่ม</w:t>
      </w:r>
      <w:r w:rsidR="00FB7AB6" w:rsidRPr="00B46BD5">
        <w:rPr>
          <w:rFonts w:ascii="Browallia New" w:hAnsi="Browallia New" w:cs="Browallia New"/>
          <w:cs/>
        </w:rPr>
        <w:t>บริษัท</w:t>
      </w:r>
      <w:r w:rsidR="001A0673" w:rsidRPr="00B46BD5">
        <w:rPr>
          <w:rFonts w:ascii="Browallia New" w:hAnsi="Browallia New" w:cs="Browallia New"/>
          <w:cs/>
        </w:rPr>
        <w:t xml:space="preserve"> </w:t>
      </w:r>
      <w:r w:rsidR="00FB7AB6" w:rsidRPr="00B46BD5">
        <w:rPr>
          <w:rFonts w:ascii="Browallia New" w:hAnsi="Browallia New" w:cs="Browallia New"/>
          <w:cs/>
        </w:rPr>
        <w:t>มีรายการสินทรัพย์และหนี้สินที่ไม่ได้ป้องกันความเสี่ยงจากอัตราแลกเปลี่ยน</w:t>
      </w:r>
      <w:r w:rsidR="00D708AA" w:rsidRPr="00B46BD5">
        <w:rPr>
          <w:rFonts w:ascii="Browallia New" w:hAnsi="Browallia New" w:cs="Browallia New"/>
          <w:cs/>
        </w:rPr>
        <w:t>เนื่องจากมีรายการ</w:t>
      </w:r>
      <w:r w:rsidR="007B628C" w:rsidRPr="00B46BD5">
        <w:rPr>
          <w:rFonts w:ascii="Browallia New" w:hAnsi="Browallia New" w:cs="Browallia New"/>
          <w:cs/>
        </w:rPr>
        <w:t>ค้าทั้งรับและจ่ายที่เป็นเงินตราต่างประเทศ</w:t>
      </w:r>
      <w:r w:rsidR="00FB7AB6" w:rsidRPr="00B46BD5">
        <w:rPr>
          <w:rFonts w:ascii="Browallia New" w:hAnsi="Browallia New" w:cs="Browallia New"/>
          <w:cs/>
        </w:rPr>
        <w:t>ซึ่งถือเป็นการป้องกันความเสี่ยง</w:t>
      </w:r>
      <w:r w:rsidR="00C35BA5" w:rsidRPr="00B46BD5">
        <w:rPr>
          <w:rFonts w:ascii="Browallia New" w:hAnsi="Browallia New" w:cs="Browallia New"/>
          <w:cs/>
        </w:rPr>
        <w:t>ตามธรรมชาติ</w:t>
      </w:r>
      <w:r w:rsidR="00F60E66" w:rsidRPr="00B46BD5">
        <w:rPr>
          <w:rFonts w:ascii="Browallia New" w:hAnsi="Browallia New" w:cs="Browallia New"/>
        </w:rPr>
        <w:t xml:space="preserve"> </w:t>
      </w:r>
      <w:r w:rsidR="003F3914" w:rsidRPr="00B46BD5">
        <w:rPr>
          <w:rFonts w:ascii="Browallia New" w:hAnsi="Browallia New" w:cs="Browallia New"/>
          <w:cs/>
        </w:rPr>
        <w:t>ดั</w:t>
      </w:r>
      <w:r w:rsidR="00FB7AB6" w:rsidRPr="00B46BD5">
        <w:rPr>
          <w:rFonts w:ascii="Browallia New" w:hAnsi="Browallia New" w:cs="Browallia New"/>
          <w:cs/>
        </w:rPr>
        <w:t>งนี้</w:t>
      </w:r>
    </w:p>
    <w:p w14:paraId="48562F9B" w14:textId="77777777" w:rsidR="00A33E98" w:rsidRPr="0085607E"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51546F08" w:rsidR="00FB7AB6" w:rsidRPr="005C2BD1" w:rsidRDefault="008F79A9" w:rsidP="003E0B20">
            <w:pPr>
              <w:ind w:left="-108" w:right="-108"/>
              <w:jc w:val="center"/>
              <w:rPr>
                <w:rFonts w:ascii="Browallia New" w:hAnsi="Browallia New" w:cs="Browallia New"/>
                <w:lang w:val="en-GB"/>
              </w:rPr>
            </w:pP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2F345C00"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8F79A9">
              <w:rPr>
                <w:rFonts w:ascii="Browallia New" w:hAnsi="Browallia New" w:cs="Browallia New"/>
              </w:rPr>
              <w:t>5</w:t>
            </w:r>
          </w:p>
        </w:tc>
      </w:tr>
      <w:tr w:rsidR="00FB7AB6" w:rsidRPr="00890636" w14:paraId="48562FA8" w14:textId="77777777" w:rsidTr="005030A2">
        <w:tc>
          <w:tcPr>
            <w:tcW w:w="5472" w:type="dxa"/>
          </w:tcPr>
          <w:p w14:paraId="48562FA4" w14:textId="4FD33229" w:rsidR="00FB7AB6" w:rsidRPr="00890636"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890636" w:rsidRDefault="00FB7AB6" w:rsidP="003E0B20">
            <w:pPr>
              <w:jc w:val="right"/>
              <w:rPr>
                <w:rFonts w:ascii="Browallia New" w:hAnsi="Browallia New" w:cs="Browallia New"/>
                <w:sz w:val="20"/>
                <w:szCs w:val="20"/>
              </w:rPr>
            </w:pPr>
          </w:p>
        </w:tc>
        <w:tc>
          <w:tcPr>
            <w:tcW w:w="284" w:type="dxa"/>
          </w:tcPr>
          <w:p w14:paraId="48562FA6" w14:textId="77777777" w:rsidR="00FB7AB6" w:rsidRPr="00890636"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890636" w:rsidRDefault="00FB7AB6" w:rsidP="003E0B20">
            <w:pPr>
              <w:jc w:val="right"/>
              <w:rPr>
                <w:rFonts w:ascii="Browallia New" w:hAnsi="Browallia New" w:cs="Browallia New"/>
                <w:sz w:val="20"/>
                <w:szCs w:val="20"/>
              </w:rPr>
            </w:pPr>
          </w:p>
        </w:tc>
      </w:tr>
      <w:tr w:rsidR="00F32B9C" w:rsidRPr="005C2BD1" w14:paraId="4BEA601F" w14:textId="77777777" w:rsidTr="005030A2">
        <w:tc>
          <w:tcPr>
            <w:tcW w:w="5472" w:type="dxa"/>
          </w:tcPr>
          <w:p w14:paraId="0DF93009" w14:textId="74383398" w:rsidR="00F32B9C" w:rsidRPr="005C2BD1" w:rsidRDefault="00F32B9C"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สินทรัพย์</w:t>
            </w:r>
            <w:r>
              <w:rPr>
                <w:rFonts w:ascii="Browallia New" w:hAnsi="Browallia New" w:cs="Browallia New" w:hint="cs"/>
                <w:u w:val="single"/>
                <w:cs/>
                <w:lang w:val="en-GB"/>
              </w:rPr>
              <w:t>ที่เป็นเงินตราต่างประเทศ</w:t>
            </w:r>
          </w:p>
        </w:tc>
        <w:tc>
          <w:tcPr>
            <w:tcW w:w="1701" w:type="dxa"/>
          </w:tcPr>
          <w:p w14:paraId="2BB48763" w14:textId="77777777" w:rsidR="00F32B9C" w:rsidRPr="005C2BD1" w:rsidRDefault="00F32B9C" w:rsidP="003E0B20">
            <w:pPr>
              <w:jc w:val="right"/>
              <w:rPr>
                <w:rFonts w:ascii="Browallia New" w:hAnsi="Browallia New" w:cs="Browallia New"/>
              </w:rPr>
            </w:pPr>
          </w:p>
        </w:tc>
        <w:tc>
          <w:tcPr>
            <w:tcW w:w="284" w:type="dxa"/>
          </w:tcPr>
          <w:p w14:paraId="47BAAAB2" w14:textId="77777777" w:rsidR="00F32B9C" w:rsidRPr="005C2BD1" w:rsidRDefault="00F32B9C" w:rsidP="003E0B20">
            <w:pPr>
              <w:jc w:val="thaiDistribute"/>
              <w:rPr>
                <w:rFonts w:ascii="Browallia New" w:hAnsi="Browallia New" w:cs="Browallia New"/>
                <w:lang w:val="en-GB"/>
              </w:rPr>
            </w:pPr>
          </w:p>
        </w:tc>
        <w:tc>
          <w:tcPr>
            <w:tcW w:w="1701" w:type="dxa"/>
          </w:tcPr>
          <w:p w14:paraId="5F333E50" w14:textId="77777777" w:rsidR="00F32B9C" w:rsidRPr="005C2BD1" w:rsidRDefault="00F32B9C" w:rsidP="003E0B20">
            <w:pPr>
              <w:jc w:val="right"/>
              <w:rPr>
                <w:rFonts w:ascii="Browallia New" w:hAnsi="Browallia New" w:cs="Browallia New"/>
              </w:rPr>
            </w:pPr>
          </w:p>
        </w:tc>
      </w:tr>
      <w:tr w:rsidR="00411D40" w:rsidRPr="005C2BD1" w14:paraId="48562FAD" w14:textId="77777777" w:rsidTr="005030A2">
        <w:tc>
          <w:tcPr>
            <w:tcW w:w="5472" w:type="dxa"/>
          </w:tcPr>
          <w:p w14:paraId="60D68A72" w14:textId="77777777" w:rsidR="00411D40" w:rsidRDefault="00411D40" w:rsidP="00411D40">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p w14:paraId="48562FA9" w14:textId="6AFD657E" w:rsidR="005246D2" w:rsidRPr="005C2BD1" w:rsidRDefault="005246D2" w:rsidP="00411D40">
            <w:pPr>
              <w:jc w:val="thaiDistribute"/>
              <w:rPr>
                <w:rFonts w:ascii="Browallia New" w:hAnsi="Browallia New" w:cs="Browallia New"/>
                <w:cs/>
                <w:lang w:val="en-GB"/>
              </w:rPr>
            </w:pPr>
            <w:r>
              <w:rPr>
                <w:rFonts w:ascii="Browallia New" w:hAnsi="Browallia New" w:cs="Browallia New" w:hint="cs"/>
                <w:cs/>
                <w:lang w:val="en-GB"/>
              </w:rPr>
              <w:t>เยน</w:t>
            </w:r>
            <w:r w:rsidR="002C6A12">
              <w:rPr>
                <w:rFonts w:ascii="Browallia New" w:hAnsi="Browallia New" w:cs="Browallia New" w:hint="cs"/>
                <w:cs/>
                <w:lang w:val="en-GB"/>
              </w:rPr>
              <w:t>ญี่ปุ่น</w:t>
            </w:r>
          </w:p>
        </w:tc>
        <w:tc>
          <w:tcPr>
            <w:tcW w:w="1701" w:type="dxa"/>
          </w:tcPr>
          <w:p w14:paraId="6313A8AC" w14:textId="06BA3A87" w:rsidR="00411D40" w:rsidRDefault="005246D2" w:rsidP="00411D40">
            <w:pPr>
              <w:jc w:val="right"/>
              <w:rPr>
                <w:rFonts w:ascii="Browallia New" w:hAnsi="Browallia New" w:cs="Browallia New"/>
              </w:rPr>
            </w:pPr>
            <w:r>
              <w:rPr>
                <w:rFonts w:ascii="Browallia New" w:hAnsi="Browallia New" w:cs="Browallia New"/>
              </w:rPr>
              <w:t>511</w:t>
            </w:r>
          </w:p>
          <w:p w14:paraId="48562FAA" w14:textId="3A7432BC" w:rsidR="005246D2" w:rsidRPr="005C2BD1" w:rsidRDefault="002C6A12" w:rsidP="00411D40">
            <w:pPr>
              <w:jc w:val="right"/>
              <w:rPr>
                <w:rFonts w:ascii="Browallia New" w:hAnsi="Browallia New" w:cs="Browallia New"/>
              </w:rPr>
            </w:pPr>
            <w:r>
              <w:rPr>
                <w:rFonts w:ascii="Browallia New" w:hAnsi="Browallia New" w:cs="Browallia New"/>
              </w:rPr>
              <w:t>64,200</w:t>
            </w:r>
          </w:p>
        </w:tc>
        <w:tc>
          <w:tcPr>
            <w:tcW w:w="284" w:type="dxa"/>
          </w:tcPr>
          <w:p w14:paraId="48562FAB" w14:textId="77777777" w:rsidR="00411D40" w:rsidRPr="005C2BD1" w:rsidRDefault="00411D40" w:rsidP="00411D40">
            <w:pPr>
              <w:jc w:val="thaiDistribute"/>
              <w:rPr>
                <w:rFonts w:ascii="Browallia New" w:hAnsi="Browallia New" w:cs="Browallia New"/>
                <w:lang w:val="en-GB"/>
              </w:rPr>
            </w:pPr>
          </w:p>
        </w:tc>
        <w:tc>
          <w:tcPr>
            <w:tcW w:w="1701" w:type="dxa"/>
          </w:tcPr>
          <w:p w14:paraId="23DD0668" w14:textId="31640E4F" w:rsidR="00411D40" w:rsidRDefault="00411D40" w:rsidP="00411D40">
            <w:pPr>
              <w:jc w:val="right"/>
              <w:rPr>
                <w:rFonts w:ascii="Browallia New" w:hAnsi="Browallia New" w:cs="Browallia New"/>
                <w:lang w:val="en-GB"/>
              </w:rPr>
            </w:pPr>
            <w:r w:rsidRPr="00CC7FB0">
              <w:rPr>
                <w:rFonts w:ascii="Browallia New" w:hAnsi="Browallia New" w:cs="Browallia New"/>
                <w:lang w:val="en-GB"/>
              </w:rPr>
              <w:t>537</w:t>
            </w:r>
          </w:p>
          <w:p w14:paraId="48562FAC" w14:textId="778ACC12" w:rsidR="002C6A12" w:rsidRPr="005C2BD1" w:rsidRDefault="002C6A12" w:rsidP="000540A0">
            <w:pPr>
              <w:jc w:val="center"/>
              <w:rPr>
                <w:rFonts w:ascii="Browallia New" w:hAnsi="Browallia New" w:cs="Browallia New"/>
                <w:lang w:val="en-GB"/>
              </w:rPr>
            </w:pPr>
            <w:r>
              <w:rPr>
                <w:rFonts w:ascii="Browallia New" w:hAnsi="Browallia New" w:cs="Browallia New"/>
                <w:lang w:val="en-GB"/>
              </w:rPr>
              <w:t xml:space="preserve">              -</w:t>
            </w:r>
          </w:p>
        </w:tc>
      </w:tr>
      <w:tr w:rsidR="00411D40" w:rsidRPr="00890636" w14:paraId="48562FB2" w14:textId="77777777" w:rsidTr="00890636">
        <w:trPr>
          <w:trHeight w:val="274"/>
        </w:trPr>
        <w:tc>
          <w:tcPr>
            <w:tcW w:w="5472" w:type="dxa"/>
          </w:tcPr>
          <w:p w14:paraId="48562FAE" w14:textId="77777777" w:rsidR="00411D40" w:rsidRPr="00890636" w:rsidRDefault="00411D40" w:rsidP="00411D40">
            <w:pPr>
              <w:jc w:val="thaiDistribute"/>
              <w:rPr>
                <w:rFonts w:ascii="Browallia New" w:hAnsi="Browallia New" w:cs="Browallia New"/>
                <w:sz w:val="14"/>
                <w:szCs w:val="14"/>
                <w:u w:val="single"/>
                <w:cs/>
                <w:lang w:val="en-GB"/>
              </w:rPr>
            </w:pPr>
          </w:p>
        </w:tc>
        <w:tc>
          <w:tcPr>
            <w:tcW w:w="1701" w:type="dxa"/>
          </w:tcPr>
          <w:p w14:paraId="48562FAF" w14:textId="77777777" w:rsidR="00411D40" w:rsidRPr="00890636" w:rsidRDefault="00411D40" w:rsidP="00411D40">
            <w:pPr>
              <w:jc w:val="right"/>
              <w:rPr>
                <w:rFonts w:ascii="Browallia New" w:hAnsi="Browallia New" w:cs="Browallia New"/>
                <w:sz w:val="14"/>
                <w:szCs w:val="14"/>
              </w:rPr>
            </w:pPr>
          </w:p>
        </w:tc>
        <w:tc>
          <w:tcPr>
            <w:tcW w:w="284" w:type="dxa"/>
          </w:tcPr>
          <w:p w14:paraId="48562FB0" w14:textId="77777777" w:rsidR="00411D40" w:rsidRPr="00890636" w:rsidRDefault="00411D40" w:rsidP="00411D40">
            <w:pPr>
              <w:jc w:val="thaiDistribute"/>
              <w:rPr>
                <w:rFonts w:ascii="Browallia New" w:hAnsi="Browallia New" w:cs="Browallia New"/>
                <w:sz w:val="14"/>
                <w:szCs w:val="14"/>
                <w:lang w:val="en-GB"/>
              </w:rPr>
            </w:pPr>
          </w:p>
        </w:tc>
        <w:tc>
          <w:tcPr>
            <w:tcW w:w="1701" w:type="dxa"/>
          </w:tcPr>
          <w:p w14:paraId="48562FB1" w14:textId="77777777" w:rsidR="00411D40" w:rsidRPr="00890636" w:rsidRDefault="00411D40" w:rsidP="00411D40">
            <w:pPr>
              <w:jc w:val="right"/>
              <w:rPr>
                <w:rFonts w:ascii="Browallia New" w:hAnsi="Browallia New" w:cs="Browallia New"/>
                <w:sz w:val="14"/>
                <w:szCs w:val="14"/>
              </w:rPr>
            </w:pPr>
          </w:p>
        </w:tc>
      </w:tr>
      <w:tr w:rsidR="00411D40" w:rsidRPr="005C2BD1" w14:paraId="48562FB7" w14:textId="77777777" w:rsidTr="005030A2">
        <w:tc>
          <w:tcPr>
            <w:tcW w:w="5472" w:type="dxa"/>
          </w:tcPr>
          <w:p w14:paraId="48562FB3" w14:textId="78A48505" w:rsidR="00411D40" w:rsidRPr="005C2BD1" w:rsidRDefault="00411D40" w:rsidP="00411D40">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411D40" w:rsidRPr="005C2BD1" w:rsidRDefault="00411D40" w:rsidP="00411D40">
            <w:pPr>
              <w:jc w:val="right"/>
              <w:rPr>
                <w:rFonts w:ascii="Browallia New" w:hAnsi="Browallia New" w:cs="Browallia New"/>
              </w:rPr>
            </w:pPr>
          </w:p>
        </w:tc>
        <w:tc>
          <w:tcPr>
            <w:tcW w:w="284" w:type="dxa"/>
          </w:tcPr>
          <w:p w14:paraId="48562FB5" w14:textId="77777777" w:rsidR="00411D40" w:rsidRPr="005C2BD1" w:rsidRDefault="00411D40" w:rsidP="00411D40">
            <w:pPr>
              <w:jc w:val="thaiDistribute"/>
              <w:rPr>
                <w:rFonts w:ascii="Browallia New" w:hAnsi="Browallia New" w:cs="Browallia New"/>
                <w:lang w:val="en-GB"/>
              </w:rPr>
            </w:pPr>
          </w:p>
        </w:tc>
        <w:tc>
          <w:tcPr>
            <w:tcW w:w="1701" w:type="dxa"/>
          </w:tcPr>
          <w:p w14:paraId="48562FB6" w14:textId="77777777" w:rsidR="00411D40" w:rsidRPr="005C2BD1" w:rsidRDefault="00411D40" w:rsidP="00411D40">
            <w:pPr>
              <w:jc w:val="right"/>
              <w:rPr>
                <w:rFonts w:ascii="Browallia New" w:hAnsi="Browallia New" w:cs="Browallia New"/>
              </w:rPr>
            </w:pPr>
          </w:p>
        </w:tc>
      </w:tr>
      <w:tr w:rsidR="00411D40" w:rsidRPr="005C2BD1" w14:paraId="48562FBC" w14:textId="77777777" w:rsidTr="005030A2">
        <w:tc>
          <w:tcPr>
            <w:tcW w:w="5472" w:type="dxa"/>
          </w:tcPr>
          <w:p w14:paraId="48562FB8" w14:textId="44B2A3E7" w:rsidR="00411D40" w:rsidRPr="005C2BD1" w:rsidRDefault="00411D40" w:rsidP="00411D40">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B9" w14:textId="6685A831" w:rsidR="00411D40" w:rsidRPr="005C2BD1" w:rsidRDefault="00776BAF" w:rsidP="00411D40">
            <w:pPr>
              <w:jc w:val="right"/>
              <w:rPr>
                <w:rFonts w:ascii="Browallia New" w:hAnsi="Browallia New" w:cs="Browallia New"/>
                <w:lang w:val="en-GB"/>
              </w:rPr>
            </w:pPr>
            <w:r>
              <w:rPr>
                <w:rFonts w:ascii="Browallia New" w:hAnsi="Browallia New" w:cs="Browallia New"/>
                <w:lang w:val="en-GB"/>
              </w:rPr>
              <w:t>2,018</w:t>
            </w:r>
          </w:p>
        </w:tc>
        <w:tc>
          <w:tcPr>
            <w:tcW w:w="284" w:type="dxa"/>
          </w:tcPr>
          <w:p w14:paraId="48562FBA" w14:textId="77777777" w:rsidR="00411D40" w:rsidRPr="005C2BD1" w:rsidRDefault="00411D40" w:rsidP="00411D40">
            <w:pPr>
              <w:jc w:val="thaiDistribute"/>
              <w:rPr>
                <w:rFonts w:ascii="Browallia New" w:hAnsi="Browallia New" w:cs="Browallia New"/>
                <w:lang w:val="en-GB"/>
              </w:rPr>
            </w:pPr>
          </w:p>
        </w:tc>
        <w:tc>
          <w:tcPr>
            <w:tcW w:w="1701" w:type="dxa"/>
          </w:tcPr>
          <w:p w14:paraId="48562FBB" w14:textId="3092422F" w:rsidR="00411D40" w:rsidRPr="005C2BD1" w:rsidRDefault="00411D40" w:rsidP="00411D40">
            <w:pPr>
              <w:jc w:val="right"/>
              <w:rPr>
                <w:rFonts w:ascii="Browallia New" w:hAnsi="Browallia New" w:cs="Browallia New"/>
              </w:rPr>
            </w:pPr>
            <w:r w:rsidRPr="00CC7FB0">
              <w:rPr>
                <w:rFonts w:ascii="Browallia New" w:hAnsi="Browallia New" w:cs="Browallia New"/>
              </w:rPr>
              <w:t>2,075</w:t>
            </w:r>
          </w:p>
        </w:tc>
      </w:tr>
      <w:tr w:rsidR="00411D40" w:rsidRPr="005C2BD1" w14:paraId="0BDDEED3" w14:textId="77777777" w:rsidTr="005030A2">
        <w:tc>
          <w:tcPr>
            <w:tcW w:w="5472" w:type="dxa"/>
          </w:tcPr>
          <w:p w14:paraId="306EAA02" w14:textId="5A900278" w:rsidR="00411D40" w:rsidRDefault="009059A4" w:rsidP="00411D40">
            <w:pPr>
              <w:jc w:val="thaiDistribute"/>
              <w:rPr>
                <w:rFonts w:ascii="Browallia New" w:hAnsi="Browallia New" w:cs="Browallia New"/>
                <w:cs/>
                <w:lang w:val="en-GB"/>
              </w:rPr>
            </w:pPr>
            <w:r w:rsidRPr="0064584E">
              <w:rPr>
                <w:rFonts w:ascii="Browallia New" w:hAnsi="Browallia New" w:cs="Browallia New" w:hint="cs"/>
                <w:cs/>
                <w:lang w:val="en-GB"/>
              </w:rPr>
              <w:t>เยนญี่ปุ่น</w:t>
            </w:r>
          </w:p>
        </w:tc>
        <w:tc>
          <w:tcPr>
            <w:tcW w:w="1701" w:type="dxa"/>
          </w:tcPr>
          <w:p w14:paraId="207CE2CC" w14:textId="7365421D" w:rsidR="00411D40" w:rsidDel="008F79A9" w:rsidRDefault="00776BAF" w:rsidP="000540A0">
            <w:pPr>
              <w:jc w:val="center"/>
              <w:rPr>
                <w:rFonts w:ascii="Browallia New" w:hAnsi="Browallia New" w:cs="Browallia New"/>
                <w:lang w:val="en-GB"/>
              </w:rPr>
            </w:pPr>
            <w:r>
              <w:rPr>
                <w:rFonts w:ascii="Browallia New" w:hAnsi="Browallia New" w:cs="Browallia New"/>
                <w:lang w:val="en-GB"/>
              </w:rPr>
              <w:t xml:space="preserve">              -</w:t>
            </w:r>
          </w:p>
        </w:tc>
        <w:tc>
          <w:tcPr>
            <w:tcW w:w="284" w:type="dxa"/>
          </w:tcPr>
          <w:p w14:paraId="72157E4E" w14:textId="77777777" w:rsidR="00411D40" w:rsidRPr="005C2BD1" w:rsidRDefault="00411D40" w:rsidP="00411D40">
            <w:pPr>
              <w:jc w:val="thaiDistribute"/>
              <w:rPr>
                <w:rFonts w:ascii="Browallia New" w:hAnsi="Browallia New" w:cs="Browallia New"/>
                <w:lang w:val="en-GB"/>
              </w:rPr>
            </w:pPr>
          </w:p>
        </w:tc>
        <w:tc>
          <w:tcPr>
            <w:tcW w:w="1701" w:type="dxa"/>
          </w:tcPr>
          <w:p w14:paraId="3D9B5A24" w14:textId="1238B75C" w:rsidR="00411D40" w:rsidRPr="00CC7FB0" w:rsidRDefault="00CA7A88" w:rsidP="00411D40">
            <w:pPr>
              <w:jc w:val="right"/>
              <w:rPr>
                <w:rFonts w:ascii="Browallia New" w:hAnsi="Browallia New" w:cs="Browallia New"/>
              </w:rPr>
            </w:pPr>
            <w:r w:rsidRPr="00CC7FB0">
              <w:rPr>
                <w:rFonts w:ascii="Browallia New" w:hAnsi="Browallia New" w:cs="Browallia New"/>
              </w:rPr>
              <w:t>22,000</w:t>
            </w:r>
          </w:p>
        </w:tc>
      </w:tr>
    </w:tbl>
    <w:p w14:paraId="48DF69D0" w14:textId="3DA9F517" w:rsidR="00A27CF2" w:rsidRDefault="006E5087" w:rsidP="00A27CF2">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662ECB">
        <w:rPr>
          <w:rFonts w:ascii="Browallia New" w:hAnsi="Browallia New" w:cs="Browallia New" w:hint="cs"/>
          <w:b/>
          <w:bCs/>
          <w:sz w:val="28"/>
          <w:cs/>
        </w:rPr>
        <w:t>ภาระ</w:t>
      </w:r>
      <w:r w:rsidR="00C21937" w:rsidRPr="00662ECB">
        <w:rPr>
          <w:rFonts w:ascii="Browallia New" w:hAnsi="Browallia New" w:cs="Browallia New" w:hint="cs"/>
          <w:b/>
          <w:bCs/>
          <w:sz w:val="28"/>
          <w:cs/>
        </w:rPr>
        <w:t>ผูกพัน</w:t>
      </w:r>
    </w:p>
    <w:p w14:paraId="6D533823" w14:textId="77777777" w:rsidR="00682D48" w:rsidRDefault="00682D48" w:rsidP="00682D48">
      <w:pPr>
        <w:pStyle w:val="ListParagraph"/>
        <w:spacing w:after="0" w:line="240" w:lineRule="auto"/>
        <w:ind w:left="375"/>
        <w:rPr>
          <w:rFonts w:ascii="Browallia New" w:hAnsi="Browallia New" w:cs="Browallia New"/>
          <w:b/>
          <w:bCs/>
          <w:sz w:val="28"/>
        </w:rPr>
      </w:pPr>
    </w:p>
    <w:p w14:paraId="2F6BF4A2" w14:textId="77777777" w:rsidR="00682D48" w:rsidRPr="00662ECB" w:rsidRDefault="00682D48" w:rsidP="00682D48">
      <w:pPr>
        <w:tabs>
          <w:tab w:val="left" w:pos="720"/>
        </w:tabs>
        <w:ind w:left="342" w:firstLine="18"/>
        <w:jc w:val="thaiDistribute"/>
        <w:rPr>
          <w:rFonts w:ascii="Browallia New" w:hAnsi="Browallia New" w:cs="Browallia New"/>
          <w:lang w:val="en-GB"/>
        </w:rPr>
      </w:pPr>
      <w:r w:rsidRPr="00662ECB">
        <w:rPr>
          <w:rFonts w:ascii="Browallia New" w:hAnsi="Browallia New" w:cs="Browallia New"/>
          <w:cs/>
        </w:rPr>
        <w:t xml:space="preserve">ณ วันที่ </w:t>
      </w:r>
      <w:r w:rsidRPr="005C4084">
        <w:rPr>
          <w:rStyle w:val="normaltextrun"/>
          <w:rFonts w:ascii="Browallia New" w:hAnsi="Browallia New" w:cs="Browallia New"/>
          <w:spacing w:val="-4"/>
        </w:rPr>
        <w:t>31</w:t>
      </w:r>
      <w:r w:rsidRPr="005C4084">
        <w:rPr>
          <w:rStyle w:val="normaltextrun"/>
          <w:rFonts w:ascii="Browallia New" w:hAnsi="Browallia New" w:cs="Browallia New"/>
          <w:spacing w:val="-4"/>
          <w:cs/>
        </w:rPr>
        <w:t xml:space="preserve"> มีนาคม</w:t>
      </w:r>
      <w:r w:rsidRPr="005C4084">
        <w:rPr>
          <w:rFonts w:ascii="Browallia New" w:hAnsi="Browallia New" w:cs="Browallia New" w:hint="cs"/>
          <w:spacing w:val="-4"/>
          <w:cs/>
        </w:rPr>
        <w:t xml:space="preserve"> </w:t>
      </w:r>
      <w:r w:rsidRPr="005C4084">
        <w:rPr>
          <w:rFonts w:ascii="Browallia New" w:hAnsi="Browallia New" w:cs="Browallia New"/>
          <w:spacing w:val="-4"/>
        </w:rPr>
        <w:t>2566</w:t>
      </w:r>
      <w:r w:rsidRPr="00662ECB">
        <w:rPr>
          <w:rFonts w:ascii="Browallia New" w:hAnsi="Browallia New" w:cs="Browallia New"/>
          <w:color w:val="000000"/>
          <w:cs/>
        </w:rPr>
        <w:t xml:space="preserve"> </w:t>
      </w:r>
      <w:r>
        <w:rPr>
          <w:rFonts w:ascii="Browallia New" w:hAnsi="Browallia New" w:cs="Browallia New" w:hint="cs"/>
          <w:color w:val="000000"/>
          <w:cs/>
        </w:rPr>
        <w:t>กลุ่ม</w:t>
      </w:r>
      <w:r w:rsidRPr="00662ECB">
        <w:rPr>
          <w:rFonts w:ascii="Browallia New" w:hAnsi="Browallia New" w:cs="Browallia New"/>
          <w:cs/>
          <w:lang w:val="en-GB"/>
        </w:rPr>
        <w:t>บริษัทมีภาระผูกพัน</w:t>
      </w:r>
      <w:r>
        <w:rPr>
          <w:rFonts w:ascii="Browallia New" w:hAnsi="Browallia New" w:cs="Browallia New" w:hint="cs"/>
          <w:cs/>
          <w:lang w:val="en-GB"/>
        </w:rPr>
        <w:t xml:space="preserve"> </w:t>
      </w:r>
      <w:r w:rsidRPr="00662ECB">
        <w:rPr>
          <w:rFonts w:ascii="Browallia New" w:hAnsi="Browallia New" w:cs="Browallia New"/>
          <w:cs/>
          <w:lang w:val="en-GB"/>
        </w:rPr>
        <w:t>ดังนี้</w:t>
      </w:r>
    </w:p>
    <w:p w14:paraId="5B94A61E" w14:textId="77777777" w:rsidR="00682D48" w:rsidRPr="00662ECB" w:rsidRDefault="00682D48" w:rsidP="00682D48">
      <w:pPr>
        <w:tabs>
          <w:tab w:val="left" w:pos="720"/>
        </w:tabs>
        <w:ind w:left="342" w:firstLine="18"/>
        <w:jc w:val="thaiDistribute"/>
        <w:rPr>
          <w:rFonts w:ascii="Browallia New" w:hAnsi="Browallia New" w:cs="Browallia New"/>
          <w:lang w:val="en-GB"/>
        </w:rPr>
      </w:pPr>
    </w:p>
    <w:p w14:paraId="70B5C0BC" w14:textId="77777777" w:rsidR="00682D48" w:rsidRPr="00662ECB" w:rsidRDefault="00682D48" w:rsidP="00682D48">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Pr="00662ECB">
        <w:rPr>
          <w:rFonts w:ascii="Browallia New" w:hAnsi="Browallia New" w:cs="Browallia New" w:hint="cs"/>
          <w:sz w:val="28"/>
          <w:cs/>
        </w:rPr>
        <w:t xml:space="preserve"> </w:t>
      </w:r>
      <w:r>
        <w:rPr>
          <w:rFonts w:ascii="Browallia New" w:hAnsi="Browallia New" w:cs="Browallia New"/>
          <w:sz w:val="28"/>
        </w:rPr>
        <w:t>321.22</w:t>
      </w:r>
      <w:r w:rsidRPr="003E0219">
        <w:rPr>
          <w:rFonts w:ascii="Browallia New" w:hAnsi="Browallia New" w:cs="Browallia New" w:hint="cs"/>
          <w:sz w:val="28"/>
          <w:cs/>
        </w:rPr>
        <w:t xml:space="preserve"> </w:t>
      </w:r>
      <w:r w:rsidRPr="003E0219">
        <w:rPr>
          <w:rFonts w:ascii="Browallia New" w:hAnsi="Browallia New" w:cs="Browallia New"/>
          <w:sz w:val="28"/>
          <w:cs/>
        </w:rPr>
        <w:t>ล้านบาท</w:t>
      </w:r>
    </w:p>
    <w:p w14:paraId="07AFE576" w14:textId="77777777" w:rsidR="00682D48" w:rsidRPr="00662ECB" w:rsidRDefault="00682D48" w:rsidP="00682D48">
      <w:pPr>
        <w:pStyle w:val="ListParagraph"/>
        <w:tabs>
          <w:tab w:val="left" w:pos="854"/>
          <w:tab w:val="left" w:pos="1276"/>
        </w:tabs>
        <w:spacing w:after="0" w:line="240" w:lineRule="auto"/>
        <w:jc w:val="thaiDistribute"/>
        <w:rPr>
          <w:rFonts w:ascii="Browallia New" w:hAnsi="Browallia New" w:cs="Browallia New"/>
          <w:sz w:val="28"/>
        </w:rPr>
      </w:pPr>
    </w:p>
    <w:p w14:paraId="02028868" w14:textId="77777777" w:rsidR="00682D48" w:rsidRPr="00662ECB" w:rsidRDefault="00682D48" w:rsidP="00682D48">
      <w:pPr>
        <w:pStyle w:val="ListParagraph"/>
        <w:numPr>
          <w:ilvl w:val="0"/>
          <w:numId w:val="35"/>
        </w:numPr>
        <w:tabs>
          <w:tab w:val="left" w:pos="1017"/>
          <w:tab w:val="left" w:pos="1276"/>
        </w:tabs>
        <w:spacing w:after="0" w:line="240" w:lineRule="auto"/>
        <w:ind w:left="864" w:hanging="486"/>
        <w:jc w:val="thaiDistribute"/>
        <w:rPr>
          <w:rFonts w:ascii="Browallia New" w:hAnsi="Browallia New" w:cs="Browallia New"/>
          <w:sz w:val="28"/>
        </w:rPr>
      </w:pPr>
      <w:r w:rsidRPr="00662ECB">
        <w:rPr>
          <w:rFonts w:ascii="Browallia New" w:hAnsi="Browallia New" w:cs="Browallia New"/>
          <w:sz w:val="28"/>
          <w:cs/>
        </w:rPr>
        <w:t>บริษัทมีหนังสือค้ำประกันที่ออกโดยสถาบันการเงินในนามบริษัท</w:t>
      </w:r>
      <w:r w:rsidRPr="00662ECB">
        <w:rPr>
          <w:rFonts w:ascii="Browallia New" w:hAnsi="Browallia New" w:cs="Browallia New"/>
          <w:spacing w:val="-6"/>
          <w:sz w:val="28"/>
          <w:cs/>
        </w:rPr>
        <w:t xml:space="preserve"> เหลืออยู่เป็นจำนวน</w:t>
      </w:r>
      <w:r w:rsidRPr="00A551A3">
        <w:rPr>
          <w:rFonts w:ascii="Browallia New" w:hAnsi="Browallia New" w:cs="Browallia New"/>
          <w:spacing w:val="-6"/>
          <w:sz w:val="28"/>
          <w:cs/>
        </w:rPr>
        <w:t>ประมาณ</w:t>
      </w:r>
      <w:r w:rsidRPr="00A551A3">
        <w:rPr>
          <w:rFonts w:ascii="Browallia New" w:hAnsi="Browallia New" w:cs="Browallia New" w:hint="cs"/>
          <w:spacing w:val="-6"/>
          <w:sz w:val="28"/>
          <w:cs/>
        </w:rPr>
        <w:t xml:space="preserve"> </w:t>
      </w:r>
      <w:r>
        <w:rPr>
          <w:rFonts w:ascii="Browallia New" w:hAnsi="Browallia New" w:cs="Browallia New"/>
          <w:sz w:val="28"/>
        </w:rPr>
        <w:t>22.40</w:t>
      </w:r>
      <w:r w:rsidRPr="00A551A3">
        <w:rPr>
          <w:rFonts w:ascii="Browallia New" w:hAnsi="Browallia New" w:cs="Browallia New"/>
          <w:sz w:val="28"/>
          <w:cs/>
        </w:rPr>
        <w:t xml:space="preserve"> ล้านบาท</w:t>
      </w:r>
      <w:r w:rsidRPr="00662ECB">
        <w:rPr>
          <w:rFonts w:ascii="Browallia New" w:hAnsi="Browallia New" w:cs="Browallia New"/>
          <w:sz w:val="28"/>
          <w:cs/>
        </w:rPr>
        <w:t xml:space="preserve">       ซึ่งเกี่ยวเนื่องกับภาระผูกพันทางปฏิบัติบางประการตามปกติธุรกิจของบริษัท</w:t>
      </w:r>
    </w:p>
    <w:p w14:paraId="495E599B" w14:textId="77777777" w:rsidR="00682D48" w:rsidRDefault="00682D48" w:rsidP="000540A0">
      <w:pPr>
        <w:pStyle w:val="ListParagraph"/>
        <w:spacing w:after="0" w:line="240" w:lineRule="auto"/>
        <w:ind w:left="375"/>
        <w:rPr>
          <w:rFonts w:ascii="Browallia New" w:hAnsi="Browallia New" w:cs="Browallia New"/>
          <w:b/>
          <w:bCs/>
          <w:sz w:val="28"/>
        </w:rPr>
      </w:pPr>
    </w:p>
    <w:p w14:paraId="4C263AB6" w14:textId="77777777" w:rsidR="00C176FE" w:rsidRDefault="00C176FE" w:rsidP="00C176FE">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Pr>
          <w:rFonts w:ascii="Browallia New" w:hAnsi="Browallia New" w:cs="Browallia New" w:hint="cs"/>
          <w:b/>
          <w:bCs/>
          <w:cs/>
        </w:rPr>
        <w:t>เหตุการณ์ภายหลังรอบระยะเวลารายงาน</w:t>
      </w:r>
    </w:p>
    <w:p w14:paraId="71A73DA4" w14:textId="77777777" w:rsidR="00C176FE" w:rsidRDefault="00C176FE" w:rsidP="00C176FE">
      <w:pPr>
        <w:tabs>
          <w:tab w:val="num" w:pos="864"/>
        </w:tabs>
        <w:rPr>
          <w:rFonts w:ascii="Browallia New" w:hAnsi="Browallia New" w:cs="Browallia New"/>
          <w:b/>
          <w:bCs/>
        </w:rPr>
      </w:pPr>
    </w:p>
    <w:p w14:paraId="37F4C180" w14:textId="7DDDDC39" w:rsidR="00C176FE" w:rsidRPr="001033D1" w:rsidRDefault="00C176FE" w:rsidP="00C176FE">
      <w:pPr>
        <w:pStyle w:val="BodyText2"/>
        <w:ind w:firstLine="0"/>
        <w:jc w:val="thaiDistribute"/>
        <w:rPr>
          <w:rFonts w:ascii="Browallia New" w:hAnsi="Browallia New" w:cs="Browallia New"/>
          <w:szCs w:val="28"/>
        </w:rPr>
      </w:pPr>
      <w:r w:rsidRPr="00424CC3">
        <w:rPr>
          <w:rFonts w:ascii="Browallia New" w:hAnsi="Browallia New" w:cs="Browallia New"/>
          <w:szCs w:val="28"/>
          <w:cs/>
        </w:rPr>
        <w:t>เ</w:t>
      </w:r>
      <w:r w:rsidR="00991D7F">
        <w:rPr>
          <w:rFonts w:ascii="Browallia New" w:hAnsi="Browallia New" w:cs="Browallia New" w:hint="cs"/>
          <w:szCs w:val="28"/>
          <w:cs/>
        </w:rPr>
        <w:t>มื่</w:t>
      </w:r>
      <w:r w:rsidRPr="00424CC3">
        <w:rPr>
          <w:rFonts w:ascii="Browallia New" w:hAnsi="Browallia New" w:cs="Browallia New"/>
          <w:szCs w:val="28"/>
          <w:cs/>
        </w:rPr>
        <w:t>อวันท</w:t>
      </w:r>
      <w:r w:rsidR="00A247E9">
        <w:rPr>
          <w:rFonts w:ascii="Browallia New" w:hAnsi="Browallia New" w:cs="Browallia New" w:hint="cs"/>
          <w:szCs w:val="28"/>
          <w:cs/>
        </w:rPr>
        <w:t>ี่</w:t>
      </w:r>
      <w:r w:rsidRPr="00424CC3">
        <w:rPr>
          <w:rFonts w:ascii="Browallia New" w:hAnsi="Browallia New" w:cs="Browallia New"/>
          <w:szCs w:val="28"/>
          <w:cs/>
        </w:rPr>
        <w:t xml:space="preserve"> </w:t>
      </w:r>
      <w:r w:rsidRPr="00424CC3">
        <w:rPr>
          <w:rFonts w:ascii="Browallia New" w:hAnsi="Browallia New" w:cs="Browallia New" w:hint="cs"/>
          <w:szCs w:val="28"/>
        </w:rPr>
        <w:t>2</w:t>
      </w:r>
      <w:r w:rsidR="006523C0">
        <w:rPr>
          <w:rFonts w:ascii="Browallia New" w:hAnsi="Browallia New" w:cs="Browallia New"/>
          <w:szCs w:val="28"/>
        </w:rPr>
        <w:t>8</w:t>
      </w:r>
      <w:r w:rsidRPr="00424CC3">
        <w:rPr>
          <w:rFonts w:ascii="Browallia New" w:hAnsi="Browallia New" w:cs="Browallia New" w:hint="cs"/>
          <w:szCs w:val="28"/>
          <w:cs/>
        </w:rPr>
        <w:t xml:space="preserve"> </w:t>
      </w:r>
      <w:r w:rsidRPr="00424CC3">
        <w:rPr>
          <w:rFonts w:ascii="Browallia New" w:hAnsi="Browallia New" w:cs="Browallia New"/>
          <w:szCs w:val="28"/>
          <w:cs/>
        </w:rPr>
        <w:t xml:space="preserve">เมษายน </w:t>
      </w:r>
      <w:r w:rsidRPr="00424CC3">
        <w:rPr>
          <w:rFonts w:ascii="Browallia New" w:hAnsi="Browallia New" w:cs="Browallia New"/>
          <w:szCs w:val="28"/>
        </w:rPr>
        <w:t>256</w:t>
      </w:r>
      <w:r w:rsidR="006523C0">
        <w:rPr>
          <w:rFonts w:ascii="Browallia New" w:hAnsi="Browallia New" w:cs="Browallia New"/>
          <w:szCs w:val="28"/>
        </w:rPr>
        <w:t>6</w:t>
      </w:r>
      <w:r w:rsidRPr="00424CC3">
        <w:rPr>
          <w:rFonts w:ascii="Browallia New" w:hAnsi="Browallia New" w:cs="Browallia New" w:hint="cs"/>
          <w:szCs w:val="28"/>
          <w:cs/>
        </w:rPr>
        <w:t xml:space="preserve"> </w:t>
      </w:r>
      <w:r w:rsidRPr="00424CC3">
        <w:rPr>
          <w:rFonts w:ascii="Browallia New" w:hAnsi="Browallia New" w:cs="Browallia New"/>
          <w:szCs w:val="28"/>
          <w:cs/>
        </w:rPr>
        <w:t>ท</w:t>
      </w:r>
      <w:r w:rsidR="00A247E9">
        <w:rPr>
          <w:rFonts w:ascii="Browallia New" w:hAnsi="Browallia New" w:cs="Browallia New" w:hint="cs"/>
          <w:szCs w:val="28"/>
          <w:cs/>
        </w:rPr>
        <w:t>ี่</w:t>
      </w:r>
      <w:r w:rsidRPr="00424CC3">
        <w:rPr>
          <w:rFonts w:ascii="Browallia New" w:hAnsi="Browallia New" w:cs="Browallia New"/>
          <w:szCs w:val="28"/>
          <w:cs/>
        </w:rPr>
        <w:t>ประชุมสามัญผู้ถือ</w:t>
      </w:r>
      <w:r w:rsidR="00A247E9">
        <w:rPr>
          <w:rFonts w:ascii="Browallia New" w:hAnsi="Browallia New" w:cs="Browallia New" w:hint="cs"/>
          <w:szCs w:val="28"/>
          <w:cs/>
        </w:rPr>
        <w:t>หุ้น</w:t>
      </w:r>
      <w:r w:rsidRPr="00424CC3">
        <w:rPr>
          <w:rFonts w:ascii="Browallia New" w:hAnsi="Browallia New" w:cs="Browallia New" w:hint="cs"/>
          <w:szCs w:val="28"/>
          <w:cs/>
        </w:rPr>
        <w:t xml:space="preserve">ประจำปี </w:t>
      </w:r>
      <w:r w:rsidRPr="00424CC3">
        <w:rPr>
          <w:rFonts w:ascii="Browallia New" w:hAnsi="Browallia New" w:cs="Browallia New"/>
          <w:szCs w:val="28"/>
        </w:rPr>
        <w:t>256</w:t>
      </w:r>
      <w:r w:rsidR="00913ACE">
        <w:rPr>
          <w:rFonts w:ascii="Browallia New" w:hAnsi="Browallia New" w:cs="Browallia New"/>
          <w:szCs w:val="28"/>
        </w:rPr>
        <w:t>6</w:t>
      </w:r>
      <w:r w:rsidRPr="00424CC3">
        <w:rPr>
          <w:rFonts w:ascii="Browallia New" w:hAnsi="Browallia New" w:cs="Browallia New"/>
          <w:szCs w:val="28"/>
        </w:rPr>
        <w:t xml:space="preserve"> </w:t>
      </w:r>
      <w:r w:rsidRPr="00424CC3">
        <w:rPr>
          <w:rFonts w:ascii="Browallia New" w:hAnsi="Browallia New" w:cs="Browallia New"/>
          <w:szCs w:val="28"/>
          <w:cs/>
        </w:rPr>
        <w:t>ได้มีมติอนุมัติให้</w:t>
      </w:r>
      <w:r w:rsidR="00A247E9">
        <w:rPr>
          <w:rFonts w:ascii="Browallia New" w:hAnsi="Browallia New" w:cs="Browallia New" w:hint="cs"/>
          <w:szCs w:val="28"/>
          <w:cs/>
        </w:rPr>
        <w:t>จ่าย</w:t>
      </w:r>
      <w:r w:rsidRPr="00424CC3">
        <w:rPr>
          <w:rFonts w:ascii="Browallia New" w:hAnsi="Browallia New" w:cs="Browallia New"/>
          <w:szCs w:val="28"/>
          <w:cs/>
        </w:rPr>
        <w:t>เงินปันผลจากผลการ</w:t>
      </w:r>
      <w:r w:rsidRPr="006C3419">
        <w:rPr>
          <w:rFonts w:ascii="Browallia New" w:hAnsi="Browallia New" w:cs="Browallia New"/>
          <w:szCs w:val="28"/>
          <w:cs/>
        </w:rPr>
        <w:t>ดำเนินงานสำหรับปีสิ้นสุดวันท</w:t>
      </w:r>
      <w:r w:rsidR="004E446B">
        <w:rPr>
          <w:rFonts w:ascii="Browallia New" w:hAnsi="Browallia New" w:cs="Browallia New" w:hint="cs"/>
          <w:szCs w:val="28"/>
          <w:cs/>
        </w:rPr>
        <w:t>ี่</w:t>
      </w:r>
      <w:r w:rsidRPr="006C3419">
        <w:rPr>
          <w:rFonts w:ascii="Browallia New" w:hAnsi="Browallia New" w:cs="Browallia New"/>
          <w:szCs w:val="28"/>
          <w:cs/>
        </w:rPr>
        <w:t xml:space="preserve"> </w:t>
      </w:r>
      <w:r w:rsidRPr="006C3419">
        <w:rPr>
          <w:rFonts w:ascii="Browallia New" w:hAnsi="Browallia New" w:cs="Browallia New"/>
          <w:szCs w:val="28"/>
        </w:rPr>
        <w:t xml:space="preserve">31 </w:t>
      </w:r>
      <w:r w:rsidRPr="006C3419">
        <w:rPr>
          <w:rFonts w:ascii="Browallia New" w:hAnsi="Browallia New" w:cs="Browallia New"/>
          <w:szCs w:val="28"/>
          <w:cs/>
        </w:rPr>
        <w:t xml:space="preserve">ธันวาคม </w:t>
      </w:r>
      <w:r w:rsidRPr="006C3419">
        <w:rPr>
          <w:rFonts w:ascii="Browallia New" w:hAnsi="Browallia New" w:cs="Browallia New"/>
          <w:szCs w:val="28"/>
        </w:rPr>
        <w:t>256</w:t>
      </w:r>
      <w:r w:rsidR="00913ACE">
        <w:rPr>
          <w:rFonts w:ascii="Browallia New" w:hAnsi="Browallia New" w:cs="Browallia New"/>
          <w:szCs w:val="28"/>
        </w:rPr>
        <w:t>5</w:t>
      </w:r>
      <w:r w:rsidRPr="006C3419">
        <w:rPr>
          <w:rFonts w:ascii="Browallia New" w:hAnsi="Browallia New" w:cs="Browallia New"/>
          <w:szCs w:val="28"/>
          <w:cs/>
        </w:rPr>
        <w:t xml:space="preserve"> ให้แก่ผู้ถือหุ้นในอัตราหุ้นละ </w:t>
      </w:r>
      <w:r w:rsidRPr="006C3419">
        <w:rPr>
          <w:rFonts w:ascii="Browallia New" w:hAnsi="Browallia New" w:cs="Browallia New"/>
          <w:szCs w:val="28"/>
        </w:rPr>
        <w:t>0</w:t>
      </w:r>
      <w:r w:rsidRPr="006C3419">
        <w:rPr>
          <w:rFonts w:ascii="Browallia New" w:hAnsi="Browallia New" w:cs="Browallia New"/>
          <w:szCs w:val="28"/>
          <w:cs/>
        </w:rPr>
        <w:t>.</w:t>
      </w:r>
      <w:r w:rsidR="009A1EA6">
        <w:rPr>
          <w:rFonts w:ascii="Browallia New" w:hAnsi="Browallia New" w:cs="Browallia New"/>
          <w:szCs w:val="28"/>
        </w:rPr>
        <w:t>185</w:t>
      </w:r>
      <w:r w:rsidRPr="006C3419">
        <w:rPr>
          <w:rFonts w:ascii="Browallia New" w:hAnsi="Browallia New" w:cs="Browallia New"/>
          <w:szCs w:val="28"/>
          <w:cs/>
        </w:rPr>
        <w:t xml:space="preserve"> บาท</w:t>
      </w:r>
      <w:r>
        <w:rPr>
          <w:rFonts w:ascii="Browallia New" w:hAnsi="Browallia New" w:cs="Browallia New"/>
          <w:szCs w:val="28"/>
        </w:rPr>
        <w:t xml:space="preserve"> </w:t>
      </w:r>
      <w:r>
        <w:rPr>
          <w:rFonts w:ascii="Browallia New" w:hAnsi="Browallia New" w:cs="Browallia New" w:hint="cs"/>
          <w:szCs w:val="28"/>
          <w:cs/>
        </w:rPr>
        <w:t xml:space="preserve">สำหรับหุ้นสามัญจำนวน </w:t>
      </w:r>
      <w:r>
        <w:rPr>
          <w:rFonts w:ascii="Browallia New" w:hAnsi="Browallia New" w:cs="Browallia New"/>
          <w:szCs w:val="28"/>
        </w:rPr>
        <w:t xml:space="preserve">639,997,880 </w:t>
      </w:r>
      <w:r>
        <w:rPr>
          <w:rFonts w:ascii="Browallia New" w:hAnsi="Browallia New" w:cs="Browallia New" w:hint="cs"/>
          <w:szCs w:val="28"/>
          <w:cs/>
        </w:rPr>
        <w:t>หุ้น เป็นจำ</w:t>
      </w:r>
      <w:r w:rsidRPr="006C3419">
        <w:rPr>
          <w:rFonts w:ascii="Browallia New" w:hAnsi="Browallia New" w:cs="Browallia New"/>
          <w:szCs w:val="28"/>
          <w:cs/>
        </w:rPr>
        <w:t xml:space="preserve">นวนเงิน </w:t>
      </w:r>
      <w:r w:rsidRPr="00322000">
        <w:rPr>
          <w:rFonts w:ascii="Browallia New" w:hAnsi="Browallia New" w:cs="Browallia New" w:hint="cs"/>
          <w:szCs w:val="28"/>
        </w:rPr>
        <w:t>1</w:t>
      </w:r>
      <w:r w:rsidR="000A702C">
        <w:rPr>
          <w:rFonts w:ascii="Browallia New" w:hAnsi="Browallia New" w:cs="Browallia New"/>
          <w:szCs w:val="28"/>
        </w:rPr>
        <w:t>18</w:t>
      </w:r>
      <w:r w:rsidRPr="00426A3C">
        <w:rPr>
          <w:rFonts w:ascii="Browallia New" w:hAnsi="Browallia New" w:cs="Browallia New"/>
          <w:szCs w:val="28"/>
        </w:rPr>
        <w:t>,</w:t>
      </w:r>
      <w:r w:rsidR="000A702C">
        <w:rPr>
          <w:rFonts w:ascii="Browallia New" w:hAnsi="Browallia New" w:cs="Browallia New"/>
          <w:szCs w:val="28"/>
        </w:rPr>
        <w:t>399</w:t>
      </w:r>
      <w:r w:rsidRPr="00426A3C">
        <w:rPr>
          <w:rFonts w:ascii="Browallia New" w:hAnsi="Browallia New" w:cs="Browallia New"/>
          <w:szCs w:val="28"/>
        </w:rPr>
        <w:t>,</w:t>
      </w:r>
      <w:r w:rsidR="0069625E">
        <w:rPr>
          <w:rFonts w:ascii="Browallia New" w:hAnsi="Browallia New" w:cs="Browallia New"/>
          <w:szCs w:val="28"/>
        </w:rPr>
        <w:t>607</w:t>
      </w:r>
      <w:r w:rsidR="00417835">
        <w:rPr>
          <w:rFonts w:ascii="Browallia New" w:hAnsi="Browallia New" w:cs="Browallia New"/>
          <w:szCs w:val="28"/>
        </w:rPr>
        <w:t>.80</w:t>
      </w:r>
      <w:r>
        <w:rPr>
          <w:rFonts w:ascii="Browallia New" w:hAnsi="Browallia New" w:cs="Browallia New" w:hint="cs"/>
          <w:szCs w:val="28"/>
          <w:cs/>
        </w:rPr>
        <w:t xml:space="preserve"> </w:t>
      </w:r>
      <w:r w:rsidRPr="006C3419">
        <w:rPr>
          <w:rFonts w:ascii="Browallia New" w:hAnsi="Browallia New" w:cs="Browallia New"/>
          <w:szCs w:val="28"/>
          <w:cs/>
        </w:rPr>
        <w:t xml:space="preserve">บาท บริษัทจะจ่ายเงินปันผลดังกล่าวในวันที่ </w:t>
      </w:r>
      <w:r w:rsidRPr="00322000">
        <w:rPr>
          <w:rFonts w:ascii="Browallia New" w:hAnsi="Browallia New" w:cs="Browallia New" w:hint="cs"/>
          <w:szCs w:val="28"/>
        </w:rPr>
        <w:t>2</w:t>
      </w:r>
      <w:r w:rsidR="00424152">
        <w:rPr>
          <w:rFonts w:ascii="Browallia New" w:hAnsi="Browallia New" w:cs="Browallia New"/>
          <w:szCs w:val="28"/>
        </w:rPr>
        <w:t>6</w:t>
      </w:r>
      <w:r w:rsidRPr="006C3419">
        <w:rPr>
          <w:rFonts w:ascii="Browallia New" w:hAnsi="Browallia New" w:cs="Browallia New" w:hint="cs"/>
          <w:szCs w:val="28"/>
          <w:cs/>
        </w:rPr>
        <w:t xml:space="preserve"> </w:t>
      </w:r>
      <w:r w:rsidRPr="006C3419">
        <w:rPr>
          <w:rFonts w:ascii="Browallia New" w:hAnsi="Browallia New" w:cs="Browallia New"/>
          <w:szCs w:val="28"/>
          <w:cs/>
        </w:rPr>
        <w:t xml:space="preserve">พฤษภาคม </w:t>
      </w:r>
      <w:r w:rsidRPr="006C3419">
        <w:rPr>
          <w:rFonts w:ascii="Browallia New" w:hAnsi="Browallia New" w:cs="Browallia New"/>
          <w:szCs w:val="28"/>
        </w:rPr>
        <w:t>256</w:t>
      </w:r>
      <w:r w:rsidR="00027002">
        <w:rPr>
          <w:rFonts w:ascii="Browallia New" w:hAnsi="Browallia New" w:cs="Browallia New"/>
          <w:szCs w:val="28"/>
        </w:rPr>
        <w:t>6</w:t>
      </w:r>
    </w:p>
    <w:p w14:paraId="6DAC4BB7" w14:textId="77777777" w:rsidR="00682D48" w:rsidRDefault="00682D48" w:rsidP="000540A0">
      <w:pPr>
        <w:pStyle w:val="ListParagraph"/>
        <w:spacing w:after="0" w:line="240" w:lineRule="auto"/>
        <w:ind w:left="375"/>
        <w:rPr>
          <w:rFonts w:ascii="Browallia New" w:hAnsi="Browallia New" w:cs="Browallia New"/>
          <w:b/>
          <w:bCs/>
          <w:sz w:val="28"/>
        </w:rPr>
      </w:pPr>
    </w:p>
    <w:p w14:paraId="3C2C543D" w14:textId="0BA87CAF" w:rsidR="004F6725" w:rsidRDefault="004F6725" w:rsidP="004F6725">
      <w:pPr>
        <w:pStyle w:val="ListParagraph"/>
        <w:spacing w:after="0" w:line="240" w:lineRule="auto"/>
        <w:ind w:left="375"/>
        <w:rPr>
          <w:rFonts w:ascii="Browallia New" w:hAnsi="Browallia New" w:cs="Browallia New"/>
          <w:b/>
          <w:bCs/>
          <w:sz w:val="28"/>
        </w:rPr>
      </w:pPr>
    </w:p>
    <w:p w14:paraId="70B0A04D" w14:textId="2CF79EB5" w:rsidR="004F6725" w:rsidRPr="00662ECB" w:rsidRDefault="004F6725" w:rsidP="000540A0">
      <w:pPr>
        <w:pStyle w:val="ListParagraph"/>
        <w:tabs>
          <w:tab w:val="left" w:pos="720"/>
        </w:tabs>
        <w:spacing w:after="0" w:line="240" w:lineRule="auto"/>
        <w:ind w:left="342" w:firstLine="18"/>
        <w:jc w:val="thaiDistribute"/>
        <w:rPr>
          <w:rFonts w:ascii="Browallia New" w:hAnsi="Browallia New" w:cs="Browallia New"/>
          <w:sz w:val="28"/>
        </w:rPr>
      </w:pPr>
    </w:p>
    <w:sectPr w:rsidR="004F6725" w:rsidRPr="00662ECB" w:rsidSect="00441F64">
      <w:footerReference w:type="default" r:id="rId11"/>
      <w:footerReference w:type="first" r:id="rId12"/>
      <w:type w:val="continuous"/>
      <w:pgSz w:w="11906" w:h="16838" w:code="9"/>
      <w:pgMar w:top="1440" w:right="992" w:bottom="964" w:left="1497" w:header="720" w:footer="472"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03850" w14:textId="77777777" w:rsidR="00506460" w:rsidRDefault="00506460">
      <w:r>
        <w:separator/>
      </w:r>
    </w:p>
  </w:endnote>
  <w:endnote w:type="continuationSeparator" w:id="0">
    <w:p w14:paraId="39062260" w14:textId="77777777" w:rsidR="00506460" w:rsidRDefault="00506460">
      <w:r>
        <w:continuationSeparator/>
      </w:r>
    </w:p>
  </w:endnote>
  <w:endnote w:type="continuationNotice" w:id="1">
    <w:p w14:paraId="2A4FD71C" w14:textId="77777777" w:rsidR="00506460" w:rsidRDefault="00506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E" w14:textId="77777777"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Pr="00530E87">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3713A" w14:textId="77777777" w:rsidR="00506460" w:rsidRDefault="00506460">
      <w:r>
        <w:separator/>
      </w:r>
    </w:p>
  </w:footnote>
  <w:footnote w:type="continuationSeparator" w:id="0">
    <w:p w14:paraId="496889B2" w14:textId="77777777" w:rsidR="00506460" w:rsidRDefault="00506460">
      <w:r>
        <w:continuationSeparator/>
      </w:r>
    </w:p>
  </w:footnote>
  <w:footnote w:type="continuationNotice" w:id="1">
    <w:p w14:paraId="5FFCA9FD" w14:textId="77777777" w:rsidR="00506460" w:rsidRDefault="005064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15:restartNumberingAfterBreak="0">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6054C8"/>
    <w:multiLevelType w:val="hybridMultilevel"/>
    <w:tmpl w:val="E848C656"/>
    <w:lvl w:ilvl="0" w:tplc="CC8A84AC">
      <w:start w:val="1"/>
      <w:numFmt w:val="decimal"/>
      <w:lvlText w:val="18.%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0"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1"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4"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6"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8"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0"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1" w15:restartNumberingAfterBreak="0">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4" w15:restartNumberingAfterBreak="0">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0"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5"/>
  </w:num>
  <w:num w:numId="3" w16cid:durableId="1474251268">
    <w:abstractNumId w:val="13"/>
  </w:num>
  <w:num w:numId="4" w16cid:durableId="666053424">
    <w:abstractNumId w:val="11"/>
  </w:num>
  <w:num w:numId="5" w16cid:durableId="1770850650">
    <w:abstractNumId w:val="39"/>
  </w:num>
  <w:num w:numId="6" w16cid:durableId="1655257314">
    <w:abstractNumId w:val="35"/>
  </w:num>
  <w:num w:numId="7" w16cid:durableId="1482306855">
    <w:abstractNumId w:val="21"/>
  </w:num>
  <w:num w:numId="8" w16cid:durableId="1647279298">
    <w:abstractNumId w:val="14"/>
  </w:num>
  <w:num w:numId="9" w16cid:durableId="924345014">
    <w:abstractNumId w:val="41"/>
  </w:num>
  <w:num w:numId="10" w16cid:durableId="615914706">
    <w:abstractNumId w:val="29"/>
  </w:num>
  <w:num w:numId="11" w16cid:durableId="327441506">
    <w:abstractNumId w:val="0"/>
  </w:num>
  <w:num w:numId="12" w16cid:durableId="637147244">
    <w:abstractNumId w:val="10"/>
  </w:num>
  <w:num w:numId="13" w16cid:durableId="1341614749">
    <w:abstractNumId w:val="7"/>
  </w:num>
  <w:num w:numId="14" w16cid:durableId="1185897591">
    <w:abstractNumId w:val="19"/>
  </w:num>
  <w:num w:numId="15" w16cid:durableId="1432093730">
    <w:abstractNumId w:val="40"/>
  </w:num>
  <w:num w:numId="16" w16cid:durableId="1895385870">
    <w:abstractNumId w:val="1"/>
  </w:num>
  <w:num w:numId="17" w16cid:durableId="1377657096">
    <w:abstractNumId w:val="37"/>
  </w:num>
  <w:num w:numId="18" w16cid:durableId="672294574">
    <w:abstractNumId w:val="2"/>
  </w:num>
  <w:num w:numId="19" w16cid:durableId="2050689017">
    <w:abstractNumId w:val="5"/>
  </w:num>
  <w:num w:numId="20" w16cid:durableId="942959276">
    <w:abstractNumId w:val="30"/>
  </w:num>
  <w:num w:numId="21" w16cid:durableId="729617990">
    <w:abstractNumId w:val="38"/>
  </w:num>
  <w:num w:numId="22" w16cid:durableId="1462916898">
    <w:abstractNumId w:val="17"/>
  </w:num>
  <w:num w:numId="23" w16cid:durableId="1652756289">
    <w:abstractNumId w:val="4"/>
  </w:num>
  <w:num w:numId="24" w16cid:durableId="540555496">
    <w:abstractNumId w:val="20"/>
  </w:num>
  <w:num w:numId="25" w16cid:durableId="15889803">
    <w:abstractNumId w:val="27"/>
  </w:num>
  <w:num w:numId="26" w16cid:durableId="883828733">
    <w:abstractNumId w:val="36"/>
  </w:num>
  <w:num w:numId="27" w16cid:durableId="867986801">
    <w:abstractNumId w:val="32"/>
  </w:num>
  <w:num w:numId="28" w16cid:durableId="1291088115">
    <w:abstractNumId w:val="6"/>
  </w:num>
  <w:num w:numId="29" w16cid:durableId="1411076443">
    <w:abstractNumId w:val="24"/>
  </w:num>
  <w:num w:numId="30" w16cid:durableId="890725458">
    <w:abstractNumId w:val="26"/>
  </w:num>
  <w:num w:numId="31" w16cid:durableId="1988432951">
    <w:abstractNumId w:val="15"/>
  </w:num>
  <w:num w:numId="32" w16cid:durableId="891886664">
    <w:abstractNumId w:val="3"/>
  </w:num>
  <w:num w:numId="33" w16cid:durableId="991638948">
    <w:abstractNumId w:val="8"/>
  </w:num>
  <w:num w:numId="34" w16cid:durableId="110563463">
    <w:abstractNumId w:val="28"/>
  </w:num>
  <w:num w:numId="35" w16cid:durableId="1675692897">
    <w:abstractNumId w:val="18"/>
  </w:num>
  <w:num w:numId="36" w16cid:durableId="1579055681">
    <w:abstractNumId w:val="31"/>
  </w:num>
  <w:num w:numId="37" w16cid:durableId="108162397">
    <w:abstractNumId w:val="23"/>
  </w:num>
  <w:num w:numId="38" w16cid:durableId="429741930">
    <w:abstractNumId w:val="12"/>
  </w:num>
  <w:num w:numId="39" w16cid:durableId="527066104">
    <w:abstractNumId w:val="34"/>
  </w:num>
  <w:num w:numId="40" w16cid:durableId="1136683371">
    <w:abstractNumId w:val="22"/>
  </w:num>
  <w:num w:numId="41" w16cid:durableId="2126269104">
    <w:abstractNumId w:val="16"/>
  </w:num>
  <w:num w:numId="42" w16cid:durableId="163329139">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savePreviewPicture/>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F65"/>
    <w:rsid w:val="00001108"/>
    <w:rsid w:val="000016EB"/>
    <w:rsid w:val="00001836"/>
    <w:rsid w:val="00001864"/>
    <w:rsid w:val="000028B3"/>
    <w:rsid w:val="000030BE"/>
    <w:rsid w:val="000031F2"/>
    <w:rsid w:val="0000331B"/>
    <w:rsid w:val="00003A49"/>
    <w:rsid w:val="00003E62"/>
    <w:rsid w:val="00003FDC"/>
    <w:rsid w:val="0000422F"/>
    <w:rsid w:val="000043BF"/>
    <w:rsid w:val="00004505"/>
    <w:rsid w:val="00004ABB"/>
    <w:rsid w:val="000052CF"/>
    <w:rsid w:val="0000588F"/>
    <w:rsid w:val="00006311"/>
    <w:rsid w:val="0000660C"/>
    <w:rsid w:val="0000697D"/>
    <w:rsid w:val="00006EF4"/>
    <w:rsid w:val="00006F52"/>
    <w:rsid w:val="00006F93"/>
    <w:rsid w:val="00007F6A"/>
    <w:rsid w:val="00007F77"/>
    <w:rsid w:val="00010AB7"/>
    <w:rsid w:val="00012116"/>
    <w:rsid w:val="00012D3F"/>
    <w:rsid w:val="000131F9"/>
    <w:rsid w:val="00013612"/>
    <w:rsid w:val="0001397A"/>
    <w:rsid w:val="000139A6"/>
    <w:rsid w:val="00013BD0"/>
    <w:rsid w:val="00013F46"/>
    <w:rsid w:val="00013F9B"/>
    <w:rsid w:val="0001432E"/>
    <w:rsid w:val="0001461E"/>
    <w:rsid w:val="00014C22"/>
    <w:rsid w:val="00014EDD"/>
    <w:rsid w:val="000152E5"/>
    <w:rsid w:val="00015E0E"/>
    <w:rsid w:val="00016271"/>
    <w:rsid w:val="000169C7"/>
    <w:rsid w:val="00016DC6"/>
    <w:rsid w:val="00016F09"/>
    <w:rsid w:val="00016F65"/>
    <w:rsid w:val="00016F73"/>
    <w:rsid w:val="000202E8"/>
    <w:rsid w:val="0002040A"/>
    <w:rsid w:val="00020958"/>
    <w:rsid w:val="00020B9D"/>
    <w:rsid w:val="00020D97"/>
    <w:rsid w:val="00021216"/>
    <w:rsid w:val="0002159F"/>
    <w:rsid w:val="00021C6C"/>
    <w:rsid w:val="00021CC1"/>
    <w:rsid w:val="0002211D"/>
    <w:rsid w:val="00023744"/>
    <w:rsid w:val="00024AA0"/>
    <w:rsid w:val="00025C46"/>
    <w:rsid w:val="00025E4F"/>
    <w:rsid w:val="00025F00"/>
    <w:rsid w:val="000263DF"/>
    <w:rsid w:val="00026537"/>
    <w:rsid w:val="00026DCB"/>
    <w:rsid w:val="00027002"/>
    <w:rsid w:val="000273DD"/>
    <w:rsid w:val="00027AF9"/>
    <w:rsid w:val="00027BE3"/>
    <w:rsid w:val="00027F52"/>
    <w:rsid w:val="00030363"/>
    <w:rsid w:val="00030964"/>
    <w:rsid w:val="00030E9D"/>
    <w:rsid w:val="00031141"/>
    <w:rsid w:val="00031BA1"/>
    <w:rsid w:val="00031E5C"/>
    <w:rsid w:val="00031F4C"/>
    <w:rsid w:val="000326AC"/>
    <w:rsid w:val="00032846"/>
    <w:rsid w:val="000332A3"/>
    <w:rsid w:val="00033879"/>
    <w:rsid w:val="00033F83"/>
    <w:rsid w:val="00036855"/>
    <w:rsid w:val="00036905"/>
    <w:rsid w:val="00036A50"/>
    <w:rsid w:val="000372FB"/>
    <w:rsid w:val="00037C8D"/>
    <w:rsid w:val="0004008C"/>
    <w:rsid w:val="00040F37"/>
    <w:rsid w:val="00041B24"/>
    <w:rsid w:val="00041D4B"/>
    <w:rsid w:val="00041E34"/>
    <w:rsid w:val="000421AD"/>
    <w:rsid w:val="000423C6"/>
    <w:rsid w:val="00042CA3"/>
    <w:rsid w:val="0004329A"/>
    <w:rsid w:val="00043593"/>
    <w:rsid w:val="00043BFF"/>
    <w:rsid w:val="0004466D"/>
    <w:rsid w:val="00044941"/>
    <w:rsid w:val="00044A57"/>
    <w:rsid w:val="00044ADC"/>
    <w:rsid w:val="0004594D"/>
    <w:rsid w:val="00045BFC"/>
    <w:rsid w:val="00045C22"/>
    <w:rsid w:val="00047338"/>
    <w:rsid w:val="00047BAC"/>
    <w:rsid w:val="000501B0"/>
    <w:rsid w:val="000501C8"/>
    <w:rsid w:val="000501F9"/>
    <w:rsid w:val="00051128"/>
    <w:rsid w:val="000517AD"/>
    <w:rsid w:val="00051AB9"/>
    <w:rsid w:val="00051C4F"/>
    <w:rsid w:val="000522FF"/>
    <w:rsid w:val="00052591"/>
    <w:rsid w:val="00052850"/>
    <w:rsid w:val="00052B3E"/>
    <w:rsid w:val="000540A0"/>
    <w:rsid w:val="000541F0"/>
    <w:rsid w:val="00054481"/>
    <w:rsid w:val="000548CA"/>
    <w:rsid w:val="00054B8A"/>
    <w:rsid w:val="00055D18"/>
    <w:rsid w:val="00056344"/>
    <w:rsid w:val="00056CC4"/>
    <w:rsid w:val="00056E29"/>
    <w:rsid w:val="00057D87"/>
    <w:rsid w:val="00060C10"/>
    <w:rsid w:val="00061FF3"/>
    <w:rsid w:val="000623EF"/>
    <w:rsid w:val="00062AF5"/>
    <w:rsid w:val="00062E0D"/>
    <w:rsid w:val="0006315C"/>
    <w:rsid w:val="000637E2"/>
    <w:rsid w:val="00064598"/>
    <w:rsid w:val="0006506A"/>
    <w:rsid w:val="0006544C"/>
    <w:rsid w:val="00065666"/>
    <w:rsid w:val="00066FA7"/>
    <w:rsid w:val="00067381"/>
    <w:rsid w:val="0006768D"/>
    <w:rsid w:val="00070431"/>
    <w:rsid w:val="000709C3"/>
    <w:rsid w:val="00070DCD"/>
    <w:rsid w:val="00074E7A"/>
    <w:rsid w:val="000756C0"/>
    <w:rsid w:val="00075D79"/>
    <w:rsid w:val="00075F75"/>
    <w:rsid w:val="00076773"/>
    <w:rsid w:val="000768A2"/>
    <w:rsid w:val="000775C1"/>
    <w:rsid w:val="00077779"/>
    <w:rsid w:val="00080C15"/>
    <w:rsid w:val="00081586"/>
    <w:rsid w:val="00082B18"/>
    <w:rsid w:val="00083882"/>
    <w:rsid w:val="00083889"/>
    <w:rsid w:val="00083F7B"/>
    <w:rsid w:val="000840FF"/>
    <w:rsid w:val="00084CD1"/>
    <w:rsid w:val="00084E8F"/>
    <w:rsid w:val="00084EA4"/>
    <w:rsid w:val="00085B0D"/>
    <w:rsid w:val="00085ED9"/>
    <w:rsid w:val="000868C0"/>
    <w:rsid w:val="0008752F"/>
    <w:rsid w:val="00087AD3"/>
    <w:rsid w:val="00087D90"/>
    <w:rsid w:val="00087E42"/>
    <w:rsid w:val="0009036F"/>
    <w:rsid w:val="000906A3"/>
    <w:rsid w:val="000906EA"/>
    <w:rsid w:val="00090784"/>
    <w:rsid w:val="00092047"/>
    <w:rsid w:val="0009231D"/>
    <w:rsid w:val="000924F2"/>
    <w:rsid w:val="00092535"/>
    <w:rsid w:val="000927C5"/>
    <w:rsid w:val="00092A01"/>
    <w:rsid w:val="00092A42"/>
    <w:rsid w:val="00092A99"/>
    <w:rsid w:val="00092CC2"/>
    <w:rsid w:val="00092CFD"/>
    <w:rsid w:val="0009323D"/>
    <w:rsid w:val="00093736"/>
    <w:rsid w:val="00093811"/>
    <w:rsid w:val="00093CE2"/>
    <w:rsid w:val="00093DBD"/>
    <w:rsid w:val="00094923"/>
    <w:rsid w:val="00095919"/>
    <w:rsid w:val="00095CD5"/>
    <w:rsid w:val="00096364"/>
    <w:rsid w:val="00096495"/>
    <w:rsid w:val="000964CE"/>
    <w:rsid w:val="000969BB"/>
    <w:rsid w:val="000974A9"/>
    <w:rsid w:val="00097C96"/>
    <w:rsid w:val="00097C97"/>
    <w:rsid w:val="000A039C"/>
    <w:rsid w:val="000A046E"/>
    <w:rsid w:val="000A0F6D"/>
    <w:rsid w:val="000A1230"/>
    <w:rsid w:val="000A1EB4"/>
    <w:rsid w:val="000A2828"/>
    <w:rsid w:val="000A2839"/>
    <w:rsid w:val="000A2D10"/>
    <w:rsid w:val="000A3FBA"/>
    <w:rsid w:val="000A4056"/>
    <w:rsid w:val="000A484B"/>
    <w:rsid w:val="000A4C81"/>
    <w:rsid w:val="000A4F0E"/>
    <w:rsid w:val="000A513D"/>
    <w:rsid w:val="000A5F79"/>
    <w:rsid w:val="000A6732"/>
    <w:rsid w:val="000A702C"/>
    <w:rsid w:val="000A7860"/>
    <w:rsid w:val="000B06D5"/>
    <w:rsid w:val="000B0C93"/>
    <w:rsid w:val="000B169D"/>
    <w:rsid w:val="000B1DB5"/>
    <w:rsid w:val="000B24B3"/>
    <w:rsid w:val="000B26AD"/>
    <w:rsid w:val="000B273F"/>
    <w:rsid w:val="000B2C2E"/>
    <w:rsid w:val="000B3361"/>
    <w:rsid w:val="000B3545"/>
    <w:rsid w:val="000B37CB"/>
    <w:rsid w:val="000B3B65"/>
    <w:rsid w:val="000B3BA7"/>
    <w:rsid w:val="000B4727"/>
    <w:rsid w:val="000B4861"/>
    <w:rsid w:val="000B5066"/>
    <w:rsid w:val="000B576C"/>
    <w:rsid w:val="000B5B0E"/>
    <w:rsid w:val="000B5C47"/>
    <w:rsid w:val="000B5C4A"/>
    <w:rsid w:val="000B5D94"/>
    <w:rsid w:val="000B654C"/>
    <w:rsid w:val="000B66AA"/>
    <w:rsid w:val="000B6A19"/>
    <w:rsid w:val="000B71A5"/>
    <w:rsid w:val="000B7790"/>
    <w:rsid w:val="000B7EBC"/>
    <w:rsid w:val="000B7EEA"/>
    <w:rsid w:val="000C048D"/>
    <w:rsid w:val="000C0B90"/>
    <w:rsid w:val="000C1DB5"/>
    <w:rsid w:val="000C238D"/>
    <w:rsid w:val="000C2553"/>
    <w:rsid w:val="000C25BB"/>
    <w:rsid w:val="000C2FAF"/>
    <w:rsid w:val="000C35A5"/>
    <w:rsid w:val="000C433F"/>
    <w:rsid w:val="000C448A"/>
    <w:rsid w:val="000C519C"/>
    <w:rsid w:val="000C5466"/>
    <w:rsid w:val="000C592E"/>
    <w:rsid w:val="000C595C"/>
    <w:rsid w:val="000C5B30"/>
    <w:rsid w:val="000C5E85"/>
    <w:rsid w:val="000C603A"/>
    <w:rsid w:val="000C6E6C"/>
    <w:rsid w:val="000C7469"/>
    <w:rsid w:val="000C79EE"/>
    <w:rsid w:val="000D005C"/>
    <w:rsid w:val="000D030A"/>
    <w:rsid w:val="000D122F"/>
    <w:rsid w:val="000D1788"/>
    <w:rsid w:val="000D2CA5"/>
    <w:rsid w:val="000D384A"/>
    <w:rsid w:val="000D3914"/>
    <w:rsid w:val="000D3D68"/>
    <w:rsid w:val="000D43BB"/>
    <w:rsid w:val="000D5146"/>
    <w:rsid w:val="000D6E36"/>
    <w:rsid w:val="000D76FE"/>
    <w:rsid w:val="000E0416"/>
    <w:rsid w:val="000E04F7"/>
    <w:rsid w:val="000E060E"/>
    <w:rsid w:val="000E0D72"/>
    <w:rsid w:val="000E1A27"/>
    <w:rsid w:val="000E1DEB"/>
    <w:rsid w:val="000E1F17"/>
    <w:rsid w:val="000E203C"/>
    <w:rsid w:val="000E214F"/>
    <w:rsid w:val="000E26CC"/>
    <w:rsid w:val="000E2F86"/>
    <w:rsid w:val="000E3753"/>
    <w:rsid w:val="000E3785"/>
    <w:rsid w:val="000E39EC"/>
    <w:rsid w:val="000E3DA6"/>
    <w:rsid w:val="000E421F"/>
    <w:rsid w:val="000E51D3"/>
    <w:rsid w:val="000E5717"/>
    <w:rsid w:val="000E5AEA"/>
    <w:rsid w:val="000E5BBC"/>
    <w:rsid w:val="000E688A"/>
    <w:rsid w:val="000E6B80"/>
    <w:rsid w:val="000E702A"/>
    <w:rsid w:val="000F0C1C"/>
    <w:rsid w:val="000F1F9C"/>
    <w:rsid w:val="000F2853"/>
    <w:rsid w:val="000F37D5"/>
    <w:rsid w:val="000F37EC"/>
    <w:rsid w:val="000F4976"/>
    <w:rsid w:val="000F553D"/>
    <w:rsid w:val="000F560D"/>
    <w:rsid w:val="000F5C28"/>
    <w:rsid w:val="000F5DFC"/>
    <w:rsid w:val="000F641C"/>
    <w:rsid w:val="000F6440"/>
    <w:rsid w:val="000F6822"/>
    <w:rsid w:val="000F6AB9"/>
    <w:rsid w:val="000F731F"/>
    <w:rsid w:val="000F7582"/>
    <w:rsid w:val="00100193"/>
    <w:rsid w:val="00100B22"/>
    <w:rsid w:val="00101490"/>
    <w:rsid w:val="00101C1C"/>
    <w:rsid w:val="00102600"/>
    <w:rsid w:val="00102C62"/>
    <w:rsid w:val="001048A2"/>
    <w:rsid w:val="00104BD0"/>
    <w:rsid w:val="00104D1D"/>
    <w:rsid w:val="0010516D"/>
    <w:rsid w:val="00105318"/>
    <w:rsid w:val="0010534A"/>
    <w:rsid w:val="00105BA9"/>
    <w:rsid w:val="00105EAC"/>
    <w:rsid w:val="00106B4D"/>
    <w:rsid w:val="001070CC"/>
    <w:rsid w:val="00107274"/>
    <w:rsid w:val="00107277"/>
    <w:rsid w:val="0010799A"/>
    <w:rsid w:val="00110ABC"/>
    <w:rsid w:val="00110F4B"/>
    <w:rsid w:val="001111E6"/>
    <w:rsid w:val="0011272E"/>
    <w:rsid w:val="00113674"/>
    <w:rsid w:val="0011381A"/>
    <w:rsid w:val="00114069"/>
    <w:rsid w:val="00114386"/>
    <w:rsid w:val="0011452E"/>
    <w:rsid w:val="00114C7E"/>
    <w:rsid w:val="001155D4"/>
    <w:rsid w:val="001156AA"/>
    <w:rsid w:val="00115756"/>
    <w:rsid w:val="00115BAF"/>
    <w:rsid w:val="00115FA5"/>
    <w:rsid w:val="0011680B"/>
    <w:rsid w:val="0011690D"/>
    <w:rsid w:val="00116C74"/>
    <w:rsid w:val="00116EFD"/>
    <w:rsid w:val="0011717B"/>
    <w:rsid w:val="001177E8"/>
    <w:rsid w:val="00120BE3"/>
    <w:rsid w:val="00121158"/>
    <w:rsid w:val="00121AFA"/>
    <w:rsid w:val="00121B32"/>
    <w:rsid w:val="001222EC"/>
    <w:rsid w:val="00122910"/>
    <w:rsid w:val="00122958"/>
    <w:rsid w:val="00122A4E"/>
    <w:rsid w:val="00122C90"/>
    <w:rsid w:val="00123547"/>
    <w:rsid w:val="0012362A"/>
    <w:rsid w:val="001236B9"/>
    <w:rsid w:val="00124595"/>
    <w:rsid w:val="00124851"/>
    <w:rsid w:val="0012587B"/>
    <w:rsid w:val="001268C5"/>
    <w:rsid w:val="001268F9"/>
    <w:rsid w:val="001269D9"/>
    <w:rsid w:val="00127D20"/>
    <w:rsid w:val="001300DE"/>
    <w:rsid w:val="00130437"/>
    <w:rsid w:val="001305ED"/>
    <w:rsid w:val="00131FBD"/>
    <w:rsid w:val="00133A02"/>
    <w:rsid w:val="00133D08"/>
    <w:rsid w:val="001344A8"/>
    <w:rsid w:val="00134847"/>
    <w:rsid w:val="0013493F"/>
    <w:rsid w:val="00134B0D"/>
    <w:rsid w:val="00134BBA"/>
    <w:rsid w:val="001355E3"/>
    <w:rsid w:val="00136CD8"/>
    <w:rsid w:val="00137B5F"/>
    <w:rsid w:val="00137E0C"/>
    <w:rsid w:val="00137F59"/>
    <w:rsid w:val="001405CA"/>
    <w:rsid w:val="00141DAB"/>
    <w:rsid w:val="0014214F"/>
    <w:rsid w:val="00143A3D"/>
    <w:rsid w:val="00144123"/>
    <w:rsid w:val="00145808"/>
    <w:rsid w:val="00145CE1"/>
    <w:rsid w:val="00145E3C"/>
    <w:rsid w:val="00146342"/>
    <w:rsid w:val="001465FC"/>
    <w:rsid w:val="00146D4F"/>
    <w:rsid w:val="00146D6A"/>
    <w:rsid w:val="00147A56"/>
    <w:rsid w:val="00150562"/>
    <w:rsid w:val="00151AB5"/>
    <w:rsid w:val="00151CF1"/>
    <w:rsid w:val="001528E2"/>
    <w:rsid w:val="0015313C"/>
    <w:rsid w:val="00153CAA"/>
    <w:rsid w:val="001544FD"/>
    <w:rsid w:val="00154AED"/>
    <w:rsid w:val="00155249"/>
    <w:rsid w:val="001556BB"/>
    <w:rsid w:val="00155EC9"/>
    <w:rsid w:val="001565B5"/>
    <w:rsid w:val="00157105"/>
    <w:rsid w:val="00157756"/>
    <w:rsid w:val="00160644"/>
    <w:rsid w:val="001617C3"/>
    <w:rsid w:val="00161F1C"/>
    <w:rsid w:val="001629EB"/>
    <w:rsid w:val="00162A95"/>
    <w:rsid w:val="00164557"/>
    <w:rsid w:val="00164CC6"/>
    <w:rsid w:val="00165077"/>
    <w:rsid w:val="00165729"/>
    <w:rsid w:val="00165DAF"/>
    <w:rsid w:val="001660DD"/>
    <w:rsid w:val="00166142"/>
    <w:rsid w:val="00166755"/>
    <w:rsid w:val="0016705F"/>
    <w:rsid w:val="00167166"/>
    <w:rsid w:val="001672F5"/>
    <w:rsid w:val="00167674"/>
    <w:rsid w:val="00167F01"/>
    <w:rsid w:val="001701DC"/>
    <w:rsid w:val="00170B13"/>
    <w:rsid w:val="00170DC3"/>
    <w:rsid w:val="00171698"/>
    <w:rsid w:val="001729B0"/>
    <w:rsid w:val="00172E29"/>
    <w:rsid w:val="00172EE2"/>
    <w:rsid w:val="001737D6"/>
    <w:rsid w:val="001739A5"/>
    <w:rsid w:val="00173BEB"/>
    <w:rsid w:val="0017413C"/>
    <w:rsid w:val="00174904"/>
    <w:rsid w:val="001753EE"/>
    <w:rsid w:val="001755AA"/>
    <w:rsid w:val="00175C52"/>
    <w:rsid w:val="00176259"/>
    <w:rsid w:val="001765DF"/>
    <w:rsid w:val="00176B7F"/>
    <w:rsid w:val="00177032"/>
    <w:rsid w:val="001775C4"/>
    <w:rsid w:val="001779D3"/>
    <w:rsid w:val="00180942"/>
    <w:rsid w:val="00181161"/>
    <w:rsid w:val="00181353"/>
    <w:rsid w:val="00181ADF"/>
    <w:rsid w:val="00181DCB"/>
    <w:rsid w:val="00181F44"/>
    <w:rsid w:val="001826BE"/>
    <w:rsid w:val="00182C40"/>
    <w:rsid w:val="00183214"/>
    <w:rsid w:val="00183CD0"/>
    <w:rsid w:val="0018501E"/>
    <w:rsid w:val="00185102"/>
    <w:rsid w:val="00186761"/>
    <w:rsid w:val="00186AAB"/>
    <w:rsid w:val="00186D00"/>
    <w:rsid w:val="001870B7"/>
    <w:rsid w:val="001900C2"/>
    <w:rsid w:val="00191185"/>
    <w:rsid w:val="001912F2"/>
    <w:rsid w:val="001914DF"/>
    <w:rsid w:val="00191CD3"/>
    <w:rsid w:val="00192DF2"/>
    <w:rsid w:val="00192EDE"/>
    <w:rsid w:val="001935F0"/>
    <w:rsid w:val="00193CC7"/>
    <w:rsid w:val="00193EE0"/>
    <w:rsid w:val="0019447D"/>
    <w:rsid w:val="00194D04"/>
    <w:rsid w:val="00195025"/>
    <w:rsid w:val="001950C0"/>
    <w:rsid w:val="00195405"/>
    <w:rsid w:val="00197AA9"/>
    <w:rsid w:val="001A0673"/>
    <w:rsid w:val="001A0B84"/>
    <w:rsid w:val="001A11BE"/>
    <w:rsid w:val="001A1315"/>
    <w:rsid w:val="001A1681"/>
    <w:rsid w:val="001A1BFF"/>
    <w:rsid w:val="001A1DAA"/>
    <w:rsid w:val="001A213B"/>
    <w:rsid w:val="001A27D3"/>
    <w:rsid w:val="001A3633"/>
    <w:rsid w:val="001A3953"/>
    <w:rsid w:val="001A48AD"/>
    <w:rsid w:val="001A4A8E"/>
    <w:rsid w:val="001A4AA0"/>
    <w:rsid w:val="001A54B6"/>
    <w:rsid w:val="001A58C6"/>
    <w:rsid w:val="001A5CA8"/>
    <w:rsid w:val="001A67DF"/>
    <w:rsid w:val="001A6800"/>
    <w:rsid w:val="001A6FAA"/>
    <w:rsid w:val="001A737F"/>
    <w:rsid w:val="001A77BD"/>
    <w:rsid w:val="001A79F7"/>
    <w:rsid w:val="001A7BB7"/>
    <w:rsid w:val="001A7FAB"/>
    <w:rsid w:val="001B04D5"/>
    <w:rsid w:val="001B04EE"/>
    <w:rsid w:val="001B061D"/>
    <w:rsid w:val="001B12CC"/>
    <w:rsid w:val="001B269B"/>
    <w:rsid w:val="001B26AB"/>
    <w:rsid w:val="001B27F7"/>
    <w:rsid w:val="001B2B56"/>
    <w:rsid w:val="001B307C"/>
    <w:rsid w:val="001B3453"/>
    <w:rsid w:val="001B3B9C"/>
    <w:rsid w:val="001B4666"/>
    <w:rsid w:val="001B5382"/>
    <w:rsid w:val="001B58E0"/>
    <w:rsid w:val="001B5B4D"/>
    <w:rsid w:val="001B5BE3"/>
    <w:rsid w:val="001B5E65"/>
    <w:rsid w:val="001B687C"/>
    <w:rsid w:val="001B75A2"/>
    <w:rsid w:val="001B784C"/>
    <w:rsid w:val="001B7B78"/>
    <w:rsid w:val="001B7B93"/>
    <w:rsid w:val="001C0520"/>
    <w:rsid w:val="001C06A4"/>
    <w:rsid w:val="001C1193"/>
    <w:rsid w:val="001C1887"/>
    <w:rsid w:val="001C193B"/>
    <w:rsid w:val="001C211A"/>
    <w:rsid w:val="001C258D"/>
    <w:rsid w:val="001C2696"/>
    <w:rsid w:val="001C387E"/>
    <w:rsid w:val="001C3E69"/>
    <w:rsid w:val="001C48D4"/>
    <w:rsid w:val="001C5301"/>
    <w:rsid w:val="001C5C8F"/>
    <w:rsid w:val="001C5E41"/>
    <w:rsid w:val="001C6739"/>
    <w:rsid w:val="001C6CD7"/>
    <w:rsid w:val="001C6EE1"/>
    <w:rsid w:val="001C6F2B"/>
    <w:rsid w:val="001D06FE"/>
    <w:rsid w:val="001D0A4C"/>
    <w:rsid w:val="001D159C"/>
    <w:rsid w:val="001D27A4"/>
    <w:rsid w:val="001D2EAC"/>
    <w:rsid w:val="001D410C"/>
    <w:rsid w:val="001D554D"/>
    <w:rsid w:val="001D5697"/>
    <w:rsid w:val="001D5ED0"/>
    <w:rsid w:val="001D600B"/>
    <w:rsid w:val="001D6108"/>
    <w:rsid w:val="001D631E"/>
    <w:rsid w:val="001D6529"/>
    <w:rsid w:val="001D673A"/>
    <w:rsid w:val="001D6916"/>
    <w:rsid w:val="001D6D88"/>
    <w:rsid w:val="001D79BA"/>
    <w:rsid w:val="001D7F0A"/>
    <w:rsid w:val="001E026F"/>
    <w:rsid w:val="001E07CF"/>
    <w:rsid w:val="001E0A53"/>
    <w:rsid w:val="001E0AA1"/>
    <w:rsid w:val="001E168C"/>
    <w:rsid w:val="001E20A3"/>
    <w:rsid w:val="001E2326"/>
    <w:rsid w:val="001E2422"/>
    <w:rsid w:val="001E25C0"/>
    <w:rsid w:val="001E2B0B"/>
    <w:rsid w:val="001E2DD3"/>
    <w:rsid w:val="001E3626"/>
    <w:rsid w:val="001E41CB"/>
    <w:rsid w:val="001E4A40"/>
    <w:rsid w:val="001E51E0"/>
    <w:rsid w:val="001E5890"/>
    <w:rsid w:val="001E62C7"/>
    <w:rsid w:val="001E6DFE"/>
    <w:rsid w:val="001E7084"/>
    <w:rsid w:val="001E7CC3"/>
    <w:rsid w:val="001F0D4F"/>
    <w:rsid w:val="001F0DC2"/>
    <w:rsid w:val="001F1A8D"/>
    <w:rsid w:val="001F3AA4"/>
    <w:rsid w:val="001F469A"/>
    <w:rsid w:val="001F5364"/>
    <w:rsid w:val="001F5AC4"/>
    <w:rsid w:val="001F5DAB"/>
    <w:rsid w:val="001F6237"/>
    <w:rsid w:val="001F6869"/>
    <w:rsid w:val="001F705B"/>
    <w:rsid w:val="002009AC"/>
    <w:rsid w:val="0020127E"/>
    <w:rsid w:val="002017B4"/>
    <w:rsid w:val="00201F93"/>
    <w:rsid w:val="002025FC"/>
    <w:rsid w:val="002027FB"/>
    <w:rsid w:val="002029BF"/>
    <w:rsid w:val="00202F2E"/>
    <w:rsid w:val="0020320B"/>
    <w:rsid w:val="0020333A"/>
    <w:rsid w:val="00203442"/>
    <w:rsid w:val="002037AC"/>
    <w:rsid w:val="002041EB"/>
    <w:rsid w:val="00204462"/>
    <w:rsid w:val="00204B28"/>
    <w:rsid w:val="00204CF2"/>
    <w:rsid w:val="00205332"/>
    <w:rsid w:val="00205930"/>
    <w:rsid w:val="00205A03"/>
    <w:rsid w:val="00206A59"/>
    <w:rsid w:val="00210915"/>
    <w:rsid w:val="00210C20"/>
    <w:rsid w:val="002113E5"/>
    <w:rsid w:val="00211427"/>
    <w:rsid w:val="002122FC"/>
    <w:rsid w:val="00212D66"/>
    <w:rsid w:val="00212E9D"/>
    <w:rsid w:val="002130A9"/>
    <w:rsid w:val="002132AE"/>
    <w:rsid w:val="00215065"/>
    <w:rsid w:val="002152E6"/>
    <w:rsid w:val="00215C26"/>
    <w:rsid w:val="002164B9"/>
    <w:rsid w:val="002164E1"/>
    <w:rsid w:val="00217215"/>
    <w:rsid w:val="0021756A"/>
    <w:rsid w:val="00220C12"/>
    <w:rsid w:val="002210F4"/>
    <w:rsid w:val="002218A8"/>
    <w:rsid w:val="00221B93"/>
    <w:rsid w:val="00222ACC"/>
    <w:rsid w:val="00222EB8"/>
    <w:rsid w:val="00223713"/>
    <w:rsid w:val="00223866"/>
    <w:rsid w:val="00224D82"/>
    <w:rsid w:val="00224E8B"/>
    <w:rsid w:val="002255DE"/>
    <w:rsid w:val="00226407"/>
    <w:rsid w:val="0022673D"/>
    <w:rsid w:val="00226DA8"/>
    <w:rsid w:val="00226EC4"/>
    <w:rsid w:val="0022716A"/>
    <w:rsid w:val="00227350"/>
    <w:rsid w:val="00227CF5"/>
    <w:rsid w:val="00227D46"/>
    <w:rsid w:val="002308F9"/>
    <w:rsid w:val="00230C10"/>
    <w:rsid w:val="0023169B"/>
    <w:rsid w:val="0023199B"/>
    <w:rsid w:val="00231E40"/>
    <w:rsid w:val="00231E8C"/>
    <w:rsid w:val="002320C5"/>
    <w:rsid w:val="00232DFF"/>
    <w:rsid w:val="00233A8C"/>
    <w:rsid w:val="00233B43"/>
    <w:rsid w:val="00233E2F"/>
    <w:rsid w:val="00234475"/>
    <w:rsid w:val="002352B1"/>
    <w:rsid w:val="00235F1D"/>
    <w:rsid w:val="00235F5A"/>
    <w:rsid w:val="00235FCC"/>
    <w:rsid w:val="00236E39"/>
    <w:rsid w:val="00236FA6"/>
    <w:rsid w:val="002376B3"/>
    <w:rsid w:val="00237A7E"/>
    <w:rsid w:val="00240ABA"/>
    <w:rsid w:val="00241570"/>
    <w:rsid w:val="0024158E"/>
    <w:rsid w:val="00241800"/>
    <w:rsid w:val="00241908"/>
    <w:rsid w:val="0024277E"/>
    <w:rsid w:val="00242AEC"/>
    <w:rsid w:val="00243195"/>
    <w:rsid w:val="002431B5"/>
    <w:rsid w:val="0024385F"/>
    <w:rsid w:val="0024389F"/>
    <w:rsid w:val="00243D25"/>
    <w:rsid w:val="00243EAD"/>
    <w:rsid w:val="00244C6A"/>
    <w:rsid w:val="002451C8"/>
    <w:rsid w:val="00245F5F"/>
    <w:rsid w:val="00247734"/>
    <w:rsid w:val="00247E33"/>
    <w:rsid w:val="002509AE"/>
    <w:rsid w:val="00250A3B"/>
    <w:rsid w:val="00250D69"/>
    <w:rsid w:val="00250F6F"/>
    <w:rsid w:val="002519C4"/>
    <w:rsid w:val="00251DB8"/>
    <w:rsid w:val="00251F89"/>
    <w:rsid w:val="00253D0A"/>
    <w:rsid w:val="00254949"/>
    <w:rsid w:val="00254CDC"/>
    <w:rsid w:val="00254EE1"/>
    <w:rsid w:val="00254F32"/>
    <w:rsid w:val="00255A10"/>
    <w:rsid w:val="0025646E"/>
    <w:rsid w:val="00256945"/>
    <w:rsid w:val="00256A16"/>
    <w:rsid w:val="00256C93"/>
    <w:rsid w:val="00256CCD"/>
    <w:rsid w:val="002607CF"/>
    <w:rsid w:val="00260E42"/>
    <w:rsid w:val="00261025"/>
    <w:rsid w:val="0026243B"/>
    <w:rsid w:val="00262A04"/>
    <w:rsid w:val="00263569"/>
    <w:rsid w:val="00263876"/>
    <w:rsid w:val="002638D9"/>
    <w:rsid w:val="00263F4B"/>
    <w:rsid w:val="0026419D"/>
    <w:rsid w:val="002641CA"/>
    <w:rsid w:val="002645F1"/>
    <w:rsid w:val="0026487F"/>
    <w:rsid w:val="00264A74"/>
    <w:rsid w:val="00264BC2"/>
    <w:rsid w:val="0026594D"/>
    <w:rsid w:val="00265AE9"/>
    <w:rsid w:val="0026605C"/>
    <w:rsid w:val="00266E10"/>
    <w:rsid w:val="00266F75"/>
    <w:rsid w:val="0026777E"/>
    <w:rsid w:val="00270416"/>
    <w:rsid w:val="00271649"/>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6AD"/>
    <w:rsid w:val="00277F45"/>
    <w:rsid w:val="00280EFF"/>
    <w:rsid w:val="00281885"/>
    <w:rsid w:val="00281968"/>
    <w:rsid w:val="00281C5C"/>
    <w:rsid w:val="00281CDA"/>
    <w:rsid w:val="00281D82"/>
    <w:rsid w:val="002837F9"/>
    <w:rsid w:val="0028403F"/>
    <w:rsid w:val="00284111"/>
    <w:rsid w:val="00284856"/>
    <w:rsid w:val="00284BB4"/>
    <w:rsid w:val="00285643"/>
    <w:rsid w:val="00285D52"/>
    <w:rsid w:val="00285E46"/>
    <w:rsid w:val="00285F4E"/>
    <w:rsid w:val="002860AE"/>
    <w:rsid w:val="0028746B"/>
    <w:rsid w:val="00287633"/>
    <w:rsid w:val="00287663"/>
    <w:rsid w:val="00287A24"/>
    <w:rsid w:val="00290A8A"/>
    <w:rsid w:val="00290B37"/>
    <w:rsid w:val="00290C31"/>
    <w:rsid w:val="00291340"/>
    <w:rsid w:val="0029185B"/>
    <w:rsid w:val="00291C68"/>
    <w:rsid w:val="00291DDD"/>
    <w:rsid w:val="00291FC1"/>
    <w:rsid w:val="002922EC"/>
    <w:rsid w:val="00294170"/>
    <w:rsid w:val="0029477B"/>
    <w:rsid w:val="00294E6B"/>
    <w:rsid w:val="002954C1"/>
    <w:rsid w:val="00295BB6"/>
    <w:rsid w:val="00296343"/>
    <w:rsid w:val="002964BE"/>
    <w:rsid w:val="00296EB5"/>
    <w:rsid w:val="00297A3C"/>
    <w:rsid w:val="00297D5D"/>
    <w:rsid w:val="002A03F5"/>
    <w:rsid w:val="002A06B0"/>
    <w:rsid w:val="002A2154"/>
    <w:rsid w:val="002A258F"/>
    <w:rsid w:val="002A26E7"/>
    <w:rsid w:val="002A29AB"/>
    <w:rsid w:val="002A564C"/>
    <w:rsid w:val="002A57F9"/>
    <w:rsid w:val="002A5801"/>
    <w:rsid w:val="002A638F"/>
    <w:rsid w:val="002A6B9E"/>
    <w:rsid w:val="002A7536"/>
    <w:rsid w:val="002A7859"/>
    <w:rsid w:val="002A7FFD"/>
    <w:rsid w:val="002B0EC2"/>
    <w:rsid w:val="002B1249"/>
    <w:rsid w:val="002B2DF1"/>
    <w:rsid w:val="002B2E08"/>
    <w:rsid w:val="002B381B"/>
    <w:rsid w:val="002B423C"/>
    <w:rsid w:val="002B431A"/>
    <w:rsid w:val="002B46ED"/>
    <w:rsid w:val="002B4AAF"/>
    <w:rsid w:val="002B4B28"/>
    <w:rsid w:val="002B4D6D"/>
    <w:rsid w:val="002B50CA"/>
    <w:rsid w:val="002B5AA2"/>
    <w:rsid w:val="002B5E9B"/>
    <w:rsid w:val="002B6645"/>
    <w:rsid w:val="002B73C6"/>
    <w:rsid w:val="002B7449"/>
    <w:rsid w:val="002B77D7"/>
    <w:rsid w:val="002B7D5F"/>
    <w:rsid w:val="002C0842"/>
    <w:rsid w:val="002C0F56"/>
    <w:rsid w:val="002C121E"/>
    <w:rsid w:val="002C31DC"/>
    <w:rsid w:val="002C331F"/>
    <w:rsid w:val="002C40F0"/>
    <w:rsid w:val="002C4351"/>
    <w:rsid w:val="002C4D02"/>
    <w:rsid w:val="002C4FA7"/>
    <w:rsid w:val="002C5993"/>
    <w:rsid w:val="002C5FBA"/>
    <w:rsid w:val="002C6A12"/>
    <w:rsid w:val="002C7268"/>
    <w:rsid w:val="002C77D7"/>
    <w:rsid w:val="002D17F6"/>
    <w:rsid w:val="002D19E4"/>
    <w:rsid w:val="002D2113"/>
    <w:rsid w:val="002D2AAF"/>
    <w:rsid w:val="002D2CC5"/>
    <w:rsid w:val="002D333D"/>
    <w:rsid w:val="002D3349"/>
    <w:rsid w:val="002D3354"/>
    <w:rsid w:val="002D35E3"/>
    <w:rsid w:val="002D3ACE"/>
    <w:rsid w:val="002D3D4C"/>
    <w:rsid w:val="002D3D4E"/>
    <w:rsid w:val="002D42CF"/>
    <w:rsid w:val="002D44EB"/>
    <w:rsid w:val="002D4774"/>
    <w:rsid w:val="002D495F"/>
    <w:rsid w:val="002D53BA"/>
    <w:rsid w:val="002D5497"/>
    <w:rsid w:val="002D680E"/>
    <w:rsid w:val="002D6A9C"/>
    <w:rsid w:val="002D71F1"/>
    <w:rsid w:val="002E01FC"/>
    <w:rsid w:val="002E0373"/>
    <w:rsid w:val="002E05C3"/>
    <w:rsid w:val="002E0616"/>
    <w:rsid w:val="002E07EF"/>
    <w:rsid w:val="002E084C"/>
    <w:rsid w:val="002E089A"/>
    <w:rsid w:val="002E0B33"/>
    <w:rsid w:val="002E10D8"/>
    <w:rsid w:val="002E22A1"/>
    <w:rsid w:val="002E350E"/>
    <w:rsid w:val="002E372A"/>
    <w:rsid w:val="002E3FCA"/>
    <w:rsid w:val="002E46D5"/>
    <w:rsid w:val="002E47BF"/>
    <w:rsid w:val="002E496E"/>
    <w:rsid w:val="002E4B2A"/>
    <w:rsid w:val="002E4FC5"/>
    <w:rsid w:val="002E553B"/>
    <w:rsid w:val="002E68AA"/>
    <w:rsid w:val="002E7180"/>
    <w:rsid w:val="002E71A8"/>
    <w:rsid w:val="002E740E"/>
    <w:rsid w:val="002E7A5B"/>
    <w:rsid w:val="002F06AA"/>
    <w:rsid w:val="002F08BF"/>
    <w:rsid w:val="002F09DF"/>
    <w:rsid w:val="002F0D15"/>
    <w:rsid w:val="002F0EBA"/>
    <w:rsid w:val="002F0F1F"/>
    <w:rsid w:val="002F1067"/>
    <w:rsid w:val="002F153B"/>
    <w:rsid w:val="002F1984"/>
    <w:rsid w:val="002F1D14"/>
    <w:rsid w:val="002F1FB2"/>
    <w:rsid w:val="002F2178"/>
    <w:rsid w:val="002F2474"/>
    <w:rsid w:val="002F2A17"/>
    <w:rsid w:val="002F2FEF"/>
    <w:rsid w:val="002F30BA"/>
    <w:rsid w:val="002F31BB"/>
    <w:rsid w:val="002F323E"/>
    <w:rsid w:val="002F3A13"/>
    <w:rsid w:val="002F3AC4"/>
    <w:rsid w:val="002F3AE0"/>
    <w:rsid w:val="002F3D32"/>
    <w:rsid w:val="002F4598"/>
    <w:rsid w:val="002F47D9"/>
    <w:rsid w:val="002F4961"/>
    <w:rsid w:val="002F4E61"/>
    <w:rsid w:val="002F5666"/>
    <w:rsid w:val="002F57A2"/>
    <w:rsid w:val="002F5A5E"/>
    <w:rsid w:val="002F5AC6"/>
    <w:rsid w:val="002F5E66"/>
    <w:rsid w:val="002F6163"/>
    <w:rsid w:val="002F6E1A"/>
    <w:rsid w:val="002F70A2"/>
    <w:rsid w:val="002F7749"/>
    <w:rsid w:val="002F7F13"/>
    <w:rsid w:val="002F7F4C"/>
    <w:rsid w:val="0030017E"/>
    <w:rsid w:val="00300853"/>
    <w:rsid w:val="00301240"/>
    <w:rsid w:val="00301621"/>
    <w:rsid w:val="00301CCC"/>
    <w:rsid w:val="0030241A"/>
    <w:rsid w:val="00302F0A"/>
    <w:rsid w:val="00303399"/>
    <w:rsid w:val="003034D4"/>
    <w:rsid w:val="0030380A"/>
    <w:rsid w:val="003038C2"/>
    <w:rsid w:val="003040C7"/>
    <w:rsid w:val="00304174"/>
    <w:rsid w:val="00304378"/>
    <w:rsid w:val="00304EC1"/>
    <w:rsid w:val="003051D2"/>
    <w:rsid w:val="003055D5"/>
    <w:rsid w:val="00305D56"/>
    <w:rsid w:val="00306249"/>
    <w:rsid w:val="003062D8"/>
    <w:rsid w:val="0030646E"/>
    <w:rsid w:val="00306751"/>
    <w:rsid w:val="00306DB2"/>
    <w:rsid w:val="003079F2"/>
    <w:rsid w:val="00311114"/>
    <w:rsid w:val="003113EB"/>
    <w:rsid w:val="00312A53"/>
    <w:rsid w:val="00313F1F"/>
    <w:rsid w:val="00313F26"/>
    <w:rsid w:val="003149AD"/>
    <w:rsid w:val="003153BA"/>
    <w:rsid w:val="00315B60"/>
    <w:rsid w:val="00316299"/>
    <w:rsid w:val="00316339"/>
    <w:rsid w:val="00316F87"/>
    <w:rsid w:val="00317BFC"/>
    <w:rsid w:val="00317DAF"/>
    <w:rsid w:val="00320094"/>
    <w:rsid w:val="00320A40"/>
    <w:rsid w:val="00320A7C"/>
    <w:rsid w:val="00321641"/>
    <w:rsid w:val="00321BC9"/>
    <w:rsid w:val="00321E04"/>
    <w:rsid w:val="00322000"/>
    <w:rsid w:val="00322557"/>
    <w:rsid w:val="00322823"/>
    <w:rsid w:val="00322A71"/>
    <w:rsid w:val="00323774"/>
    <w:rsid w:val="00323E44"/>
    <w:rsid w:val="00324E60"/>
    <w:rsid w:val="00324EAB"/>
    <w:rsid w:val="00325F5F"/>
    <w:rsid w:val="003271D8"/>
    <w:rsid w:val="00327290"/>
    <w:rsid w:val="00330D73"/>
    <w:rsid w:val="0033113B"/>
    <w:rsid w:val="00331699"/>
    <w:rsid w:val="003316ED"/>
    <w:rsid w:val="00331710"/>
    <w:rsid w:val="00331A72"/>
    <w:rsid w:val="0033255A"/>
    <w:rsid w:val="00332D21"/>
    <w:rsid w:val="0033367C"/>
    <w:rsid w:val="003343F4"/>
    <w:rsid w:val="0033447D"/>
    <w:rsid w:val="00334D16"/>
    <w:rsid w:val="0033556F"/>
    <w:rsid w:val="00335C78"/>
    <w:rsid w:val="00335CD3"/>
    <w:rsid w:val="00336547"/>
    <w:rsid w:val="00336776"/>
    <w:rsid w:val="003376A7"/>
    <w:rsid w:val="00337832"/>
    <w:rsid w:val="003378EF"/>
    <w:rsid w:val="00337B77"/>
    <w:rsid w:val="00340529"/>
    <w:rsid w:val="00340AF4"/>
    <w:rsid w:val="00341203"/>
    <w:rsid w:val="00341284"/>
    <w:rsid w:val="003414BF"/>
    <w:rsid w:val="00341847"/>
    <w:rsid w:val="00341BC6"/>
    <w:rsid w:val="00341E99"/>
    <w:rsid w:val="00342181"/>
    <w:rsid w:val="00342354"/>
    <w:rsid w:val="003424F9"/>
    <w:rsid w:val="00342803"/>
    <w:rsid w:val="00342BD8"/>
    <w:rsid w:val="00342D52"/>
    <w:rsid w:val="0034440D"/>
    <w:rsid w:val="00344DC3"/>
    <w:rsid w:val="003452E2"/>
    <w:rsid w:val="00345F23"/>
    <w:rsid w:val="00346005"/>
    <w:rsid w:val="003462D6"/>
    <w:rsid w:val="00346DCD"/>
    <w:rsid w:val="003509C9"/>
    <w:rsid w:val="00351711"/>
    <w:rsid w:val="00351AEF"/>
    <w:rsid w:val="0035285A"/>
    <w:rsid w:val="00352D23"/>
    <w:rsid w:val="003535FD"/>
    <w:rsid w:val="00353A51"/>
    <w:rsid w:val="00353E41"/>
    <w:rsid w:val="00353F1E"/>
    <w:rsid w:val="0035436D"/>
    <w:rsid w:val="003545AF"/>
    <w:rsid w:val="003564E8"/>
    <w:rsid w:val="003568FC"/>
    <w:rsid w:val="0035724A"/>
    <w:rsid w:val="00357A64"/>
    <w:rsid w:val="0036127D"/>
    <w:rsid w:val="0036153A"/>
    <w:rsid w:val="00361C8B"/>
    <w:rsid w:val="00361CB0"/>
    <w:rsid w:val="00362199"/>
    <w:rsid w:val="003633A7"/>
    <w:rsid w:val="00363A6B"/>
    <w:rsid w:val="00363CC3"/>
    <w:rsid w:val="003654D7"/>
    <w:rsid w:val="00366447"/>
    <w:rsid w:val="003667D0"/>
    <w:rsid w:val="0036694E"/>
    <w:rsid w:val="00366E55"/>
    <w:rsid w:val="00367013"/>
    <w:rsid w:val="003714DC"/>
    <w:rsid w:val="00371E96"/>
    <w:rsid w:val="00371F14"/>
    <w:rsid w:val="00371FB0"/>
    <w:rsid w:val="00372721"/>
    <w:rsid w:val="0037321C"/>
    <w:rsid w:val="00373546"/>
    <w:rsid w:val="003737F2"/>
    <w:rsid w:val="00373FB5"/>
    <w:rsid w:val="0037427C"/>
    <w:rsid w:val="0037471B"/>
    <w:rsid w:val="00374937"/>
    <w:rsid w:val="00374DEE"/>
    <w:rsid w:val="003750AC"/>
    <w:rsid w:val="00375338"/>
    <w:rsid w:val="003753FF"/>
    <w:rsid w:val="00375588"/>
    <w:rsid w:val="00376314"/>
    <w:rsid w:val="00376937"/>
    <w:rsid w:val="0037711E"/>
    <w:rsid w:val="003776B2"/>
    <w:rsid w:val="00380129"/>
    <w:rsid w:val="003801FA"/>
    <w:rsid w:val="0038025B"/>
    <w:rsid w:val="0038082A"/>
    <w:rsid w:val="00380DF6"/>
    <w:rsid w:val="0038132E"/>
    <w:rsid w:val="003815F3"/>
    <w:rsid w:val="003834DC"/>
    <w:rsid w:val="00383A8A"/>
    <w:rsid w:val="0038430B"/>
    <w:rsid w:val="00384EF8"/>
    <w:rsid w:val="0038539A"/>
    <w:rsid w:val="00385CB0"/>
    <w:rsid w:val="0038602F"/>
    <w:rsid w:val="00386511"/>
    <w:rsid w:val="00387127"/>
    <w:rsid w:val="003906FD"/>
    <w:rsid w:val="003908CD"/>
    <w:rsid w:val="0039128D"/>
    <w:rsid w:val="0039155C"/>
    <w:rsid w:val="0039177B"/>
    <w:rsid w:val="003922F6"/>
    <w:rsid w:val="00392A24"/>
    <w:rsid w:val="00392D05"/>
    <w:rsid w:val="003930A8"/>
    <w:rsid w:val="003945D5"/>
    <w:rsid w:val="00394DAC"/>
    <w:rsid w:val="00395355"/>
    <w:rsid w:val="003956FB"/>
    <w:rsid w:val="003957B3"/>
    <w:rsid w:val="003964BB"/>
    <w:rsid w:val="00396BB6"/>
    <w:rsid w:val="00396FB2"/>
    <w:rsid w:val="003977D0"/>
    <w:rsid w:val="00397DAF"/>
    <w:rsid w:val="003A07FC"/>
    <w:rsid w:val="003A0FF9"/>
    <w:rsid w:val="003A1372"/>
    <w:rsid w:val="003A1BA7"/>
    <w:rsid w:val="003A1BEB"/>
    <w:rsid w:val="003A1CA8"/>
    <w:rsid w:val="003A2980"/>
    <w:rsid w:val="003A29D2"/>
    <w:rsid w:val="003A2BD3"/>
    <w:rsid w:val="003A37D6"/>
    <w:rsid w:val="003A37E7"/>
    <w:rsid w:val="003A3A2F"/>
    <w:rsid w:val="003A50F5"/>
    <w:rsid w:val="003A5332"/>
    <w:rsid w:val="003A540B"/>
    <w:rsid w:val="003A54B5"/>
    <w:rsid w:val="003A54B6"/>
    <w:rsid w:val="003A5557"/>
    <w:rsid w:val="003A5B46"/>
    <w:rsid w:val="003A5EBE"/>
    <w:rsid w:val="003A5F64"/>
    <w:rsid w:val="003A5F99"/>
    <w:rsid w:val="003A6598"/>
    <w:rsid w:val="003A7652"/>
    <w:rsid w:val="003A7824"/>
    <w:rsid w:val="003A7D3D"/>
    <w:rsid w:val="003B0373"/>
    <w:rsid w:val="003B0F03"/>
    <w:rsid w:val="003B1044"/>
    <w:rsid w:val="003B1B6D"/>
    <w:rsid w:val="003B21E4"/>
    <w:rsid w:val="003B2D31"/>
    <w:rsid w:val="003B3497"/>
    <w:rsid w:val="003B3755"/>
    <w:rsid w:val="003B432D"/>
    <w:rsid w:val="003B4502"/>
    <w:rsid w:val="003B4DB5"/>
    <w:rsid w:val="003B5675"/>
    <w:rsid w:val="003B59F7"/>
    <w:rsid w:val="003B5AA6"/>
    <w:rsid w:val="003B5BA2"/>
    <w:rsid w:val="003B66FD"/>
    <w:rsid w:val="003B6CEE"/>
    <w:rsid w:val="003B6FF0"/>
    <w:rsid w:val="003B7408"/>
    <w:rsid w:val="003B7905"/>
    <w:rsid w:val="003C057C"/>
    <w:rsid w:val="003C0ABF"/>
    <w:rsid w:val="003C0CBC"/>
    <w:rsid w:val="003C116F"/>
    <w:rsid w:val="003C124F"/>
    <w:rsid w:val="003C1CB3"/>
    <w:rsid w:val="003C26ED"/>
    <w:rsid w:val="003C2AC1"/>
    <w:rsid w:val="003C2FF5"/>
    <w:rsid w:val="003C31E0"/>
    <w:rsid w:val="003C3F40"/>
    <w:rsid w:val="003C4114"/>
    <w:rsid w:val="003C5365"/>
    <w:rsid w:val="003C599D"/>
    <w:rsid w:val="003C5EFB"/>
    <w:rsid w:val="003C665A"/>
    <w:rsid w:val="003C6802"/>
    <w:rsid w:val="003C6BC3"/>
    <w:rsid w:val="003C6EC4"/>
    <w:rsid w:val="003C7B13"/>
    <w:rsid w:val="003D0249"/>
    <w:rsid w:val="003D0467"/>
    <w:rsid w:val="003D12B5"/>
    <w:rsid w:val="003D13AC"/>
    <w:rsid w:val="003D2C69"/>
    <w:rsid w:val="003D41A3"/>
    <w:rsid w:val="003D5170"/>
    <w:rsid w:val="003D59E3"/>
    <w:rsid w:val="003D5A72"/>
    <w:rsid w:val="003D6840"/>
    <w:rsid w:val="003D7D78"/>
    <w:rsid w:val="003E0219"/>
    <w:rsid w:val="003E05D8"/>
    <w:rsid w:val="003E0738"/>
    <w:rsid w:val="003E07A4"/>
    <w:rsid w:val="003E09CC"/>
    <w:rsid w:val="003E0B20"/>
    <w:rsid w:val="003E1FFE"/>
    <w:rsid w:val="003E2BB7"/>
    <w:rsid w:val="003E39B3"/>
    <w:rsid w:val="003E4706"/>
    <w:rsid w:val="003E4A40"/>
    <w:rsid w:val="003E4C22"/>
    <w:rsid w:val="003E69A0"/>
    <w:rsid w:val="003E704B"/>
    <w:rsid w:val="003E71AC"/>
    <w:rsid w:val="003E7ECC"/>
    <w:rsid w:val="003F014A"/>
    <w:rsid w:val="003F025D"/>
    <w:rsid w:val="003F03BB"/>
    <w:rsid w:val="003F0AF4"/>
    <w:rsid w:val="003F0E67"/>
    <w:rsid w:val="003F0E84"/>
    <w:rsid w:val="003F124C"/>
    <w:rsid w:val="003F13D9"/>
    <w:rsid w:val="003F1E22"/>
    <w:rsid w:val="003F202A"/>
    <w:rsid w:val="003F2086"/>
    <w:rsid w:val="003F2826"/>
    <w:rsid w:val="003F3914"/>
    <w:rsid w:val="003F3E26"/>
    <w:rsid w:val="003F40A6"/>
    <w:rsid w:val="003F52F7"/>
    <w:rsid w:val="003F5B3B"/>
    <w:rsid w:val="003F5B52"/>
    <w:rsid w:val="003F5C8F"/>
    <w:rsid w:val="003F5ECE"/>
    <w:rsid w:val="003F63A5"/>
    <w:rsid w:val="003F7623"/>
    <w:rsid w:val="003F7BEA"/>
    <w:rsid w:val="00400287"/>
    <w:rsid w:val="00400587"/>
    <w:rsid w:val="004009FE"/>
    <w:rsid w:val="00400ACB"/>
    <w:rsid w:val="00400C96"/>
    <w:rsid w:val="00401B2E"/>
    <w:rsid w:val="004023E5"/>
    <w:rsid w:val="004025FF"/>
    <w:rsid w:val="00403394"/>
    <w:rsid w:val="004033FD"/>
    <w:rsid w:val="00404099"/>
    <w:rsid w:val="0040415A"/>
    <w:rsid w:val="0040448A"/>
    <w:rsid w:val="0040488A"/>
    <w:rsid w:val="00404EAC"/>
    <w:rsid w:val="00405CB5"/>
    <w:rsid w:val="00406044"/>
    <w:rsid w:val="00406873"/>
    <w:rsid w:val="00406E3E"/>
    <w:rsid w:val="00407DEF"/>
    <w:rsid w:val="0041011D"/>
    <w:rsid w:val="004102B1"/>
    <w:rsid w:val="0041105D"/>
    <w:rsid w:val="0041110A"/>
    <w:rsid w:val="00411271"/>
    <w:rsid w:val="00411762"/>
    <w:rsid w:val="00411D40"/>
    <w:rsid w:val="00412226"/>
    <w:rsid w:val="004129AA"/>
    <w:rsid w:val="00412E9F"/>
    <w:rsid w:val="00413E5C"/>
    <w:rsid w:val="0041441E"/>
    <w:rsid w:val="0041523E"/>
    <w:rsid w:val="00415CF5"/>
    <w:rsid w:val="00415DAE"/>
    <w:rsid w:val="00416405"/>
    <w:rsid w:val="00416672"/>
    <w:rsid w:val="00416F1B"/>
    <w:rsid w:val="004170F4"/>
    <w:rsid w:val="004176A8"/>
    <w:rsid w:val="00417835"/>
    <w:rsid w:val="0042040B"/>
    <w:rsid w:val="00420643"/>
    <w:rsid w:val="00420CB4"/>
    <w:rsid w:val="00421069"/>
    <w:rsid w:val="00421401"/>
    <w:rsid w:val="00422AC4"/>
    <w:rsid w:val="00423C81"/>
    <w:rsid w:val="00424152"/>
    <w:rsid w:val="0042441A"/>
    <w:rsid w:val="00424CC3"/>
    <w:rsid w:val="00425C56"/>
    <w:rsid w:val="00425CF7"/>
    <w:rsid w:val="00426331"/>
    <w:rsid w:val="00426742"/>
    <w:rsid w:val="004272F4"/>
    <w:rsid w:val="0043033E"/>
    <w:rsid w:val="004306A7"/>
    <w:rsid w:val="004306F9"/>
    <w:rsid w:val="0043145F"/>
    <w:rsid w:val="00431B4D"/>
    <w:rsid w:val="00432BF6"/>
    <w:rsid w:val="00432D25"/>
    <w:rsid w:val="00432F11"/>
    <w:rsid w:val="00432F26"/>
    <w:rsid w:val="00433203"/>
    <w:rsid w:val="004334B0"/>
    <w:rsid w:val="004335B4"/>
    <w:rsid w:val="004337BB"/>
    <w:rsid w:val="004343AD"/>
    <w:rsid w:val="00434531"/>
    <w:rsid w:val="004348EC"/>
    <w:rsid w:val="00434B57"/>
    <w:rsid w:val="00434D3E"/>
    <w:rsid w:val="00434F09"/>
    <w:rsid w:val="004351ED"/>
    <w:rsid w:val="004353C6"/>
    <w:rsid w:val="004355A5"/>
    <w:rsid w:val="0043581C"/>
    <w:rsid w:val="004364C6"/>
    <w:rsid w:val="00437810"/>
    <w:rsid w:val="004379B1"/>
    <w:rsid w:val="00437CF7"/>
    <w:rsid w:val="004400BB"/>
    <w:rsid w:val="0044067C"/>
    <w:rsid w:val="00440E19"/>
    <w:rsid w:val="00440E8C"/>
    <w:rsid w:val="0044116B"/>
    <w:rsid w:val="004417EE"/>
    <w:rsid w:val="00441D6B"/>
    <w:rsid w:val="00441F64"/>
    <w:rsid w:val="004421A0"/>
    <w:rsid w:val="004426B9"/>
    <w:rsid w:val="004437F6"/>
    <w:rsid w:val="00443B8C"/>
    <w:rsid w:val="0044488B"/>
    <w:rsid w:val="00444913"/>
    <w:rsid w:val="00445D16"/>
    <w:rsid w:val="00445D57"/>
    <w:rsid w:val="0044645E"/>
    <w:rsid w:val="00446A9A"/>
    <w:rsid w:val="00446C08"/>
    <w:rsid w:val="00447FB9"/>
    <w:rsid w:val="0045010B"/>
    <w:rsid w:val="00450255"/>
    <w:rsid w:val="00451956"/>
    <w:rsid w:val="00451E58"/>
    <w:rsid w:val="00452185"/>
    <w:rsid w:val="00452516"/>
    <w:rsid w:val="00452670"/>
    <w:rsid w:val="00452707"/>
    <w:rsid w:val="00452713"/>
    <w:rsid w:val="00452C4D"/>
    <w:rsid w:val="004532BE"/>
    <w:rsid w:val="00453A67"/>
    <w:rsid w:val="00454285"/>
    <w:rsid w:val="00454E6E"/>
    <w:rsid w:val="00454F61"/>
    <w:rsid w:val="004550C8"/>
    <w:rsid w:val="0045539A"/>
    <w:rsid w:val="00455C5E"/>
    <w:rsid w:val="0045680C"/>
    <w:rsid w:val="00457331"/>
    <w:rsid w:val="00457828"/>
    <w:rsid w:val="00457AB5"/>
    <w:rsid w:val="00457D9D"/>
    <w:rsid w:val="004611BE"/>
    <w:rsid w:val="00461E97"/>
    <w:rsid w:val="00462141"/>
    <w:rsid w:val="0046228F"/>
    <w:rsid w:val="0046247B"/>
    <w:rsid w:val="00462848"/>
    <w:rsid w:val="00462B8B"/>
    <w:rsid w:val="0046307D"/>
    <w:rsid w:val="004634F8"/>
    <w:rsid w:val="00463B08"/>
    <w:rsid w:val="00464238"/>
    <w:rsid w:val="00465106"/>
    <w:rsid w:val="0046562C"/>
    <w:rsid w:val="00465738"/>
    <w:rsid w:val="0046675C"/>
    <w:rsid w:val="004669BF"/>
    <w:rsid w:val="0046753A"/>
    <w:rsid w:val="00470741"/>
    <w:rsid w:val="00470B30"/>
    <w:rsid w:val="00470DFC"/>
    <w:rsid w:val="004710EF"/>
    <w:rsid w:val="00472474"/>
    <w:rsid w:val="00472909"/>
    <w:rsid w:val="004736A6"/>
    <w:rsid w:val="004736BA"/>
    <w:rsid w:val="0047379B"/>
    <w:rsid w:val="00474151"/>
    <w:rsid w:val="00474170"/>
    <w:rsid w:val="004742A7"/>
    <w:rsid w:val="00475B8C"/>
    <w:rsid w:val="00475F61"/>
    <w:rsid w:val="00476115"/>
    <w:rsid w:val="00476C65"/>
    <w:rsid w:val="00476F72"/>
    <w:rsid w:val="00477605"/>
    <w:rsid w:val="004776B6"/>
    <w:rsid w:val="004777E0"/>
    <w:rsid w:val="004778F7"/>
    <w:rsid w:val="00480441"/>
    <w:rsid w:val="00480D00"/>
    <w:rsid w:val="004816AB"/>
    <w:rsid w:val="00481D59"/>
    <w:rsid w:val="00483D58"/>
    <w:rsid w:val="004847B8"/>
    <w:rsid w:val="004849A7"/>
    <w:rsid w:val="0048527E"/>
    <w:rsid w:val="00485896"/>
    <w:rsid w:val="00485C10"/>
    <w:rsid w:val="00485C27"/>
    <w:rsid w:val="00485F1C"/>
    <w:rsid w:val="0048619E"/>
    <w:rsid w:val="00486345"/>
    <w:rsid w:val="004876BB"/>
    <w:rsid w:val="004877E6"/>
    <w:rsid w:val="00490E2B"/>
    <w:rsid w:val="004914BE"/>
    <w:rsid w:val="00492427"/>
    <w:rsid w:val="00492A1A"/>
    <w:rsid w:val="0049324E"/>
    <w:rsid w:val="00493599"/>
    <w:rsid w:val="004937DF"/>
    <w:rsid w:val="00493807"/>
    <w:rsid w:val="00493952"/>
    <w:rsid w:val="00493A46"/>
    <w:rsid w:val="00493EEB"/>
    <w:rsid w:val="004942E5"/>
    <w:rsid w:val="00494655"/>
    <w:rsid w:val="00494C00"/>
    <w:rsid w:val="00494EB0"/>
    <w:rsid w:val="00495E72"/>
    <w:rsid w:val="00496BDF"/>
    <w:rsid w:val="00496C5A"/>
    <w:rsid w:val="004970B3"/>
    <w:rsid w:val="00497504"/>
    <w:rsid w:val="00497686"/>
    <w:rsid w:val="004A03F8"/>
    <w:rsid w:val="004A0D89"/>
    <w:rsid w:val="004A0E03"/>
    <w:rsid w:val="004A1930"/>
    <w:rsid w:val="004A1FBC"/>
    <w:rsid w:val="004A2315"/>
    <w:rsid w:val="004A26DC"/>
    <w:rsid w:val="004A29C3"/>
    <w:rsid w:val="004A2BCF"/>
    <w:rsid w:val="004A2E65"/>
    <w:rsid w:val="004A35DD"/>
    <w:rsid w:val="004A3856"/>
    <w:rsid w:val="004A4853"/>
    <w:rsid w:val="004A4CC3"/>
    <w:rsid w:val="004A5181"/>
    <w:rsid w:val="004A5621"/>
    <w:rsid w:val="004A6472"/>
    <w:rsid w:val="004A67B3"/>
    <w:rsid w:val="004A69C3"/>
    <w:rsid w:val="004A6D1E"/>
    <w:rsid w:val="004A74EB"/>
    <w:rsid w:val="004A7578"/>
    <w:rsid w:val="004A75BC"/>
    <w:rsid w:val="004A7702"/>
    <w:rsid w:val="004B0328"/>
    <w:rsid w:val="004B0F78"/>
    <w:rsid w:val="004B185D"/>
    <w:rsid w:val="004B2C36"/>
    <w:rsid w:val="004B3530"/>
    <w:rsid w:val="004B36BC"/>
    <w:rsid w:val="004B39E3"/>
    <w:rsid w:val="004B4F3F"/>
    <w:rsid w:val="004B634C"/>
    <w:rsid w:val="004B6355"/>
    <w:rsid w:val="004B6D1C"/>
    <w:rsid w:val="004B7330"/>
    <w:rsid w:val="004B7A10"/>
    <w:rsid w:val="004C055F"/>
    <w:rsid w:val="004C0874"/>
    <w:rsid w:val="004C19B3"/>
    <w:rsid w:val="004C2E1C"/>
    <w:rsid w:val="004C2F2D"/>
    <w:rsid w:val="004C2F96"/>
    <w:rsid w:val="004C2FCA"/>
    <w:rsid w:val="004C34C8"/>
    <w:rsid w:val="004C381C"/>
    <w:rsid w:val="004C3F8A"/>
    <w:rsid w:val="004C3F9E"/>
    <w:rsid w:val="004C46DE"/>
    <w:rsid w:val="004C55A7"/>
    <w:rsid w:val="004C6979"/>
    <w:rsid w:val="004C72CF"/>
    <w:rsid w:val="004C759B"/>
    <w:rsid w:val="004C7C8A"/>
    <w:rsid w:val="004C7E95"/>
    <w:rsid w:val="004D037E"/>
    <w:rsid w:val="004D1E9E"/>
    <w:rsid w:val="004D2664"/>
    <w:rsid w:val="004D34D9"/>
    <w:rsid w:val="004D3901"/>
    <w:rsid w:val="004D586D"/>
    <w:rsid w:val="004D6A44"/>
    <w:rsid w:val="004D76A4"/>
    <w:rsid w:val="004E0CB5"/>
    <w:rsid w:val="004E1469"/>
    <w:rsid w:val="004E1B66"/>
    <w:rsid w:val="004E1C41"/>
    <w:rsid w:val="004E2D95"/>
    <w:rsid w:val="004E3548"/>
    <w:rsid w:val="004E36E4"/>
    <w:rsid w:val="004E446B"/>
    <w:rsid w:val="004E4488"/>
    <w:rsid w:val="004E4F45"/>
    <w:rsid w:val="004E5378"/>
    <w:rsid w:val="004E549A"/>
    <w:rsid w:val="004E5511"/>
    <w:rsid w:val="004E5D9D"/>
    <w:rsid w:val="004E5EB0"/>
    <w:rsid w:val="004E5ED6"/>
    <w:rsid w:val="004E69F9"/>
    <w:rsid w:val="004E6D71"/>
    <w:rsid w:val="004E6DCF"/>
    <w:rsid w:val="004E6EC8"/>
    <w:rsid w:val="004F06A3"/>
    <w:rsid w:val="004F0788"/>
    <w:rsid w:val="004F0FAB"/>
    <w:rsid w:val="004F1383"/>
    <w:rsid w:val="004F1652"/>
    <w:rsid w:val="004F3119"/>
    <w:rsid w:val="004F42CF"/>
    <w:rsid w:val="004F4BB1"/>
    <w:rsid w:val="004F574B"/>
    <w:rsid w:val="004F5752"/>
    <w:rsid w:val="004F5E6F"/>
    <w:rsid w:val="004F5EF8"/>
    <w:rsid w:val="004F5FB0"/>
    <w:rsid w:val="004F6725"/>
    <w:rsid w:val="004F691A"/>
    <w:rsid w:val="004F6935"/>
    <w:rsid w:val="004F6E3B"/>
    <w:rsid w:val="004F7597"/>
    <w:rsid w:val="004F7DE8"/>
    <w:rsid w:val="00500A37"/>
    <w:rsid w:val="005030A2"/>
    <w:rsid w:val="005033CD"/>
    <w:rsid w:val="00503B88"/>
    <w:rsid w:val="00503C3C"/>
    <w:rsid w:val="005046F5"/>
    <w:rsid w:val="00504861"/>
    <w:rsid w:val="00504CCB"/>
    <w:rsid w:val="00506460"/>
    <w:rsid w:val="00506718"/>
    <w:rsid w:val="005072C2"/>
    <w:rsid w:val="0050740A"/>
    <w:rsid w:val="00507696"/>
    <w:rsid w:val="005077CF"/>
    <w:rsid w:val="00507C50"/>
    <w:rsid w:val="00510074"/>
    <w:rsid w:val="005108FC"/>
    <w:rsid w:val="0051120F"/>
    <w:rsid w:val="005116AE"/>
    <w:rsid w:val="005122A6"/>
    <w:rsid w:val="00512634"/>
    <w:rsid w:val="005131C8"/>
    <w:rsid w:val="00513296"/>
    <w:rsid w:val="00513F44"/>
    <w:rsid w:val="0051417C"/>
    <w:rsid w:val="00514AF0"/>
    <w:rsid w:val="00515453"/>
    <w:rsid w:val="005166C8"/>
    <w:rsid w:val="00516951"/>
    <w:rsid w:val="00516D8B"/>
    <w:rsid w:val="0051716F"/>
    <w:rsid w:val="005179D8"/>
    <w:rsid w:val="005206A2"/>
    <w:rsid w:val="005212BE"/>
    <w:rsid w:val="005222AF"/>
    <w:rsid w:val="0052280B"/>
    <w:rsid w:val="00522BC9"/>
    <w:rsid w:val="00523775"/>
    <w:rsid w:val="005237C6"/>
    <w:rsid w:val="00523B19"/>
    <w:rsid w:val="00523BE8"/>
    <w:rsid w:val="00523E92"/>
    <w:rsid w:val="005246D2"/>
    <w:rsid w:val="00524D21"/>
    <w:rsid w:val="00524FF7"/>
    <w:rsid w:val="005252EF"/>
    <w:rsid w:val="005254F5"/>
    <w:rsid w:val="00525600"/>
    <w:rsid w:val="005256A0"/>
    <w:rsid w:val="005259B4"/>
    <w:rsid w:val="00525CBC"/>
    <w:rsid w:val="00525D39"/>
    <w:rsid w:val="00525FA4"/>
    <w:rsid w:val="0052605D"/>
    <w:rsid w:val="005263E2"/>
    <w:rsid w:val="0052643A"/>
    <w:rsid w:val="00526AD8"/>
    <w:rsid w:val="00526E11"/>
    <w:rsid w:val="00527B90"/>
    <w:rsid w:val="00530447"/>
    <w:rsid w:val="005305C6"/>
    <w:rsid w:val="00530B51"/>
    <w:rsid w:val="00530E87"/>
    <w:rsid w:val="00530EC7"/>
    <w:rsid w:val="00531460"/>
    <w:rsid w:val="00531B41"/>
    <w:rsid w:val="005328E6"/>
    <w:rsid w:val="00532D50"/>
    <w:rsid w:val="00533575"/>
    <w:rsid w:val="005343DE"/>
    <w:rsid w:val="005356B5"/>
    <w:rsid w:val="005356BA"/>
    <w:rsid w:val="005359A8"/>
    <w:rsid w:val="00535E0F"/>
    <w:rsid w:val="00536143"/>
    <w:rsid w:val="005361E5"/>
    <w:rsid w:val="005362A5"/>
    <w:rsid w:val="005363EE"/>
    <w:rsid w:val="005376A1"/>
    <w:rsid w:val="00537875"/>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004D"/>
    <w:rsid w:val="0055098A"/>
    <w:rsid w:val="005518DC"/>
    <w:rsid w:val="00551AD6"/>
    <w:rsid w:val="00551E62"/>
    <w:rsid w:val="00552330"/>
    <w:rsid w:val="00552DDE"/>
    <w:rsid w:val="0055323A"/>
    <w:rsid w:val="00553A4D"/>
    <w:rsid w:val="00553B84"/>
    <w:rsid w:val="00553C68"/>
    <w:rsid w:val="005551ED"/>
    <w:rsid w:val="005554A5"/>
    <w:rsid w:val="00555A0C"/>
    <w:rsid w:val="00556548"/>
    <w:rsid w:val="00557035"/>
    <w:rsid w:val="0055765A"/>
    <w:rsid w:val="005576D8"/>
    <w:rsid w:val="00557CAF"/>
    <w:rsid w:val="005601B0"/>
    <w:rsid w:val="00561D8F"/>
    <w:rsid w:val="00562598"/>
    <w:rsid w:val="0056449A"/>
    <w:rsid w:val="00564703"/>
    <w:rsid w:val="0056484A"/>
    <w:rsid w:val="00565AD0"/>
    <w:rsid w:val="00565AF4"/>
    <w:rsid w:val="00565BCF"/>
    <w:rsid w:val="00565C9E"/>
    <w:rsid w:val="00567E72"/>
    <w:rsid w:val="005702BA"/>
    <w:rsid w:val="00570CBA"/>
    <w:rsid w:val="005719F5"/>
    <w:rsid w:val="00571EE5"/>
    <w:rsid w:val="00572106"/>
    <w:rsid w:val="005731CD"/>
    <w:rsid w:val="005733C0"/>
    <w:rsid w:val="005739B0"/>
    <w:rsid w:val="00573EDD"/>
    <w:rsid w:val="0057402A"/>
    <w:rsid w:val="005747B7"/>
    <w:rsid w:val="005747D0"/>
    <w:rsid w:val="005749E1"/>
    <w:rsid w:val="00574A79"/>
    <w:rsid w:val="00575209"/>
    <w:rsid w:val="00575250"/>
    <w:rsid w:val="005763DE"/>
    <w:rsid w:val="00576683"/>
    <w:rsid w:val="0057761D"/>
    <w:rsid w:val="00577DCD"/>
    <w:rsid w:val="00577EA4"/>
    <w:rsid w:val="00577EAF"/>
    <w:rsid w:val="00580507"/>
    <w:rsid w:val="00580B47"/>
    <w:rsid w:val="00581324"/>
    <w:rsid w:val="00581AD2"/>
    <w:rsid w:val="00584128"/>
    <w:rsid w:val="005849D5"/>
    <w:rsid w:val="0058500D"/>
    <w:rsid w:val="005850A6"/>
    <w:rsid w:val="00585882"/>
    <w:rsid w:val="00585CC7"/>
    <w:rsid w:val="005862EA"/>
    <w:rsid w:val="00586A7F"/>
    <w:rsid w:val="00586AD1"/>
    <w:rsid w:val="00586EC0"/>
    <w:rsid w:val="00586ECC"/>
    <w:rsid w:val="005907E0"/>
    <w:rsid w:val="00590EA2"/>
    <w:rsid w:val="00591C87"/>
    <w:rsid w:val="00592B67"/>
    <w:rsid w:val="00592BA9"/>
    <w:rsid w:val="0059410F"/>
    <w:rsid w:val="00594174"/>
    <w:rsid w:val="00594FAE"/>
    <w:rsid w:val="0059504F"/>
    <w:rsid w:val="0059582D"/>
    <w:rsid w:val="00596115"/>
    <w:rsid w:val="00596176"/>
    <w:rsid w:val="005961DC"/>
    <w:rsid w:val="0059765E"/>
    <w:rsid w:val="00597D3F"/>
    <w:rsid w:val="00597F6B"/>
    <w:rsid w:val="005A12F8"/>
    <w:rsid w:val="005A1A82"/>
    <w:rsid w:val="005A1D51"/>
    <w:rsid w:val="005A21AC"/>
    <w:rsid w:val="005A23AE"/>
    <w:rsid w:val="005A3645"/>
    <w:rsid w:val="005A3B0D"/>
    <w:rsid w:val="005A3F5C"/>
    <w:rsid w:val="005A49AC"/>
    <w:rsid w:val="005A49C2"/>
    <w:rsid w:val="005A56BB"/>
    <w:rsid w:val="005A64F7"/>
    <w:rsid w:val="005A66A2"/>
    <w:rsid w:val="005A6B9C"/>
    <w:rsid w:val="005A6C0F"/>
    <w:rsid w:val="005A70B4"/>
    <w:rsid w:val="005A7357"/>
    <w:rsid w:val="005A7AB5"/>
    <w:rsid w:val="005A7B02"/>
    <w:rsid w:val="005A7FE2"/>
    <w:rsid w:val="005B00B4"/>
    <w:rsid w:val="005B0B17"/>
    <w:rsid w:val="005B1FAB"/>
    <w:rsid w:val="005B2227"/>
    <w:rsid w:val="005B29A1"/>
    <w:rsid w:val="005B2ABC"/>
    <w:rsid w:val="005B37D6"/>
    <w:rsid w:val="005B3979"/>
    <w:rsid w:val="005B4288"/>
    <w:rsid w:val="005B4C6B"/>
    <w:rsid w:val="005B4E42"/>
    <w:rsid w:val="005B53E5"/>
    <w:rsid w:val="005B540A"/>
    <w:rsid w:val="005B6331"/>
    <w:rsid w:val="005B642A"/>
    <w:rsid w:val="005B6F52"/>
    <w:rsid w:val="005B6FAD"/>
    <w:rsid w:val="005B7000"/>
    <w:rsid w:val="005B7268"/>
    <w:rsid w:val="005B74FE"/>
    <w:rsid w:val="005B787A"/>
    <w:rsid w:val="005B7F1D"/>
    <w:rsid w:val="005C0799"/>
    <w:rsid w:val="005C0B3A"/>
    <w:rsid w:val="005C0D05"/>
    <w:rsid w:val="005C11FF"/>
    <w:rsid w:val="005C1577"/>
    <w:rsid w:val="005C1D91"/>
    <w:rsid w:val="005C1F77"/>
    <w:rsid w:val="005C2BD1"/>
    <w:rsid w:val="005C2F81"/>
    <w:rsid w:val="005C313B"/>
    <w:rsid w:val="005C3F74"/>
    <w:rsid w:val="005C4442"/>
    <w:rsid w:val="005C4F64"/>
    <w:rsid w:val="005C5622"/>
    <w:rsid w:val="005C564B"/>
    <w:rsid w:val="005C6707"/>
    <w:rsid w:val="005C688A"/>
    <w:rsid w:val="005C6901"/>
    <w:rsid w:val="005C6E41"/>
    <w:rsid w:val="005C7338"/>
    <w:rsid w:val="005C77C6"/>
    <w:rsid w:val="005D0367"/>
    <w:rsid w:val="005D0B0A"/>
    <w:rsid w:val="005D18FE"/>
    <w:rsid w:val="005D22E2"/>
    <w:rsid w:val="005D3387"/>
    <w:rsid w:val="005D396A"/>
    <w:rsid w:val="005D3D65"/>
    <w:rsid w:val="005D439D"/>
    <w:rsid w:val="005D47F3"/>
    <w:rsid w:val="005D47F6"/>
    <w:rsid w:val="005D5459"/>
    <w:rsid w:val="005D58AD"/>
    <w:rsid w:val="005D5ACF"/>
    <w:rsid w:val="005D5CDF"/>
    <w:rsid w:val="005D6291"/>
    <w:rsid w:val="005D66BB"/>
    <w:rsid w:val="005D67A0"/>
    <w:rsid w:val="005D68A3"/>
    <w:rsid w:val="005D784B"/>
    <w:rsid w:val="005D788A"/>
    <w:rsid w:val="005E036D"/>
    <w:rsid w:val="005E0A55"/>
    <w:rsid w:val="005E0C89"/>
    <w:rsid w:val="005E0FD6"/>
    <w:rsid w:val="005E1441"/>
    <w:rsid w:val="005E190E"/>
    <w:rsid w:val="005E1C7B"/>
    <w:rsid w:val="005E2158"/>
    <w:rsid w:val="005E2D42"/>
    <w:rsid w:val="005E30D3"/>
    <w:rsid w:val="005E33BA"/>
    <w:rsid w:val="005E3B7F"/>
    <w:rsid w:val="005E3F7F"/>
    <w:rsid w:val="005E4402"/>
    <w:rsid w:val="005E4B42"/>
    <w:rsid w:val="005E58B0"/>
    <w:rsid w:val="005E5AB2"/>
    <w:rsid w:val="005E62F3"/>
    <w:rsid w:val="005E6421"/>
    <w:rsid w:val="005E69CD"/>
    <w:rsid w:val="005E7505"/>
    <w:rsid w:val="005E7A50"/>
    <w:rsid w:val="005E7C9A"/>
    <w:rsid w:val="005E7D24"/>
    <w:rsid w:val="005F20D9"/>
    <w:rsid w:val="005F21E6"/>
    <w:rsid w:val="005F225A"/>
    <w:rsid w:val="005F234F"/>
    <w:rsid w:val="005F2873"/>
    <w:rsid w:val="005F402A"/>
    <w:rsid w:val="005F4892"/>
    <w:rsid w:val="005F5192"/>
    <w:rsid w:val="005F53C6"/>
    <w:rsid w:val="005F5E52"/>
    <w:rsid w:val="005F619F"/>
    <w:rsid w:val="005F655A"/>
    <w:rsid w:val="005F6568"/>
    <w:rsid w:val="005F6D77"/>
    <w:rsid w:val="005F71B4"/>
    <w:rsid w:val="005F76B9"/>
    <w:rsid w:val="005F7743"/>
    <w:rsid w:val="005F788A"/>
    <w:rsid w:val="006004D4"/>
    <w:rsid w:val="0060294D"/>
    <w:rsid w:val="00602DEA"/>
    <w:rsid w:val="0060340E"/>
    <w:rsid w:val="00603779"/>
    <w:rsid w:val="006038A6"/>
    <w:rsid w:val="006038D3"/>
    <w:rsid w:val="00603C92"/>
    <w:rsid w:val="00603DCD"/>
    <w:rsid w:val="00604026"/>
    <w:rsid w:val="00604099"/>
    <w:rsid w:val="006043C9"/>
    <w:rsid w:val="00604D77"/>
    <w:rsid w:val="00605810"/>
    <w:rsid w:val="0060588E"/>
    <w:rsid w:val="0060604C"/>
    <w:rsid w:val="00606289"/>
    <w:rsid w:val="00610D66"/>
    <w:rsid w:val="00611F2D"/>
    <w:rsid w:val="0061267A"/>
    <w:rsid w:val="006135A9"/>
    <w:rsid w:val="0061397E"/>
    <w:rsid w:val="00613F27"/>
    <w:rsid w:val="00615E4B"/>
    <w:rsid w:val="00615F5B"/>
    <w:rsid w:val="006160D0"/>
    <w:rsid w:val="00616203"/>
    <w:rsid w:val="00616A8B"/>
    <w:rsid w:val="0061728A"/>
    <w:rsid w:val="006200F7"/>
    <w:rsid w:val="00620AC5"/>
    <w:rsid w:val="006215EA"/>
    <w:rsid w:val="00621899"/>
    <w:rsid w:val="00621FD4"/>
    <w:rsid w:val="00622805"/>
    <w:rsid w:val="00622940"/>
    <w:rsid w:val="00622A3B"/>
    <w:rsid w:val="00622BC4"/>
    <w:rsid w:val="006230BD"/>
    <w:rsid w:val="00623119"/>
    <w:rsid w:val="00623A85"/>
    <w:rsid w:val="0062455F"/>
    <w:rsid w:val="00625426"/>
    <w:rsid w:val="00625E6A"/>
    <w:rsid w:val="00626143"/>
    <w:rsid w:val="00626867"/>
    <w:rsid w:val="00626CED"/>
    <w:rsid w:val="00626D93"/>
    <w:rsid w:val="0062749B"/>
    <w:rsid w:val="006306D3"/>
    <w:rsid w:val="00630D39"/>
    <w:rsid w:val="0063114E"/>
    <w:rsid w:val="0063229A"/>
    <w:rsid w:val="00633207"/>
    <w:rsid w:val="00633A09"/>
    <w:rsid w:val="00633BA4"/>
    <w:rsid w:val="00633BA9"/>
    <w:rsid w:val="00633E07"/>
    <w:rsid w:val="006342E5"/>
    <w:rsid w:val="00634A1E"/>
    <w:rsid w:val="00634C19"/>
    <w:rsid w:val="00634C93"/>
    <w:rsid w:val="00635EDB"/>
    <w:rsid w:val="0063606F"/>
    <w:rsid w:val="00636382"/>
    <w:rsid w:val="006378B5"/>
    <w:rsid w:val="006378F7"/>
    <w:rsid w:val="00640C15"/>
    <w:rsid w:val="00640D4C"/>
    <w:rsid w:val="00641BA2"/>
    <w:rsid w:val="006427C0"/>
    <w:rsid w:val="006427DC"/>
    <w:rsid w:val="00642F61"/>
    <w:rsid w:val="00643969"/>
    <w:rsid w:val="00643A59"/>
    <w:rsid w:val="00643D71"/>
    <w:rsid w:val="00645B47"/>
    <w:rsid w:val="00645BE8"/>
    <w:rsid w:val="006463D0"/>
    <w:rsid w:val="0064649D"/>
    <w:rsid w:val="006465D0"/>
    <w:rsid w:val="00647772"/>
    <w:rsid w:val="00650C54"/>
    <w:rsid w:val="00651029"/>
    <w:rsid w:val="00651AD0"/>
    <w:rsid w:val="00651B07"/>
    <w:rsid w:val="006523C0"/>
    <w:rsid w:val="00652F60"/>
    <w:rsid w:val="0065332C"/>
    <w:rsid w:val="0065345F"/>
    <w:rsid w:val="00654028"/>
    <w:rsid w:val="00654350"/>
    <w:rsid w:val="0065587E"/>
    <w:rsid w:val="00655A4B"/>
    <w:rsid w:val="00656606"/>
    <w:rsid w:val="00656668"/>
    <w:rsid w:val="0065678A"/>
    <w:rsid w:val="00656D98"/>
    <w:rsid w:val="00656DE6"/>
    <w:rsid w:val="00656F6F"/>
    <w:rsid w:val="006578F0"/>
    <w:rsid w:val="00657FC4"/>
    <w:rsid w:val="0066026C"/>
    <w:rsid w:val="006605B9"/>
    <w:rsid w:val="00660667"/>
    <w:rsid w:val="00661601"/>
    <w:rsid w:val="00661680"/>
    <w:rsid w:val="00661918"/>
    <w:rsid w:val="006622C0"/>
    <w:rsid w:val="006623F9"/>
    <w:rsid w:val="00662D02"/>
    <w:rsid w:val="00662ECB"/>
    <w:rsid w:val="00664045"/>
    <w:rsid w:val="00664BFB"/>
    <w:rsid w:val="0066562C"/>
    <w:rsid w:val="00665937"/>
    <w:rsid w:val="00665A95"/>
    <w:rsid w:val="00665FE7"/>
    <w:rsid w:val="00666C79"/>
    <w:rsid w:val="00667B22"/>
    <w:rsid w:val="00667F1C"/>
    <w:rsid w:val="00670102"/>
    <w:rsid w:val="006705D7"/>
    <w:rsid w:val="00670F1A"/>
    <w:rsid w:val="0067175E"/>
    <w:rsid w:val="0067221F"/>
    <w:rsid w:val="006723F5"/>
    <w:rsid w:val="0067259E"/>
    <w:rsid w:val="006731C6"/>
    <w:rsid w:val="00673234"/>
    <w:rsid w:val="006733B2"/>
    <w:rsid w:val="00673AD0"/>
    <w:rsid w:val="006748DD"/>
    <w:rsid w:val="00674E97"/>
    <w:rsid w:val="00674EB2"/>
    <w:rsid w:val="0067578C"/>
    <w:rsid w:val="00675EAA"/>
    <w:rsid w:val="006761C1"/>
    <w:rsid w:val="006765A8"/>
    <w:rsid w:val="0067674C"/>
    <w:rsid w:val="006767DE"/>
    <w:rsid w:val="00676826"/>
    <w:rsid w:val="006769F9"/>
    <w:rsid w:val="0067724E"/>
    <w:rsid w:val="006774AA"/>
    <w:rsid w:val="00677BCD"/>
    <w:rsid w:val="006802B6"/>
    <w:rsid w:val="006805D3"/>
    <w:rsid w:val="00680710"/>
    <w:rsid w:val="00680E85"/>
    <w:rsid w:val="00681084"/>
    <w:rsid w:val="006810E9"/>
    <w:rsid w:val="006812F7"/>
    <w:rsid w:val="0068297C"/>
    <w:rsid w:val="00682ACF"/>
    <w:rsid w:val="00682B5F"/>
    <w:rsid w:val="00682D48"/>
    <w:rsid w:val="00682FFB"/>
    <w:rsid w:val="0068385C"/>
    <w:rsid w:val="00683C5A"/>
    <w:rsid w:val="00683CF3"/>
    <w:rsid w:val="00684D4D"/>
    <w:rsid w:val="006858B1"/>
    <w:rsid w:val="00685D79"/>
    <w:rsid w:val="00686164"/>
    <w:rsid w:val="00686D85"/>
    <w:rsid w:val="006871CF"/>
    <w:rsid w:val="00687AA0"/>
    <w:rsid w:val="00690121"/>
    <w:rsid w:val="006906CE"/>
    <w:rsid w:val="00690752"/>
    <w:rsid w:val="006908CB"/>
    <w:rsid w:val="00691384"/>
    <w:rsid w:val="006932E8"/>
    <w:rsid w:val="00693DF1"/>
    <w:rsid w:val="00693EDD"/>
    <w:rsid w:val="0069401C"/>
    <w:rsid w:val="0069410D"/>
    <w:rsid w:val="00694673"/>
    <w:rsid w:val="00694A3F"/>
    <w:rsid w:val="006958F0"/>
    <w:rsid w:val="0069625E"/>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A71"/>
    <w:rsid w:val="006A2CF4"/>
    <w:rsid w:val="006A301D"/>
    <w:rsid w:val="006A3823"/>
    <w:rsid w:val="006A3F3B"/>
    <w:rsid w:val="006A3F4A"/>
    <w:rsid w:val="006A7751"/>
    <w:rsid w:val="006A7C88"/>
    <w:rsid w:val="006B0E6C"/>
    <w:rsid w:val="006B128F"/>
    <w:rsid w:val="006B1DB3"/>
    <w:rsid w:val="006B2B71"/>
    <w:rsid w:val="006B388A"/>
    <w:rsid w:val="006B3DDB"/>
    <w:rsid w:val="006B3F5B"/>
    <w:rsid w:val="006B4048"/>
    <w:rsid w:val="006B4DD7"/>
    <w:rsid w:val="006B4F2C"/>
    <w:rsid w:val="006B52A4"/>
    <w:rsid w:val="006B5542"/>
    <w:rsid w:val="006B5A8B"/>
    <w:rsid w:val="006B5C4C"/>
    <w:rsid w:val="006B69AD"/>
    <w:rsid w:val="006B73A3"/>
    <w:rsid w:val="006B75B5"/>
    <w:rsid w:val="006B7C97"/>
    <w:rsid w:val="006B7CFF"/>
    <w:rsid w:val="006B7D53"/>
    <w:rsid w:val="006B7F3E"/>
    <w:rsid w:val="006C0375"/>
    <w:rsid w:val="006C0681"/>
    <w:rsid w:val="006C3026"/>
    <w:rsid w:val="006C3419"/>
    <w:rsid w:val="006C493C"/>
    <w:rsid w:val="006C571C"/>
    <w:rsid w:val="006C7027"/>
    <w:rsid w:val="006C70F5"/>
    <w:rsid w:val="006C75CE"/>
    <w:rsid w:val="006C7738"/>
    <w:rsid w:val="006C7CE8"/>
    <w:rsid w:val="006D1115"/>
    <w:rsid w:val="006D2592"/>
    <w:rsid w:val="006D2899"/>
    <w:rsid w:val="006D2916"/>
    <w:rsid w:val="006D29F2"/>
    <w:rsid w:val="006D3233"/>
    <w:rsid w:val="006D42EB"/>
    <w:rsid w:val="006D53EA"/>
    <w:rsid w:val="006D55C4"/>
    <w:rsid w:val="006D5B49"/>
    <w:rsid w:val="006D5D21"/>
    <w:rsid w:val="006D6065"/>
    <w:rsid w:val="006D6521"/>
    <w:rsid w:val="006D73BA"/>
    <w:rsid w:val="006D7420"/>
    <w:rsid w:val="006D76B0"/>
    <w:rsid w:val="006D7717"/>
    <w:rsid w:val="006D796E"/>
    <w:rsid w:val="006D7D5B"/>
    <w:rsid w:val="006E0729"/>
    <w:rsid w:val="006E1109"/>
    <w:rsid w:val="006E1426"/>
    <w:rsid w:val="006E14C9"/>
    <w:rsid w:val="006E22C9"/>
    <w:rsid w:val="006E242D"/>
    <w:rsid w:val="006E26A3"/>
    <w:rsid w:val="006E3484"/>
    <w:rsid w:val="006E3C94"/>
    <w:rsid w:val="006E4897"/>
    <w:rsid w:val="006E48B5"/>
    <w:rsid w:val="006E5087"/>
    <w:rsid w:val="006E59FA"/>
    <w:rsid w:val="006E6018"/>
    <w:rsid w:val="006E76D5"/>
    <w:rsid w:val="006F0578"/>
    <w:rsid w:val="006F0717"/>
    <w:rsid w:val="006F0B35"/>
    <w:rsid w:val="006F13CC"/>
    <w:rsid w:val="006F25F4"/>
    <w:rsid w:val="006F32C5"/>
    <w:rsid w:val="006F374E"/>
    <w:rsid w:val="006F3900"/>
    <w:rsid w:val="006F3943"/>
    <w:rsid w:val="006F46C5"/>
    <w:rsid w:val="006F572A"/>
    <w:rsid w:val="006F5A2C"/>
    <w:rsid w:val="006F6B31"/>
    <w:rsid w:val="006F6BB7"/>
    <w:rsid w:val="006F7085"/>
    <w:rsid w:val="0070085C"/>
    <w:rsid w:val="00701885"/>
    <w:rsid w:val="00702221"/>
    <w:rsid w:val="00702FDF"/>
    <w:rsid w:val="00703CD2"/>
    <w:rsid w:val="00703E38"/>
    <w:rsid w:val="00704476"/>
    <w:rsid w:val="00704556"/>
    <w:rsid w:val="00704AC8"/>
    <w:rsid w:val="00704C62"/>
    <w:rsid w:val="007050FE"/>
    <w:rsid w:val="00705CB8"/>
    <w:rsid w:val="00705CC4"/>
    <w:rsid w:val="007067FC"/>
    <w:rsid w:val="00706877"/>
    <w:rsid w:val="007069E6"/>
    <w:rsid w:val="007070F9"/>
    <w:rsid w:val="007076F8"/>
    <w:rsid w:val="00707946"/>
    <w:rsid w:val="00707D96"/>
    <w:rsid w:val="00710B68"/>
    <w:rsid w:val="00710D53"/>
    <w:rsid w:val="0071119A"/>
    <w:rsid w:val="007112CD"/>
    <w:rsid w:val="00711FDE"/>
    <w:rsid w:val="00712193"/>
    <w:rsid w:val="0071219C"/>
    <w:rsid w:val="007123BA"/>
    <w:rsid w:val="007125BC"/>
    <w:rsid w:val="007125F2"/>
    <w:rsid w:val="00712FA2"/>
    <w:rsid w:val="00713392"/>
    <w:rsid w:val="00713888"/>
    <w:rsid w:val="00713B60"/>
    <w:rsid w:val="007142EE"/>
    <w:rsid w:val="00714366"/>
    <w:rsid w:val="0071544B"/>
    <w:rsid w:val="00715C88"/>
    <w:rsid w:val="0071612A"/>
    <w:rsid w:val="00721F93"/>
    <w:rsid w:val="00723118"/>
    <w:rsid w:val="007235DA"/>
    <w:rsid w:val="00723A85"/>
    <w:rsid w:val="00723C97"/>
    <w:rsid w:val="00723CD9"/>
    <w:rsid w:val="007241FF"/>
    <w:rsid w:val="0072459B"/>
    <w:rsid w:val="007258E4"/>
    <w:rsid w:val="007259EB"/>
    <w:rsid w:val="007262AC"/>
    <w:rsid w:val="0072727C"/>
    <w:rsid w:val="007273CD"/>
    <w:rsid w:val="007276A7"/>
    <w:rsid w:val="00727F2D"/>
    <w:rsid w:val="0073001B"/>
    <w:rsid w:val="007300EC"/>
    <w:rsid w:val="00730469"/>
    <w:rsid w:val="0073073E"/>
    <w:rsid w:val="007309CB"/>
    <w:rsid w:val="0073114A"/>
    <w:rsid w:val="0073138E"/>
    <w:rsid w:val="00731972"/>
    <w:rsid w:val="00732229"/>
    <w:rsid w:val="00732E6E"/>
    <w:rsid w:val="00732EE8"/>
    <w:rsid w:val="00732F16"/>
    <w:rsid w:val="0073303E"/>
    <w:rsid w:val="00733934"/>
    <w:rsid w:val="00733B57"/>
    <w:rsid w:val="00734614"/>
    <w:rsid w:val="0073489C"/>
    <w:rsid w:val="007351E2"/>
    <w:rsid w:val="00735503"/>
    <w:rsid w:val="007358A7"/>
    <w:rsid w:val="00735D6D"/>
    <w:rsid w:val="00735DA6"/>
    <w:rsid w:val="0073630F"/>
    <w:rsid w:val="00736C41"/>
    <w:rsid w:val="00737344"/>
    <w:rsid w:val="007378EB"/>
    <w:rsid w:val="007402C2"/>
    <w:rsid w:val="00740FF4"/>
    <w:rsid w:val="00741748"/>
    <w:rsid w:val="00741F0D"/>
    <w:rsid w:val="0074247E"/>
    <w:rsid w:val="007433C4"/>
    <w:rsid w:val="0074405D"/>
    <w:rsid w:val="00744119"/>
    <w:rsid w:val="007453DE"/>
    <w:rsid w:val="00745F57"/>
    <w:rsid w:val="007461AB"/>
    <w:rsid w:val="007465EB"/>
    <w:rsid w:val="00746767"/>
    <w:rsid w:val="00747B32"/>
    <w:rsid w:val="00747C77"/>
    <w:rsid w:val="00747DA2"/>
    <w:rsid w:val="00750D92"/>
    <w:rsid w:val="00751A9D"/>
    <w:rsid w:val="00751C46"/>
    <w:rsid w:val="0075282C"/>
    <w:rsid w:val="00752E56"/>
    <w:rsid w:val="00753122"/>
    <w:rsid w:val="00753139"/>
    <w:rsid w:val="00753172"/>
    <w:rsid w:val="007532A3"/>
    <w:rsid w:val="00753E32"/>
    <w:rsid w:val="00754542"/>
    <w:rsid w:val="00755525"/>
    <w:rsid w:val="0075553C"/>
    <w:rsid w:val="0075561D"/>
    <w:rsid w:val="00755A14"/>
    <w:rsid w:val="00755FD9"/>
    <w:rsid w:val="00756103"/>
    <w:rsid w:val="00756333"/>
    <w:rsid w:val="00757A95"/>
    <w:rsid w:val="00760084"/>
    <w:rsid w:val="00760144"/>
    <w:rsid w:val="00760A4E"/>
    <w:rsid w:val="00760B19"/>
    <w:rsid w:val="00760B82"/>
    <w:rsid w:val="00761D5B"/>
    <w:rsid w:val="00762038"/>
    <w:rsid w:val="0076246D"/>
    <w:rsid w:val="00762705"/>
    <w:rsid w:val="007628C1"/>
    <w:rsid w:val="0076292B"/>
    <w:rsid w:val="00762D2F"/>
    <w:rsid w:val="00763C56"/>
    <w:rsid w:val="00763F00"/>
    <w:rsid w:val="0076455B"/>
    <w:rsid w:val="007650F1"/>
    <w:rsid w:val="00765513"/>
    <w:rsid w:val="007666E1"/>
    <w:rsid w:val="00766D00"/>
    <w:rsid w:val="00766EBB"/>
    <w:rsid w:val="00767080"/>
    <w:rsid w:val="00767DD5"/>
    <w:rsid w:val="00767E96"/>
    <w:rsid w:val="007701AA"/>
    <w:rsid w:val="00770377"/>
    <w:rsid w:val="0077073A"/>
    <w:rsid w:val="007719B0"/>
    <w:rsid w:val="00771BDD"/>
    <w:rsid w:val="007721A3"/>
    <w:rsid w:val="00772673"/>
    <w:rsid w:val="0077311D"/>
    <w:rsid w:val="00773864"/>
    <w:rsid w:val="00773F92"/>
    <w:rsid w:val="007744E6"/>
    <w:rsid w:val="00774AA7"/>
    <w:rsid w:val="00774F7E"/>
    <w:rsid w:val="00775D34"/>
    <w:rsid w:val="00775DAD"/>
    <w:rsid w:val="00776AA0"/>
    <w:rsid w:val="00776BAF"/>
    <w:rsid w:val="0077737B"/>
    <w:rsid w:val="00777D07"/>
    <w:rsid w:val="00777EAB"/>
    <w:rsid w:val="00780135"/>
    <w:rsid w:val="007809D2"/>
    <w:rsid w:val="00781FF4"/>
    <w:rsid w:val="00782249"/>
    <w:rsid w:val="00782364"/>
    <w:rsid w:val="00782969"/>
    <w:rsid w:val="00782975"/>
    <w:rsid w:val="00783C9A"/>
    <w:rsid w:val="00783DE6"/>
    <w:rsid w:val="00783F45"/>
    <w:rsid w:val="007842B0"/>
    <w:rsid w:val="007857C9"/>
    <w:rsid w:val="007862F9"/>
    <w:rsid w:val="0078672A"/>
    <w:rsid w:val="00786B88"/>
    <w:rsid w:val="007871C3"/>
    <w:rsid w:val="00787A06"/>
    <w:rsid w:val="0079115A"/>
    <w:rsid w:val="00791208"/>
    <w:rsid w:val="0079122E"/>
    <w:rsid w:val="007915C7"/>
    <w:rsid w:val="0079199D"/>
    <w:rsid w:val="00791D46"/>
    <w:rsid w:val="007920C6"/>
    <w:rsid w:val="0079279C"/>
    <w:rsid w:val="00792A14"/>
    <w:rsid w:val="00792A77"/>
    <w:rsid w:val="00792C9F"/>
    <w:rsid w:val="00792CA9"/>
    <w:rsid w:val="0079345E"/>
    <w:rsid w:val="0079412C"/>
    <w:rsid w:val="0079429D"/>
    <w:rsid w:val="0079439D"/>
    <w:rsid w:val="00794459"/>
    <w:rsid w:val="007945F1"/>
    <w:rsid w:val="007955FA"/>
    <w:rsid w:val="00795F0D"/>
    <w:rsid w:val="007963D1"/>
    <w:rsid w:val="00797672"/>
    <w:rsid w:val="00797A69"/>
    <w:rsid w:val="007A032C"/>
    <w:rsid w:val="007A0826"/>
    <w:rsid w:val="007A0977"/>
    <w:rsid w:val="007A12E5"/>
    <w:rsid w:val="007A1AA9"/>
    <w:rsid w:val="007A242B"/>
    <w:rsid w:val="007A2AEE"/>
    <w:rsid w:val="007A323C"/>
    <w:rsid w:val="007A3592"/>
    <w:rsid w:val="007A3921"/>
    <w:rsid w:val="007A41BA"/>
    <w:rsid w:val="007A4F28"/>
    <w:rsid w:val="007A52D2"/>
    <w:rsid w:val="007A545A"/>
    <w:rsid w:val="007A54EA"/>
    <w:rsid w:val="007A5AC1"/>
    <w:rsid w:val="007A5AE3"/>
    <w:rsid w:val="007A5FFF"/>
    <w:rsid w:val="007A634B"/>
    <w:rsid w:val="007A6D22"/>
    <w:rsid w:val="007A6E75"/>
    <w:rsid w:val="007A70C2"/>
    <w:rsid w:val="007A74BA"/>
    <w:rsid w:val="007A798A"/>
    <w:rsid w:val="007B02A7"/>
    <w:rsid w:val="007B048F"/>
    <w:rsid w:val="007B087C"/>
    <w:rsid w:val="007B1A71"/>
    <w:rsid w:val="007B2AE3"/>
    <w:rsid w:val="007B2C52"/>
    <w:rsid w:val="007B2EEA"/>
    <w:rsid w:val="007B30A8"/>
    <w:rsid w:val="007B352B"/>
    <w:rsid w:val="007B4E62"/>
    <w:rsid w:val="007B628C"/>
    <w:rsid w:val="007B686B"/>
    <w:rsid w:val="007B6FB9"/>
    <w:rsid w:val="007B7471"/>
    <w:rsid w:val="007B7502"/>
    <w:rsid w:val="007C04DC"/>
    <w:rsid w:val="007C181E"/>
    <w:rsid w:val="007C2DC3"/>
    <w:rsid w:val="007C32DA"/>
    <w:rsid w:val="007C3A9B"/>
    <w:rsid w:val="007C5157"/>
    <w:rsid w:val="007C5600"/>
    <w:rsid w:val="007C57F5"/>
    <w:rsid w:val="007C5B0E"/>
    <w:rsid w:val="007C604F"/>
    <w:rsid w:val="007C666A"/>
    <w:rsid w:val="007C6899"/>
    <w:rsid w:val="007C7B59"/>
    <w:rsid w:val="007C7D15"/>
    <w:rsid w:val="007D0893"/>
    <w:rsid w:val="007D0D5F"/>
    <w:rsid w:val="007D1A09"/>
    <w:rsid w:val="007D1F81"/>
    <w:rsid w:val="007D2187"/>
    <w:rsid w:val="007D2707"/>
    <w:rsid w:val="007D2849"/>
    <w:rsid w:val="007D3336"/>
    <w:rsid w:val="007D3412"/>
    <w:rsid w:val="007D343A"/>
    <w:rsid w:val="007D3B1E"/>
    <w:rsid w:val="007D40DC"/>
    <w:rsid w:val="007D41FA"/>
    <w:rsid w:val="007D5060"/>
    <w:rsid w:val="007D5097"/>
    <w:rsid w:val="007D59FE"/>
    <w:rsid w:val="007D5B26"/>
    <w:rsid w:val="007D63A2"/>
    <w:rsid w:val="007D6C53"/>
    <w:rsid w:val="007D6DB3"/>
    <w:rsid w:val="007D6F6D"/>
    <w:rsid w:val="007D71AD"/>
    <w:rsid w:val="007D7B08"/>
    <w:rsid w:val="007E03C4"/>
    <w:rsid w:val="007E11E9"/>
    <w:rsid w:val="007E145D"/>
    <w:rsid w:val="007E182F"/>
    <w:rsid w:val="007E1D6C"/>
    <w:rsid w:val="007E2267"/>
    <w:rsid w:val="007E2337"/>
    <w:rsid w:val="007E24C8"/>
    <w:rsid w:val="007E26FE"/>
    <w:rsid w:val="007E2856"/>
    <w:rsid w:val="007E308E"/>
    <w:rsid w:val="007E3633"/>
    <w:rsid w:val="007E3FDD"/>
    <w:rsid w:val="007E41A0"/>
    <w:rsid w:val="007E46CC"/>
    <w:rsid w:val="007E476B"/>
    <w:rsid w:val="007E5624"/>
    <w:rsid w:val="007E60AE"/>
    <w:rsid w:val="007E616F"/>
    <w:rsid w:val="007E62BC"/>
    <w:rsid w:val="007E759E"/>
    <w:rsid w:val="007F008B"/>
    <w:rsid w:val="007F0E27"/>
    <w:rsid w:val="007F11A0"/>
    <w:rsid w:val="007F1354"/>
    <w:rsid w:val="007F1C52"/>
    <w:rsid w:val="007F2143"/>
    <w:rsid w:val="007F216B"/>
    <w:rsid w:val="007F2F16"/>
    <w:rsid w:val="007F39E7"/>
    <w:rsid w:val="007F3CDE"/>
    <w:rsid w:val="007F3F41"/>
    <w:rsid w:val="007F4E2B"/>
    <w:rsid w:val="007F4F79"/>
    <w:rsid w:val="007F6683"/>
    <w:rsid w:val="007F7070"/>
    <w:rsid w:val="007F7F0A"/>
    <w:rsid w:val="0080018D"/>
    <w:rsid w:val="00800B23"/>
    <w:rsid w:val="008021FF"/>
    <w:rsid w:val="00802753"/>
    <w:rsid w:val="00803D3E"/>
    <w:rsid w:val="00804469"/>
    <w:rsid w:val="00805798"/>
    <w:rsid w:val="00805A6E"/>
    <w:rsid w:val="00805CD9"/>
    <w:rsid w:val="00805F1F"/>
    <w:rsid w:val="00806D43"/>
    <w:rsid w:val="00806D8D"/>
    <w:rsid w:val="00807551"/>
    <w:rsid w:val="00807788"/>
    <w:rsid w:val="00807BB1"/>
    <w:rsid w:val="008103AC"/>
    <w:rsid w:val="00810449"/>
    <w:rsid w:val="00810924"/>
    <w:rsid w:val="00810C7C"/>
    <w:rsid w:val="00812813"/>
    <w:rsid w:val="00812FBA"/>
    <w:rsid w:val="00813842"/>
    <w:rsid w:val="00813CEC"/>
    <w:rsid w:val="00815561"/>
    <w:rsid w:val="0081590B"/>
    <w:rsid w:val="00816006"/>
    <w:rsid w:val="0081607D"/>
    <w:rsid w:val="00816EB7"/>
    <w:rsid w:val="008179FB"/>
    <w:rsid w:val="00817A6D"/>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41D"/>
    <w:rsid w:val="00826A4D"/>
    <w:rsid w:val="00827071"/>
    <w:rsid w:val="00830E39"/>
    <w:rsid w:val="0083141E"/>
    <w:rsid w:val="00832297"/>
    <w:rsid w:val="0083290B"/>
    <w:rsid w:val="00832CA7"/>
    <w:rsid w:val="00832F87"/>
    <w:rsid w:val="00833274"/>
    <w:rsid w:val="008340CA"/>
    <w:rsid w:val="0083451F"/>
    <w:rsid w:val="008346F7"/>
    <w:rsid w:val="00835247"/>
    <w:rsid w:val="0083546B"/>
    <w:rsid w:val="008377CE"/>
    <w:rsid w:val="00837E50"/>
    <w:rsid w:val="008403B9"/>
    <w:rsid w:val="0084046F"/>
    <w:rsid w:val="00840626"/>
    <w:rsid w:val="00840A56"/>
    <w:rsid w:val="0084158C"/>
    <w:rsid w:val="0084205D"/>
    <w:rsid w:val="0084213A"/>
    <w:rsid w:val="00842B1A"/>
    <w:rsid w:val="00842E53"/>
    <w:rsid w:val="00843690"/>
    <w:rsid w:val="0084381E"/>
    <w:rsid w:val="008440FF"/>
    <w:rsid w:val="0084471B"/>
    <w:rsid w:val="00845CD0"/>
    <w:rsid w:val="008468C6"/>
    <w:rsid w:val="00847388"/>
    <w:rsid w:val="0084745F"/>
    <w:rsid w:val="00847B3D"/>
    <w:rsid w:val="00847D70"/>
    <w:rsid w:val="0085050E"/>
    <w:rsid w:val="00850725"/>
    <w:rsid w:val="008515E9"/>
    <w:rsid w:val="00851665"/>
    <w:rsid w:val="00851E86"/>
    <w:rsid w:val="008529A2"/>
    <w:rsid w:val="00852E7B"/>
    <w:rsid w:val="0085416C"/>
    <w:rsid w:val="00854375"/>
    <w:rsid w:val="00855107"/>
    <w:rsid w:val="0085607E"/>
    <w:rsid w:val="0085665B"/>
    <w:rsid w:val="00861D40"/>
    <w:rsid w:val="00861FF7"/>
    <w:rsid w:val="008634E8"/>
    <w:rsid w:val="008638AA"/>
    <w:rsid w:val="00863CF4"/>
    <w:rsid w:val="00864354"/>
    <w:rsid w:val="00864703"/>
    <w:rsid w:val="00864B69"/>
    <w:rsid w:val="00864E98"/>
    <w:rsid w:val="008655BD"/>
    <w:rsid w:val="0086562B"/>
    <w:rsid w:val="008656CC"/>
    <w:rsid w:val="00866AF5"/>
    <w:rsid w:val="00866D26"/>
    <w:rsid w:val="0086754D"/>
    <w:rsid w:val="0086774B"/>
    <w:rsid w:val="008679F5"/>
    <w:rsid w:val="00870719"/>
    <w:rsid w:val="00870DFB"/>
    <w:rsid w:val="0087106D"/>
    <w:rsid w:val="00871453"/>
    <w:rsid w:val="00871F9E"/>
    <w:rsid w:val="008723FC"/>
    <w:rsid w:val="00874847"/>
    <w:rsid w:val="00874DE5"/>
    <w:rsid w:val="00875851"/>
    <w:rsid w:val="008758B2"/>
    <w:rsid w:val="008762D1"/>
    <w:rsid w:val="00877226"/>
    <w:rsid w:val="0087762F"/>
    <w:rsid w:val="008777D3"/>
    <w:rsid w:val="008806E6"/>
    <w:rsid w:val="00880965"/>
    <w:rsid w:val="00880E25"/>
    <w:rsid w:val="0088203D"/>
    <w:rsid w:val="00882449"/>
    <w:rsid w:val="008826C7"/>
    <w:rsid w:val="008832C4"/>
    <w:rsid w:val="008838D5"/>
    <w:rsid w:val="008839BC"/>
    <w:rsid w:val="00883CA7"/>
    <w:rsid w:val="0088452A"/>
    <w:rsid w:val="0088458C"/>
    <w:rsid w:val="00884888"/>
    <w:rsid w:val="0088540B"/>
    <w:rsid w:val="008858AB"/>
    <w:rsid w:val="008865B7"/>
    <w:rsid w:val="00886960"/>
    <w:rsid w:val="00887447"/>
    <w:rsid w:val="00887749"/>
    <w:rsid w:val="00887E3D"/>
    <w:rsid w:val="00890636"/>
    <w:rsid w:val="008906C8"/>
    <w:rsid w:val="008911F8"/>
    <w:rsid w:val="008916AE"/>
    <w:rsid w:val="008918B1"/>
    <w:rsid w:val="00891B92"/>
    <w:rsid w:val="00892022"/>
    <w:rsid w:val="008923CD"/>
    <w:rsid w:val="00892875"/>
    <w:rsid w:val="00892D65"/>
    <w:rsid w:val="008932FD"/>
    <w:rsid w:val="00893F86"/>
    <w:rsid w:val="00894153"/>
    <w:rsid w:val="0089513E"/>
    <w:rsid w:val="00895223"/>
    <w:rsid w:val="008959AB"/>
    <w:rsid w:val="00895DD1"/>
    <w:rsid w:val="00895DE5"/>
    <w:rsid w:val="00896465"/>
    <w:rsid w:val="008965B7"/>
    <w:rsid w:val="00897249"/>
    <w:rsid w:val="00897605"/>
    <w:rsid w:val="00897DFA"/>
    <w:rsid w:val="008A01CA"/>
    <w:rsid w:val="008A03A9"/>
    <w:rsid w:val="008A068D"/>
    <w:rsid w:val="008A09EC"/>
    <w:rsid w:val="008A0EAD"/>
    <w:rsid w:val="008A1086"/>
    <w:rsid w:val="008A151A"/>
    <w:rsid w:val="008A195B"/>
    <w:rsid w:val="008A1E05"/>
    <w:rsid w:val="008A2045"/>
    <w:rsid w:val="008A3D4C"/>
    <w:rsid w:val="008A436F"/>
    <w:rsid w:val="008A46B2"/>
    <w:rsid w:val="008A58ED"/>
    <w:rsid w:val="008A59B1"/>
    <w:rsid w:val="008A5ACE"/>
    <w:rsid w:val="008A6419"/>
    <w:rsid w:val="008A6687"/>
    <w:rsid w:val="008A74AC"/>
    <w:rsid w:val="008A751A"/>
    <w:rsid w:val="008A7741"/>
    <w:rsid w:val="008A784B"/>
    <w:rsid w:val="008A79DB"/>
    <w:rsid w:val="008A7F1E"/>
    <w:rsid w:val="008B0046"/>
    <w:rsid w:val="008B0694"/>
    <w:rsid w:val="008B074D"/>
    <w:rsid w:val="008B11B0"/>
    <w:rsid w:val="008B1AFE"/>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B7BCB"/>
    <w:rsid w:val="008C05CD"/>
    <w:rsid w:val="008C0BC3"/>
    <w:rsid w:val="008C1FDD"/>
    <w:rsid w:val="008C235C"/>
    <w:rsid w:val="008C2A1B"/>
    <w:rsid w:val="008C319A"/>
    <w:rsid w:val="008C412D"/>
    <w:rsid w:val="008C42B7"/>
    <w:rsid w:val="008C4760"/>
    <w:rsid w:val="008C4EFB"/>
    <w:rsid w:val="008C503A"/>
    <w:rsid w:val="008C55B5"/>
    <w:rsid w:val="008C5BD1"/>
    <w:rsid w:val="008C5CBB"/>
    <w:rsid w:val="008C6A00"/>
    <w:rsid w:val="008C7DA0"/>
    <w:rsid w:val="008D0161"/>
    <w:rsid w:val="008D08AB"/>
    <w:rsid w:val="008D1707"/>
    <w:rsid w:val="008D1937"/>
    <w:rsid w:val="008D1CDF"/>
    <w:rsid w:val="008D2366"/>
    <w:rsid w:val="008D3075"/>
    <w:rsid w:val="008D3172"/>
    <w:rsid w:val="008D3338"/>
    <w:rsid w:val="008D4312"/>
    <w:rsid w:val="008D478E"/>
    <w:rsid w:val="008D49A3"/>
    <w:rsid w:val="008D4AA9"/>
    <w:rsid w:val="008D4E62"/>
    <w:rsid w:val="008D5291"/>
    <w:rsid w:val="008D599D"/>
    <w:rsid w:val="008D61B6"/>
    <w:rsid w:val="008D6229"/>
    <w:rsid w:val="008D642E"/>
    <w:rsid w:val="008D6B4F"/>
    <w:rsid w:val="008D6BCD"/>
    <w:rsid w:val="008D6C29"/>
    <w:rsid w:val="008D7308"/>
    <w:rsid w:val="008D74DB"/>
    <w:rsid w:val="008D7631"/>
    <w:rsid w:val="008D7990"/>
    <w:rsid w:val="008D7AB9"/>
    <w:rsid w:val="008D7CF7"/>
    <w:rsid w:val="008E0167"/>
    <w:rsid w:val="008E07AC"/>
    <w:rsid w:val="008E0894"/>
    <w:rsid w:val="008E1BC9"/>
    <w:rsid w:val="008E1D41"/>
    <w:rsid w:val="008E2075"/>
    <w:rsid w:val="008E2C08"/>
    <w:rsid w:val="008E2F2C"/>
    <w:rsid w:val="008E3565"/>
    <w:rsid w:val="008E3A58"/>
    <w:rsid w:val="008E42E2"/>
    <w:rsid w:val="008E5F5E"/>
    <w:rsid w:val="008E610F"/>
    <w:rsid w:val="008E662E"/>
    <w:rsid w:val="008E6D0B"/>
    <w:rsid w:val="008E748F"/>
    <w:rsid w:val="008F0CBC"/>
    <w:rsid w:val="008F13C2"/>
    <w:rsid w:val="008F15AA"/>
    <w:rsid w:val="008F27B1"/>
    <w:rsid w:val="008F3230"/>
    <w:rsid w:val="008F337C"/>
    <w:rsid w:val="008F3518"/>
    <w:rsid w:val="008F5026"/>
    <w:rsid w:val="008F5216"/>
    <w:rsid w:val="008F5352"/>
    <w:rsid w:val="008F5410"/>
    <w:rsid w:val="008F5E68"/>
    <w:rsid w:val="008F6009"/>
    <w:rsid w:val="008F61F0"/>
    <w:rsid w:val="008F64DE"/>
    <w:rsid w:val="008F6780"/>
    <w:rsid w:val="008F712D"/>
    <w:rsid w:val="008F76E6"/>
    <w:rsid w:val="008F7768"/>
    <w:rsid w:val="008F7939"/>
    <w:rsid w:val="008F79A9"/>
    <w:rsid w:val="00900210"/>
    <w:rsid w:val="0090125E"/>
    <w:rsid w:val="0090130A"/>
    <w:rsid w:val="0090224B"/>
    <w:rsid w:val="009026C3"/>
    <w:rsid w:val="009026F0"/>
    <w:rsid w:val="00902735"/>
    <w:rsid w:val="009028DB"/>
    <w:rsid w:val="00903795"/>
    <w:rsid w:val="00903946"/>
    <w:rsid w:val="009046B6"/>
    <w:rsid w:val="00904749"/>
    <w:rsid w:val="00904A16"/>
    <w:rsid w:val="00905476"/>
    <w:rsid w:val="009059A4"/>
    <w:rsid w:val="0090619D"/>
    <w:rsid w:val="009064C0"/>
    <w:rsid w:val="0090694D"/>
    <w:rsid w:val="00907D3B"/>
    <w:rsid w:val="00910928"/>
    <w:rsid w:val="00910C74"/>
    <w:rsid w:val="00911A45"/>
    <w:rsid w:val="00911D9F"/>
    <w:rsid w:val="00912435"/>
    <w:rsid w:val="00912675"/>
    <w:rsid w:val="00912B9C"/>
    <w:rsid w:val="00912C49"/>
    <w:rsid w:val="00912FC9"/>
    <w:rsid w:val="0091342B"/>
    <w:rsid w:val="00913ACE"/>
    <w:rsid w:val="00913B29"/>
    <w:rsid w:val="009140E8"/>
    <w:rsid w:val="00914D38"/>
    <w:rsid w:val="00915CB2"/>
    <w:rsid w:val="009160ED"/>
    <w:rsid w:val="00916952"/>
    <w:rsid w:val="009170AB"/>
    <w:rsid w:val="0091772B"/>
    <w:rsid w:val="00917B88"/>
    <w:rsid w:val="00917F16"/>
    <w:rsid w:val="00920DF4"/>
    <w:rsid w:val="00921256"/>
    <w:rsid w:val="0092134F"/>
    <w:rsid w:val="009214B4"/>
    <w:rsid w:val="00922122"/>
    <w:rsid w:val="00922C35"/>
    <w:rsid w:val="0092308E"/>
    <w:rsid w:val="009233FC"/>
    <w:rsid w:val="00923BF4"/>
    <w:rsid w:val="00923CD1"/>
    <w:rsid w:val="00923DA2"/>
    <w:rsid w:val="00925079"/>
    <w:rsid w:val="009256CD"/>
    <w:rsid w:val="0092598F"/>
    <w:rsid w:val="00925B5B"/>
    <w:rsid w:val="00925E34"/>
    <w:rsid w:val="00926053"/>
    <w:rsid w:val="00926305"/>
    <w:rsid w:val="009266A2"/>
    <w:rsid w:val="009271EE"/>
    <w:rsid w:val="009272DF"/>
    <w:rsid w:val="00927A62"/>
    <w:rsid w:val="00927E4E"/>
    <w:rsid w:val="00930230"/>
    <w:rsid w:val="009305B4"/>
    <w:rsid w:val="00930EF5"/>
    <w:rsid w:val="00931BBB"/>
    <w:rsid w:val="00931F11"/>
    <w:rsid w:val="00932389"/>
    <w:rsid w:val="00932689"/>
    <w:rsid w:val="00932853"/>
    <w:rsid w:val="00932CDD"/>
    <w:rsid w:val="00932DB5"/>
    <w:rsid w:val="00932DC1"/>
    <w:rsid w:val="00932DC7"/>
    <w:rsid w:val="0093336D"/>
    <w:rsid w:val="0093337F"/>
    <w:rsid w:val="0093442C"/>
    <w:rsid w:val="00934521"/>
    <w:rsid w:val="0093455F"/>
    <w:rsid w:val="00934714"/>
    <w:rsid w:val="00934878"/>
    <w:rsid w:val="00935122"/>
    <w:rsid w:val="009359E1"/>
    <w:rsid w:val="00936601"/>
    <w:rsid w:val="009366CC"/>
    <w:rsid w:val="009369A5"/>
    <w:rsid w:val="009372E4"/>
    <w:rsid w:val="00937489"/>
    <w:rsid w:val="009379AC"/>
    <w:rsid w:val="00940001"/>
    <w:rsid w:val="0094048C"/>
    <w:rsid w:val="0094095D"/>
    <w:rsid w:val="0094137D"/>
    <w:rsid w:val="00941459"/>
    <w:rsid w:val="00942E63"/>
    <w:rsid w:val="009437BA"/>
    <w:rsid w:val="00943847"/>
    <w:rsid w:val="009447C0"/>
    <w:rsid w:val="00944A4A"/>
    <w:rsid w:val="00945709"/>
    <w:rsid w:val="009465F2"/>
    <w:rsid w:val="00946BA8"/>
    <w:rsid w:val="00946C1B"/>
    <w:rsid w:val="00946EE6"/>
    <w:rsid w:val="00946FA3"/>
    <w:rsid w:val="0094760F"/>
    <w:rsid w:val="00947629"/>
    <w:rsid w:val="00947BCA"/>
    <w:rsid w:val="0095009E"/>
    <w:rsid w:val="009504C6"/>
    <w:rsid w:val="00950C25"/>
    <w:rsid w:val="00951306"/>
    <w:rsid w:val="009524B4"/>
    <w:rsid w:val="0095525F"/>
    <w:rsid w:val="0095539C"/>
    <w:rsid w:val="009554B2"/>
    <w:rsid w:val="009556FB"/>
    <w:rsid w:val="009559FA"/>
    <w:rsid w:val="00956239"/>
    <w:rsid w:val="00956502"/>
    <w:rsid w:val="00956790"/>
    <w:rsid w:val="009569F9"/>
    <w:rsid w:val="00956E43"/>
    <w:rsid w:val="009571F3"/>
    <w:rsid w:val="009601F7"/>
    <w:rsid w:val="0096070A"/>
    <w:rsid w:val="00960890"/>
    <w:rsid w:val="00960B17"/>
    <w:rsid w:val="00961516"/>
    <w:rsid w:val="009616B6"/>
    <w:rsid w:val="009620DE"/>
    <w:rsid w:val="00962F20"/>
    <w:rsid w:val="009639A8"/>
    <w:rsid w:val="00964ED1"/>
    <w:rsid w:val="00965DDC"/>
    <w:rsid w:val="0096625D"/>
    <w:rsid w:val="0096701B"/>
    <w:rsid w:val="00970CC1"/>
    <w:rsid w:val="009715BF"/>
    <w:rsid w:val="00971D3A"/>
    <w:rsid w:val="009723F7"/>
    <w:rsid w:val="00972ABB"/>
    <w:rsid w:val="009731BD"/>
    <w:rsid w:val="009739E7"/>
    <w:rsid w:val="0097558C"/>
    <w:rsid w:val="00975DE4"/>
    <w:rsid w:val="00975F3F"/>
    <w:rsid w:val="00976A85"/>
    <w:rsid w:val="00977B56"/>
    <w:rsid w:val="009803F8"/>
    <w:rsid w:val="009804C9"/>
    <w:rsid w:val="00980777"/>
    <w:rsid w:val="00980C5F"/>
    <w:rsid w:val="00980DA4"/>
    <w:rsid w:val="00980FB4"/>
    <w:rsid w:val="00981608"/>
    <w:rsid w:val="00981C7D"/>
    <w:rsid w:val="009838F0"/>
    <w:rsid w:val="00983EB6"/>
    <w:rsid w:val="00984FAB"/>
    <w:rsid w:val="0098505D"/>
    <w:rsid w:val="00985200"/>
    <w:rsid w:val="0098645A"/>
    <w:rsid w:val="009876D6"/>
    <w:rsid w:val="00987880"/>
    <w:rsid w:val="00987C66"/>
    <w:rsid w:val="00987E46"/>
    <w:rsid w:val="00987EE2"/>
    <w:rsid w:val="00990A53"/>
    <w:rsid w:val="009911B4"/>
    <w:rsid w:val="00991D7F"/>
    <w:rsid w:val="00992E82"/>
    <w:rsid w:val="00992FEE"/>
    <w:rsid w:val="009935E8"/>
    <w:rsid w:val="00993AB6"/>
    <w:rsid w:val="009947EF"/>
    <w:rsid w:val="00995F73"/>
    <w:rsid w:val="00996113"/>
    <w:rsid w:val="009962C0"/>
    <w:rsid w:val="00996AFB"/>
    <w:rsid w:val="00997865"/>
    <w:rsid w:val="009A0976"/>
    <w:rsid w:val="009A1B2C"/>
    <w:rsid w:val="009A1EA6"/>
    <w:rsid w:val="009A2217"/>
    <w:rsid w:val="009A2F59"/>
    <w:rsid w:val="009A50E2"/>
    <w:rsid w:val="009A5219"/>
    <w:rsid w:val="009A5D06"/>
    <w:rsid w:val="009A659C"/>
    <w:rsid w:val="009A6676"/>
    <w:rsid w:val="009A7049"/>
    <w:rsid w:val="009A718A"/>
    <w:rsid w:val="009B0596"/>
    <w:rsid w:val="009B1C64"/>
    <w:rsid w:val="009B216C"/>
    <w:rsid w:val="009B244E"/>
    <w:rsid w:val="009B3789"/>
    <w:rsid w:val="009B4881"/>
    <w:rsid w:val="009B4BC5"/>
    <w:rsid w:val="009B4EA7"/>
    <w:rsid w:val="009B4F1C"/>
    <w:rsid w:val="009B527D"/>
    <w:rsid w:val="009B52B7"/>
    <w:rsid w:val="009B580D"/>
    <w:rsid w:val="009B5AFB"/>
    <w:rsid w:val="009B5D80"/>
    <w:rsid w:val="009B6E06"/>
    <w:rsid w:val="009B7B53"/>
    <w:rsid w:val="009C0032"/>
    <w:rsid w:val="009C02E3"/>
    <w:rsid w:val="009C0830"/>
    <w:rsid w:val="009C1641"/>
    <w:rsid w:val="009C173C"/>
    <w:rsid w:val="009C33F2"/>
    <w:rsid w:val="009C39A4"/>
    <w:rsid w:val="009C4532"/>
    <w:rsid w:val="009C45D4"/>
    <w:rsid w:val="009C5B85"/>
    <w:rsid w:val="009C5C0D"/>
    <w:rsid w:val="009C5FC1"/>
    <w:rsid w:val="009C5FF7"/>
    <w:rsid w:val="009C6A02"/>
    <w:rsid w:val="009C7294"/>
    <w:rsid w:val="009D03FE"/>
    <w:rsid w:val="009D09A8"/>
    <w:rsid w:val="009D120C"/>
    <w:rsid w:val="009D15BB"/>
    <w:rsid w:val="009D1F66"/>
    <w:rsid w:val="009D2FDB"/>
    <w:rsid w:val="009D3C68"/>
    <w:rsid w:val="009D3CCC"/>
    <w:rsid w:val="009D3D0C"/>
    <w:rsid w:val="009D3E90"/>
    <w:rsid w:val="009D40E6"/>
    <w:rsid w:val="009D4B6C"/>
    <w:rsid w:val="009D4E33"/>
    <w:rsid w:val="009D53F8"/>
    <w:rsid w:val="009D56B7"/>
    <w:rsid w:val="009D6D64"/>
    <w:rsid w:val="009D7371"/>
    <w:rsid w:val="009D753D"/>
    <w:rsid w:val="009D7542"/>
    <w:rsid w:val="009E0080"/>
    <w:rsid w:val="009E0850"/>
    <w:rsid w:val="009E1183"/>
    <w:rsid w:val="009E205B"/>
    <w:rsid w:val="009E23DB"/>
    <w:rsid w:val="009E3109"/>
    <w:rsid w:val="009E3D37"/>
    <w:rsid w:val="009E3FF3"/>
    <w:rsid w:val="009E4170"/>
    <w:rsid w:val="009E41D9"/>
    <w:rsid w:val="009E44BA"/>
    <w:rsid w:val="009E4E86"/>
    <w:rsid w:val="009E5C9D"/>
    <w:rsid w:val="009E5CA0"/>
    <w:rsid w:val="009E5F84"/>
    <w:rsid w:val="009E6B5D"/>
    <w:rsid w:val="009E72E9"/>
    <w:rsid w:val="009E7386"/>
    <w:rsid w:val="009E7505"/>
    <w:rsid w:val="009E75CE"/>
    <w:rsid w:val="009E791E"/>
    <w:rsid w:val="009F072F"/>
    <w:rsid w:val="009F10B8"/>
    <w:rsid w:val="009F12D1"/>
    <w:rsid w:val="009F13D4"/>
    <w:rsid w:val="009F1AE1"/>
    <w:rsid w:val="009F1DC4"/>
    <w:rsid w:val="009F40CA"/>
    <w:rsid w:val="009F4506"/>
    <w:rsid w:val="009F48F2"/>
    <w:rsid w:val="009F4A21"/>
    <w:rsid w:val="009F4A39"/>
    <w:rsid w:val="009F5009"/>
    <w:rsid w:val="009F5153"/>
    <w:rsid w:val="009F5801"/>
    <w:rsid w:val="009F5F2C"/>
    <w:rsid w:val="009F5FA8"/>
    <w:rsid w:val="009F60CD"/>
    <w:rsid w:val="009F65D8"/>
    <w:rsid w:val="009F67E7"/>
    <w:rsid w:val="009F704C"/>
    <w:rsid w:val="009F775E"/>
    <w:rsid w:val="00A002A0"/>
    <w:rsid w:val="00A00944"/>
    <w:rsid w:val="00A00BD3"/>
    <w:rsid w:val="00A015E1"/>
    <w:rsid w:val="00A01D98"/>
    <w:rsid w:val="00A021D8"/>
    <w:rsid w:val="00A022FD"/>
    <w:rsid w:val="00A0230C"/>
    <w:rsid w:val="00A02353"/>
    <w:rsid w:val="00A02863"/>
    <w:rsid w:val="00A02EB9"/>
    <w:rsid w:val="00A03BAB"/>
    <w:rsid w:val="00A04991"/>
    <w:rsid w:val="00A058C9"/>
    <w:rsid w:val="00A05E77"/>
    <w:rsid w:val="00A06273"/>
    <w:rsid w:val="00A06C2D"/>
    <w:rsid w:val="00A06CFF"/>
    <w:rsid w:val="00A06D5F"/>
    <w:rsid w:val="00A079D1"/>
    <w:rsid w:val="00A07F62"/>
    <w:rsid w:val="00A101D6"/>
    <w:rsid w:val="00A1044D"/>
    <w:rsid w:val="00A110B2"/>
    <w:rsid w:val="00A127B4"/>
    <w:rsid w:val="00A12952"/>
    <w:rsid w:val="00A132D4"/>
    <w:rsid w:val="00A135A9"/>
    <w:rsid w:val="00A13797"/>
    <w:rsid w:val="00A138DD"/>
    <w:rsid w:val="00A13CCF"/>
    <w:rsid w:val="00A143C6"/>
    <w:rsid w:val="00A15414"/>
    <w:rsid w:val="00A15654"/>
    <w:rsid w:val="00A16230"/>
    <w:rsid w:val="00A17C26"/>
    <w:rsid w:val="00A17CDB"/>
    <w:rsid w:val="00A17E1C"/>
    <w:rsid w:val="00A20076"/>
    <w:rsid w:val="00A203FD"/>
    <w:rsid w:val="00A20DF3"/>
    <w:rsid w:val="00A22F81"/>
    <w:rsid w:val="00A22FB6"/>
    <w:rsid w:val="00A23780"/>
    <w:rsid w:val="00A239BF"/>
    <w:rsid w:val="00A23C2D"/>
    <w:rsid w:val="00A241B3"/>
    <w:rsid w:val="00A24655"/>
    <w:rsid w:val="00A24672"/>
    <w:rsid w:val="00A247E9"/>
    <w:rsid w:val="00A24F9A"/>
    <w:rsid w:val="00A25089"/>
    <w:rsid w:val="00A25714"/>
    <w:rsid w:val="00A26417"/>
    <w:rsid w:val="00A267B6"/>
    <w:rsid w:val="00A26EE4"/>
    <w:rsid w:val="00A27CF2"/>
    <w:rsid w:val="00A27E69"/>
    <w:rsid w:val="00A30419"/>
    <w:rsid w:val="00A3074E"/>
    <w:rsid w:val="00A30D52"/>
    <w:rsid w:val="00A30E56"/>
    <w:rsid w:val="00A31951"/>
    <w:rsid w:val="00A31C8C"/>
    <w:rsid w:val="00A32232"/>
    <w:rsid w:val="00A326F9"/>
    <w:rsid w:val="00A32D7F"/>
    <w:rsid w:val="00A32E9B"/>
    <w:rsid w:val="00A32F46"/>
    <w:rsid w:val="00A333EB"/>
    <w:rsid w:val="00A33547"/>
    <w:rsid w:val="00A33585"/>
    <w:rsid w:val="00A33BCA"/>
    <w:rsid w:val="00A33E98"/>
    <w:rsid w:val="00A34C7D"/>
    <w:rsid w:val="00A35273"/>
    <w:rsid w:val="00A35514"/>
    <w:rsid w:val="00A355A4"/>
    <w:rsid w:val="00A35672"/>
    <w:rsid w:val="00A35957"/>
    <w:rsid w:val="00A35B5B"/>
    <w:rsid w:val="00A36476"/>
    <w:rsid w:val="00A36B81"/>
    <w:rsid w:val="00A371CF"/>
    <w:rsid w:val="00A40078"/>
    <w:rsid w:val="00A40143"/>
    <w:rsid w:val="00A4029A"/>
    <w:rsid w:val="00A407FC"/>
    <w:rsid w:val="00A408A7"/>
    <w:rsid w:val="00A40936"/>
    <w:rsid w:val="00A416D2"/>
    <w:rsid w:val="00A41A5A"/>
    <w:rsid w:val="00A41B95"/>
    <w:rsid w:val="00A420FC"/>
    <w:rsid w:val="00A42331"/>
    <w:rsid w:val="00A4281A"/>
    <w:rsid w:val="00A44670"/>
    <w:rsid w:val="00A459AF"/>
    <w:rsid w:val="00A45BFB"/>
    <w:rsid w:val="00A4648A"/>
    <w:rsid w:val="00A46638"/>
    <w:rsid w:val="00A46DAA"/>
    <w:rsid w:val="00A475DD"/>
    <w:rsid w:val="00A4782E"/>
    <w:rsid w:val="00A47D2D"/>
    <w:rsid w:val="00A505AF"/>
    <w:rsid w:val="00A50903"/>
    <w:rsid w:val="00A515F7"/>
    <w:rsid w:val="00A518D2"/>
    <w:rsid w:val="00A5211E"/>
    <w:rsid w:val="00A524D0"/>
    <w:rsid w:val="00A52FB9"/>
    <w:rsid w:val="00A537F3"/>
    <w:rsid w:val="00A53A39"/>
    <w:rsid w:val="00A54E3A"/>
    <w:rsid w:val="00A551A3"/>
    <w:rsid w:val="00A557B0"/>
    <w:rsid w:val="00A55855"/>
    <w:rsid w:val="00A55E2C"/>
    <w:rsid w:val="00A55ED0"/>
    <w:rsid w:val="00A55F0F"/>
    <w:rsid w:val="00A56238"/>
    <w:rsid w:val="00A56602"/>
    <w:rsid w:val="00A56DF8"/>
    <w:rsid w:val="00A60221"/>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BD7"/>
    <w:rsid w:val="00A64D3A"/>
    <w:rsid w:val="00A65582"/>
    <w:rsid w:val="00A65892"/>
    <w:rsid w:val="00A67B92"/>
    <w:rsid w:val="00A70459"/>
    <w:rsid w:val="00A704FE"/>
    <w:rsid w:val="00A7068C"/>
    <w:rsid w:val="00A70A06"/>
    <w:rsid w:val="00A71DD3"/>
    <w:rsid w:val="00A72AF5"/>
    <w:rsid w:val="00A731C7"/>
    <w:rsid w:val="00A74079"/>
    <w:rsid w:val="00A74190"/>
    <w:rsid w:val="00A74860"/>
    <w:rsid w:val="00A74C63"/>
    <w:rsid w:val="00A752FE"/>
    <w:rsid w:val="00A75BA4"/>
    <w:rsid w:val="00A75D40"/>
    <w:rsid w:val="00A7624D"/>
    <w:rsid w:val="00A76374"/>
    <w:rsid w:val="00A7647A"/>
    <w:rsid w:val="00A773D5"/>
    <w:rsid w:val="00A80522"/>
    <w:rsid w:val="00A8089F"/>
    <w:rsid w:val="00A81733"/>
    <w:rsid w:val="00A81E65"/>
    <w:rsid w:val="00A81EB4"/>
    <w:rsid w:val="00A8295B"/>
    <w:rsid w:val="00A83455"/>
    <w:rsid w:val="00A83D71"/>
    <w:rsid w:val="00A8470A"/>
    <w:rsid w:val="00A8486E"/>
    <w:rsid w:val="00A85EA5"/>
    <w:rsid w:val="00A86BDD"/>
    <w:rsid w:val="00A86D49"/>
    <w:rsid w:val="00A86E90"/>
    <w:rsid w:val="00A87625"/>
    <w:rsid w:val="00A87939"/>
    <w:rsid w:val="00A90A1E"/>
    <w:rsid w:val="00A90A7E"/>
    <w:rsid w:val="00A915E2"/>
    <w:rsid w:val="00A91905"/>
    <w:rsid w:val="00A92525"/>
    <w:rsid w:val="00A92CBF"/>
    <w:rsid w:val="00A93196"/>
    <w:rsid w:val="00A93418"/>
    <w:rsid w:val="00A943E4"/>
    <w:rsid w:val="00A950DC"/>
    <w:rsid w:val="00A95443"/>
    <w:rsid w:val="00A96884"/>
    <w:rsid w:val="00A9690F"/>
    <w:rsid w:val="00A97396"/>
    <w:rsid w:val="00A975DE"/>
    <w:rsid w:val="00A9780A"/>
    <w:rsid w:val="00A97C6C"/>
    <w:rsid w:val="00AA008C"/>
    <w:rsid w:val="00AA01B5"/>
    <w:rsid w:val="00AA0302"/>
    <w:rsid w:val="00AA0D09"/>
    <w:rsid w:val="00AA1C5C"/>
    <w:rsid w:val="00AA20EF"/>
    <w:rsid w:val="00AA2655"/>
    <w:rsid w:val="00AA2DF0"/>
    <w:rsid w:val="00AA3800"/>
    <w:rsid w:val="00AA39AB"/>
    <w:rsid w:val="00AA3A89"/>
    <w:rsid w:val="00AA5442"/>
    <w:rsid w:val="00AA5738"/>
    <w:rsid w:val="00AA5D5C"/>
    <w:rsid w:val="00AA63A7"/>
    <w:rsid w:val="00AA6AEA"/>
    <w:rsid w:val="00AA70F2"/>
    <w:rsid w:val="00AA710C"/>
    <w:rsid w:val="00AA795D"/>
    <w:rsid w:val="00AA7BBB"/>
    <w:rsid w:val="00AB0290"/>
    <w:rsid w:val="00AB10D7"/>
    <w:rsid w:val="00AB10E5"/>
    <w:rsid w:val="00AB1158"/>
    <w:rsid w:val="00AB1206"/>
    <w:rsid w:val="00AB15BB"/>
    <w:rsid w:val="00AB1ADA"/>
    <w:rsid w:val="00AB1BDB"/>
    <w:rsid w:val="00AB1CEE"/>
    <w:rsid w:val="00AB1E54"/>
    <w:rsid w:val="00AB2228"/>
    <w:rsid w:val="00AB26DC"/>
    <w:rsid w:val="00AB2F09"/>
    <w:rsid w:val="00AB2FB6"/>
    <w:rsid w:val="00AB3882"/>
    <w:rsid w:val="00AB3DD1"/>
    <w:rsid w:val="00AB3FF5"/>
    <w:rsid w:val="00AB4574"/>
    <w:rsid w:val="00AB45D0"/>
    <w:rsid w:val="00AB462A"/>
    <w:rsid w:val="00AB4715"/>
    <w:rsid w:val="00AB4751"/>
    <w:rsid w:val="00AB4845"/>
    <w:rsid w:val="00AB5760"/>
    <w:rsid w:val="00AB5C0E"/>
    <w:rsid w:val="00AB5CDA"/>
    <w:rsid w:val="00AB5CE0"/>
    <w:rsid w:val="00AB5E9D"/>
    <w:rsid w:val="00AB6AB7"/>
    <w:rsid w:val="00AB6C35"/>
    <w:rsid w:val="00AB7126"/>
    <w:rsid w:val="00AB770E"/>
    <w:rsid w:val="00AB7BC6"/>
    <w:rsid w:val="00AB7E3B"/>
    <w:rsid w:val="00AC0455"/>
    <w:rsid w:val="00AC0C5A"/>
    <w:rsid w:val="00AC0EDE"/>
    <w:rsid w:val="00AC0F99"/>
    <w:rsid w:val="00AC133E"/>
    <w:rsid w:val="00AC190E"/>
    <w:rsid w:val="00AC1C30"/>
    <w:rsid w:val="00AC1F32"/>
    <w:rsid w:val="00AC2FA3"/>
    <w:rsid w:val="00AC34AC"/>
    <w:rsid w:val="00AC4174"/>
    <w:rsid w:val="00AC45F6"/>
    <w:rsid w:val="00AC4C7C"/>
    <w:rsid w:val="00AC6DE2"/>
    <w:rsid w:val="00AC74DD"/>
    <w:rsid w:val="00AC75C3"/>
    <w:rsid w:val="00AC79F6"/>
    <w:rsid w:val="00AC7C3F"/>
    <w:rsid w:val="00AC7E0E"/>
    <w:rsid w:val="00AC7F9D"/>
    <w:rsid w:val="00AD010E"/>
    <w:rsid w:val="00AD05BC"/>
    <w:rsid w:val="00AD077F"/>
    <w:rsid w:val="00AD0FD8"/>
    <w:rsid w:val="00AD117C"/>
    <w:rsid w:val="00AD15DC"/>
    <w:rsid w:val="00AD1E39"/>
    <w:rsid w:val="00AD20D5"/>
    <w:rsid w:val="00AD2825"/>
    <w:rsid w:val="00AD3583"/>
    <w:rsid w:val="00AD3E23"/>
    <w:rsid w:val="00AD43FE"/>
    <w:rsid w:val="00AD4722"/>
    <w:rsid w:val="00AD4B53"/>
    <w:rsid w:val="00AD59F4"/>
    <w:rsid w:val="00AD5A31"/>
    <w:rsid w:val="00AD5A66"/>
    <w:rsid w:val="00AD5B33"/>
    <w:rsid w:val="00AD5D59"/>
    <w:rsid w:val="00AD5FDA"/>
    <w:rsid w:val="00AD6334"/>
    <w:rsid w:val="00AD6FDB"/>
    <w:rsid w:val="00AD7B7F"/>
    <w:rsid w:val="00AE004E"/>
    <w:rsid w:val="00AE03B1"/>
    <w:rsid w:val="00AE05FD"/>
    <w:rsid w:val="00AE0E33"/>
    <w:rsid w:val="00AE1C8D"/>
    <w:rsid w:val="00AE1EC5"/>
    <w:rsid w:val="00AE1FAB"/>
    <w:rsid w:val="00AE2622"/>
    <w:rsid w:val="00AE2B69"/>
    <w:rsid w:val="00AE3DF8"/>
    <w:rsid w:val="00AE453D"/>
    <w:rsid w:val="00AE5425"/>
    <w:rsid w:val="00AE6457"/>
    <w:rsid w:val="00AE67D3"/>
    <w:rsid w:val="00AE6EAB"/>
    <w:rsid w:val="00AE7603"/>
    <w:rsid w:val="00AF107F"/>
    <w:rsid w:val="00AF1402"/>
    <w:rsid w:val="00AF1E69"/>
    <w:rsid w:val="00AF2053"/>
    <w:rsid w:val="00AF296C"/>
    <w:rsid w:val="00AF2B47"/>
    <w:rsid w:val="00AF2D30"/>
    <w:rsid w:val="00AF33EC"/>
    <w:rsid w:val="00AF34B0"/>
    <w:rsid w:val="00AF3A80"/>
    <w:rsid w:val="00AF3D4F"/>
    <w:rsid w:val="00AF3EA5"/>
    <w:rsid w:val="00AF4613"/>
    <w:rsid w:val="00AF4DA6"/>
    <w:rsid w:val="00AF5A48"/>
    <w:rsid w:val="00AF615D"/>
    <w:rsid w:val="00AF7FED"/>
    <w:rsid w:val="00B01A58"/>
    <w:rsid w:val="00B02048"/>
    <w:rsid w:val="00B02ED1"/>
    <w:rsid w:val="00B03450"/>
    <w:rsid w:val="00B048FA"/>
    <w:rsid w:val="00B05477"/>
    <w:rsid w:val="00B059CC"/>
    <w:rsid w:val="00B06382"/>
    <w:rsid w:val="00B067A1"/>
    <w:rsid w:val="00B06F20"/>
    <w:rsid w:val="00B07976"/>
    <w:rsid w:val="00B10219"/>
    <w:rsid w:val="00B10F11"/>
    <w:rsid w:val="00B1196F"/>
    <w:rsid w:val="00B11ECB"/>
    <w:rsid w:val="00B12CEB"/>
    <w:rsid w:val="00B12D5A"/>
    <w:rsid w:val="00B13141"/>
    <w:rsid w:val="00B13C24"/>
    <w:rsid w:val="00B146CF"/>
    <w:rsid w:val="00B14C9E"/>
    <w:rsid w:val="00B152DD"/>
    <w:rsid w:val="00B154DF"/>
    <w:rsid w:val="00B15AFA"/>
    <w:rsid w:val="00B15B86"/>
    <w:rsid w:val="00B16493"/>
    <w:rsid w:val="00B16F6B"/>
    <w:rsid w:val="00B1725D"/>
    <w:rsid w:val="00B177F1"/>
    <w:rsid w:val="00B17903"/>
    <w:rsid w:val="00B17BA8"/>
    <w:rsid w:val="00B20633"/>
    <w:rsid w:val="00B21371"/>
    <w:rsid w:val="00B217D3"/>
    <w:rsid w:val="00B217ED"/>
    <w:rsid w:val="00B2184F"/>
    <w:rsid w:val="00B23B2A"/>
    <w:rsid w:val="00B23F1D"/>
    <w:rsid w:val="00B240EE"/>
    <w:rsid w:val="00B24E86"/>
    <w:rsid w:val="00B25273"/>
    <w:rsid w:val="00B25482"/>
    <w:rsid w:val="00B256E3"/>
    <w:rsid w:val="00B258C2"/>
    <w:rsid w:val="00B25E85"/>
    <w:rsid w:val="00B27566"/>
    <w:rsid w:val="00B275A2"/>
    <w:rsid w:val="00B27AF4"/>
    <w:rsid w:val="00B30811"/>
    <w:rsid w:val="00B30A7C"/>
    <w:rsid w:val="00B312C4"/>
    <w:rsid w:val="00B318A8"/>
    <w:rsid w:val="00B31D13"/>
    <w:rsid w:val="00B31F04"/>
    <w:rsid w:val="00B32093"/>
    <w:rsid w:val="00B321B3"/>
    <w:rsid w:val="00B324CE"/>
    <w:rsid w:val="00B32A70"/>
    <w:rsid w:val="00B32C4F"/>
    <w:rsid w:val="00B32FF4"/>
    <w:rsid w:val="00B333C3"/>
    <w:rsid w:val="00B33B62"/>
    <w:rsid w:val="00B33C69"/>
    <w:rsid w:val="00B3531C"/>
    <w:rsid w:val="00B3578A"/>
    <w:rsid w:val="00B3635B"/>
    <w:rsid w:val="00B36763"/>
    <w:rsid w:val="00B368FF"/>
    <w:rsid w:val="00B36C80"/>
    <w:rsid w:val="00B36F9A"/>
    <w:rsid w:val="00B3709A"/>
    <w:rsid w:val="00B37179"/>
    <w:rsid w:val="00B37320"/>
    <w:rsid w:val="00B375CA"/>
    <w:rsid w:val="00B3798C"/>
    <w:rsid w:val="00B40082"/>
    <w:rsid w:val="00B40468"/>
    <w:rsid w:val="00B409CF"/>
    <w:rsid w:val="00B41320"/>
    <w:rsid w:val="00B41529"/>
    <w:rsid w:val="00B41836"/>
    <w:rsid w:val="00B42314"/>
    <w:rsid w:val="00B42F88"/>
    <w:rsid w:val="00B430D3"/>
    <w:rsid w:val="00B43136"/>
    <w:rsid w:val="00B4398B"/>
    <w:rsid w:val="00B44440"/>
    <w:rsid w:val="00B44C14"/>
    <w:rsid w:val="00B44C90"/>
    <w:rsid w:val="00B44F3B"/>
    <w:rsid w:val="00B45560"/>
    <w:rsid w:val="00B46484"/>
    <w:rsid w:val="00B46BD5"/>
    <w:rsid w:val="00B46EC6"/>
    <w:rsid w:val="00B474FE"/>
    <w:rsid w:val="00B47811"/>
    <w:rsid w:val="00B47DB8"/>
    <w:rsid w:val="00B47FB7"/>
    <w:rsid w:val="00B50D61"/>
    <w:rsid w:val="00B51CC9"/>
    <w:rsid w:val="00B52CD4"/>
    <w:rsid w:val="00B52D53"/>
    <w:rsid w:val="00B5307A"/>
    <w:rsid w:val="00B5358A"/>
    <w:rsid w:val="00B5402B"/>
    <w:rsid w:val="00B544FD"/>
    <w:rsid w:val="00B5487E"/>
    <w:rsid w:val="00B549ED"/>
    <w:rsid w:val="00B5554F"/>
    <w:rsid w:val="00B5588A"/>
    <w:rsid w:val="00B55E2E"/>
    <w:rsid w:val="00B569E8"/>
    <w:rsid w:val="00B56ED2"/>
    <w:rsid w:val="00B572B9"/>
    <w:rsid w:val="00B5787A"/>
    <w:rsid w:val="00B57ECA"/>
    <w:rsid w:val="00B60303"/>
    <w:rsid w:val="00B61E8F"/>
    <w:rsid w:val="00B622EA"/>
    <w:rsid w:val="00B62603"/>
    <w:rsid w:val="00B62D4A"/>
    <w:rsid w:val="00B63117"/>
    <w:rsid w:val="00B63A82"/>
    <w:rsid w:val="00B63E6C"/>
    <w:rsid w:val="00B6447F"/>
    <w:rsid w:val="00B64622"/>
    <w:rsid w:val="00B6470A"/>
    <w:rsid w:val="00B64927"/>
    <w:rsid w:val="00B64BD7"/>
    <w:rsid w:val="00B650D2"/>
    <w:rsid w:val="00B65822"/>
    <w:rsid w:val="00B6635D"/>
    <w:rsid w:val="00B66865"/>
    <w:rsid w:val="00B67791"/>
    <w:rsid w:val="00B67847"/>
    <w:rsid w:val="00B708DD"/>
    <w:rsid w:val="00B71157"/>
    <w:rsid w:val="00B716B6"/>
    <w:rsid w:val="00B71B65"/>
    <w:rsid w:val="00B71D29"/>
    <w:rsid w:val="00B71E5F"/>
    <w:rsid w:val="00B721F3"/>
    <w:rsid w:val="00B7225C"/>
    <w:rsid w:val="00B73A99"/>
    <w:rsid w:val="00B74F02"/>
    <w:rsid w:val="00B74FF6"/>
    <w:rsid w:val="00B75090"/>
    <w:rsid w:val="00B7514C"/>
    <w:rsid w:val="00B75571"/>
    <w:rsid w:val="00B75822"/>
    <w:rsid w:val="00B75FA1"/>
    <w:rsid w:val="00B7659A"/>
    <w:rsid w:val="00B7668B"/>
    <w:rsid w:val="00B768FC"/>
    <w:rsid w:val="00B76A54"/>
    <w:rsid w:val="00B800C4"/>
    <w:rsid w:val="00B80533"/>
    <w:rsid w:val="00B8119E"/>
    <w:rsid w:val="00B8121B"/>
    <w:rsid w:val="00B815BB"/>
    <w:rsid w:val="00B82137"/>
    <w:rsid w:val="00B8252A"/>
    <w:rsid w:val="00B82F7A"/>
    <w:rsid w:val="00B83EF0"/>
    <w:rsid w:val="00B83FE0"/>
    <w:rsid w:val="00B841C8"/>
    <w:rsid w:val="00B84210"/>
    <w:rsid w:val="00B8462F"/>
    <w:rsid w:val="00B84ECA"/>
    <w:rsid w:val="00B85074"/>
    <w:rsid w:val="00B8538D"/>
    <w:rsid w:val="00B85861"/>
    <w:rsid w:val="00B858F0"/>
    <w:rsid w:val="00B85B71"/>
    <w:rsid w:val="00B86DF3"/>
    <w:rsid w:val="00B86E25"/>
    <w:rsid w:val="00B8715F"/>
    <w:rsid w:val="00B873F0"/>
    <w:rsid w:val="00B87A85"/>
    <w:rsid w:val="00B87B7D"/>
    <w:rsid w:val="00B87DC4"/>
    <w:rsid w:val="00B90C98"/>
    <w:rsid w:val="00B912A0"/>
    <w:rsid w:val="00B91984"/>
    <w:rsid w:val="00B91E51"/>
    <w:rsid w:val="00B9231A"/>
    <w:rsid w:val="00B931D0"/>
    <w:rsid w:val="00B933D2"/>
    <w:rsid w:val="00B93743"/>
    <w:rsid w:val="00B939E0"/>
    <w:rsid w:val="00B93AAC"/>
    <w:rsid w:val="00B93F3F"/>
    <w:rsid w:val="00B9420E"/>
    <w:rsid w:val="00B944BF"/>
    <w:rsid w:val="00B94846"/>
    <w:rsid w:val="00B95300"/>
    <w:rsid w:val="00B95333"/>
    <w:rsid w:val="00B95795"/>
    <w:rsid w:val="00B95AB6"/>
    <w:rsid w:val="00B971DF"/>
    <w:rsid w:val="00B976D4"/>
    <w:rsid w:val="00BA067D"/>
    <w:rsid w:val="00BA153D"/>
    <w:rsid w:val="00BA1627"/>
    <w:rsid w:val="00BA1D38"/>
    <w:rsid w:val="00BA1FEC"/>
    <w:rsid w:val="00BA21F9"/>
    <w:rsid w:val="00BA2BED"/>
    <w:rsid w:val="00BA2DE6"/>
    <w:rsid w:val="00BA3D0A"/>
    <w:rsid w:val="00BA3EA3"/>
    <w:rsid w:val="00BA4239"/>
    <w:rsid w:val="00BA426E"/>
    <w:rsid w:val="00BA4A55"/>
    <w:rsid w:val="00BA50BC"/>
    <w:rsid w:val="00BA51EF"/>
    <w:rsid w:val="00BA53C7"/>
    <w:rsid w:val="00BA59D7"/>
    <w:rsid w:val="00BA6527"/>
    <w:rsid w:val="00BA7243"/>
    <w:rsid w:val="00BA7397"/>
    <w:rsid w:val="00BA7635"/>
    <w:rsid w:val="00BA7FB0"/>
    <w:rsid w:val="00BB0293"/>
    <w:rsid w:val="00BB0791"/>
    <w:rsid w:val="00BB0DA2"/>
    <w:rsid w:val="00BB0FB5"/>
    <w:rsid w:val="00BB199C"/>
    <w:rsid w:val="00BB1DEB"/>
    <w:rsid w:val="00BB2363"/>
    <w:rsid w:val="00BB242A"/>
    <w:rsid w:val="00BB2436"/>
    <w:rsid w:val="00BB25B6"/>
    <w:rsid w:val="00BB289A"/>
    <w:rsid w:val="00BB298C"/>
    <w:rsid w:val="00BB2F9E"/>
    <w:rsid w:val="00BB32D3"/>
    <w:rsid w:val="00BB36F5"/>
    <w:rsid w:val="00BB4CB0"/>
    <w:rsid w:val="00BB4F12"/>
    <w:rsid w:val="00BB53D4"/>
    <w:rsid w:val="00BB5DEB"/>
    <w:rsid w:val="00BB646C"/>
    <w:rsid w:val="00BB6530"/>
    <w:rsid w:val="00BB65E2"/>
    <w:rsid w:val="00BB6645"/>
    <w:rsid w:val="00BB6AAB"/>
    <w:rsid w:val="00BB6AE8"/>
    <w:rsid w:val="00BB7343"/>
    <w:rsid w:val="00BC0313"/>
    <w:rsid w:val="00BC0F62"/>
    <w:rsid w:val="00BC0F71"/>
    <w:rsid w:val="00BC2E57"/>
    <w:rsid w:val="00BC2F8D"/>
    <w:rsid w:val="00BC30FE"/>
    <w:rsid w:val="00BC5620"/>
    <w:rsid w:val="00BC598A"/>
    <w:rsid w:val="00BC5E1B"/>
    <w:rsid w:val="00BC5F87"/>
    <w:rsid w:val="00BC6070"/>
    <w:rsid w:val="00BC60B9"/>
    <w:rsid w:val="00BC6193"/>
    <w:rsid w:val="00BC6436"/>
    <w:rsid w:val="00BC6D31"/>
    <w:rsid w:val="00BC7005"/>
    <w:rsid w:val="00BC7185"/>
    <w:rsid w:val="00BC725F"/>
    <w:rsid w:val="00BC7473"/>
    <w:rsid w:val="00BD0227"/>
    <w:rsid w:val="00BD0DBD"/>
    <w:rsid w:val="00BD124F"/>
    <w:rsid w:val="00BD1882"/>
    <w:rsid w:val="00BD1EC0"/>
    <w:rsid w:val="00BD253D"/>
    <w:rsid w:val="00BD261F"/>
    <w:rsid w:val="00BD3106"/>
    <w:rsid w:val="00BD4137"/>
    <w:rsid w:val="00BD42AD"/>
    <w:rsid w:val="00BD4569"/>
    <w:rsid w:val="00BD4B62"/>
    <w:rsid w:val="00BD658B"/>
    <w:rsid w:val="00BD6EBA"/>
    <w:rsid w:val="00BD744E"/>
    <w:rsid w:val="00BD7D6C"/>
    <w:rsid w:val="00BE0066"/>
    <w:rsid w:val="00BE088A"/>
    <w:rsid w:val="00BE1453"/>
    <w:rsid w:val="00BE1567"/>
    <w:rsid w:val="00BE32E7"/>
    <w:rsid w:val="00BE389E"/>
    <w:rsid w:val="00BE482E"/>
    <w:rsid w:val="00BE5DBA"/>
    <w:rsid w:val="00BE5FC6"/>
    <w:rsid w:val="00BE6438"/>
    <w:rsid w:val="00BE6874"/>
    <w:rsid w:val="00BE6AD2"/>
    <w:rsid w:val="00BE6C31"/>
    <w:rsid w:val="00BE71C3"/>
    <w:rsid w:val="00BE7451"/>
    <w:rsid w:val="00BE7DF7"/>
    <w:rsid w:val="00BE7EDB"/>
    <w:rsid w:val="00BF0875"/>
    <w:rsid w:val="00BF0A20"/>
    <w:rsid w:val="00BF1367"/>
    <w:rsid w:val="00BF1B5E"/>
    <w:rsid w:val="00BF1BCB"/>
    <w:rsid w:val="00BF21E3"/>
    <w:rsid w:val="00BF27D5"/>
    <w:rsid w:val="00BF2C2D"/>
    <w:rsid w:val="00BF35A0"/>
    <w:rsid w:val="00BF3B40"/>
    <w:rsid w:val="00BF3C8C"/>
    <w:rsid w:val="00BF473F"/>
    <w:rsid w:val="00BF4E1E"/>
    <w:rsid w:val="00BF5307"/>
    <w:rsid w:val="00BF54D7"/>
    <w:rsid w:val="00BF5802"/>
    <w:rsid w:val="00BF599F"/>
    <w:rsid w:val="00BF6AA1"/>
    <w:rsid w:val="00BF6E23"/>
    <w:rsid w:val="00BF6E8B"/>
    <w:rsid w:val="00BF7212"/>
    <w:rsid w:val="00BF77F6"/>
    <w:rsid w:val="00BF790E"/>
    <w:rsid w:val="00BF7F1E"/>
    <w:rsid w:val="00C00108"/>
    <w:rsid w:val="00C004F0"/>
    <w:rsid w:val="00C0051E"/>
    <w:rsid w:val="00C00B5E"/>
    <w:rsid w:val="00C00B7F"/>
    <w:rsid w:val="00C00F71"/>
    <w:rsid w:val="00C0152E"/>
    <w:rsid w:val="00C01B5F"/>
    <w:rsid w:val="00C034C9"/>
    <w:rsid w:val="00C04193"/>
    <w:rsid w:val="00C04D0B"/>
    <w:rsid w:val="00C04DC7"/>
    <w:rsid w:val="00C056C6"/>
    <w:rsid w:val="00C06746"/>
    <w:rsid w:val="00C06BB7"/>
    <w:rsid w:val="00C06D84"/>
    <w:rsid w:val="00C06F1B"/>
    <w:rsid w:val="00C076B5"/>
    <w:rsid w:val="00C105DF"/>
    <w:rsid w:val="00C117EB"/>
    <w:rsid w:val="00C118A3"/>
    <w:rsid w:val="00C120FD"/>
    <w:rsid w:val="00C12CF0"/>
    <w:rsid w:val="00C1339C"/>
    <w:rsid w:val="00C14B17"/>
    <w:rsid w:val="00C15017"/>
    <w:rsid w:val="00C15C72"/>
    <w:rsid w:val="00C15C8B"/>
    <w:rsid w:val="00C1670E"/>
    <w:rsid w:val="00C16D7C"/>
    <w:rsid w:val="00C1703E"/>
    <w:rsid w:val="00C17593"/>
    <w:rsid w:val="00C176FE"/>
    <w:rsid w:val="00C17836"/>
    <w:rsid w:val="00C2027A"/>
    <w:rsid w:val="00C20583"/>
    <w:rsid w:val="00C21071"/>
    <w:rsid w:val="00C21937"/>
    <w:rsid w:val="00C21D34"/>
    <w:rsid w:val="00C22193"/>
    <w:rsid w:val="00C230D7"/>
    <w:rsid w:val="00C232AD"/>
    <w:rsid w:val="00C235E3"/>
    <w:rsid w:val="00C238B5"/>
    <w:rsid w:val="00C2416C"/>
    <w:rsid w:val="00C242C5"/>
    <w:rsid w:val="00C24747"/>
    <w:rsid w:val="00C24877"/>
    <w:rsid w:val="00C25240"/>
    <w:rsid w:val="00C25AE5"/>
    <w:rsid w:val="00C25BF9"/>
    <w:rsid w:val="00C25E1A"/>
    <w:rsid w:val="00C26CCE"/>
    <w:rsid w:val="00C27052"/>
    <w:rsid w:val="00C300B3"/>
    <w:rsid w:val="00C30143"/>
    <w:rsid w:val="00C3126E"/>
    <w:rsid w:val="00C3162A"/>
    <w:rsid w:val="00C31ADB"/>
    <w:rsid w:val="00C32467"/>
    <w:rsid w:val="00C334B6"/>
    <w:rsid w:val="00C335DC"/>
    <w:rsid w:val="00C33658"/>
    <w:rsid w:val="00C33DC4"/>
    <w:rsid w:val="00C34382"/>
    <w:rsid w:val="00C34B60"/>
    <w:rsid w:val="00C34EC2"/>
    <w:rsid w:val="00C351C1"/>
    <w:rsid w:val="00C356FC"/>
    <w:rsid w:val="00C3573E"/>
    <w:rsid w:val="00C35BA5"/>
    <w:rsid w:val="00C36172"/>
    <w:rsid w:val="00C36EAE"/>
    <w:rsid w:val="00C37273"/>
    <w:rsid w:val="00C3795A"/>
    <w:rsid w:val="00C40903"/>
    <w:rsid w:val="00C40BE7"/>
    <w:rsid w:val="00C40C31"/>
    <w:rsid w:val="00C41C79"/>
    <w:rsid w:val="00C42240"/>
    <w:rsid w:val="00C423C4"/>
    <w:rsid w:val="00C42901"/>
    <w:rsid w:val="00C4382D"/>
    <w:rsid w:val="00C44880"/>
    <w:rsid w:val="00C44F1B"/>
    <w:rsid w:val="00C45123"/>
    <w:rsid w:val="00C451FA"/>
    <w:rsid w:val="00C45310"/>
    <w:rsid w:val="00C458D6"/>
    <w:rsid w:val="00C45936"/>
    <w:rsid w:val="00C45EB9"/>
    <w:rsid w:val="00C46AE8"/>
    <w:rsid w:val="00C46E84"/>
    <w:rsid w:val="00C50084"/>
    <w:rsid w:val="00C51469"/>
    <w:rsid w:val="00C5187A"/>
    <w:rsid w:val="00C5271F"/>
    <w:rsid w:val="00C55802"/>
    <w:rsid w:val="00C55F32"/>
    <w:rsid w:val="00C561F0"/>
    <w:rsid w:val="00C5688D"/>
    <w:rsid w:val="00C5702D"/>
    <w:rsid w:val="00C572E9"/>
    <w:rsid w:val="00C578E0"/>
    <w:rsid w:val="00C61514"/>
    <w:rsid w:val="00C61BDD"/>
    <w:rsid w:val="00C62936"/>
    <w:rsid w:val="00C62A2F"/>
    <w:rsid w:val="00C63357"/>
    <w:rsid w:val="00C63463"/>
    <w:rsid w:val="00C6490A"/>
    <w:rsid w:val="00C64F8E"/>
    <w:rsid w:val="00C65386"/>
    <w:rsid w:val="00C664BC"/>
    <w:rsid w:val="00C66C05"/>
    <w:rsid w:val="00C6756A"/>
    <w:rsid w:val="00C7092D"/>
    <w:rsid w:val="00C70E08"/>
    <w:rsid w:val="00C70F2B"/>
    <w:rsid w:val="00C727B9"/>
    <w:rsid w:val="00C7286F"/>
    <w:rsid w:val="00C72912"/>
    <w:rsid w:val="00C73849"/>
    <w:rsid w:val="00C73F9C"/>
    <w:rsid w:val="00C740AC"/>
    <w:rsid w:val="00C744BF"/>
    <w:rsid w:val="00C74AC1"/>
    <w:rsid w:val="00C75280"/>
    <w:rsid w:val="00C75481"/>
    <w:rsid w:val="00C7557F"/>
    <w:rsid w:val="00C75E14"/>
    <w:rsid w:val="00C75FB9"/>
    <w:rsid w:val="00C76014"/>
    <w:rsid w:val="00C766C5"/>
    <w:rsid w:val="00C766C9"/>
    <w:rsid w:val="00C7749E"/>
    <w:rsid w:val="00C7767D"/>
    <w:rsid w:val="00C779BC"/>
    <w:rsid w:val="00C77A17"/>
    <w:rsid w:val="00C77BA4"/>
    <w:rsid w:val="00C8007E"/>
    <w:rsid w:val="00C80121"/>
    <w:rsid w:val="00C805D7"/>
    <w:rsid w:val="00C812CA"/>
    <w:rsid w:val="00C817CF"/>
    <w:rsid w:val="00C81C44"/>
    <w:rsid w:val="00C82294"/>
    <w:rsid w:val="00C824FA"/>
    <w:rsid w:val="00C82CC0"/>
    <w:rsid w:val="00C83672"/>
    <w:rsid w:val="00C839CF"/>
    <w:rsid w:val="00C84089"/>
    <w:rsid w:val="00C84C62"/>
    <w:rsid w:val="00C85564"/>
    <w:rsid w:val="00C85EB8"/>
    <w:rsid w:val="00C85EF8"/>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A19"/>
    <w:rsid w:val="00C91E8B"/>
    <w:rsid w:val="00C92266"/>
    <w:rsid w:val="00C92AC6"/>
    <w:rsid w:val="00C92CF2"/>
    <w:rsid w:val="00C92FE0"/>
    <w:rsid w:val="00C9469C"/>
    <w:rsid w:val="00C949E9"/>
    <w:rsid w:val="00C94B5C"/>
    <w:rsid w:val="00C95C05"/>
    <w:rsid w:val="00C962D1"/>
    <w:rsid w:val="00C96D61"/>
    <w:rsid w:val="00C973AB"/>
    <w:rsid w:val="00C9741E"/>
    <w:rsid w:val="00C976EE"/>
    <w:rsid w:val="00C97884"/>
    <w:rsid w:val="00C97947"/>
    <w:rsid w:val="00C97C5B"/>
    <w:rsid w:val="00CA030A"/>
    <w:rsid w:val="00CA03E6"/>
    <w:rsid w:val="00CA072D"/>
    <w:rsid w:val="00CA0DF7"/>
    <w:rsid w:val="00CA11B1"/>
    <w:rsid w:val="00CA1864"/>
    <w:rsid w:val="00CA1946"/>
    <w:rsid w:val="00CA1CFB"/>
    <w:rsid w:val="00CA2469"/>
    <w:rsid w:val="00CA25BB"/>
    <w:rsid w:val="00CA25FE"/>
    <w:rsid w:val="00CA2763"/>
    <w:rsid w:val="00CA29A5"/>
    <w:rsid w:val="00CA379C"/>
    <w:rsid w:val="00CA3BF4"/>
    <w:rsid w:val="00CA516E"/>
    <w:rsid w:val="00CA5A98"/>
    <w:rsid w:val="00CA63C1"/>
    <w:rsid w:val="00CA65B0"/>
    <w:rsid w:val="00CA714F"/>
    <w:rsid w:val="00CA7A49"/>
    <w:rsid w:val="00CA7A88"/>
    <w:rsid w:val="00CA7F0E"/>
    <w:rsid w:val="00CB0234"/>
    <w:rsid w:val="00CB042C"/>
    <w:rsid w:val="00CB07E9"/>
    <w:rsid w:val="00CB1DA1"/>
    <w:rsid w:val="00CB3723"/>
    <w:rsid w:val="00CB40D6"/>
    <w:rsid w:val="00CB49ED"/>
    <w:rsid w:val="00CB4B9C"/>
    <w:rsid w:val="00CB6092"/>
    <w:rsid w:val="00CB6C44"/>
    <w:rsid w:val="00CB6C87"/>
    <w:rsid w:val="00CB703E"/>
    <w:rsid w:val="00CB7906"/>
    <w:rsid w:val="00CB7D9A"/>
    <w:rsid w:val="00CB7EEB"/>
    <w:rsid w:val="00CC014C"/>
    <w:rsid w:val="00CC0C24"/>
    <w:rsid w:val="00CC0F7A"/>
    <w:rsid w:val="00CC107D"/>
    <w:rsid w:val="00CC1974"/>
    <w:rsid w:val="00CC1B6B"/>
    <w:rsid w:val="00CC252B"/>
    <w:rsid w:val="00CC2D3E"/>
    <w:rsid w:val="00CC3207"/>
    <w:rsid w:val="00CC3643"/>
    <w:rsid w:val="00CC386A"/>
    <w:rsid w:val="00CC4469"/>
    <w:rsid w:val="00CC44D6"/>
    <w:rsid w:val="00CC4C15"/>
    <w:rsid w:val="00CC4E1D"/>
    <w:rsid w:val="00CC4F22"/>
    <w:rsid w:val="00CC551C"/>
    <w:rsid w:val="00CC556C"/>
    <w:rsid w:val="00CC6A43"/>
    <w:rsid w:val="00CC6DDD"/>
    <w:rsid w:val="00CC6FCB"/>
    <w:rsid w:val="00CD1FE2"/>
    <w:rsid w:val="00CD25A5"/>
    <w:rsid w:val="00CD2733"/>
    <w:rsid w:val="00CD32AB"/>
    <w:rsid w:val="00CD38A5"/>
    <w:rsid w:val="00CD4813"/>
    <w:rsid w:val="00CD5E89"/>
    <w:rsid w:val="00CD6FA2"/>
    <w:rsid w:val="00CD7A7C"/>
    <w:rsid w:val="00CD7AA2"/>
    <w:rsid w:val="00CD7BE8"/>
    <w:rsid w:val="00CD7E32"/>
    <w:rsid w:val="00CE0514"/>
    <w:rsid w:val="00CE0528"/>
    <w:rsid w:val="00CE0D54"/>
    <w:rsid w:val="00CE0E2D"/>
    <w:rsid w:val="00CE17F0"/>
    <w:rsid w:val="00CE1A30"/>
    <w:rsid w:val="00CE1F1E"/>
    <w:rsid w:val="00CE1F35"/>
    <w:rsid w:val="00CE222A"/>
    <w:rsid w:val="00CE325D"/>
    <w:rsid w:val="00CE352D"/>
    <w:rsid w:val="00CE40B8"/>
    <w:rsid w:val="00CE47C6"/>
    <w:rsid w:val="00CE4E59"/>
    <w:rsid w:val="00CE4EF8"/>
    <w:rsid w:val="00CE54FC"/>
    <w:rsid w:val="00CE5D08"/>
    <w:rsid w:val="00CE65E6"/>
    <w:rsid w:val="00CE796E"/>
    <w:rsid w:val="00CF03B1"/>
    <w:rsid w:val="00CF0FB1"/>
    <w:rsid w:val="00CF142C"/>
    <w:rsid w:val="00CF16EA"/>
    <w:rsid w:val="00CF3123"/>
    <w:rsid w:val="00CF46E7"/>
    <w:rsid w:val="00CF5E7A"/>
    <w:rsid w:val="00CF6ADF"/>
    <w:rsid w:val="00D0043A"/>
    <w:rsid w:val="00D005B0"/>
    <w:rsid w:val="00D00766"/>
    <w:rsid w:val="00D0171F"/>
    <w:rsid w:val="00D01854"/>
    <w:rsid w:val="00D01A7D"/>
    <w:rsid w:val="00D02F92"/>
    <w:rsid w:val="00D0319E"/>
    <w:rsid w:val="00D03206"/>
    <w:rsid w:val="00D03519"/>
    <w:rsid w:val="00D03858"/>
    <w:rsid w:val="00D06DEC"/>
    <w:rsid w:val="00D07222"/>
    <w:rsid w:val="00D07AAB"/>
    <w:rsid w:val="00D10473"/>
    <w:rsid w:val="00D1181E"/>
    <w:rsid w:val="00D128FB"/>
    <w:rsid w:val="00D12909"/>
    <w:rsid w:val="00D13804"/>
    <w:rsid w:val="00D13CEA"/>
    <w:rsid w:val="00D14607"/>
    <w:rsid w:val="00D14F57"/>
    <w:rsid w:val="00D1530C"/>
    <w:rsid w:val="00D15444"/>
    <w:rsid w:val="00D1581C"/>
    <w:rsid w:val="00D16008"/>
    <w:rsid w:val="00D16780"/>
    <w:rsid w:val="00D167F8"/>
    <w:rsid w:val="00D16ADE"/>
    <w:rsid w:val="00D16EDD"/>
    <w:rsid w:val="00D22363"/>
    <w:rsid w:val="00D2368C"/>
    <w:rsid w:val="00D23787"/>
    <w:rsid w:val="00D23A56"/>
    <w:rsid w:val="00D23B63"/>
    <w:rsid w:val="00D23C18"/>
    <w:rsid w:val="00D2446B"/>
    <w:rsid w:val="00D248C7"/>
    <w:rsid w:val="00D249DB"/>
    <w:rsid w:val="00D24B7D"/>
    <w:rsid w:val="00D24B9C"/>
    <w:rsid w:val="00D24BE6"/>
    <w:rsid w:val="00D24C20"/>
    <w:rsid w:val="00D24F53"/>
    <w:rsid w:val="00D2553C"/>
    <w:rsid w:val="00D25F6C"/>
    <w:rsid w:val="00D263F2"/>
    <w:rsid w:val="00D26B9E"/>
    <w:rsid w:val="00D27BF6"/>
    <w:rsid w:val="00D30269"/>
    <w:rsid w:val="00D316AD"/>
    <w:rsid w:val="00D31EC4"/>
    <w:rsid w:val="00D32BB2"/>
    <w:rsid w:val="00D3393C"/>
    <w:rsid w:val="00D34745"/>
    <w:rsid w:val="00D34EB9"/>
    <w:rsid w:val="00D356DC"/>
    <w:rsid w:val="00D35977"/>
    <w:rsid w:val="00D35B3F"/>
    <w:rsid w:val="00D35BD2"/>
    <w:rsid w:val="00D360C6"/>
    <w:rsid w:val="00D364E1"/>
    <w:rsid w:val="00D36C2B"/>
    <w:rsid w:val="00D3772E"/>
    <w:rsid w:val="00D37A33"/>
    <w:rsid w:val="00D37C0F"/>
    <w:rsid w:val="00D402A3"/>
    <w:rsid w:val="00D405A3"/>
    <w:rsid w:val="00D415F4"/>
    <w:rsid w:val="00D41F7B"/>
    <w:rsid w:val="00D42298"/>
    <w:rsid w:val="00D422E0"/>
    <w:rsid w:val="00D42D8A"/>
    <w:rsid w:val="00D42E9F"/>
    <w:rsid w:val="00D44074"/>
    <w:rsid w:val="00D444DE"/>
    <w:rsid w:val="00D44EA0"/>
    <w:rsid w:val="00D44F0A"/>
    <w:rsid w:val="00D44FD6"/>
    <w:rsid w:val="00D45D22"/>
    <w:rsid w:val="00D47DE2"/>
    <w:rsid w:val="00D503F7"/>
    <w:rsid w:val="00D50A5A"/>
    <w:rsid w:val="00D51369"/>
    <w:rsid w:val="00D519E8"/>
    <w:rsid w:val="00D51AA6"/>
    <w:rsid w:val="00D52154"/>
    <w:rsid w:val="00D527C1"/>
    <w:rsid w:val="00D52B9D"/>
    <w:rsid w:val="00D52FAD"/>
    <w:rsid w:val="00D53DA2"/>
    <w:rsid w:val="00D53F10"/>
    <w:rsid w:val="00D5411C"/>
    <w:rsid w:val="00D54BB6"/>
    <w:rsid w:val="00D55F59"/>
    <w:rsid w:val="00D561B4"/>
    <w:rsid w:val="00D565F2"/>
    <w:rsid w:val="00D56603"/>
    <w:rsid w:val="00D56E3A"/>
    <w:rsid w:val="00D56EA4"/>
    <w:rsid w:val="00D578D1"/>
    <w:rsid w:val="00D60569"/>
    <w:rsid w:val="00D609D1"/>
    <w:rsid w:val="00D61201"/>
    <w:rsid w:val="00D6312F"/>
    <w:rsid w:val="00D631E3"/>
    <w:rsid w:val="00D6384E"/>
    <w:rsid w:val="00D64BC3"/>
    <w:rsid w:val="00D64C9E"/>
    <w:rsid w:val="00D64ECC"/>
    <w:rsid w:val="00D65051"/>
    <w:rsid w:val="00D656BF"/>
    <w:rsid w:val="00D65724"/>
    <w:rsid w:val="00D658D3"/>
    <w:rsid w:val="00D65A1B"/>
    <w:rsid w:val="00D708AA"/>
    <w:rsid w:val="00D70FF6"/>
    <w:rsid w:val="00D7112E"/>
    <w:rsid w:val="00D71A12"/>
    <w:rsid w:val="00D71A5A"/>
    <w:rsid w:val="00D72367"/>
    <w:rsid w:val="00D73562"/>
    <w:rsid w:val="00D73C85"/>
    <w:rsid w:val="00D7420D"/>
    <w:rsid w:val="00D743D6"/>
    <w:rsid w:val="00D751DA"/>
    <w:rsid w:val="00D757F2"/>
    <w:rsid w:val="00D75D97"/>
    <w:rsid w:val="00D75DB6"/>
    <w:rsid w:val="00D75F65"/>
    <w:rsid w:val="00D767BD"/>
    <w:rsid w:val="00D76883"/>
    <w:rsid w:val="00D773AD"/>
    <w:rsid w:val="00D77BDC"/>
    <w:rsid w:val="00D77DDE"/>
    <w:rsid w:val="00D77F7F"/>
    <w:rsid w:val="00D80178"/>
    <w:rsid w:val="00D8140D"/>
    <w:rsid w:val="00D81949"/>
    <w:rsid w:val="00D82C20"/>
    <w:rsid w:val="00D837AC"/>
    <w:rsid w:val="00D83A4D"/>
    <w:rsid w:val="00D848BA"/>
    <w:rsid w:val="00D84AD4"/>
    <w:rsid w:val="00D84D14"/>
    <w:rsid w:val="00D852C1"/>
    <w:rsid w:val="00D85658"/>
    <w:rsid w:val="00D85931"/>
    <w:rsid w:val="00D85FBF"/>
    <w:rsid w:val="00D86BB9"/>
    <w:rsid w:val="00D86DB1"/>
    <w:rsid w:val="00D86E36"/>
    <w:rsid w:val="00D87153"/>
    <w:rsid w:val="00D913CF"/>
    <w:rsid w:val="00D91AC2"/>
    <w:rsid w:val="00D9294F"/>
    <w:rsid w:val="00D93651"/>
    <w:rsid w:val="00D938C1"/>
    <w:rsid w:val="00D940D4"/>
    <w:rsid w:val="00D94B74"/>
    <w:rsid w:val="00D95AFB"/>
    <w:rsid w:val="00D95CB5"/>
    <w:rsid w:val="00D96577"/>
    <w:rsid w:val="00D9665C"/>
    <w:rsid w:val="00D96A80"/>
    <w:rsid w:val="00D96BA5"/>
    <w:rsid w:val="00D96DCC"/>
    <w:rsid w:val="00D96FA8"/>
    <w:rsid w:val="00D97313"/>
    <w:rsid w:val="00D97CE8"/>
    <w:rsid w:val="00D97D18"/>
    <w:rsid w:val="00D97E27"/>
    <w:rsid w:val="00DA06C2"/>
    <w:rsid w:val="00DA0BD3"/>
    <w:rsid w:val="00DA0DC4"/>
    <w:rsid w:val="00DA1045"/>
    <w:rsid w:val="00DA2580"/>
    <w:rsid w:val="00DA25AB"/>
    <w:rsid w:val="00DA3083"/>
    <w:rsid w:val="00DA33B7"/>
    <w:rsid w:val="00DA347C"/>
    <w:rsid w:val="00DA3C20"/>
    <w:rsid w:val="00DA4C16"/>
    <w:rsid w:val="00DA53F0"/>
    <w:rsid w:val="00DA5496"/>
    <w:rsid w:val="00DA553D"/>
    <w:rsid w:val="00DA5B8D"/>
    <w:rsid w:val="00DA5FB9"/>
    <w:rsid w:val="00DA6268"/>
    <w:rsid w:val="00DA657E"/>
    <w:rsid w:val="00DA69B7"/>
    <w:rsid w:val="00DA6A17"/>
    <w:rsid w:val="00DA6BE3"/>
    <w:rsid w:val="00DA7A49"/>
    <w:rsid w:val="00DA7F93"/>
    <w:rsid w:val="00DB0B07"/>
    <w:rsid w:val="00DB0DF6"/>
    <w:rsid w:val="00DB102E"/>
    <w:rsid w:val="00DB137B"/>
    <w:rsid w:val="00DB2346"/>
    <w:rsid w:val="00DB24FB"/>
    <w:rsid w:val="00DB277A"/>
    <w:rsid w:val="00DB2A41"/>
    <w:rsid w:val="00DB3D9F"/>
    <w:rsid w:val="00DB3EBE"/>
    <w:rsid w:val="00DB4EC7"/>
    <w:rsid w:val="00DB50F3"/>
    <w:rsid w:val="00DB5586"/>
    <w:rsid w:val="00DB59B2"/>
    <w:rsid w:val="00DB5DEF"/>
    <w:rsid w:val="00DB60E4"/>
    <w:rsid w:val="00DB6227"/>
    <w:rsid w:val="00DB6768"/>
    <w:rsid w:val="00DB6B18"/>
    <w:rsid w:val="00DB6CEC"/>
    <w:rsid w:val="00DC063E"/>
    <w:rsid w:val="00DC0B53"/>
    <w:rsid w:val="00DC1444"/>
    <w:rsid w:val="00DC1C31"/>
    <w:rsid w:val="00DC4834"/>
    <w:rsid w:val="00DC495D"/>
    <w:rsid w:val="00DC57F2"/>
    <w:rsid w:val="00DC5C6F"/>
    <w:rsid w:val="00DC614A"/>
    <w:rsid w:val="00DC6BEE"/>
    <w:rsid w:val="00DC71C7"/>
    <w:rsid w:val="00DC72D8"/>
    <w:rsid w:val="00DC7736"/>
    <w:rsid w:val="00DC77D6"/>
    <w:rsid w:val="00DC7D0C"/>
    <w:rsid w:val="00DD0B3F"/>
    <w:rsid w:val="00DD0E89"/>
    <w:rsid w:val="00DD0F76"/>
    <w:rsid w:val="00DD1576"/>
    <w:rsid w:val="00DD2094"/>
    <w:rsid w:val="00DD23C6"/>
    <w:rsid w:val="00DD24E2"/>
    <w:rsid w:val="00DD2C4E"/>
    <w:rsid w:val="00DD2D4D"/>
    <w:rsid w:val="00DD2F18"/>
    <w:rsid w:val="00DD3474"/>
    <w:rsid w:val="00DD34F4"/>
    <w:rsid w:val="00DD3ACE"/>
    <w:rsid w:val="00DD5295"/>
    <w:rsid w:val="00DD5630"/>
    <w:rsid w:val="00DD61BA"/>
    <w:rsid w:val="00DD6EC4"/>
    <w:rsid w:val="00DD7546"/>
    <w:rsid w:val="00DE0109"/>
    <w:rsid w:val="00DE018C"/>
    <w:rsid w:val="00DE04A0"/>
    <w:rsid w:val="00DE06AB"/>
    <w:rsid w:val="00DE0AD4"/>
    <w:rsid w:val="00DE0B3E"/>
    <w:rsid w:val="00DE0CF9"/>
    <w:rsid w:val="00DE1C26"/>
    <w:rsid w:val="00DE286A"/>
    <w:rsid w:val="00DE2C4F"/>
    <w:rsid w:val="00DE2C6C"/>
    <w:rsid w:val="00DE2D3F"/>
    <w:rsid w:val="00DE32AC"/>
    <w:rsid w:val="00DE4050"/>
    <w:rsid w:val="00DE460D"/>
    <w:rsid w:val="00DE4FAA"/>
    <w:rsid w:val="00DE5097"/>
    <w:rsid w:val="00DE50DB"/>
    <w:rsid w:val="00DE5437"/>
    <w:rsid w:val="00DE56E3"/>
    <w:rsid w:val="00DE5915"/>
    <w:rsid w:val="00DE6311"/>
    <w:rsid w:val="00DE73DC"/>
    <w:rsid w:val="00DE7CB0"/>
    <w:rsid w:val="00DF02BF"/>
    <w:rsid w:val="00DF07A1"/>
    <w:rsid w:val="00DF08DC"/>
    <w:rsid w:val="00DF0D1F"/>
    <w:rsid w:val="00DF0F01"/>
    <w:rsid w:val="00DF0FA9"/>
    <w:rsid w:val="00DF1581"/>
    <w:rsid w:val="00DF1B29"/>
    <w:rsid w:val="00DF20CD"/>
    <w:rsid w:val="00DF20D4"/>
    <w:rsid w:val="00DF30E6"/>
    <w:rsid w:val="00DF31A3"/>
    <w:rsid w:val="00DF3341"/>
    <w:rsid w:val="00DF3D9A"/>
    <w:rsid w:val="00DF4151"/>
    <w:rsid w:val="00DF5B5C"/>
    <w:rsid w:val="00DF6519"/>
    <w:rsid w:val="00DF6DA4"/>
    <w:rsid w:val="00DF72A0"/>
    <w:rsid w:val="00DF7912"/>
    <w:rsid w:val="00DF7DEB"/>
    <w:rsid w:val="00E0003E"/>
    <w:rsid w:val="00E00580"/>
    <w:rsid w:val="00E0077A"/>
    <w:rsid w:val="00E00961"/>
    <w:rsid w:val="00E00977"/>
    <w:rsid w:val="00E00991"/>
    <w:rsid w:val="00E01CBE"/>
    <w:rsid w:val="00E01D9A"/>
    <w:rsid w:val="00E0209C"/>
    <w:rsid w:val="00E03676"/>
    <w:rsid w:val="00E03AD1"/>
    <w:rsid w:val="00E03B42"/>
    <w:rsid w:val="00E03BF3"/>
    <w:rsid w:val="00E03FF0"/>
    <w:rsid w:val="00E040A8"/>
    <w:rsid w:val="00E041F2"/>
    <w:rsid w:val="00E042A4"/>
    <w:rsid w:val="00E04C26"/>
    <w:rsid w:val="00E05583"/>
    <w:rsid w:val="00E05842"/>
    <w:rsid w:val="00E0603B"/>
    <w:rsid w:val="00E06408"/>
    <w:rsid w:val="00E0707B"/>
    <w:rsid w:val="00E078AD"/>
    <w:rsid w:val="00E108AB"/>
    <w:rsid w:val="00E10A38"/>
    <w:rsid w:val="00E10B11"/>
    <w:rsid w:val="00E10E42"/>
    <w:rsid w:val="00E12AF0"/>
    <w:rsid w:val="00E12B2C"/>
    <w:rsid w:val="00E12ED8"/>
    <w:rsid w:val="00E13E7F"/>
    <w:rsid w:val="00E13F86"/>
    <w:rsid w:val="00E14869"/>
    <w:rsid w:val="00E15BC9"/>
    <w:rsid w:val="00E15C9D"/>
    <w:rsid w:val="00E160A9"/>
    <w:rsid w:val="00E1624F"/>
    <w:rsid w:val="00E16298"/>
    <w:rsid w:val="00E164AB"/>
    <w:rsid w:val="00E16731"/>
    <w:rsid w:val="00E16D7E"/>
    <w:rsid w:val="00E1721F"/>
    <w:rsid w:val="00E175DB"/>
    <w:rsid w:val="00E20BF3"/>
    <w:rsid w:val="00E21674"/>
    <w:rsid w:val="00E218C8"/>
    <w:rsid w:val="00E21BA3"/>
    <w:rsid w:val="00E225FD"/>
    <w:rsid w:val="00E23D3C"/>
    <w:rsid w:val="00E247E4"/>
    <w:rsid w:val="00E26CBA"/>
    <w:rsid w:val="00E26F21"/>
    <w:rsid w:val="00E27245"/>
    <w:rsid w:val="00E272E7"/>
    <w:rsid w:val="00E27A31"/>
    <w:rsid w:val="00E27DA7"/>
    <w:rsid w:val="00E30265"/>
    <w:rsid w:val="00E3027D"/>
    <w:rsid w:val="00E3047F"/>
    <w:rsid w:val="00E30523"/>
    <w:rsid w:val="00E307E2"/>
    <w:rsid w:val="00E3172F"/>
    <w:rsid w:val="00E32219"/>
    <w:rsid w:val="00E326CF"/>
    <w:rsid w:val="00E32E98"/>
    <w:rsid w:val="00E33C62"/>
    <w:rsid w:val="00E34BB1"/>
    <w:rsid w:val="00E34CD9"/>
    <w:rsid w:val="00E34CFA"/>
    <w:rsid w:val="00E35DD9"/>
    <w:rsid w:val="00E3724E"/>
    <w:rsid w:val="00E40396"/>
    <w:rsid w:val="00E407C9"/>
    <w:rsid w:val="00E40D18"/>
    <w:rsid w:val="00E42530"/>
    <w:rsid w:val="00E42975"/>
    <w:rsid w:val="00E429D4"/>
    <w:rsid w:val="00E42A7C"/>
    <w:rsid w:val="00E43983"/>
    <w:rsid w:val="00E43ED6"/>
    <w:rsid w:val="00E440B1"/>
    <w:rsid w:val="00E45614"/>
    <w:rsid w:val="00E457B9"/>
    <w:rsid w:val="00E45ED8"/>
    <w:rsid w:val="00E46420"/>
    <w:rsid w:val="00E46ACD"/>
    <w:rsid w:val="00E46C0C"/>
    <w:rsid w:val="00E46C1D"/>
    <w:rsid w:val="00E47A6E"/>
    <w:rsid w:val="00E502D5"/>
    <w:rsid w:val="00E506BA"/>
    <w:rsid w:val="00E5086E"/>
    <w:rsid w:val="00E5120F"/>
    <w:rsid w:val="00E5144E"/>
    <w:rsid w:val="00E51464"/>
    <w:rsid w:val="00E5167C"/>
    <w:rsid w:val="00E51966"/>
    <w:rsid w:val="00E51BF6"/>
    <w:rsid w:val="00E53051"/>
    <w:rsid w:val="00E533B0"/>
    <w:rsid w:val="00E53434"/>
    <w:rsid w:val="00E5363C"/>
    <w:rsid w:val="00E53710"/>
    <w:rsid w:val="00E54811"/>
    <w:rsid w:val="00E548F3"/>
    <w:rsid w:val="00E55212"/>
    <w:rsid w:val="00E55B32"/>
    <w:rsid w:val="00E56228"/>
    <w:rsid w:val="00E56499"/>
    <w:rsid w:val="00E56AC9"/>
    <w:rsid w:val="00E56E8B"/>
    <w:rsid w:val="00E56FF9"/>
    <w:rsid w:val="00E57D05"/>
    <w:rsid w:val="00E6023A"/>
    <w:rsid w:val="00E608D1"/>
    <w:rsid w:val="00E60F5B"/>
    <w:rsid w:val="00E61526"/>
    <w:rsid w:val="00E6245A"/>
    <w:rsid w:val="00E63C15"/>
    <w:rsid w:val="00E63C76"/>
    <w:rsid w:val="00E64C05"/>
    <w:rsid w:val="00E64E6C"/>
    <w:rsid w:val="00E665CA"/>
    <w:rsid w:val="00E670BA"/>
    <w:rsid w:val="00E6730E"/>
    <w:rsid w:val="00E675F6"/>
    <w:rsid w:val="00E67EBD"/>
    <w:rsid w:val="00E704FE"/>
    <w:rsid w:val="00E70B3F"/>
    <w:rsid w:val="00E70BE6"/>
    <w:rsid w:val="00E70C41"/>
    <w:rsid w:val="00E70CD0"/>
    <w:rsid w:val="00E7160B"/>
    <w:rsid w:val="00E71C46"/>
    <w:rsid w:val="00E71FF4"/>
    <w:rsid w:val="00E72216"/>
    <w:rsid w:val="00E722B7"/>
    <w:rsid w:val="00E7241C"/>
    <w:rsid w:val="00E72C53"/>
    <w:rsid w:val="00E73346"/>
    <w:rsid w:val="00E7391C"/>
    <w:rsid w:val="00E73C5D"/>
    <w:rsid w:val="00E74075"/>
    <w:rsid w:val="00E74223"/>
    <w:rsid w:val="00E74908"/>
    <w:rsid w:val="00E74FCB"/>
    <w:rsid w:val="00E756CB"/>
    <w:rsid w:val="00E75E48"/>
    <w:rsid w:val="00E76E4E"/>
    <w:rsid w:val="00E77492"/>
    <w:rsid w:val="00E80306"/>
    <w:rsid w:val="00E80539"/>
    <w:rsid w:val="00E805D9"/>
    <w:rsid w:val="00E8165E"/>
    <w:rsid w:val="00E8183C"/>
    <w:rsid w:val="00E81B94"/>
    <w:rsid w:val="00E81C75"/>
    <w:rsid w:val="00E82CB4"/>
    <w:rsid w:val="00E830DD"/>
    <w:rsid w:val="00E833EC"/>
    <w:rsid w:val="00E83698"/>
    <w:rsid w:val="00E83844"/>
    <w:rsid w:val="00E847A9"/>
    <w:rsid w:val="00E84D50"/>
    <w:rsid w:val="00E84FEE"/>
    <w:rsid w:val="00E8562C"/>
    <w:rsid w:val="00E857AA"/>
    <w:rsid w:val="00E86C5D"/>
    <w:rsid w:val="00E87350"/>
    <w:rsid w:val="00E873D0"/>
    <w:rsid w:val="00E87877"/>
    <w:rsid w:val="00E87998"/>
    <w:rsid w:val="00E87D6B"/>
    <w:rsid w:val="00E87EA4"/>
    <w:rsid w:val="00E9004B"/>
    <w:rsid w:val="00E9118B"/>
    <w:rsid w:val="00E914B7"/>
    <w:rsid w:val="00E923AC"/>
    <w:rsid w:val="00E92B4C"/>
    <w:rsid w:val="00E92D70"/>
    <w:rsid w:val="00E9309D"/>
    <w:rsid w:val="00E93AB5"/>
    <w:rsid w:val="00E950D1"/>
    <w:rsid w:val="00E950D5"/>
    <w:rsid w:val="00E956BC"/>
    <w:rsid w:val="00E95EC0"/>
    <w:rsid w:val="00E9609C"/>
    <w:rsid w:val="00E9612E"/>
    <w:rsid w:val="00E962AD"/>
    <w:rsid w:val="00E96F8F"/>
    <w:rsid w:val="00E9766A"/>
    <w:rsid w:val="00EA00D9"/>
    <w:rsid w:val="00EA09C5"/>
    <w:rsid w:val="00EA0CF4"/>
    <w:rsid w:val="00EA0DC3"/>
    <w:rsid w:val="00EA0E78"/>
    <w:rsid w:val="00EA1424"/>
    <w:rsid w:val="00EA1C0C"/>
    <w:rsid w:val="00EA1F31"/>
    <w:rsid w:val="00EA2689"/>
    <w:rsid w:val="00EA2ABA"/>
    <w:rsid w:val="00EA3053"/>
    <w:rsid w:val="00EA3059"/>
    <w:rsid w:val="00EA3613"/>
    <w:rsid w:val="00EA37C1"/>
    <w:rsid w:val="00EA38C3"/>
    <w:rsid w:val="00EA434B"/>
    <w:rsid w:val="00EA530E"/>
    <w:rsid w:val="00EA6279"/>
    <w:rsid w:val="00EA7842"/>
    <w:rsid w:val="00EB1024"/>
    <w:rsid w:val="00EB1123"/>
    <w:rsid w:val="00EB17C9"/>
    <w:rsid w:val="00EB21B1"/>
    <w:rsid w:val="00EB46BB"/>
    <w:rsid w:val="00EB496C"/>
    <w:rsid w:val="00EB4A3B"/>
    <w:rsid w:val="00EB4B1C"/>
    <w:rsid w:val="00EB5179"/>
    <w:rsid w:val="00EB5338"/>
    <w:rsid w:val="00EB59F8"/>
    <w:rsid w:val="00EB5DEA"/>
    <w:rsid w:val="00EB652B"/>
    <w:rsid w:val="00EB6535"/>
    <w:rsid w:val="00EB69D8"/>
    <w:rsid w:val="00EB6A19"/>
    <w:rsid w:val="00EB6A3B"/>
    <w:rsid w:val="00EB6B6B"/>
    <w:rsid w:val="00EB74A4"/>
    <w:rsid w:val="00EB78F1"/>
    <w:rsid w:val="00EB7A4D"/>
    <w:rsid w:val="00EB7E74"/>
    <w:rsid w:val="00EC04BB"/>
    <w:rsid w:val="00EC0F11"/>
    <w:rsid w:val="00EC20DB"/>
    <w:rsid w:val="00EC2B3A"/>
    <w:rsid w:val="00EC2E99"/>
    <w:rsid w:val="00EC4062"/>
    <w:rsid w:val="00EC4E21"/>
    <w:rsid w:val="00EC5004"/>
    <w:rsid w:val="00EC50BC"/>
    <w:rsid w:val="00EC5F76"/>
    <w:rsid w:val="00EC729A"/>
    <w:rsid w:val="00EC7ABA"/>
    <w:rsid w:val="00ED0E52"/>
    <w:rsid w:val="00ED1139"/>
    <w:rsid w:val="00ED115A"/>
    <w:rsid w:val="00ED1FB4"/>
    <w:rsid w:val="00ED2410"/>
    <w:rsid w:val="00ED24D1"/>
    <w:rsid w:val="00ED29A8"/>
    <w:rsid w:val="00ED5139"/>
    <w:rsid w:val="00ED5209"/>
    <w:rsid w:val="00ED5417"/>
    <w:rsid w:val="00ED5BD0"/>
    <w:rsid w:val="00ED5CBF"/>
    <w:rsid w:val="00ED5DCA"/>
    <w:rsid w:val="00ED608B"/>
    <w:rsid w:val="00ED60EF"/>
    <w:rsid w:val="00ED6356"/>
    <w:rsid w:val="00ED676C"/>
    <w:rsid w:val="00ED6E32"/>
    <w:rsid w:val="00ED710E"/>
    <w:rsid w:val="00ED7746"/>
    <w:rsid w:val="00ED7BAD"/>
    <w:rsid w:val="00EE1245"/>
    <w:rsid w:val="00EE12AE"/>
    <w:rsid w:val="00EE1B14"/>
    <w:rsid w:val="00EE1C0E"/>
    <w:rsid w:val="00EE1C42"/>
    <w:rsid w:val="00EE21BF"/>
    <w:rsid w:val="00EE28D8"/>
    <w:rsid w:val="00EE3393"/>
    <w:rsid w:val="00EE33DC"/>
    <w:rsid w:val="00EE361C"/>
    <w:rsid w:val="00EE3837"/>
    <w:rsid w:val="00EE3BC7"/>
    <w:rsid w:val="00EE3BD9"/>
    <w:rsid w:val="00EE3BF7"/>
    <w:rsid w:val="00EE42F5"/>
    <w:rsid w:val="00EE49C6"/>
    <w:rsid w:val="00EE5137"/>
    <w:rsid w:val="00EE5E00"/>
    <w:rsid w:val="00EE61E1"/>
    <w:rsid w:val="00EE631C"/>
    <w:rsid w:val="00EE6377"/>
    <w:rsid w:val="00EE70D5"/>
    <w:rsid w:val="00EE72A0"/>
    <w:rsid w:val="00EE7CED"/>
    <w:rsid w:val="00EF0843"/>
    <w:rsid w:val="00EF1DB3"/>
    <w:rsid w:val="00EF2219"/>
    <w:rsid w:val="00EF276D"/>
    <w:rsid w:val="00EF27B5"/>
    <w:rsid w:val="00EF2D19"/>
    <w:rsid w:val="00EF2DEE"/>
    <w:rsid w:val="00EF31B3"/>
    <w:rsid w:val="00EF326C"/>
    <w:rsid w:val="00EF3E0E"/>
    <w:rsid w:val="00EF4646"/>
    <w:rsid w:val="00EF53FE"/>
    <w:rsid w:val="00EF67A9"/>
    <w:rsid w:val="00EF6B5E"/>
    <w:rsid w:val="00EF6F1F"/>
    <w:rsid w:val="00EF7AE4"/>
    <w:rsid w:val="00F0039B"/>
    <w:rsid w:val="00F00948"/>
    <w:rsid w:val="00F00EB2"/>
    <w:rsid w:val="00F017CA"/>
    <w:rsid w:val="00F02060"/>
    <w:rsid w:val="00F0252C"/>
    <w:rsid w:val="00F0261C"/>
    <w:rsid w:val="00F04197"/>
    <w:rsid w:val="00F045B6"/>
    <w:rsid w:val="00F0469A"/>
    <w:rsid w:val="00F05B1C"/>
    <w:rsid w:val="00F070BC"/>
    <w:rsid w:val="00F07F76"/>
    <w:rsid w:val="00F10012"/>
    <w:rsid w:val="00F10213"/>
    <w:rsid w:val="00F11E88"/>
    <w:rsid w:val="00F120A7"/>
    <w:rsid w:val="00F12B06"/>
    <w:rsid w:val="00F138AB"/>
    <w:rsid w:val="00F1422B"/>
    <w:rsid w:val="00F14260"/>
    <w:rsid w:val="00F16139"/>
    <w:rsid w:val="00F1662B"/>
    <w:rsid w:val="00F166E5"/>
    <w:rsid w:val="00F1681E"/>
    <w:rsid w:val="00F17D90"/>
    <w:rsid w:val="00F17F58"/>
    <w:rsid w:val="00F204F9"/>
    <w:rsid w:val="00F20B93"/>
    <w:rsid w:val="00F20E87"/>
    <w:rsid w:val="00F20E8F"/>
    <w:rsid w:val="00F210DF"/>
    <w:rsid w:val="00F21C78"/>
    <w:rsid w:val="00F21C85"/>
    <w:rsid w:val="00F22C34"/>
    <w:rsid w:val="00F22CC4"/>
    <w:rsid w:val="00F2302E"/>
    <w:rsid w:val="00F235DB"/>
    <w:rsid w:val="00F23872"/>
    <w:rsid w:val="00F24266"/>
    <w:rsid w:val="00F242D8"/>
    <w:rsid w:val="00F2463F"/>
    <w:rsid w:val="00F256D3"/>
    <w:rsid w:val="00F257F8"/>
    <w:rsid w:val="00F260E5"/>
    <w:rsid w:val="00F265A8"/>
    <w:rsid w:val="00F26718"/>
    <w:rsid w:val="00F2675C"/>
    <w:rsid w:val="00F26951"/>
    <w:rsid w:val="00F26A1F"/>
    <w:rsid w:val="00F27487"/>
    <w:rsid w:val="00F275A1"/>
    <w:rsid w:val="00F27A58"/>
    <w:rsid w:val="00F3038F"/>
    <w:rsid w:val="00F30649"/>
    <w:rsid w:val="00F30AEF"/>
    <w:rsid w:val="00F31F70"/>
    <w:rsid w:val="00F32154"/>
    <w:rsid w:val="00F32814"/>
    <w:rsid w:val="00F32B9C"/>
    <w:rsid w:val="00F3300C"/>
    <w:rsid w:val="00F3380D"/>
    <w:rsid w:val="00F34106"/>
    <w:rsid w:val="00F34395"/>
    <w:rsid w:val="00F35CA1"/>
    <w:rsid w:val="00F35DA2"/>
    <w:rsid w:val="00F3622C"/>
    <w:rsid w:val="00F36360"/>
    <w:rsid w:val="00F364E8"/>
    <w:rsid w:val="00F36611"/>
    <w:rsid w:val="00F379FE"/>
    <w:rsid w:val="00F37AE5"/>
    <w:rsid w:val="00F37B2A"/>
    <w:rsid w:val="00F37C8F"/>
    <w:rsid w:val="00F40E77"/>
    <w:rsid w:val="00F4144A"/>
    <w:rsid w:val="00F41924"/>
    <w:rsid w:val="00F4197D"/>
    <w:rsid w:val="00F41B17"/>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C20"/>
    <w:rsid w:val="00F477CD"/>
    <w:rsid w:val="00F47A70"/>
    <w:rsid w:val="00F50109"/>
    <w:rsid w:val="00F51534"/>
    <w:rsid w:val="00F517EF"/>
    <w:rsid w:val="00F5283D"/>
    <w:rsid w:val="00F529C5"/>
    <w:rsid w:val="00F52A26"/>
    <w:rsid w:val="00F52D30"/>
    <w:rsid w:val="00F536A0"/>
    <w:rsid w:val="00F53D83"/>
    <w:rsid w:val="00F544B2"/>
    <w:rsid w:val="00F545D1"/>
    <w:rsid w:val="00F5529B"/>
    <w:rsid w:val="00F55C7C"/>
    <w:rsid w:val="00F55FB1"/>
    <w:rsid w:val="00F55FC7"/>
    <w:rsid w:val="00F5646F"/>
    <w:rsid w:val="00F57EFC"/>
    <w:rsid w:val="00F6007C"/>
    <w:rsid w:val="00F6079D"/>
    <w:rsid w:val="00F60DB8"/>
    <w:rsid w:val="00F60E66"/>
    <w:rsid w:val="00F61A89"/>
    <w:rsid w:val="00F63F26"/>
    <w:rsid w:val="00F64230"/>
    <w:rsid w:val="00F643C6"/>
    <w:rsid w:val="00F64DDA"/>
    <w:rsid w:val="00F64E57"/>
    <w:rsid w:val="00F664F7"/>
    <w:rsid w:val="00F666E2"/>
    <w:rsid w:val="00F66CC1"/>
    <w:rsid w:val="00F67725"/>
    <w:rsid w:val="00F67877"/>
    <w:rsid w:val="00F7039A"/>
    <w:rsid w:val="00F70580"/>
    <w:rsid w:val="00F70BD7"/>
    <w:rsid w:val="00F7112E"/>
    <w:rsid w:val="00F71469"/>
    <w:rsid w:val="00F71565"/>
    <w:rsid w:val="00F71BFC"/>
    <w:rsid w:val="00F71D79"/>
    <w:rsid w:val="00F71DAD"/>
    <w:rsid w:val="00F722C2"/>
    <w:rsid w:val="00F725A8"/>
    <w:rsid w:val="00F7262E"/>
    <w:rsid w:val="00F72E0B"/>
    <w:rsid w:val="00F7322C"/>
    <w:rsid w:val="00F7334E"/>
    <w:rsid w:val="00F7349F"/>
    <w:rsid w:val="00F735A0"/>
    <w:rsid w:val="00F740BD"/>
    <w:rsid w:val="00F748AD"/>
    <w:rsid w:val="00F7517C"/>
    <w:rsid w:val="00F7570A"/>
    <w:rsid w:val="00F758A8"/>
    <w:rsid w:val="00F75E37"/>
    <w:rsid w:val="00F760DF"/>
    <w:rsid w:val="00F7658C"/>
    <w:rsid w:val="00F768C7"/>
    <w:rsid w:val="00F76C3A"/>
    <w:rsid w:val="00F80405"/>
    <w:rsid w:val="00F81099"/>
    <w:rsid w:val="00F8200D"/>
    <w:rsid w:val="00F82022"/>
    <w:rsid w:val="00F823D8"/>
    <w:rsid w:val="00F824FA"/>
    <w:rsid w:val="00F826F7"/>
    <w:rsid w:val="00F83A8C"/>
    <w:rsid w:val="00F83BAE"/>
    <w:rsid w:val="00F85644"/>
    <w:rsid w:val="00F85764"/>
    <w:rsid w:val="00F8589C"/>
    <w:rsid w:val="00F86277"/>
    <w:rsid w:val="00F86989"/>
    <w:rsid w:val="00F86CD3"/>
    <w:rsid w:val="00F8717F"/>
    <w:rsid w:val="00F87838"/>
    <w:rsid w:val="00F878EA"/>
    <w:rsid w:val="00F87AA3"/>
    <w:rsid w:val="00F87F7E"/>
    <w:rsid w:val="00F90F35"/>
    <w:rsid w:val="00F911DB"/>
    <w:rsid w:val="00F913D8"/>
    <w:rsid w:val="00F91430"/>
    <w:rsid w:val="00F91956"/>
    <w:rsid w:val="00F921F1"/>
    <w:rsid w:val="00F92267"/>
    <w:rsid w:val="00F92705"/>
    <w:rsid w:val="00F928CE"/>
    <w:rsid w:val="00F929F5"/>
    <w:rsid w:val="00F92AA4"/>
    <w:rsid w:val="00F92D00"/>
    <w:rsid w:val="00F92F7F"/>
    <w:rsid w:val="00F931CC"/>
    <w:rsid w:val="00F943A5"/>
    <w:rsid w:val="00F94BF7"/>
    <w:rsid w:val="00F94CB3"/>
    <w:rsid w:val="00F95097"/>
    <w:rsid w:val="00F95663"/>
    <w:rsid w:val="00F96FF3"/>
    <w:rsid w:val="00F97994"/>
    <w:rsid w:val="00FA002C"/>
    <w:rsid w:val="00FA1361"/>
    <w:rsid w:val="00FA13E0"/>
    <w:rsid w:val="00FA212A"/>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BD0"/>
    <w:rsid w:val="00FB0D67"/>
    <w:rsid w:val="00FB14B8"/>
    <w:rsid w:val="00FB1533"/>
    <w:rsid w:val="00FB1A0A"/>
    <w:rsid w:val="00FB1E35"/>
    <w:rsid w:val="00FB232C"/>
    <w:rsid w:val="00FB2384"/>
    <w:rsid w:val="00FB2AED"/>
    <w:rsid w:val="00FB2BDF"/>
    <w:rsid w:val="00FB3E63"/>
    <w:rsid w:val="00FB3FCE"/>
    <w:rsid w:val="00FB44DE"/>
    <w:rsid w:val="00FB4617"/>
    <w:rsid w:val="00FB46A3"/>
    <w:rsid w:val="00FB51D0"/>
    <w:rsid w:val="00FB52EE"/>
    <w:rsid w:val="00FB5B97"/>
    <w:rsid w:val="00FB6898"/>
    <w:rsid w:val="00FB732A"/>
    <w:rsid w:val="00FB734D"/>
    <w:rsid w:val="00FB7AB6"/>
    <w:rsid w:val="00FB7DB9"/>
    <w:rsid w:val="00FB7EAD"/>
    <w:rsid w:val="00FC189F"/>
    <w:rsid w:val="00FC1A80"/>
    <w:rsid w:val="00FC1C5F"/>
    <w:rsid w:val="00FC26BF"/>
    <w:rsid w:val="00FC2D6F"/>
    <w:rsid w:val="00FC2F2A"/>
    <w:rsid w:val="00FC355C"/>
    <w:rsid w:val="00FC3728"/>
    <w:rsid w:val="00FC3BF2"/>
    <w:rsid w:val="00FC4D00"/>
    <w:rsid w:val="00FC5138"/>
    <w:rsid w:val="00FC588E"/>
    <w:rsid w:val="00FC5DE7"/>
    <w:rsid w:val="00FC5F4E"/>
    <w:rsid w:val="00FC6066"/>
    <w:rsid w:val="00FC653C"/>
    <w:rsid w:val="00FC6ADF"/>
    <w:rsid w:val="00FC72B2"/>
    <w:rsid w:val="00FC73A1"/>
    <w:rsid w:val="00FC781B"/>
    <w:rsid w:val="00FC7DB5"/>
    <w:rsid w:val="00FD020A"/>
    <w:rsid w:val="00FD0B83"/>
    <w:rsid w:val="00FD0D81"/>
    <w:rsid w:val="00FD13C8"/>
    <w:rsid w:val="00FD1EAB"/>
    <w:rsid w:val="00FD2FF8"/>
    <w:rsid w:val="00FD370F"/>
    <w:rsid w:val="00FD385B"/>
    <w:rsid w:val="00FD3A02"/>
    <w:rsid w:val="00FD3C35"/>
    <w:rsid w:val="00FD3E12"/>
    <w:rsid w:val="00FD44F4"/>
    <w:rsid w:val="00FD6DA7"/>
    <w:rsid w:val="00FE0C33"/>
    <w:rsid w:val="00FE1794"/>
    <w:rsid w:val="00FE1D4C"/>
    <w:rsid w:val="00FE1D9A"/>
    <w:rsid w:val="00FE1EB9"/>
    <w:rsid w:val="00FE2DCB"/>
    <w:rsid w:val="00FE2F4F"/>
    <w:rsid w:val="00FE378E"/>
    <w:rsid w:val="00FE3AE5"/>
    <w:rsid w:val="00FE4401"/>
    <w:rsid w:val="00FE4858"/>
    <w:rsid w:val="00FE4F8C"/>
    <w:rsid w:val="00FE543A"/>
    <w:rsid w:val="00FE54DF"/>
    <w:rsid w:val="00FE5C98"/>
    <w:rsid w:val="00FE6600"/>
    <w:rsid w:val="00FE6ABC"/>
    <w:rsid w:val="00FE6E49"/>
    <w:rsid w:val="00FE738C"/>
    <w:rsid w:val="00FE7A81"/>
    <w:rsid w:val="00FF0110"/>
    <w:rsid w:val="00FF0B03"/>
    <w:rsid w:val="00FF0FAB"/>
    <w:rsid w:val="00FF19E9"/>
    <w:rsid w:val="00FF1D88"/>
    <w:rsid w:val="00FF3471"/>
    <w:rsid w:val="00FF3AEF"/>
    <w:rsid w:val="00FF3BA6"/>
    <w:rsid w:val="00FF3D3F"/>
    <w:rsid w:val="00FF4F29"/>
    <w:rsid w:val="00FF5310"/>
    <w:rsid w:val="00FF56AE"/>
    <w:rsid w:val="00FF5DF6"/>
    <w:rsid w:val="00FF5E2B"/>
    <w:rsid w:val="00FF6184"/>
    <w:rsid w:val="00FF6584"/>
    <w:rsid w:val="00FF67E0"/>
    <w:rsid w:val="00FF6D44"/>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6C"/>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semiHidden/>
    <w:unhideWhenUsed/>
    <w:locked/>
    <w:rsid w:val="0059582D"/>
    <w:rPr>
      <w:sz w:val="20"/>
      <w:szCs w:val="25"/>
    </w:rPr>
  </w:style>
  <w:style w:type="character" w:customStyle="1" w:styleId="CommentTextChar">
    <w:name w:val="Comment Text Char"/>
    <w:basedOn w:val="DefaultParagraphFont"/>
    <w:link w:val="CommentText"/>
    <w:uiPriority w:val="99"/>
    <w:semiHidden/>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 w:type="paragraph" w:styleId="Revision">
    <w:name w:val="Revision"/>
    <w:hidden/>
    <w:uiPriority w:val="99"/>
    <w:semiHidden/>
    <w:rsid w:val="002F09DF"/>
    <w:rPr>
      <w:rFonts w:ascii="Cordia New" w:hAnsi="Cordia New" w:cs="Cordia New"/>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3" ma:contentTypeDescription="Create a new document." ma:contentTypeScope="" ma:versionID="ec677f3ccdc9c80c20e16ae383063f74">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3361b2fbced505551f188cf0727c70a4"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8F089-5A00-480F-9491-3C1A7851A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3.xml><?xml version="1.0" encoding="utf-8"?>
<ds:datastoreItem xmlns:ds="http://schemas.openxmlformats.org/officeDocument/2006/customXml" ds:itemID="{A6127A8F-C090-46BC-9D4D-BF05880DD158}">
  <ds:schemaRefs>
    <ds:schemaRef ds:uri="http://schemas.microsoft.com/office/2006/metadata/properties"/>
    <ds:schemaRef ds:uri="9c46a28d-acc8-4027-86ce-a8901ee39950"/>
    <ds:schemaRef ds:uri="020f492e-a77f-4278-87f4-9272f37a7eea"/>
    <ds:schemaRef ds:uri="http://schemas.microsoft.com/office/infopath/2007/PartnerControls"/>
  </ds:schemaRefs>
</ds:datastoreItem>
</file>

<file path=customXml/itemProps4.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699</TotalTime>
  <Pages>14</Pages>
  <Words>3724</Words>
  <Characters>16967</Characters>
  <Application>Microsoft Office Word</Application>
  <DocSecurity>0</DocSecurity>
  <Lines>141</Lines>
  <Paragraphs>41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Pornarin Jarudech</cp:lastModifiedBy>
  <cp:revision>407</cp:revision>
  <cp:lastPrinted>2023-05-06T17:09:00Z</cp:lastPrinted>
  <dcterms:created xsi:type="dcterms:W3CDTF">2022-11-08T07:46:00Z</dcterms:created>
  <dcterms:modified xsi:type="dcterms:W3CDTF">2023-05-11T07:47:00Z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